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6BAE" w14:textId="743F316F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w zakresie wykorzystania dofinansowanej infrastruktury do działalności gospodarczej w wymiarze pomocniczym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77777777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 projektu)</w:t>
      </w:r>
    </w:p>
    <w:p w14:paraId="12127A5C" w14:textId="15DB9205" w:rsidR="00CC47F6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color w:val="000000"/>
        </w:rPr>
        <w:t xml:space="preserve">numer  projektu: </w:t>
      </w:r>
      <w:r w:rsidR="00903FF5" w:rsidRPr="00E913CF">
        <w:rPr>
          <w:rFonts w:ascii="Arial" w:hAnsi="Arial" w:cs="Arial"/>
          <w:color w:val="000000"/>
          <w:sz w:val="20"/>
          <w:szCs w:val="20"/>
        </w:rPr>
        <w:t>FEMA.05.08-IP.01-081/25</w:t>
      </w:r>
    </w:p>
    <w:p w14:paraId="3E9B3CE6" w14:textId="77777777" w:rsidR="00BD0191" w:rsidRPr="00D5417B" w:rsidRDefault="00BD0191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bCs/>
          <w:color w:val="000000"/>
        </w:rPr>
      </w:pPr>
    </w:p>
    <w:p w14:paraId="7E67D408" w14:textId="5A2E55B7" w:rsidR="000A03B4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P</w:t>
      </w:r>
      <w:r w:rsidR="000A03B4" w:rsidRPr="00D5417B">
        <w:rPr>
          <w:rFonts w:asciiTheme="minorHAnsi" w:hAnsiTheme="minorHAnsi" w:cstheme="minorHAnsi"/>
          <w:bCs/>
          <w:color w:val="000000"/>
        </w:rPr>
        <w:t>otwierdza</w:t>
      </w:r>
      <w:r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 oraz oświadcza</w:t>
      </w:r>
      <w:r w:rsidR="007B2A23"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>, że:</w:t>
      </w:r>
    </w:p>
    <w:p w14:paraId="703E2BF1" w14:textId="69627BD3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 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Zawiadomienia Komisji w sprawie pojęcia pomocy państwa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>w rozumieniu art. 107 ust. 1 Traktatu o funkcjonowaniu Unii Europejskiej (2016/</w:t>
      </w:r>
      <w:r w:rsidR="00411022"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 xml:space="preserve">zgodnie z uzasadnieniem przedstawionym </w:t>
      </w:r>
      <w:r w:rsidR="00CC47F6" w:rsidRPr="00D5417B">
        <w:rPr>
          <w:rFonts w:asciiTheme="minorHAnsi" w:hAnsiTheme="minorHAnsi" w:cstheme="minorHAnsi"/>
          <w:bCs/>
          <w:color w:val="000000"/>
        </w:rPr>
        <w:t>w dokumentacji aplikacyjnej;</w:t>
      </w:r>
    </w:p>
    <w:p w14:paraId="0D2653C0" w14:textId="77777777" w:rsidR="00D5417B" w:rsidRPr="00D5417B" w:rsidRDefault="00D5417B" w:rsidP="00D5417B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C28B244" w14:textId="317F1EF0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 całkowitych rocznych zasobów wydajności danej infrastruktury w okresie ekonomicznej użyteczności dofinansowanych aktywów</w:t>
      </w:r>
      <w:r w:rsidR="00A533A1" w:rsidRPr="00D5417B">
        <w:rPr>
          <w:rFonts w:asciiTheme="minorHAnsi" w:hAnsiTheme="minorHAnsi" w:cstheme="minorHAnsi"/>
          <w:bCs/>
          <w:color w:val="000000"/>
        </w:rPr>
        <w:t>;</w:t>
      </w:r>
    </w:p>
    <w:p w14:paraId="2FC1FCFB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3436FA54" w14:textId="02DB5240" w:rsidR="001B6521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wdrożony zostanie </w:t>
      </w:r>
      <w:r w:rsidR="000A03B4" w:rsidRPr="00D5417B">
        <w:rPr>
          <w:rFonts w:asciiTheme="minorHAnsi" w:hAnsiTheme="minorHAnsi" w:cstheme="minorHAnsi"/>
          <w:bCs/>
          <w:color w:val="000000"/>
        </w:rPr>
        <w:t>mechanizm monitorowani</w:t>
      </w:r>
      <w:r w:rsidRPr="00D5417B">
        <w:rPr>
          <w:rFonts w:asciiTheme="minorHAnsi" w:hAnsiTheme="minorHAnsi" w:cstheme="minorHAnsi"/>
          <w:bCs/>
          <w:color w:val="000000"/>
        </w:rPr>
        <w:t xml:space="preserve">a, który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obejmie infrastrukturę, na którą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przyznane zostanie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dofinansowanie na podstawie umowy o dofinansowanie. Monitorowanie sposobu wykorzystania infrastruktury odbywać się będzie w oparciu o %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wskaźnik </w:t>
      </w:r>
      <w:r w:rsidR="000A03B4" w:rsidRPr="00D5417B">
        <w:rPr>
          <w:rFonts w:asciiTheme="minorHAnsi" w:hAnsiTheme="minorHAnsi" w:cstheme="minorHAnsi"/>
          <w:bCs/>
          <w:color w:val="000000"/>
        </w:rPr>
        <w:t>jej wykorzystania dla działalności pomocniczej - najodpowiedniejszy z punktu widzenia możliwego sposobu wykorzystania infrastruktury, zgodnie</w:t>
      </w:r>
      <w:r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0A03B4" w:rsidRPr="00D5417B">
        <w:rPr>
          <w:rFonts w:asciiTheme="minorHAnsi" w:hAnsiTheme="minorHAnsi" w:cstheme="minorHAnsi"/>
          <w:bCs/>
          <w:color w:val="000000"/>
        </w:rPr>
        <w:t>z przedstawioną</w:t>
      </w:r>
      <w:r w:rsidR="00CC47F6"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990C15">
        <w:rPr>
          <w:rFonts w:asciiTheme="minorHAnsi" w:hAnsiTheme="minorHAnsi" w:cstheme="minorHAnsi"/>
          <w:bCs/>
          <w:color w:val="000000"/>
        </w:rPr>
        <w:t xml:space="preserve">w dokumentacji </w:t>
      </w:r>
      <w:r w:rsidR="00CC47F6" w:rsidRPr="00D5417B">
        <w:rPr>
          <w:rFonts w:asciiTheme="minorHAnsi" w:hAnsiTheme="minorHAnsi" w:cstheme="minorHAnsi"/>
          <w:bCs/>
          <w:color w:val="000000"/>
        </w:rPr>
        <w:t>metodologią</w:t>
      </w:r>
      <w:r w:rsidRPr="00D5417B">
        <w:rPr>
          <w:rFonts w:asciiTheme="minorHAnsi" w:hAnsiTheme="minorHAnsi" w:cstheme="minorHAnsi"/>
          <w:bCs/>
          <w:color w:val="000000"/>
        </w:rPr>
        <w:t xml:space="preserve"> i zdefiniowan</w:t>
      </w:r>
      <w:r w:rsidR="00BD0191" w:rsidRPr="00D5417B">
        <w:rPr>
          <w:rFonts w:asciiTheme="minorHAnsi" w:hAnsiTheme="minorHAnsi" w:cstheme="minorHAnsi"/>
          <w:bCs/>
          <w:color w:val="000000"/>
        </w:rPr>
        <w:t>ą proporcj</w:t>
      </w:r>
      <w:r w:rsidR="00D5417B">
        <w:rPr>
          <w:rFonts w:asciiTheme="minorHAnsi" w:hAnsiTheme="minorHAnsi" w:cstheme="minorHAnsi"/>
          <w:bCs/>
          <w:color w:val="000000"/>
        </w:rPr>
        <w:t>ą</w:t>
      </w:r>
      <w:r w:rsidR="00CC47F6" w:rsidRPr="00D5417B">
        <w:rPr>
          <w:rFonts w:asciiTheme="minorHAnsi" w:hAnsiTheme="minorHAnsi" w:cstheme="minorHAnsi"/>
          <w:bCs/>
          <w:color w:val="000000"/>
        </w:rPr>
        <w:t>;</w:t>
      </w:r>
    </w:p>
    <w:p w14:paraId="00048E7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6F53AB8" w14:textId="29BFD24C" w:rsidR="001B6521" w:rsidRPr="00240E2B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z</w:t>
      </w:r>
      <w:r w:rsidRPr="00711423">
        <w:rPr>
          <w:rFonts w:asciiTheme="minorHAnsi" w:hAnsiTheme="minorHAnsi" w:cstheme="minorHAnsi"/>
          <w:bCs/>
          <w:color w:val="000000"/>
        </w:rPr>
        <w:t>obowiąz</w:t>
      </w:r>
      <w:r w:rsidRPr="00D5417B">
        <w:rPr>
          <w:rFonts w:asciiTheme="minorHAnsi" w:hAnsiTheme="minorHAnsi" w:cstheme="minorHAnsi"/>
          <w:bCs/>
          <w:color w:val="000000"/>
        </w:rPr>
        <w:t>uję</w:t>
      </w:r>
      <w:r w:rsidRPr="00711423">
        <w:rPr>
          <w:rFonts w:asciiTheme="minorHAnsi" w:hAnsiTheme="minorHAnsi" w:cstheme="minorHAnsi"/>
          <w:bCs/>
          <w:color w:val="000000"/>
        </w:rPr>
        <w:t xml:space="preserve"> </w:t>
      </w:r>
      <w:r w:rsidRPr="00D5417B">
        <w:rPr>
          <w:rFonts w:asciiTheme="minorHAnsi" w:hAnsiTheme="minorHAnsi" w:cstheme="minorHAnsi"/>
          <w:bCs/>
          <w:color w:val="000000"/>
        </w:rPr>
        <w:t xml:space="preserve">się </w:t>
      </w:r>
      <w:r w:rsidRPr="00711423">
        <w:rPr>
          <w:rFonts w:asciiTheme="minorHAnsi" w:hAnsiTheme="minorHAnsi" w:cstheme="minorHAnsi"/>
          <w:bCs/>
          <w:color w:val="000000"/>
        </w:rPr>
        <w:t>do monitorowania sposobu wykorzystania</w:t>
      </w:r>
      <w:r w:rsidRPr="00D5417B">
        <w:rPr>
          <w:rFonts w:asciiTheme="minorHAnsi" w:hAnsiTheme="minorHAnsi" w:cstheme="minorHAnsi"/>
          <w:bCs/>
          <w:color w:val="000000"/>
        </w:rPr>
        <w:t xml:space="preserve"> dofinansowanej</w:t>
      </w:r>
      <w:r w:rsidRPr="00711423">
        <w:rPr>
          <w:rFonts w:asciiTheme="minorHAnsi" w:hAnsiTheme="minorHAnsi" w:cstheme="minorHAnsi"/>
          <w:bCs/>
          <w:color w:val="000000"/>
        </w:rPr>
        <w:t xml:space="preserve"> infrastruktury w cyklach rocznych od momentu przyjęcia środka trwałego (składnika infrastruktury) do użytkowania, zgodnie z obowiązującymi zasadami rachunkowości</w:t>
      </w:r>
      <w:r w:rsidR="00240E2B">
        <w:rPr>
          <w:rFonts w:asciiTheme="minorHAnsi" w:hAnsiTheme="minorHAnsi" w:cstheme="minorHAnsi"/>
          <w:bCs/>
          <w:color w:val="000000"/>
        </w:rPr>
        <w:t>,</w:t>
      </w:r>
      <w:r w:rsidR="001B6521" w:rsidRPr="00240E2B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</w:t>
      </w:r>
      <w:r w:rsidR="00240E2B" w:rsidRPr="00240E2B">
        <w:rPr>
          <w:rFonts w:asciiTheme="minorHAnsi" w:hAnsiTheme="minorHAnsi" w:cstheme="minorHAnsi"/>
        </w:rPr>
        <w:t xml:space="preserve">. Koszty, finansowanie </w:t>
      </w:r>
      <w:r w:rsidR="00240E2B">
        <w:rPr>
          <w:rFonts w:asciiTheme="minorHAnsi" w:hAnsiTheme="minorHAnsi" w:cstheme="minorHAnsi"/>
        </w:rPr>
        <w:br/>
      </w:r>
      <w:r w:rsidR="00240E2B" w:rsidRPr="00240E2B">
        <w:rPr>
          <w:rFonts w:asciiTheme="minorHAnsi" w:hAnsiTheme="minorHAnsi" w:cstheme="minorHAnsi"/>
        </w:rPr>
        <w:t xml:space="preserve">i przychody/dochody </w:t>
      </w:r>
      <w:r w:rsidR="00240E2B">
        <w:rPr>
          <w:rFonts w:asciiTheme="minorHAnsi" w:hAnsiTheme="minorHAnsi" w:cstheme="minorHAnsi"/>
        </w:rPr>
        <w:t xml:space="preserve">obu rodzajów działalności </w:t>
      </w:r>
      <w:r w:rsidR="00240E2B" w:rsidRPr="00240E2B">
        <w:rPr>
          <w:rFonts w:asciiTheme="minorHAnsi" w:hAnsiTheme="minorHAnsi" w:cstheme="minorHAnsi"/>
        </w:rPr>
        <w:t>będą wyraźnie rozdzielone</w:t>
      </w:r>
      <w:r w:rsidR="00240E2B">
        <w:rPr>
          <w:rFonts w:asciiTheme="minorHAnsi" w:hAnsiTheme="minorHAnsi" w:cstheme="minorHAnsi"/>
        </w:rPr>
        <w:t>.</w:t>
      </w:r>
    </w:p>
    <w:p w14:paraId="5F6A64A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492B027" w14:textId="57075953" w:rsidR="000A03B4" w:rsidRPr="00D5417B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</w:t>
      </w:r>
      <w:r w:rsidR="00E91F4F">
        <w:rPr>
          <w:rFonts w:asciiTheme="minorHAnsi" w:hAnsiTheme="minorHAnsi" w:cstheme="minorHAnsi"/>
          <w:bCs/>
          <w:color w:val="000000"/>
        </w:rPr>
        <w:t>/</w:t>
      </w:r>
      <w:r w:rsidRPr="00D5417B">
        <w:rPr>
          <w:rFonts w:asciiTheme="minorHAnsi" w:hAnsiTheme="minorHAnsi" w:cstheme="minorHAnsi"/>
          <w:bCs/>
          <w:color w:val="000000"/>
        </w:rPr>
        <w:t>i  będzie sprawozdawane do MJWPU w cyklach rocznyc</w:t>
      </w:r>
      <w:r w:rsidR="00E91F4F">
        <w:rPr>
          <w:rFonts w:asciiTheme="minorHAnsi" w:hAnsiTheme="minorHAnsi" w:cstheme="minorHAnsi"/>
          <w:bCs/>
          <w:color w:val="000000"/>
        </w:rPr>
        <w:t>h</w:t>
      </w:r>
      <w:r w:rsidRPr="00D5417B">
        <w:rPr>
          <w:rFonts w:asciiTheme="minorHAnsi" w:hAnsiTheme="minorHAnsi" w:cstheme="minorHAnsi"/>
          <w:bCs/>
          <w:color w:val="000000"/>
        </w:rPr>
        <w:t>.</w:t>
      </w: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77777777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5FE3F" w14:textId="77777777" w:rsidR="001840AF" w:rsidRDefault="001840AF" w:rsidP="00FE74CD">
      <w:pPr>
        <w:spacing w:after="0" w:line="240" w:lineRule="auto"/>
      </w:pPr>
      <w:r>
        <w:separator/>
      </w:r>
    </w:p>
  </w:endnote>
  <w:endnote w:type="continuationSeparator" w:id="0">
    <w:p w14:paraId="788D2FCC" w14:textId="77777777" w:rsidR="001840AF" w:rsidRDefault="001840AF" w:rsidP="00FE74CD">
      <w:pPr>
        <w:spacing w:after="0" w:line="240" w:lineRule="auto"/>
      </w:pPr>
      <w:r>
        <w:continuationSeparator/>
      </w:r>
    </w:p>
  </w:endnote>
  <w:endnote w:type="continuationNotice" w:id="1">
    <w:p w14:paraId="6331964F" w14:textId="77777777" w:rsidR="001840AF" w:rsidRDefault="001840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9C057" w14:textId="77777777" w:rsidR="001840AF" w:rsidRDefault="001840AF" w:rsidP="00FE74CD">
      <w:pPr>
        <w:spacing w:after="0" w:line="240" w:lineRule="auto"/>
      </w:pPr>
      <w:r>
        <w:separator/>
      </w:r>
    </w:p>
  </w:footnote>
  <w:footnote w:type="continuationSeparator" w:id="0">
    <w:p w14:paraId="2C78403B" w14:textId="77777777" w:rsidR="001840AF" w:rsidRDefault="001840AF" w:rsidP="00FE74CD">
      <w:pPr>
        <w:spacing w:after="0" w:line="240" w:lineRule="auto"/>
      </w:pPr>
      <w:r>
        <w:continuationSeparator/>
      </w:r>
    </w:p>
  </w:footnote>
  <w:footnote w:type="continuationNotice" w:id="1">
    <w:p w14:paraId="1828C74D" w14:textId="77777777" w:rsidR="001840AF" w:rsidRDefault="001840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28880229">
    <w:abstractNumId w:val="1"/>
  </w:num>
  <w:num w:numId="2" w16cid:durableId="3553482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40AF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5F80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46E1"/>
    <w:rsid w:val="006D61BE"/>
    <w:rsid w:val="006D656E"/>
    <w:rsid w:val="006D7ECD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3FF5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207A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Gajewska-Kostro Renata</cp:lastModifiedBy>
  <cp:revision>3</cp:revision>
  <cp:lastPrinted>2024-10-17T10:20:00Z</cp:lastPrinted>
  <dcterms:created xsi:type="dcterms:W3CDTF">2025-11-18T11:55:00Z</dcterms:created>
  <dcterms:modified xsi:type="dcterms:W3CDTF">2025-11-18T11:55:00Z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