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948D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258A8236" wp14:editId="4DB206F7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CF3F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65357E9F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504798B1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14:paraId="65B98C99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14:paraId="1A53C2AB" w14:textId="77777777"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A5FE1FB" w14:textId="77777777"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6B6D1513" w14:textId="77777777"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14:paraId="52CE7143" w14:textId="77777777"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14:paraId="54DBFED1" w14:textId="77777777"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16CB6BD9" w14:textId="77777777"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14F52818" w14:textId="77777777"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1C0FE668" w14:textId="77777777"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2906D469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060F9591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1EE991DA" w14:textId="77777777"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018D1830" w14:textId="77777777"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1CE5A190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073C6AA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993352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52C4E3" w14:textId="77777777"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565836CB" w14:textId="77777777"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113AED07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1CA3F2DF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58A919DF" w14:textId="77777777"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14:paraId="6A525713" w14:textId="77777777"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73E376A6" w14:textId="77777777"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784BBD15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0CA1B55C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2B73F19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3AFC7028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016792B7" w14:textId="77777777"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D742455" w14:textId="77777777" w:rsidR="00595E9F" w:rsidRDefault="00595E9F" w:rsidP="00595E9F">
      <w:pPr>
        <w:jc w:val="both"/>
        <w:rPr>
          <w:b/>
          <w:bCs/>
          <w:noProof/>
          <w:u w:val="single"/>
        </w:rPr>
      </w:pPr>
    </w:p>
    <w:p w14:paraId="6BA2D760" w14:textId="77777777" w:rsidR="00595E9F" w:rsidRPr="005F4439" w:rsidRDefault="00595E9F" w:rsidP="00595E9F"/>
    <w:p w14:paraId="612D650D" w14:textId="77777777"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9CE2" w14:textId="77777777" w:rsidR="00565045" w:rsidRDefault="00565045">
      <w:r>
        <w:separator/>
      </w:r>
    </w:p>
  </w:endnote>
  <w:endnote w:type="continuationSeparator" w:id="0">
    <w:p w14:paraId="2BD8B9AE" w14:textId="77777777" w:rsidR="00565045" w:rsidRDefault="0056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CA42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14:paraId="65321F37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A9B7" w14:textId="77777777" w:rsidR="00565045" w:rsidRDefault="00565045">
      <w:r>
        <w:separator/>
      </w:r>
    </w:p>
  </w:footnote>
  <w:footnote w:type="continuationSeparator" w:id="0">
    <w:p w14:paraId="1410A956" w14:textId="77777777" w:rsidR="00565045" w:rsidRDefault="00565045">
      <w:r>
        <w:continuationSeparator/>
      </w:r>
    </w:p>
  </w:footnote>
  <w:footnote w:id="1">
    <w:p w14:paraId="49FCCE3E" w14:textId="77777777"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14:paraId="0280F26D" w14:textId="77777777"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DAD6" w14:textId="77777777" w:rsidR="00323BF3" w:rsidRDefault="00323BF3">
    <w:pPr>
      <w:pStyle w:val="Nagwek"/>
    </w:pPr>
  </w:p>
  <w:p w14:paraId="7C9808BF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5D9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87586075">
    <w:abstractNumId w:val="1"/>
  </w:num>
  <w:num w:numId="2" w16cid:durableId="24986350">
    <w:abstractNumId w:val="0"/>
  </w:num>
  <w:num w:numId="3" w16cid:durableId="1172450601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97599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B65A3"/>
    <w:rsid w:val="004C417D"/>
    <w:rsid w:val="004F7972"/>
    <w:rsid w:val="004F7E11"/>
    <w:rsid w:val="00542601"/>
    <w:rsid w:val="00550A55"/>
    <w:rsid w:val="0056504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423BE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A8EC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804AB-9805-4ECF-883B-E76F568C3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2025-02-13T10:39:00Z</dcterms:created>
  <dcterms:modified xsi:type="dcterms:W3CDTF">2025-02-13T10:39:00Z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