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A21BF" w14:textId="77777777" w:rsidR="00F77187" w:rsidRDefault="00C56094" w:rsidP="00F77187">
      <w:pPr>
        <w:spacing w:after="0"/>
        <w:jc w:val="center"/>
        <w:rPr>
          <w:rFonts w:cs="Arial"/>
          <w:color w:val="000000"/>
          <w:sz w:val="32"/>
          <w:szCs w:val="32"/>
        </w:rPr>
      </w:pPr>
      <w:r w:rsidRPr="008A59DB">
        <w:rPr>
          <w:rFonts w:cs="Arial"/>
          <w:noProof/>
          <w:color w:val="000000"/>
        </w:rPr>
        <w:drawing>
          <wp:inline distT="0" distB="0" distL="0" distR="0" wp14:anchorId="36D4742F" wp14:editId="0F79FEF3">
            <wp:extent cx="6120765" cy="553085"/>
            <wp:effectExtent l="0" t="0" r="0" b="0"/>
            <wp:docPr id="22" name="Obraz 22"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765" cy="553085"/>
                    </a:xfrm>
                    <a:prstGeom prst="rect">
                      <a:avLst/>
                    </a:prstGeom>
                    <a:noFill/>
                    <a:ln>
                      <a:noFill/>
                    </a:ln>
                  </pic:spPr>
                </pic:pic>
              </a:graphicData>
            </a:graphic>
          </wp:inline>
        </w:drawing>
      </w:r>
    </w:p>
    <w:p w14:paraId="205D6884" w14:textId="77777777" w:rsidR="00F77187" w:rsidRDefault="00F77187" w:rsidP="007251F9">
      <w:pPr>
        <w:tabs>
          <w:tab w:val="left" w:pos="345"/>
        </w:tabs>
        <w:spacing w:after="0"/>
        <w:rPr>
          <w:rFonts w:cs="Arial"/>
          <w:color w:val="000000"/>
          <w:sz w:val="32"/>
          <w:szCs w:val="32"/>
        </w:rPr>
      </w:pPr>
    </w:p>
    <w:p w14:paraId="3A7F5869" w14:textId="77777777" w:rsidR="00D81894" w:rsidRPr="00F77187" w:rsidRDefault="00F77187" w:rsidP="007251F9">
      <w:pPr>
        <w:spacing w:after="0"/>
        <w:jc w:val="center"/>
        <w:rPr>
          <w:rFonts w:cs="Arial"/>
          <w:b/>
          <w:bCs/>
          <w:color w:val="000000"/>
          <w:sz w:val="36"/>
          <w:szCs w:val="36"/>
        </w:rPr>
      </w:pPr>
      <w:r w:rsidRPr="5721431A">
        <w:rPr>
          <w:rFonts w:cs="Arial"/>
          <w:b/>
          <w:bCs/>
          <w:color w:val="000000" w:themeColor="text1"/>
          <w:sz w:val="36"/>
          <w:szCs w:val="36"/>
        </w:rPr>
        <w:t>M</w:t>
      </w:r>
      <w:r w:rsidR="00D81894" w:rsidRPr="5721431A">
        <w:rPr>
          <w:rFonts w:cs="Arial"/>
          <w:b/>
          <w:bCs/>
          <w:color w:val="000000" w:themeColor="text1"/>
          <w:sz w:val="36"/>
          <w:szCs w:val="36"/>
        </w:rPr>
        <w:t xml:space="preserve">azowiecka </w:t>
      </w:r>
      <w:r w:rsidR="00D81894" w:rsidRPr="5721431A">
        <w:rPr>
          <w:rFonts w:cs="Calibri"/>
          <w:b/>
          <w:bCs/>
          <w:color w:val="000000" w:themeColor="text1"/>
          <w:sz w:val="36"/>
          <w:szCs w:val="36"/>
        </w:rPr>
        <w:t>Jednostka</w:t>
      </w:r>
      <w:r w:rsidR="00D81894" w:rsidRPr="5721431A">
        <w:rPr>
          <w:rFonts w:cs="Arial"/>
          <w:b/>
          <w:bCs/>
          <w:color w:val="000000" w:themeColor="text1"/>
          <w:sz w:val="36"/>
          <w:szCs w:val="36"/>
        </w:rPr>
        <w:t xml:space="preserve"> Wdrażania Programów Unijnych</w:t>
      </w:r>
    </w:p>
    <w:p w14:paraId="426F806C" w14:textId="77777777" w:rsidR="00D81894" w:rsidRPr="00301D48" w:rsidRDefault="00D81894" w:rsidP="007251F9">
      <w:pPr>
        <w:spacing w:after="0" w:line="240" w:lineRule="auto"/>
        <w:rPr>
          <w:b/>
          <w:color w:val="000000"/>
          <w:sz w:val="28"/>
          <w:szCs w:val="28"/>
        </w:rPr>
      </w:pPr>
    </w:p>
    <w:p w14:paraId="4A9E85A0" w14:textId="77777777" w:rsidR="00261254" w:rsidRPr="00261254" w:rsidRDefault="00261254" w:rsidP="007251F9">
      <w:pPr>
        <w:jc w:val="center"/>
        <w:rPr>
          <w:rFonts w:cs="Arial"/>
          <w:b/>
          <w:bCs/>
          <w:color w:val="000000"/>
          <w:sz w:val="32"/>
          <w:szCs w:val="32"/>
        </w:rPr>
      </w:pPr>
      <w:r w:rsidRPr="00261254">
        <w:rPr>
          <w:rFonts w:cs="Arial"/>
          <w:b/>
          <w:color w:val="000000"/>
          <w:sz w:val="32"/>
          <w:szCs w:val="32"/>
        </w:rPr>
        <w:t xml:space="preserve">Regulamin wyboru </w:t>
      </w:r>
      <w:r w:rsidR="00937C03" w:rsidRPr="00261254">
        <w:rPr>
          <w:rFonts w:cs="Arial"/>
          <w:b/>
          <w:color w:val="000000"/>
          <w:sz w:val="32"/>
          <w:szCs w:val="32"/>
        </w:rPr>
        <w:t>projekt</w:t>
      </w:r>
      <w:r w:rsidR="00937C03">
        <w:rPr>
          <w:rFonts w:cs="Arial"/>
          <w:b/>
          <w:color w:val="000000"/>
          <w:sz w:val="32"/>
          <w:szCs w:val="32"/>
        </w:rPr>
        <w:t>u</w:t>
      </w:r>
      <w:r w:rsidR="00937C03" w:rsidRPr="00261254">
        <w:rPr>
          <w:rFonts w:cs="Arial"/>
          <w:b/>
          <w:bCs/>
          <w:color w:val="000000"/>
          <w:sz w:val="32"/>
          <w:szCs w:val="32"/>
        </w:rPr>
        <w:t xml:space="preserve"> </w:t>
      </w:r>
      <w:r w:rsidR="008E635C">
        <w:rPr>
          <w:rFonts w:cs="Arial"/>
          <w:b/>
          <w:bCs/>
          <w:color w:val="000000"/>
          <w:sz w:val="32"/>
          <w:szCs w:val="32"/>
        </w:rPr>
        <w:t>w trybie niekonkurencyjnym</w:t>
      </w:r>
    </w:p>
    <w:p w14:paraId="72AB2D57" w14:textId="68DBB403" w:rsidR="00DB687D" w:rsidRDefault="00DB687D" w:rsidP="007251F9">
      <w:pPr>
        <w:jc w:val="center"/>
        <w:rPr>
          <w:rFonts w:cs="Arial"/>
          <w:b/>
          <w:bCs/>
          <w:sz w:val="32"/>
          <w:szCs w:val="32"/>
        </w:rPr>
      </w:pPr>
      <w:r w:rsidRPr="00DB687D">
        <w:rPr>
          <w:rFonts w:cs="Arial"/>
          <w:b/>
          <w:bCs/>
          <w:sz w:val="32"/>
          <w:szCs w:val="32"/>
        </w:rPr>
        <w:t>FEMA.04.01-IP.01-0</w:t>
      </w:r>
      <w:r w:rsidR="005A5830">
        <w:rPr>
          <w:rFonts w:cs="Arial"/>
          <w:b/>
          <w:bCs/>
          <w:sz w:val="32"/>
          <w:szCs w:val="32"/>
        </w:rPr>
        <w:t>60</w:t>
      </w:r>
      <w:r w:rsidRPr="00DB687D">
        <w:rPr>
          <w:rFonts w:cs="Arial"/>
          <w:b/>
          <w:bCs/>
          <w:sz w:val="32"/>
          <w:szCs w:val="32"/>
        </w:rPr>
        <w:t>/25</w:t>
      </w:r>
    </w:p>
    <w:p w14:paraId="4B072CD2" w14:textId="5AD684A2" w:rsidR="00261254" w:rsidRDefault="00261254" w:rsidP="007251F9">
      <w:pPr>
        <w:jc w:val="center"/>
        <w:rPr>
          <w:rFonts w:cs="Arial"/>
          <w:b/>
          <w:bCs/>
          <w:sz w:val="32"/>
          <w:szCs w:val="32"/>
        </w:rPr>
      </w:pPr>
      <w:r w:rsidRPr="5721431A">
        <w:rPr>
          <w:rFonts w:cs="Arial"/>
          <w:b/>
          <w:bCs/>
          <w:sz w:val="32"/>
          <w:szCs w:val="32"/>
        </w:rPr>
        <w:t>Fundusze Europejskie dla Mazowsza 2021-2027</w:t>
      </w:r>
    </w:p>
    <w:p w14:paraId="6D4F57A4" w14:textId="77777777" w:rsidR="002E495F" w:rsidRPr="00985FA1" w:rsidRDefault="002E495F" w:rsidP="007251F9">
      <w:pPr>
        <w:jc w:val="center"/>
        <w:rPr>
          <w:rFonts w:cs="Arial"/>
          <w:b/>
          <w:bCs/>
          <w:sz w:val="32"/>
          <w:szCs w:val="32"/>
        </w:rPr>
      </w:pPr>
    </w:p>
    <w:p w14:paraId="17E2293D" w14:textId="318ED83F" w:rsidR="00261254" w:rsidRPr="00985FA1" w:rsidRDefault="00E97DB7" w:rsidP="007251F9">
      <w:pPr>
        <w:spacing w:after="0"/>
        <w:jc w:val="center"/>
        <w:rPr>
          <w:rFonts w:cs="Arial"/>
          <w:b/>
          <w:sz w:val="32"/>
          <w:szCs w:val="32"/>
        </w:rPr>
      </w:pPr>
      <w:bookmarkStart w:id="0" w:name="_Hlk69719401"/>
      <w:r>
        <w:rPr>
          <w:rFonts w:cs="Arial"/>
          <w:b/>
          <w:sz w:val="32"/>
          <w:szCs w:val="32"/>
        </w:rPr>
        <w:t>Priorytet I</w:t>
      </w:r>
      <w:r w:rsidR="00DB687D">
        <w:rPr>
          <w:rFonts w:cs="Arial"/>
          <w:b/>
          <w:sz w:val="32"/>
          <w:szCs w:val="32"/>
        </w:rPr>
        <w:t>V</w:t>
      </w:r>
      <w:r w:rsidR="00261254" w:rsidRPr="00985FA1">
        <w:rPr>
          <w:rFonts w:cs="Arial"/>
          <w:b/>
          <w:sz w:val="32"/>
          <w:szCs w:val="32"/>
        </w:rPr>
        <w:t xml:space="preserve"> </w:t>
      </w:r>
    </w:p>
    <w:bookmarkEnd w:id="0"/>
    <w:p w14:paraId="659E526F" w14:textId="1838AF9D" w:rsidR="002A3A1B" w:rsidRDefault="00DB687D" w:rsidP="007251F9">
      <w:pPr>
        <w:spacing w:after="0"/>
        <w:jc w:val="center"/>
        <w:rPr>
          <w:rFonts w:cs="Arial"/>
          <w:b/>
          <w:sz w:val="32"/>
          <w:szCs w:val="32"/>
        </w:rPr>
      </w:pPr>
      <w:r w:rsidRPr="00DB687D">
        <w:rPr>
          <w:rFonts w:cs="Arial"/>
          <w:b/>
          <w:sz w:val="32"/>
          <w:szCs w:val="32"/>
        </w:rPr>
        <w:t>Fundusze Europejskie dla lepiej połączonego i dostępnego Mazowsza</w:t>
      </w:r>
    </w:p>
    <w:p w14:paraId="51B5C87D" w14:textId="77777777" w:rsidR="00DB687D" w:rsidRDefault="00DB687D" w:rsidP="007251F9">
      <w:pPr>
        <w:spacing w:after="0"/>
        <w:jc w:val="center"/>
        <w:rPr>
          <w:rFonts w:cs="Arial"/>
          <w:b/>
          <w:sz w:val="32"/>
          <w:szCs w:val="32"/>
        </w:rPr>
      </w:pPr>
    </w:p>
    <w:p w14:paraId="369D06E1" w14:textId="596E12B2" w:rsidR="00261254" w:rsidRDefault="00E97DB7" w:rsidP="007251F9">
      <w:pPr>
        <w:spacing w:after="0"/>
        <w:jc w:val="center"/>
        <w:rPr>
          <w:rFonts w:cs="Arial"/>
          <w:b/>
          <w:sz w:val="32"/>
          <w:szCs w:val="32"/>
        </w:rPr>
      </w:pPr>
      <w:r>
        <w:rPr>
          <w:rFonts w:cs="Arial"/>
          <w:b/>
          <w:sz w:val="32"/>
          <w:szCs w:val="32"/>
        </w:rPr>
        <w:t xml:space="preserve">Działanie </w:t>
      </w:r>
      <w:r w:rsidR="00DB687D">
        <w:rPr>
          <w:rFonts w:cs="Arial"/>
          <w:b/>
          <w:sz w:val="32"/>
          <w:szCs w:val="32"/>
        </w:rPr>
        <w:t>4.1</w:t>
      </w:r>
    </w:p>
    <w:p w14:paraId="362FC157" w14:textId="77777777" w:rsidR="00DB687D" w:rsidRDefault="00DB687D" w:rsidP="00364DB2">
      <w:pPr>
        <w:spacing w:after="600"/>
        <w:jc w:val="center"/>
        <w:rPr>
          <w:rFonts w:cs="Calibri"/>
          <w:b/>
          <w:sz w:val="32"/>
          <w:szCs w:val="32"/>
        </w:rPr>
      </w:pPr>
      <w:r w:rsidRPr="00DB687D">
        <w:rPr>
          <w:rFonts w:cs="Calibri"/>
          <w:b/>
          <w:sz w:val="32"/>
          <w:szCs w:val="32"/>
        </w:rPr>
        <w:t>Transport regionalny i lokalny</w:t>
      </w:r>
    </w:p>
    <w:p w14:paraId="2CB0296C" w14:textId="04E1318F" w:rsidR="00432FEB" w:rsidRPr="00432FEB" w:rsidRDefault="00432FEB" w:rsidP="00364DB2">
      <w:pPr>
        <w:spacing w:after="600"/>
        <w:jc w:val="center"/>
        <w:rPr>
          <w:rFonts w:cs="Calibri"/>
          <w:b/>
          <w:sz w:val="28"/>
          <w:szCs w:val="28"/>
        </w:rPr>
      </w:pPr>
      <w:r w:rsidRPr="00432FEB">
        <w:rPr>
          <w:rFonts w:cs="Calibri"/>
          <w:b/>
          <w:sz w:val="28"/>
          <w:szCs w:val="28"/>
        </w:rPr>
        <w:t>Typ projektu</w:t>
      </w:r>
      <w:r>
        <w:rPr>
          <w:rFonts w:cs="Calibri"/>
          <w:b/>
          <w:sz w:val="28"/>
          <w:szCs w:val="28"/>
        </w:rPr>
        <w:br/>
      </w:r>
      <w:r w:rsidR="00DB687D" w:rsidRPr="00DB687D">
        <w:rPr>
          <w:rFonts w:cs="Calibri"/>
          <w:b/>
          <w:sz w:val="28"/>
          <w:szCs w:val="28"/>
        </w:rPr>
        <w:t>Budowa i przebudowa dróg wojewódzkich, poprawiających dostępność do sieci TEN-T, obwodnic odciążających miasta od ruchu samochodowego, w szczególności tranzytowego, w tym inwestycje na rzecz poprawy bezpieczeństwa na tych drogach</w:t>
      </w:r>
    </w:p>
    <w:p w14:paraId="7D31E5FA" w14:textId="2E9B0C89" w:rsidR="00B476F2" w:rsidRPr="00432FEB" w:rsidRDefault="00302BC5" w:rsidP="007251F9">
      <w:pPr>
        <w:spacing w:after="600"/>
        <w:jc w:val="center"/>
        <w:rPr>
          <w:rFonts w:cs="Calibri"/>
          <w:b/>
          <w:bCs/>
          <w:sz w:val="28"/>
          <w:szCs w:val="28"/>
        </w:rPr>
      </w:pPr>
      <w:r w:rsidRPr="00432FEB">
        <w:rPr>
          <w:rFonts w:cs="Calibri"/>
          <w:b/>
          <w:sz w:val="28"/>
          <w:szCs w:val="28"/>
        </w:rPr>
        <w:t>Tytuł</w:t>
      </w:r>
      <w:r w:rsidR="00261254" w:rsidRPr="00432FEB">
        <w:rPr>
          <w:rFonts w:cs="Calibri"/>
          <w:b/>
          <w:sz w:val="28"/>
          <w:szCs w:val="28"/>
        </w:rPr>
        <w:t xml:space="preserve"> projekt</w:t>
      </w:r>
      <w:r w:rsidRPr="00432FEB">
        <w:rPr>
          <w:rFonts w:cs="Calibri"/>
          <w:b/>
          <w:sz w:val="28"/>
          <w:szCs w:val="28"/>
        </w:rPr>
        <w:t>u</w:t>
      </w:r>
      <w:r w:rsidR="008E635C">
        <w:rPr>
          <w:rFonts w:cs="Calibri"/>
          <w:b/>
          <w:sz w:val="28"/>
          <w:szCs w:val="28"/>
        </w:rPr>
        <w:t xml:space="preserve"> </w:t>
      </w:r>
      <w:r w:rsidR="002E495F" w:rsidRPr="00432FEB">
        <w:rPr>
          <w:rFonts w:cs="Calibri"/>
          <w:b/>
          <w:sz w:val="28"/>
          <w:szCs w:val="28"/>
        </w:rPr>
        <w:br/>
      </w:r>
      <w:r w:rsidR="00AC1E45" w:rsidRPr="00AC1E45">
        <w:rPr>
          <w:rFonts w:cs="Calibri"/>
          <w:b/>
          <w:bCs/>
          <w:sz w:val="28"/>
          <w:szCs w:val="28"/>
        </w:rPr>
        <w:t>Budowa drogi wojewódzkiej nr 627 na odcinku Kosów Lacki – Sokołów Podlaski</w:t>
      </w:r>
    </w:p>
    <w:p w14:paraId="7E50AE8A" w14:textId="77777777" w:rsidR="00DE2C77" w:rsidRDefault="00DE2C77" w:rsidP="00DE2C77">
      <w:pPr>
        <w:spacing w:after="0"/>
        <w:jc w:val="center"/>
        <w:rPr>
          <w:rFonts w:cs="Arial"/>
          <w:b/>
          <w:bCs/>
          <w:sz w:val="32"/>
          <w:szCs w:val="32"/>
        </w:rPr>
      </w:pPr>
    </w:p>
    <w:p w14:paraId="03A2A3E5" w14:textId="77777777" w:rsidR="00364DB2" w:rsidRDefault="00364DB2" w:rsidP="00DE2C77">
      <w:pPr>
        <w:spacing w:after="0"/>
        <w:jc w:val="center"/>
        <w:rPr>
          <w:rFonts w:cs="Arial"/>
          <w:b/>
          <w:bCs/>
          <w:sz w:val="32"/>
          <w:szCs w:val="32"/>
        </w:rPr>
      </w:pPr>
    </w:p>
    <w:p w14:paraId="11762917" w14:textId="0EFF18F8" w:rsidR="00DE2C77" w:rsidRDefault="00985FA1" w:rsidP="00DE2C77">
      <w:pPr>
        <w:spacing w:after="0"/>
        <w:jc w:val="center"/>
        <w:rPr>
          <w:rFonts w:cs="Arial"/>
          <w:b/>
          <w:bCs/>
          <w:sz w:val="32"/>
          <w:szCs w:val="32"/>
        </w:rPr>
      </w:pPr>
      <w:r w:rsidRPr="00DE2C77">
        <w:rPr>
          <w:rFonts w:cs="Arial"/>
          <w:b/>
          <w:bCs/>
          <w:sz w:val="32"/>
          <w:szCs w:val="32"/>
        </w:rPr>
        <w:t>Warszawa</w:t>
      </w:r>
      <w:r w:rsidR="001B7341" w:rsidRPr="00DE2C77">
        <w:rPr>
          <w:rFonts w:cs="Arial"/>
          <w:b/>
          <w:bCs/>
          <w:sz w:val="32"/>
          <w:szCs w:val="32"/>
        </w:rPr>
        <w:t xml:space="preserve">, </w:t>
      </w:r>
      <w:r w:rsidR="00DB687D">
        <w:rPr>
          <w:rFonts w:cs="Arial"/>
          <w:b/>
          <w:bCs/>
          <w:sz w:val="32"/>
          <w:szCs w:val="32"/>
        </w:rPr>
        <w:t>5 maja 2025</w:t>
      </w:r>
      <w:r w:rsidR="00DD18EE" w:rsidRPr="00DD18EE">
        <w:rPr>
          <w:rFonts w:cs="Arial"/>
          <w:b/>
          <w:bCs/>
          <w:sz w:val="32"/>
          <w:szCs w:val="32"/>
        </w:rPr>
        <w:t xml:space="preserve"> r.</w:t>
      </w:r>
    </w:p>
    <w:p w14:paraId="7D1300DD" w14:textId="77777777" w:rsidR="00DD18EE" w:rsidRDefault="00DD18EE" w:rsidP="00DE2C77">
      <w:pPr>
        <w:spacing w:after="0"/>
        <w:jc w:val="center"/>
        <w:rPr>
          <w:rFonts w:cs="Arial"/>
          <w:b/>
          <w:bCs/>
          <w:sz w:val="32"/>
          <w:szCs w:val="32"/>
        </w:rPr>
      </w:pPr>
    </w:p>
    <w:p w14:paraId="5D151040" w14:textId="77777777" w:rsidR="00A57187" w:rsidRPr="00DE2C77" w:rsidRDefault="00A503ED" w:rsidP="00432FEB">
      <w:pPr>
        <w:spacing w:after="600"/>
        <w:jc w:val="center"/>
        <w:rPr>
          <w:rFonts w:cs="Calibri"/>
        </w:rPr>
      </w:pPr>
      <w:r w:rsidRPr="00DE2C77">
        <w:rPr>
          <w:rFonts w:cs="Arial"/>
        </w:rPr>
        <w:t>Wersja 1.0</w:t>
      </w:r>
    </w:p>
    <w:p w14:paraId="0C1D4BBB" w14:textId="77777777" w:rsidR="00B476F2" w:rsidRDefault="00B476F2" w:rsidP="00C247D7">
      <w:pPr>
        <w:pStyle w:val="Nagwekspisutreci"/>
        <w:rPr>
          <w:rFonts w:cs="Arial"/>
          <w:color w:val="000000"/>
        </w:rPr>
      </w:pPr>
    </w:p>
    <w:sdt>
      <w:sdtPr>
        <w:rPr>
          <w:b/>
          <w:bCs/>
        </w:rPr>
        <w:id w:val="-1623923590"/>
        <w:docPartObj>
          <w:docPartGallery w:val="Table of Contents"/>
          <w:docPartUnique/>
        </w:docPartObj>
      </w:sdtPr>
      <w:sdtEndPr>
        <w:rPr>
          <w:b w:val="0"/>
          <w:bCs w:val="0"/>
        </w:rPr>
      </w:sdtEndPr>
      <w:sdtContent>
        <w:p w14:paraId="5AEF0EA9" w14:textId="77777777" w:rsidR="00F069DA" w:rsidRPr="00B476F2" w:rsidRDefault="00F069DA" w:rsidP="00B476F2">
          <w:pPr>
            <w:spacing w:after="600"/>
            <w:rPr>
              <w:rFonts w:asciiTheme="minorHAnsi" w:hAnsiTheme="minorHAnsi" w:cstheme="minorHAnsi"/>
              <w:b/>
              <w:sz w:val="20"/>
              <w:szCs w:val="20"/>
            </w:rPr>
          </w:pPr>
          <w:r w:rsidRPr="00B476F2">
            <w:rPr>
              <w:rFonts w:asciiTheme="minorHAnsi" w:hAnsiTheme="minorHAnsi" w:cstheme="minorHAnsi"/>
              <w:b/>
              <w:sz w:val="20"/>
              <w:szCs w:val="20"/>
            </w:rPr>
            <w:t>Spis treści:</w:t>
          </w:r>
        </w:p>
        <w:p w14:paraId="29B664DE" w14:textId="595B89DB" w:rsidR="008134C4" w:rsidRDefault="00F069DA">
          <w:pPr>
            <w:pStyle w:val="Spistreci1"/>
            <w:rPr>
              <w:rFonts w:asciiTheme="minorHAnsi" w:eastAsiaTheme="minorEastAsia" w:hAnsiTheme="minorHAnsi"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195787766" w:history="1">
            <w:r w:rsidR="008134C4" w:rsidRPr="006F5ABF">
              <w:rPr>
                <w:rStyle w:val="Hipercze"/>
                <w:noProof/>
              </w:rPr>
              <w:t>1.</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WPROWADZENIE I INFORMACJE OGÓLNE</w:t>
            </w:r>
            <w:r w:rsidR="008134C4">
              <w:rPr>
                <w:noProof/>
                <w:webHidden/>
              </w:rPr>
              <w:tab/>
            </w:r>
            <w:r w:rsidR="008134C4">
              <w:rPr>
                <w:noProof/>
                <w:webHidden/>
              </w:rPr>
              <w:fldChar w:fldCharType="begin"/>
            </w:r>
            <w:r w:rsidR="008134C4">
              <w:rPr>
                <w:noProof/>
                <w:webHidden/>
              </w:rPr>
              <w:instrText xml:space="preserve"> PAGEREF _Toc195787766 \h </w:instrText>
            </w:r>
            <w:r w:rsidR="008134C4">
              <w:rPr>
                <w:noProof/>
                <w:webHidden/>
              </w:rPr>
            </w:r>
            <w:r w:rsidR="008134C4">
              <w:rPr>
                <w:noProof/>
                <w:webHidden/>
              </w:rPr>
              <w:fldChar w:fldCharType="separate"/>
            </w:r>
            <w:r w:rsidR="008134C4">
              <w:rPr>
                <w:noProof/>
                <w:webHidden/>
              </w:rPr>
              <w:t>3</w:t>
            </w:r>
            <w:r w:rsidR="008134C4">
              <w:rPr>
                <w:noProof/>
                <w:webHidden/>
              </w:rPr>
              <w:fldChar w:fldCharType="end"/>
            </w:r>
          </w:hyperlink>
        </w:p>
        <w:p w14:paraId="554864B3" w14:textId="680E1646"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67" w:history="1">
            <w:r w:rsidR="008134C4" w:rsidRPr="006F5ABF">
              <w:rPr>
                <w:rStyle w:val="Hipercze"/>
                <w:noProof/>
              </w:rPr>
              <w:t>2.</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TYP/TYTUŁ PROJEKTU</w:t>
            </w:r>
            <w:r w:rsidR="008134C4">
              <w:rPr>
                <w:noProof/>
                <w:webHidden/>
              </w:rPr>
              <w:tab/>
            </w:r>
            <w:r w:rsidR="008134C4">
              <w:rPr>
                <w:noProof/>
                <w:webHidden/>
              </w:rPr>
              <w:fldChar w:fldCharType="begin"/>
            </w:r>
            <w:r w:rsidR="008134C4">
              <w:rPr>
                <w:noProof/>
                <w:webHidden/>
              </w:rPr>
              <w:instrText xml:space="preserve"> PAGEREF _Toc195787767 \h </w:instrText>
            </w:r>
            <w:r w:rsidR="008134C4">
              <w:rPr>
                <w:noProof/>
                <w:webHidden/>
              </w:rPr>
            </w:r>
            <w:r w:rsidR="008134C4">
              <w:rPr>
                <w:noProof/>
                <w:webHidden/>
              </w:rPr>
              <w:fldChar w:fldCharType="separate"/>
            </w:r>
            <w:r w:rsidR="008134C4">
              <w:rPr>
                <w:noProof/>
                <w:webHidden/>
              </w:rPr>
              <w:t>5</w:t>
            </w:r>
            <w:r w:rsidR="008134C4">
              <w:rPr>
                <w:noProof/>
                <w:webHidden/>
              </w:rPr>
              <w:fldChar w:fldCharType="end"/>
            </w:r>
          </w:hyperlink>
        </w:p>
        <w:p w14:paraId="554C0EE1" w14:textId="0A6D3CA9"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68" w:history="1">
            <w:r w:rsidR="008134C4" w:rsidRPr="006F5ABF">
              <w:rPr>
                <w:rStyle w:val="Hipercze"/>
                <w:noProof/>
              </w:rPr>
              <w:t>3.</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PODMIOT UPRAWNIONY DO UBIEGANIA SIĘ O DOFINANSOWANIE</w:t>
            </w:r>
            <w:r w:rsidR="008134C4">
              <w:rPr>
                <w:noProof/>
                <w:webHidden/>
              </w:rPr>
              <w:tab/>
            </w:r>
            <w:r w:rsidR="008134C4">
              <w:rPr>
                <w:noProof/>
                <w:webHidden/>
              </w:rPr>
              <w:fldChar w:fldCharType="begin"/>
            </w:r>
            <w:r w:rsidR="008134C4">
              <w:rPr>
                <w:noProof/>
                <w:webHidden/>
              </w:rPr>
              <w:instrText xml:space="preserve"> PAGEREF _Toc195787768 \h </w:instrText>
            </w:r>
            <w:r w:rsidR="008134C4">
              <w:rPr>
                <w:noProof/>
                <w:webHidden/>
              </w:rPr>
            </w:r>
            <w:r w:rsidR="008134C4">
              <w:rPr>
                <w:noProof/>
                <w:webHidden/>
              </w:rPr>
              <w:fldChar w:fldCharType="separate"/>
            </w:r>
            <w:r w:rsidR="008134C4">
              <w:rPr>
                <w:noProof/>
                <w:webHidden/>
              </w:rPr>
              <w:t>5</w:t>
            </w:r>
            <w:r w:rsidR="008134C4">
              <w:rPr>
                <w:noProof/>
                <w:webHidden/>
              </w:rPr>
              <w:fldChar w:fldCharType="end"/>
            </w:r>
          </w:hyperlink>
        </w:p>
        <w:p w14:paraId="61E39E22" w14:textId="188C5F38"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69" w:history="1">
            <w:r w:rsidR="008134C4" w:rsidRPr="006F5ABF">
              <w:rPr>
                <w:rStyle w:val="Hipercze"/>
                <w:noProof/>
              </w:rPr>
              <w:t>4.</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KWALIFIKOWALNOŚĆ WYDATKÓW</w:t>
            </w:r>
            <w:r w:rsidR="008134C4">
              <w:rPr>
                <w:noProof/>
                <w:webHidden/>
              </w:rPr>
              <w:tab/>
            </w:r>
            <w:r w:rsidR="008134C4">
              <w:rPr>
                <w:noProof/>
                <w:webHidden/>
              </w:rPr>
              <w:fldChar w:fldCharType="begin"/>
            </w:r>
            <w:r w:rsidR="008134C4">
              <w:rPr>
                <w:noProof/>
                <w:webHidden/>
              </w:rPr>
              <w:instrText xml:space="preserve"> PAGEREF _Toc195787769 \h </w:instrText>
            </w:r>
            <w:r w:rsidR="008134C4">
              <w:rPr>
                <w:noProof/>
                <w:webHidden/>
              </w:rPr>
            </w:r>
            <w:r w:rsidR="008134C4">
              <w:rPr>
                <w:noProof/>
                <w:webHidden/>
              </w:rPr>
              <w:fldChar w:fldCharType="separate"/>
            </w:r>
            <w:r w:rsidR="008134C4">
              <w:rPr>
                <w:noProof/>
                <w:webHidden/>
              </w:rPr>
              <w:t>6</w:t>
            </w:r>
            <w:r w:rsidR="008134C4">
              <w:rPr>
                <w:noProof/>
                <w:webHidden/>
              </w:rPr>
              <w:fldChar w:fldCharType="end"/>
            </w:r>
          </w:hyperlink>
        </w:p>
        <w:p w14:paraId="74367ABB" w14:textId="2EFD1FF5"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0" w:history="1">
            <w:r w:rsidR="008134C4" w:rsidRPr="006F5ABF">
              <w:rPr>
                <w:rStyle w:val="Hipercze"/>
                <w:noProof/>
              </w:rPr>
              <w:t>5.</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INTENSYWNOŚĆ WSPARCIA I FINANSOWANIE PROJEKTU</w:t>
            </w:r>
            <w:r w:rsidR="008134C4">
              <w:rPr>
                <w:noProof/>
                <w:webHidden/>
              </w:rPr>
              <w:tab/>
            </w:r>
            <w:r w:rsidR="008134C4">
              <w:rPr>
                <w:noProof/>
                <w:webHidden/>
              </w:rPr>
              <w:fldChar w:fldCharType="begin"/>
            </w:r>
            <w:r w:rsidR="008134C4">
              <w:rPr>
                <w:noProof/>
                <w:webHidden/>
              </w:rPr>
              <w:instrText xml:space="preserve"> PAGEREF _Toc195787770 \h </w:instrText>
            </w:r>
            <w:r w:rsidR="008134C4">
              <w:rPr>
                <w:noProof/>
                <w:webHidden/>
              </w:rPr>
            </w:r>
            <w:r w:rsidR="008134C4">
              <w:rPr>
                <w:noProof/>
                <w:webHidden/>
              </w:rPr>
              <w:fldChar w:fldCharType="separate"/>
            </w:r>
            <w:r w:rsidR="008134C4">
              <w:rPr>
                <w:noProof/>
                <w:webHidden/>
              </w:rPr>
              <w:t>10</w:t>
            </w:r>
            <w:r w:rsidR="008134C4">
              <w:rPr>
                <w:noProof/>
                <w:webHidden/>
              </w:rPr>
              <w:fldChar w:fldCharType="end"/>
            </w:r>
          </w:hyperlink>
        </w:p>
        <w:p w14:paraId="690F45DA" w14:textId="080CE770"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1" w:history="1">
            <w:r w:rsidR="008134C4" w:rsidRPr="006F5ABF">
              <w:rPr>
                <w:rStyle w:val="Hipercze"/>
                <w:noProof/>
              </w:rPr>
              <w:t>6.</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WSKAŹNIKI REALIZACJI CELÓW PROJEKTU</w:t>
            </w:r>
            <w:r w:rsidR="008134C4">
              <w:rPr>
                <w:noProof/>
                <w:webHidden/>
              </w:rPr>
              <w:tab/>
            </w:r>
            <w:r w:rsidR="008134C4">
              <w:rPr>
                <w:noProof/>
                <w:webHidden/>
              </w:rPr>
              <w:fldChar w:fldCharType="begin"/>
            </w:r>
            <w:r w:rsidR="008134C4">
              <w:rPr>
                <w:noProof/>
                <w:webHidden/>
              </w:rPr>
              <w:instrText xml:space="preserve"> PAGEREF _Toc195787771 \h </w:instrText>
            </w:r>
            <w:r w:rsidR="008134C4">
              <w:rPr>
                <w:noProof/>
                <w:webHidden/>
              </w:rPr>
            </w:r>
            <w:r w:rsidR="008134C4">
              <w:rPr>
                <w:noProof/>
                <w:webHidden/>
              </w:rPr>
              <w:fldChar w:fldCharType="separate"/>
            </w:r>
            <w:r w:rsidR="008134C4">
              <w:rPr>
                <w:noProof/>
                <w:webHidden/>
              </w:rPr>
              <w:t>10</w:t>
            </w:r>
            <w:r w:rsidR="008134C4">
              <w:rPr>
                <w:noProof/>
                <w:webHidden/>
              </w:rPr>
              <w:fldChar w:fldCharType="end"/>
            </w:r>
          </w:hyperlink>
        </w:p>
        <w:p w14:paraId="09F7A805" w14:textId="7F24FFBB"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2" w:history="1">
            <w:r w:rsidR="008134C4" w:rsidRPr="006F5ABF">
              <w:rPr>
                <w:rStyle w:val="Hipercze"/>
                <w:noProof/>
              </w:rPr>
              <w:t>7.</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PARTNERSTWO W PROJEKCIE</w:t>
            </w:r>
            <w:r w:rsidR="008134C4">
              <w:rPr>
                <w:noProof/>
                <w:webHidden/>
              </w:rPr>
              <w:tab/>
            </w:r>
            <w:r w:rsidR="008134C4">
              <w:rPr>
                <w:noProof/>
                <w:webHidden/>
              </w:rPr>
              <w:fldChar w:fldCharType="begin"/>
            </w:r>
            <w:r w:rsidR="008134C4">
              <w:rPr>
                <w:noProof/>
                <w:webHidden/>
              </w:rPr>
              <w:instrText xml:space="preserve"> PAGEREF _Toc195787772 \h </w:instrText>
            </w:r>
            <w:r w:rsidR="008134C4">
              <w:rPr>
                <w:noProof/>
                <w:webHidden/>
              </w:rPr>
            </w:r>
            <w:r w:rsidR="008134C4">
              <w:rPr>
                <w:noProof/>
                <w:webHidden/>
              </w:rPr>
              <w:fldChar w:fldCharType="separate"/>
            </w:r>
            <w:r w:rsidR="008134C4">
              <w:rPr>
                <w:noProof/>
                <w:webHidden/>
              </w:rPr>
              <w:t>11</w:t>
            </w:r>
            <w:r w:rsidR="008134C4">
              <w:rPr>
                <w:noProof/>
                <w:webHidden/>
              </w:rPr>
              <w:fldChar w:fldCharType="end"/>
            </w:r>
          </w:hyperlink>
        </w:p>
        <w:p w14:paraId="7CF589E6" w14:textId="7B49671B"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3" w:history="1">
            <w:r w:rsidR="008134C4" w:rsidRPr="006F5ABF">
              <w:rPr>
                <w:rStyle w:val="Hipercze"/>
                <w:noProof/>
              </w:rPr>
              <w:t>8.</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ZASADY WYPEŁNIANIA I SKŁADANIA WNIOSKU</w:t>
            </w:r>
            <w:r w:rsidR="008134C4">
              <w:rPr>
                <w:noProof/>
                <w:webHidden/>
              </w:rPr>
              <w:tab/>
            </w:r>
            <w:r w:rsidR="008134C4">
              <w:rPr>
                <w:noProof/>
                <w:webHidden/>
              </w:rPr>
              <w:fldChar w:fldCharType="begin"/>
            </w:r>
            <w:r w:rsidR="008134C4">
              <w:rPr>
                <w:noProof/>
                <w:webHidden/>
              </w:rPr>
              <w:instrText xml:space="preserve"> PAGEREF _Toc195787773 \h </w:instrText>
            </w:r>
            <w:r w:rsidR="008134C4">
              <w:rPr>
                <w:noProof/>
                <w:webHidden/>
              </w:rPr>
            </w:r>
            <w:r w:rsidR="008134C4">
              <w:rPr>
                <w:noProof/>
                <w:webHidden/>
              </w:rPr>
              <w:fldChar w:fldCharType="separate"/>
            </w:r>
            <w:r w:rsidR="008134C4">
              <w:rPr>
                <w:noProof/>
                <w:webHidden/>
              </w:rPr>
              <w:t>11</w:t>
            </w:r>
            <w:r w:rsidR="008134C4">
              <w:rPr>
                <w:noProof/>
                <w:webHidden/>
              </w:rPr>
              <w:fldChar w:fldCharType="end"/>
            </w:r>
          </w:hyperlink>
        </w:p>
        <w:p w14:paraId="72B844B2" w14:textId="21F035AB"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4" w:history="1">
            <w:r w:rsidR="008134C4" w:rsidRPr="006F5ABF">
              <w:rPr>
                <w:rStyle w:val="Hipercze"/>
                <w:noProof/>
              </w:rPr>
              <w:t>9.</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OCENA WNIOSKU O DOFINANSOWANIE</w:t>
            </w:r>
            <w:r w:rsidR="008134C4">
              <w:rPr>
                <w:noProof/>
                <w:webHidden/>
              </w:rPr>
              <w:tab/>
            </w:r>
            <w:r w:rsidR="008134C4">
              <w:rPr>
                <w:noProof/>
                <w:webHidden/>
              </w:rPr>
              <w:fldChar w:fldCharType="begin"/>
            </w:r>
            <w:r w:rsidR="008134C4">
              <w:rPr>
                <w:noProof/>
                <w:webHidden/>
              </w:rPr>
              <w:instrText xml:space="preserve"> PAGEREF _Toc195787774 \h </w:instrText>
            </w:r>
            <w:r w:rsidR="008134C4">
              <w:rPr>
                <w:noProof/>
                <w:webHidden/>
              </w:rPr>
            </w:r>
            <w:r w:rsidR="008134C4">
              <w:rPr>
                <w:noProof/>
                <w:webHidden/>
              </w:rPr>
              <w:fldChar w:fldCharType="separate"/>
            </w:r>
            <w:r w:rsidR="008134C4">
              <w:rPr>
                <w:noProof/>
                <w:webHidden/>
              </w:rPr>
              <w:t>12</w:t>
            </w:r>
            <w:r w:rsidR="008134C4">
              <w:rPr>
                <w:noProof/>
                <w:webHidden/>
              </w:rPr>
              <w:fldChar w:fldCharType="end"/>
            </w:r>
          </w:hyperlink>
        </w:p>
        <w:p w14:paraId="22306284" w14:textId="50A5F3CA"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5" w:history="1">
            <w:r w:rsidR="008134C4" w:rsidRPr="006F5ABF">
              <w:rPr>
                <w:rStyle w:val="Hipercze"/>
                <w:noProof/>
              </w:rPr>
              <w:t>10.</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KONTROLA ZAMÓWIEŃ</w:t>
            </w:r>
            <w:r w:rsidR="008134C4">
              <w:rPr>
                <w:noProof/>
                <w:webHidden/>
              </w:rPr>
              <w:tab/>
            </w:r>
            <w:r w:rsidR="008134C4">
              <w:rPr>
                <w:noProof/>
                <w:webHidden/>
              </w:rPr>
              <w:fldChar w:fldCharType="begin"/>
            </w:r>
            <w:r w:rsidR="008134C4">
              <w:rPr>
                <w:noProof/>
                <w:webHidden/>
              </w:rPr>
              <w:instrText xml:space="preserve"> PAGEREF _Toc195787775 \h </w:instrText>
            </w:r>
            <w:r w:rsidR="008134C4">
              <w:rPr>
                <w:noProof/>
                <w:webHidden/>
              </w:rPr>
            </w:r>
            <w:r w:rsidR="008134C4">
              <w:rPr>
                <w:noProof/>
                <w:webHidden/>
              </w:rPr>
              <w:fldChar w:fldCharType="separate"/>
            </w:r>
            <w:r w:rsidR="008134C4">
              <w:rPr>
                <w:noProof/>
                <w:webHidden/>
              </w:rPr>
              <w:t>17</w:t>
            </w:r>
            <w:r w:rsidR="008134C4">
              <w:rPr>
                <w:noProof/>
                <w:webHidden/>
              </w:rPr>
              <w:fldChar w:fldCharType="end"/>
            </w:r>
          </w:hyperlink>
        </w:p>
        <w:p w14:paraId="3540338D" w14:textId="18ACDC7D"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6" w:history="1">
            <w:r w:rsidR="008134C4" w:rsidRPr="006F5ABF">
              <w:rPr>
                <w:rStyle w:val="Hipercze"/>
                <w:noProof/>
              </w:rPr>
              <w:t>11.</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BAZA KONKURENCYJNOŚCI FUNDUSZY EUROPEJSKICH</w:t>
            </w:r>
            <w:r w:rsidR="008134C4">
              <w:rPr>
                <w:noProof/>
                <w:webHidden/>
              </w:rPr>
              <w:tab/>
            </w:r>
            <w:r w:rsidR="008134C4">
              <w:rPr>
                <w:noProof/>
                <w:webHidden/>
              </w:rPr>
              <w:fldChar w:fldCharType="begin"/>
            </w:r>
            <w:r w:rsidR="008134C4">
              <w:rPr>
                <w:noProof/>
                <w:webHidden/>
              </w:rPr>
              <w:instrText xml:space="preserve"> PAGEREF _Toc195787776 \h </w:instrText>
            </w:r>
            <w:r w:rsidR="008134C4">
              <w:rPr>
                <w:noProof/>
                <w:webHidden/>
              </w:rPr>
            </w:r>
            <w:r w:rsidR="008134C4">
              <w:rPr>
                <w:noProof/>
                <w:webHidden/>
              </w:rPr>
              <w:fldChar w:fldCharType="separate"/>
            </w:r>
            <w:r w:rsidR="008134C4">
              <w:rPr>
                <w:noProof/>
                <w:webHidden/>
              </w:rPr>
              <w:t>17</w:t>
            </w:r>
            <w:r w:rsidR="008134C4">
              <w:rPr>
                <w:noProof/>
                <w:webHidden/>
              </w:rPr>
              <w:fldChar w:fldCharType="end"/>
            </w:r>
          </w:hyperlink>
        </w:p>
        <w:p w14:paraId="7B067AA4" w14:textId="06CE025E"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7" w:history="1">
            <w:r w:rsidR="008134C4" w:rsidRPr="006F5ABF">
              <w:rPr>
                <w:rStyle w:val="Hipercze"/>
                <w:noProof/>
              </w:rPr>
              <w:t>12.</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noProof/>
              </w:rPr>
              <w:t>ZASADY REALIZACJI PROJEKTU</w:t>
            </w:r>
            <w:r w:rsidR="008134C4">
              <w:rPr>
                <w:noProof/>
                <w:webHidden/>
              </w:rPr>
              <w:tab/>
            </w:r>
            <w:r w:rsidR="008134C4">
              <w:rPr>
                <w:noProof/>
                <w:webHidden/>
              </w:rPr>
              <w:fldChar w:fldCharType="begin"/>
            </w:r>
            <w:r w:rsidR="008134C4">
              <w:rPr>
                <w:noProof/>
                <w:webHidden/>
              </w:rPr>
              <w:instrText xml:space="preserve"> PAGEREF _Toc195787777 \h </w:instrText>
            </w:r>
            <w:r w:rsidR="008134C4">
              <w:rPr>
                <w:noProof/>
                <w:webHidden/>
              </w:rPr>
            </w:r>
            <w:r w:rsidR="008134C4">
              <w:rPr>
                <w:noProof/>
                <w:webHidden/>
              </w:rPr>
              <w:fldChar w:fldCharType="separate"/>
            </w:r>
            <w:r w:rsidR="008134C4">
              <w:rPr>
                <w:noProof/>
                <w:webHidden/>
              </w:rPr>
              <w:t>18</w:t>
            </w:r>
            <w:r w:rsidR="008134C4">
              <w:rPr>
                <w:noProof/>
                <w:webHidden/>
              </w:rPr>
              <w:fldChar w:fldCharType="end"/>
            </w:r>
          </w:hyperlink>
        </w:p>
        <w:p w14:paraId="429BDE4A" w14:textId="2476E3B6"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8" w:history="1">
            <w:r w:rsidR="008134C4" w:rsidRPr="006F5ABF">
              <w:rPr>
                <w:rStyle w:val="Hipercze"/>
                <w:rFonts w:cs="Arial"/>
                <w:noProof/>
              </w:rPr>
              <w:t>13.</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rFonts w:cs="Arial"/>
                <w:noProof/>
              </w:rPr>
              <w:t>SYSTEM TELEINFORMATYCZNY CST2021</w:t>
            </w:r>
            <w:r w:rsidR="008134C4">
              <w:rPr>
                <w:noProof/>
                <w:webHidden/>
              </w:rPr>
              <w:tab/>
            </w:r>
            <w:r w:rsidR="008134C4">
              <w:rPr>
                <w:noProof/>
                <w:webHidden/>
              </w:rPr>
              <w:fldChar w:fldCharType="begin"/>
            </w:r>
            <w:r w:rsidR="008134C4">
              <w:rPr>
                <w:noProof/>
                <w:webHidden/>
              </w:rPr>
              <w:instrText xml:space="preserve"> PAGEREF _Toc195787778 \h </w:instrText>
            </w:r>
            <w:r w:rsidR="008134C4">
              <w:rPr>
                <w:noProof/>
                <w:webHidden/>
              </w:rPr>
            </w:r>
            <w:r w:rsidR="008134C4">
              <w:rPr>
                <w:noProof/>
                <w:webHidden/>
              </w:rPr>
              <w:fldChar w:fldCharType="separate"/>
            </w:r>
            <w:r w:rsidR="008134C4">
              <w:rPr>
                <w:noProof/>
                <w:webHidden/>
              </w:rPr>
              <w:t>19</w:t>
            </w:r>
            <w:r w:rsidR="008134C4">
              <w:rPr>
                <w:noProof/>
                <w:webHidden/>
              </w:rPr>
              <w:fldChar w:fldCharType="end"/>
            </w:r>
          </w:hyperlink>
        </w:p>
        <w:p w14:paraId="70AB8855" w14:textId="12059E33"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79" w:history="1">
            <w:r w:rsidR="008134C4" w:rsidRPr="006F5ABF">
              <w:rPr>
                <w:rStyle w:val="Hipercze"/>
                <w:rFonts w:cs="Arial"/>
                <w:noProof/>
              </w:rPr>
              <w:t>14.</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rFonts w:cs="Arial"/>
                <w:noProof/>
              </w:rPr>
              <w:t>ZASADY HORYZONTALNE</w:t>
            </w:r>
            <w:r w:rsidR="008134C4">
              <w:rPr>
                <w:noProof/>
                <w:webHidden/>
              </w:rPr>
              <w:tab/>
            </w:r>
            <w:r w:rsidR="008134C4">
              <w:rPr>
                <w:noProof/>
                <w:webHidden/>
              </w:rPr>
              <w:fldChar w:fldCharType="begin"/>
            </w:r>
            <w:r w:rsidR="008134C4">
              <w:rPr>
                <w:noProof/>
                <w:webHidden/>
              </w:rPr>
              <w:instrText xml:space="preserve"> PAGEREF _Toc195787779 \h </w:instrText>
            </w:r>
            <w:r w:rsidR="008134C4">
              <w:rPr>
                <w:noProof/>
                <w:webHidden/>
              </w:rPr>
            </w:r>
            <w:r w:rsidR="008134C4">
              <w:rPr>
                <w:noProof/>
                <w:webHidden/>
              </w:rPr>
              <w:fldChar w:fldCharType="separate"/>
            </w:r>
            <w:r w:rsidR="008134C4">
              <w:rPr>
                <w:noProof/>
                <w:webHidden/>
              </w:rPr>
              <w:t>20</w:t>
            </w:r>
            <w:r w:rsidR="008134C4">
              <w:rPr>
                <w:noProof/>
                <w:webHidden/>
              </w:rPr>
              <w:fldChar w:fldCharType="end"/>
            </w:r>
          </w:hyperlink>
        </w:p>
        <w:p w14:paraId="7F9A21B5" w14:textId="66274DA1"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80" w:history="1">
            <w:r w:rsidR="008134C4" w:rsidRPr="006F5ABF">
              <w:rPr>
                <w:rStyle w:val="Hipercze"/>
                <w:rFonts w:cs="Arial"/>
                <w:noProof/>
              </w:rPr>
              <w:t>15.</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rFonts w:cs="Arial"/>
                <w:noProof/>
              </w:rPr>
              <w:t>ZAŁĄCZNIKI DO WNIOSKU O DOFINANSOWANIE  ORAZ DO ZASAD REALIZACJI PROJEKTU</w:t>
            </w:r>
            <w:r w:rsidR="008134C4" w:rsidRPr="006F5ABF">
              <w:rPr>
                <w:rStyle w:val="Hipercze"/>
                <w:rFonts w:cs="Arial"/>
                <w:noProof/>
                <w:vertAlign w:val="superscript"/>
              </w:rPr>
              <w:t xml:space="preserve"> </w:t>
            </w:r>
            <w:r w:rsidR="008134C4">
              <w:rPr>
                <w:noProof/>
                <w:webHidden/>
              </w:rPr>
              <w:tab/>
            </w:r>
            <w:r w:rsidR="008134C4">
              <w:rPr>
                <w:noProof/>
                <w:webHidden/>
              </w:rPr>
              <w:fldChar w:fldCharType="begin"/>
            </w:r>
            <w:r w:rsidR="008134C4">
              <w:rPr>
                <w:noProof/>
                <w:webHidden/>
              </w:rPr>
              <w:instrText xml:space="preserve"> PAGEREF _Toc195787780 \h </w:instrText>
            </w:r>
            <w:r w:rsidR="008134C4">
              <w:rPr>
                <w:noProof/>
                <w:webHidden/>
              </w:rPr>
            </w:r>
            <w:r w:rsidR="008134C4">
              <w:rPr>
                <w:noProof/>
                <w:webHidden/>
              </w:rPr>
              <w:fldChar w:fldCharType="separate"/>
            </w:r>
            <w:r w:rsidR="008134C4">
              <w:rPr>
                <w:noProof/>
                <w:webHidden/>
              </w:rPr>
              <w:t>20</w:t>
            </w:r>
            <w:r w:rsidR="008134C4">
              <w:rPr>
                <w:noProof/>
                <w:webHidden/>
              </w:rPr>
              <w:fldChar w:fldCharType="end"/>
            </w:r>
          </w:hyperlink>
        </w:p>
        <w:p w14:paraId="570C0E45" w14:textId="72D15913"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81" w:history="1">
            <w:r w:rsidR="008134C4" w:rsidRPr="006F5ABF">
              <w:rPr>
                <w:rStyle w:val="Hipercze"/>
                <w:rFonts w:cs="Arial"/>
                <w:noProof/>
              </w:rPr>
              <w:t>16.</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rFonts w:cs="Arial"/>
                <w:noProof/>
              </w:rPr>
              <w:t>POSTANOWIENIA KOŃCOWE</w:t>
            </w:r>
            <w:r w:rsidR="008134C4">
              <w:rPr>
                <w:noProof/>
                <w:webHidden/>
              </w:rPr>
              <w:tab/>
            </w:r>
            <w:r w:rsidR="008134C4">
              <w:rPr>
                <w:noProof/>
                <w:webHidden/>
              </w:rPr>
              <w:fldChar w:fldCharType="begin"/>
            </w:r>
            <w:r w:rsidR="008134C4">
              <w:rPr>
                <w:noProof/>
                <w:webHidden/>
              </w:rPr>
              <w:instrText xml:space="preserve"> PAGEREF _Toc195787781 \h </w:instrText>
            </w:r>
            <w:r w:rsidR="008134C4">
              <w:rPr>
                <w:noProof/>
                <w:webHidden/>
              </w:rPr>
            </w:r>
            <w:r w:rsidR="008134C4">
              <w:rPr>
                <w:noProof/>
                <w:webHidden/>
              </w:rPr>
              <w:fldChar w:fldCharType="separate"/>
            </w:r>
            <w:r w:rsidR="008134C4">
              <w:rPr>
                <w:noProof/>
                <w:webHidden/>
              </w:rPr>
              <w:t>23</w:t>
            </w:r>
            <w:r w:rsidR="008134C4">
              <w:rPr>
                <w:noProof/>
                <w:webHidden/>
              </w:rPr>
              <w:fldChar w:fldCharType="end"/>
            </w:r>
          </w:hyperlink>
        </w:p>
        <w:p w14:paraId="048C4E1A" w14:textId="1D1EFA10"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82" w:history="1">
            <w:r w:rsidR="008134C4" w:rsidRPr="006F5ABF">
              <w:rPr>
                <w:rStyle w:val="Hipercze"/>
                <w:rFonts w:cs="Arial"/>
                <w:noProof/>
              </w:rPr>
              <w:t>17.</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rFonts w:cs="Arial"/>
                <w:noProof/>
              </w:rPr>
              <w:t>KONTAKT I DODATKOWE INFORMACJE</w:t>
            </w:r>
            <w:r w:rsidR="008134C4">
              <w:rPr>
                <w:noProof/>
                <w:webHidden/>
              </w:rPr>
              <w:tab/>
            </w:r>
            <w:r w:rsidR="008134C4">
              <w:rPr>
                <w:noProof/>
                <w:webHidden/>
              </w:rPr>
              <w:fldChar w:fldCharType="begin"/>
            </w:r>
            <w:r w:rsidR="008134C4">
              <w:rPr>
                <w:noProof/>
                <w:webHidden/>
              </w:rPr>
              <w:instrText xml:space="preserve"> PAGEREF _Toc195787782 \h </w:instrText>
            </w:r>
            <w:r w:rsidR="008134C4">
              <w:rPr>
                <w:noProof/>
                <w:webHidden/>
              </w:rPr>
            </w:r>
            <w:r w:rsidR="008134C4">
              <w:rPr>
                <w:noProof/>
                <w:webHidden/>
              </w:rPr>
              <w:fldChar w:fldCharType="separate"/>
            </w:r>
            <w:r w:rsidR="008134C4">
              <w:rPr>
                <w:noProof/>
                <w:webHidden/>
              </w:rPr>
              <w:t>24</w:t>
            </w:r>
            <w:r w:rsidR="008134C4">
              <w:rPr>
                <w:noProof/>
                <w:webHidden/>
              </w:rPr>
              <w:fldChar w:fldCharType="end"/>
            </w:r>
          </w:hyperlink>
        </w:p>
        <w:p w14:paraId="159CF78A" w14:textId="69237E92" w:rsidR="008134C4" w:rsidRDefault="00A16982">
          <w:pPr>
            <w:pStyle w:val="Spistreci1"/>
            <w:rPr>
              <w:rFonts w:asciiTheme="minorHAnsi" w:eastAsiaTheme="minorEastAsia" w:hAnsiTheme="minorHAnsi" w:cstheme="minorBidi"/>
              <w:b w:val="0"/>
              <w:bCs w:val="0"/>
              <w:caps w:val="0"/>
              <w:noProof/>
              <w:kern w:val="2"/>
              <w:sz w:val="24"/>
              <w:szCs w:val="24"/>
              <w14:ligatures w14:val="standardContextual"/>
            </w:rPr>
          </w:pPr>
          <w:hyperlink w:anchor="_Toc195787783" w:history="1">
            <w:r w:rsidR="008134C4" w:rsidRPr="006F5ABF">
              <w:rPr>
                <w:rStyle w:val="Hipercze"/>
                <w:rFonts w:cs="Arial"/>
                <w:noProof/>
              </w:rPr>
              <w:t>18</w:t>
            </w:r>
            <w:r w:rsidR="008134C4">
              <w:rPr>
                <w:rFonts w:asciiTheme="minorHAnsi" w:eastAsiaTheme="minorEastAsia" w:hAnsiTheme="minorHAnsi" w:cstheme="minorBidi"/>
                <w:b w:val="0"/>
                <w:bCs w:val="0"/>
                <w:caps w:val="0"/>
                <w:noProof/>
                <w:kern w:val="2"/>
                <w:sz w:val="24"/>
                <w:szCs w:val="24"/>
                <w14:ligatures w14:val="standardContextual"/>
              </w:rPr>
              <w:tab/>
            </w:r>
            <w:r w:rsidR="008134C4" w:rsidRPr="006F5ABF">
              <w:rPr>
                <w:rStyle w:val="Hipercze"/>
                <w:rFonts w:cs="Arial"/>
                <w:noProof/>
              </w:rPr>
              <w:t>WYKAZ DEFINICJI I SKRÓTÓW</w:t>
            </w:r>
            <w:r w:rsidR="008134C4">
              <w:rPr>
                <w:noProof/>
                <w:webHidden/>
              </w:rPr>
              <w:tab/>
            </w:r>
            <w:r w:rsidR="008134C4">
              <w:rPr>
                <w:noProof/>
                <w:webHidden/>
              </w:rPr>
              <w:fldChar w:fldCharType="begin"/>
            </w:r>
            <w:r w:rsidR="008134C4">
              <w:rPr>
                <w:noProof/>
                <w:webHidden/>
              </w:rPr>
              <w:instrText xml:space="preserve"> PAGEREF _Toc195787783 \h </w:instrText>
            </w:r>
            <w:r w:rsidR="008134C4">
              <w:rPr>
                <w:noProof/>
                <w:webHidden/>
              </w:rPr>
            </w:r>
            <w:r w:rsidR="008134C4">
              <w:rPr>
                <w:noProof/>
                <w:webHidden/>
              </w:rPr>
              <w:fldChar w:fldCharType="separate"/>
            </w:r>
            <w:r w:rsidR="008134C4">
              <w:rPr>
                <w:noProof/>
                <w:webHidden/>
              </w:rPr>
              <w:t>25</w:t>
            </w:r>
            <w:r w:rsidR="008134C4">
              <w:rPr>
                <w:noProof/>
                <w:webHidden/>
              </w:rPr>
              <w:fldChar w:fldCharType="end"/>
            </w:r>
          </w:hyperlink>
        </w:p>
        <w:p w14:paraId="23F230F0" w14:textId="41D13689" w:rsidR="00223C36" w:rsidRDefault="00F069DA" w:rsidP="00223C36">
          <w:pPr>
            <w:pStyle w:val="Spistreci1"/>
            <w:rPr>
              <w:b w:val="0"/>
              <w:bCs w:val="0"/>
            </w:rPr>
          </w:pPr>
          <w:r>
            <w:rPr>
              <w:b w:val="0"/>
              <w:bCs w:val="0"/>
            </w:rPr>
            <w:fldChar w:fldCharType="end"/>
          </w:r>
        </w:p>
        <w:p w14:paraId="1D4C3FFB" w14:textId="77777777" w:rsidR="00DD18EE" w:rsidRDefault="00DD18EE" w:rsidP="00223C36"/>
        <w:p w14:paraId="113F3D07" w14:textId="3C3962A5" w:rsidR="00DD18EE" w:rsidRDefault="00DD18EE" w:rsidP="00223C36"/>
        <w:p w14:paraId="008A2A57" w14:textId="77777777" w:rsidR="00F67629" w:rsidRDefault="00F67629" w:rsidP="00223C36"/>
        <w:p w14:paraId="4214FBE7" w14:textId="77777777" w:rsidR="00DD18EE" w:rsidRDefault="00DD18EE" w:rsidP="00223C36"/>
        <w:p w14:paraId="00DFA3CD" w14:textId="20F4EBFC" w:rsidR="00715E93" w:rsidRPr="00223C36" w:rsidRDefault="00A16982" w:rsidP="00223C36"/>
      </w:sdtContent>
    </w:sdt>
    <w:p w14:paraId="2599BF2F" w14:textId="73F18365" w:rsidR="00F67629" w:rsidRDefault="00F67629" w:rsidP="00F67629">
      <w:pPr>
        <w:pStyle w:val="Nagwek1"/>
        <w:ind w:left="720"/>
      </w:pPr>
      <w:bookmarkStart w:id="1" w:name="_Toc121316208"/>
    </w:p>
    <w:p w14:paraId="1E9B8FC5" w14:textId="4033FDBB" w:rsidR="00306DA7" w:rsidRPr="00D03652" w:rsidRDefault="00FA047F" w:rsidP="00D03652">
      <w:pPr>
        <w:pStyle w:val="Nagwek1"/>
        <w:numPr>
          <w:ilvl w:val="0"/>
          <w:numId w:val="18"/>
        </w:numPr>
        <w:jc w:val="center"/>
      </w:pPr>
      <w:bookmarkStart w:id="2" w:name="_Toc195787766"/>
      <w:r w:rsidRPr="00D03652">
        <w:lastRenderedPageBreak/>
        <w:t>WPROWADZENIE</w:t>
      </w:r>
      <w:r w:rsidR="008B039C" w:rsidRPr="00D03652">
        <w:t xml:space="preserve"> I INFORMACJE OGÓLNE</w:t>
      </w:r>
      <w:bookmarkEnd w:id="1"/>
      <w:bookmarkEnd w:id="2"/>
    </w:p>
    <w:p w14:paraId="50E7370F" w14:textId="77777777" w:rsidR="00223C36" w:rsidRPr="00223C36" w:rsidRDefault="00223C36" w:rsidP="00DE2C77"/>
    <w:p w14:paraId="51380C28" w14:textId="01C65D7F" w:rsidR="00D76ED2" w:rsidRPr="00EF12FA" w:rsidRDefault="00D76ED2" w:rsidP="00DD18EE">
      <w:pPr>
        <w:pStyle w:val="Akapitzlist"/>
        <w:numPr>
          <w:ilvl w:val="1"/>
          <w:numId w:val="1"/>
        </w:numPr>
        <w:tabs>
          <w:tab w:val="left" w:pos="709"/>
        </w:tabs>
        <w:spacing w:before="120" w:after="120" w:line="360" w:lineRule="auto"/>
        <w:ind w:left="709" w:hanging="709"/>
        <w:jc w:val="both"/>
        <w:rPr>
          <w:rFonts w:cs="Arial"/>
          <w:b/>
          <w:bCs/>
          <w:color w:val="00B050"/>
          <w:sz w:val="20"/>
          <w:szCs w:val="20"/>
        </w:rPr>
      </w:pPr>
      <w:r w:rsidRPr="25E4FB5C">
        <w:rPr>
          <w:rFonts w:cs="Arial"/>
          <w:sz w:val="20"/>
          <w:szCs w:val="20"/>
        </w:rPr>
        <w:t>Złożenie wniosku o dofinansowanie projektu będzie możliwe tylko w czasie trwania nab</w:t>
      </w:r>
      <w:r w:rsidR="007A5F8B">
        <w:rPr>
          <w:rFonts w:cs="Arial"/>
          <w:sz w:val="20"/>
          <w:szCs w:val="20"/>
        </w:rPr>
        <w:t xml:space="preserve">oru, który będzie prowadzony od </w:t>
      </w:r>
      <w:r w:rsidR="00DB687D">
        <w:rPr>
          <w:rFonts w:cs="Arial"/>
          <w:b/>
          <w:bCs/>
          <w:sz w:val="20"/>
          <w:szCs w:val="20"/>
        </w:rPr>
        <w:t>19 maja</w:t>
      </w:r>
      <w:r w:rsidR="00DD18EE" w:rsidRPr="00DD18EE">
        <w:rPr>
          <w:rFonts w:cs="Arial"/>
          <w:b/>
          <w:bCs/>
          <w:sz w:val="20"/>
          <w:szCs w:val="20"/>
        </w:rPr>
        <w:t xml:space="preserve"> 202</w:t>
      </w:r>
      <w:r w:rsidR="00DB687D">
        <w:rPr>
          <w:rFonts w:cs="Arial"/>
          <w:b/>
          <w:bCs/>
          <w:sz w:val="20"/>
          <w:szCs w:val="20"/>
        </w:rPr>
        <w:t>5</w:t>
      </w:r>
      <w:r w:rsidR="00DD18EE" w:rsidRPr="00DD18EE">
        <w:rPr>
          <w:rFonts w:cs="Arial"/>
          <w:b/>
          <w:bCs/>
          <w:sz w:val="20"/>
          <w:szCs w:val="20"/>
        </w:rPr>
        <w:t xml:space="preserve"> r. </w:t>
      </w:r>
      <w:r w:rsidR="00DD18EE" w:rsidRPr="006D415E">
        <w:rPr>
          <w:rFonts w:cs="Arial"/>
          <w:b/>
          <w:bCs/>
          <w:sz w:val="20"/>
          <w:szCs w:val="20"/>
        </w:rPr>
        <w:t xml:space="preserve">do </w:t>
      </w:r>
      <w:r w:rsidR="00DB687D">
        <w:rPr>
          <w:rFonts w:cs="Arial"/>
          <w:b/>
          <w:bCs/>
          <w:sz w:val="20"/>
          <w:szCs w:val="20"/>
        </w:rPr>
        <w:t>27 czerwca</w:t>
      </w:r>
      <w:r w:rsidR="00962D2F" w:rsidRPr="006D415E">
        <w:rPr>
          <w:rFonts w:cs="Arial"/>
          <w:b/>
          <w:bCs/>
          <w:sz w:val="20"/>
          <w:szCs w:val="20"/>
        </w:rPr>
        <w:t xml:space="preserve"> </w:t>
      </w:r>
      <w:r w:rsidR="00DD18EE" w:rsidRPr="006D415E">
        <w:rPr>
          <w:rFonts w:cs="Arial"/>
          <w:b/>
          <w:bCs/>
          <w:sz w:val="20"/>
          <w:szCs w:val="20"/>
        </w:rPr>
        <w:t>202</w:t>
      </w:r>
      <w:r w:rsidR="00DB687D">
        <w:rPr>
          <w:rFonts w:cs="Arial"/>
          <w:b/>
          <w:bCs/>
          <w:sz w:val="20"/>
          <w:szCs w:val="20"/>
        </w:rPr>
        <w:t>5</w:t>
      </w:r>
      <w:r w:rsidR="00DD18EE" w:rsidRPr="006D415E">
        <w:rPr>
          <w:rFonts w:cs="Arial"/>
          <w:b/>
          <w:bCs/>
          <w:sz w:val="20"/>
          <w:szCs w:val="20"/>
        </w:rPr>
        <w:t xml:space="preserve"> r.</w:t>
      </w:r>
    </w:p>
    <w:p w14:paraId="32ED11F6" w14:textId="77777777" w:rsidR="00FA17A4" w:rsidRPr="00FA17A4" w:rsidRDefault="006C1FE7" w:rsidP="00FA17A4">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130305">
        <w:rPr>
          <w:rFonts w:cs="Arial"/>
          <w:color w:val="000000"/>
          <w:sz w:val="20"/>
          <w:szCs w:val="20"/>
        </w:rPr>
        <w:t xml:space="preserve">Nabór przeprowadzony będzie w </w:t>
      </w:r>
      <w:r w:rsidRPr="00D76ED2">
        <w:rPr>
          <w:rFonts w:cs="Arial"/>
          <w:sz w:val="20"/>
          <w:szCs w:val="20"/>
        </w:rPr>
        <w:t xml:space="preserve">trybie </w:t>
      </w:r>
      <w:r w:rsidR="00302BC5">
        <w:rPr>
          <w:rFonts w:cs="Arial"/>
          <w:sz w:val="20"/>
          <w:szCs w:val="20"/>
        </w:rPr>
        <w:t>nie</w:t>
      </w:r>
      <w:r w:rsidRPr="00D76ED2">
        <w:rPr>
          <w:rFonts w:cs="Arial"/>
          <w:sz w:val="20"/>
          <w:szCs w:val="20"/>
        </w:rPr>
        <w:t>konkur</w:t>
      </w:r>
      <w:r w:rsidR="00D76ED2" w:rsidRPr="00D76ED2">
        <w:rPr>
          <w:rFonts w:cs="Arial"/>
          <w:sz w:val="20"/>
          <w:szCs w:val="20"/>
        </w:rPr>
        <w:t>encyjnym.</w:t>
      </w:r>
    </w:p>
    <w:p w14:paraId="5A36ABC6" w14:textId="6A75593B" w:rsidR="006C0D95" w:rsidRPr="00FA17A4" w:rsidRDefault="00980A3D" w:rsidP="00FA17A4">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FA17A4">
        <w:rPr>
          <w:rFonts w:cs="Arial"/>
          <w:color w:val="000000" w:themeColor="text1"/>
          <w:sz w:val="20"/>
          <w:szCs w:val="20"/>
        </w:rPr>
        <w:t>W sprawach nieuregulowanych w niniejszym regulaminie zastosowanie m</w:t>
      </w:r>
      <w:r w:rsidR="001434E1" w:rsidRPr="00FA17A4">
        <w:rPr>
          <w:rFonts w:cs="Arial"/>
          <w:color w:val="000000" w:themeColor="text1"/>
          <w:sz w:val="20"/>
          <w:szCs w:val="20"/>
        </w:rPr>
        <w:t xml:space="preserve">ają: ustawa </w:t>
      </w:r>
      <w:r w:rsidRPr="00FA17A4">
        <w:rPr>
          <w:rFonts w:cs="Arial"/>
          <w:color w:val="000000" w:themeColor="text1"/>
          <w:sz w:val="20"/>
          <w:szCs w:val="20"/>
        </w:rPr>
        <w:t>z dnia 28 kwietnia 2022</w:t>
      </w:r>
      <w:r w:rsidR="00832A4E" w:rsidRPr="00FA17A4">
        <w:rPr>
          <w:rFonts w:cs="Arial"/>
          <w:color w:val="000000" w:themeColor="text1"/>
          <w:sz w:val="20"/>
          <w:szCs w:val="20"/>
        </w:rPr>
        <w:t> </w:t>
      </w:r>
      <w:r w:rsidRPr="00FA17A4">
        <w:rPr>
          <w:rFonts w:cs="Arial"/>
          <w:color w:val="000000" w:themeColor="text1"/>
          <w:sz w:val="20"/>
          <w:szCs w:val="20"/>
        </w:rPr>
        <w:t>r. o zasadach realizacji zadań finansowanych ze środków europejskich w perspektywie finansowej 2021–2027 (</w:t>
      </w:r>
      <w:r w:rsidR="00FA17A4" w:rsidRPr="00FA17A4">
        <w:rPr>
          <w:rFonts w:cs="Arial"/>
          <w:color w:val="000000" w:themeColor="text1"/>
          <w:sz w:val="20"/>
          <w:szCs w:val="20"/>
        </w:rPr>
        <w:t>Dz. U. poz. 1079 ze zm.</w:t>
      </w:r>
      <w:r w:rsidRPr="00FA17A4">
        <w:rPr>
          <w:rFonts w:cs="Arial"/>
          <w:color w:val="000000" w:themeColor="text1"/>
          <w:sz w:val="20"/>
          <w:szCs w:val="20"/>
        </w:rPr>
        <w:t>), dalej zwana „ustawą”, wytyczne, o których mowa w art. 5 ustawy, odpowiednie zasady wynikające z programu Fundusze Europejskie dla Mazowsza 2021-2027, Szczegółowego Opisu Priorytetów Funduszy Europ</w:t>
      </w:r>
      <w:r w:rsidR="007D20D1" w:rsidRPr="00FA17A4">
        <w:rPr>
          <w:rFonts w:cs="Arial"/>
          <w:color w:val="000000" w:themeColor="text1"/>
          <w:sz w:val="20"/>
          <w:szCs w:val="20"/>
        </w:rPr>
        <w:t>ejskich dla Mazowsza 2021-202</w:t>
      </w:r>
      <w:r w:rsidR="2394A407" w:rsidRPr="00FA17A4">
        <w:rPr>
          <w:rFonts w:cs="Arial"/>
          <w:color w:val="000000" w:themeColor="text1"/>
          <w:sz w:val="20"/>
          <w:szCs w:val="20"/>
        </w:rPr>
        <w:t>7.</w:t>
      </w:r>
    </w:p>
    <w:p w14:paraId="7E68A810" w14:textId="77777777" w:rsidR="00980A3D" w:rsidRPr="00980A3D" w:rsidRDefault="00980A3D" w:rsidP="00DE2C77">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Pr>
          <w:rFonts w:cs="Arial"/>
          <w:color w:val="000000"/>
          <w:sz w:val="20"/>
          <w:szCs w:val="20"/>
        </w:rPr>
        <w:t>W przypadku kolizji pomiędzy przepisami prawa powszechnie obowiązującego, a niniejszym regulaminem, stosuje się przepisy prawa powszechnie obowiązującego.</w:t>
      </w:r>
    </w:p>
    <w:p w14:paraId="1004658D" w14:textId="0FF04B7F" w:rsidR="00B60FB7" w:rsidRPr="002662A4" w:rsidRDefault="00C75BA9" w:rsidP="00DE2C77">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Pr>
          <w:rFonts w:cs="Arial"/>
          <w:color w:val="000000"/>
          <w:sz w:val="20"/>
          <w:szCs w:val="20"/>
        </w:rPr>
        <w:t>Przystąpienie do naboru</w:t>
      </w:r>
      <w:r w:rsidR="00B60FB7" w:rsidRPr="002662A4">
        <w:rPr>
          <w:rFonts w:cs="Arial"/>
          <w:color w:val="000000"/>
          <w:sz w:val="20"/>
          <w:szCs w:val="20"/>
        </w:rPr>
        <w:t xml:space="preserve"> </w:t>
      </w:r>
      <w:r w:rsidR="00106B34" w:rsidRPr="002662A4">
        <w:rPr>
          <w:rFonts w:cs="Arial"/>
          <w:color w:val="000000"/>
          <w:sz w:val="20"/>
          <w:szCs w:val="20"/>
        </w:rPr>
        <w:t xml:space="preserve">jest </w:t>
      </w:r>
      <w:r w:rsidR="00B60FB7" w:rsidRPr="002662A4">
        <w:rPr>
          <w:rFonts w:cs="Arial"/>
          <w:color w:val="000000"/>
          <w:sz w:val="20"/>
          <w:szCs w:val="20"/>
        </w:rPr>
        <w:t>równoznaczne z akceptacją przez wnioskodawcę postanowień</w:t>
      </w:r>
      <w:r w:rsidR="003932AD">
        <w:rPr>
          <w:rFonts w:cs="Arial"/>
          <w:color w:val="000000"/>
          <w:sz w:val="20"/>
          <w:szCs w:val="20"/>
        </w:rPr>
        <w:t xml:space="preserve"> </w:t>
      </w:r>
      <w:r w:rsidR="00B60FB7" w:rsidRPr="002662A4">
        <w:rPr>
          <w:rFonts w:cs="Arial"/>
          <w:color w:val="000000"/>
          <w:sz w:val="20"/>
          <w:szCs w:val="20"/>
        </w:rPr>
        <w:t>niniejszego regulaminu.</w:t>
      </w:r>
    </w:p>
    <w:p w14:paraId="240AE0DE" w14:textId="77777777" w:rsidR="00380784" w:rsidRDefault="00985FA1" w:rsidP="00380784">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MJWPU</w:t>
      </w:r>
      <w:r w:rsidRPr="00BD1E13">
        <w:rPr>
          <w:rFonts w:cs="Arial"/>
          <w:color w:val="000000"/>
          <w:sz w:val="20"/>
          <w:szCs w:val="20"/>
        </w:rPr>
        <w:t xml:space="preserve"> </w:t>
      </w:r>
      <w:r w:rsidRPr="002662A4">
        <w:rPr>
          <w:rFonts w:cs="Arial"/>
          <w:color w:val="000000"/>
          <w:sz w:val="20"/>
          <w:szCs w:val="20"/>
        </w:rPr>
        <w:t xml:space="preserve">ogłasza </w:t>
      </w:r>
      <w:r>
        <w:rPr>
          <w:rFonts w:cs="Arial"/>
          <w:color w:val="000000"/>
          <w:sz w:val="20"/>
          <w:szCs w:val="20"/>
        </w:rPr>
        <w:t>nabór</w:t>
      </w:r>
      <w:r w:rsidRPr="002662A4">
        <w:rPr>
          <w:rFonts w:cs="Arial"/>
          <w:color w:val="000000"/>
          <w:sz w:val="20"/>
          <w:szCs w:val="20"/>
        </w:rPr>
        <w:t xml:space="preserve"> zgodnie z obowiązującym</w:t>
      </w:r>
      <w:r>
        <w:rPr>
          <w:rFonts w:cs="Arial"/>
          <w:color w:val="000000"/>
          <w:sz w:val="20"/>
          <w:szCs w:val="20"/>
        </w:rPr>
        <w:t xml:space="preserve"> </w:t>
      </w:r>
      <w:r w:rsidRPr="00202DE1">
        <w:rPr>
          <w:rFonts w:cs="Arial"/>
          <w:color w:val="000000"/>
          <w:sz w:val="20"/>
          <w:szCs w:val="20"/>
        </w:rPr>
        <w:t>Harmonogram</w:t>
      </w:r>
      <w:r w:rsidR="00C1453B">
        <w:rPr>
          <w:rFonts w:cs="Arial"/>
          <w:color w:val="000000"/>
          <w:sz w:val="20"/>
          <w:szCs w:val="20"/>
        </w:rPr>
        <w:t>em</w:t>
      </w:r>
      <w:r w:rsidRPr="00202DE1">
        <w:rPr>
          <w:rFonts w:cs="Arial"/>
          <w:color w:val="000000"/>
          <w:sz w:val="20"/>
          <w:szCs w:val="20"/>
        </w:rPr>
        <w:t xml:space="preserve"> naborów wniosków o dof</w:t>
      </w:r>
      <w:r w:rsidR="00176C43">
        <w:rPr>
          <w:rFonts w:cs="Arial"/>
          <w:color w:val="000000"/>
          <w:sz w:val="20"/>
          <w:szCs w:val="20"/>
        </w:rPr>
        <w:t>inansowanie w </w:t>
      </w:r>
      <w:r w:rsidRPr="00202DE1">
        <w:rPr>
          <w:rFonts w:cs="Arial"/>
          <w:color w:val="000000"/>
          <w:sz w:val="20"/>
          <w:szCs w:val="20"/>
        </w:rPr>
        <w:t>programie Fundusze Europejskie dla Mazowsza 2021-2027</w:t>
      </w:r>
      <w:r w:rsidRPr="002662A4">
        <w:rPr>
          <w:rFonts w:cs="Arial"/>
          <w:color w:val="000000"/>
          <w:sz w:val="20"/>
          <w:szCs w:val="20"/>
        </w:rPr>
        <w:t xml:space="preserve">, zatwierdzonym uchwałą Zarządu Województwa Mazowieckiego, aktualnym na dzień ogłoszenia </w:t>
      </w:r>
      <w:r>
        <w:rPr>
          <w:rFonts w:cs="Arial"/>
          <w:color w:val="000000"/>
          <w:sz w:val="20"/>
          <w:szCs w:val="20"/>
        </w:rPr>
        <w:t>naboru.</w:t>
      </w:r>
    </w:p>
    <w:p w14:paraId="2D46B22D" w14:textId="638C9A5E" w:rsidR="00FA17A4" w:rsidRPr="00380784" w:rsidRDefault="00A71D5E" w:rsidP="00380784">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380784">
        <w:rPr>
          <w:rFonts w:cs="Arial"/>
          <w:sz w:val="20"/>
          <w:szCs w:val="20"/>
        </w:rPr>
        <w:t>Projekt</w:t>
      </w:r>
      <w:r w:rsidR="00261254" w:rsidRPr="00380784">
        <w:rPr>
          <w:rFonts w:cs="Arial"/>
          <w:sz w:val="20"/>
          <w:szCs w:val="20"/>
        </w:rPr>
        <w:t>, będąc</w:t>
      </w:r>
      <w:r w:rsidRPr="00380784">
        <w:rPr>
          <w:rFonts w:cs="Arial"/>
          <w:sz w:val="20"/>
          <w:szCs w:val="20"/>
        </w:rPr>
        <w:t>y</w:t>
      </w:r>
      <w:r w:rsidR="00261254" w:rsidRPr="00380784">
        <w:rPr>
          <w:rFonts w:cs="Arial"/>
          <w:sz w:val="20"/>
          <w:szCs w:val="20"/>
        </w:rPr>
        <w:t xml:space="preserve"> przedmiotem naboru</w:t>
      </w:r>
      <w:r w:rsidR="00C03B7A" w:rsidRPr="00380784">
        <w:rPr>
          <w:rFonts w:cs="Arial"/>
          <w:sz w:val="20"/>
          <w:szCs w:val="20"/>
        </w:rPr>
        <w:t>, realizowan</w:t>
      </w:r>
      <w:r w:rsidRPr="00380784">
        <w:rPr>
          <w:rFonts w:cs="Arial"/>
          <w:sz w:val="20"/>
          <w:szCs w:val="20"/>
        </w:rPr>
        <w:t>y</w:t>
      </w:r>
      <w:r w:rsidR="00C03B7A" w:rsidRPr="00380784">
        <w:rPr>
          <w:rFonts w:cs="Arial"/>
          <w:sz w:val="20"/>
          <w:szCs w:val="20"/>
        </w:rPr>
        <w:t xml:space="preserve"> będ</w:t>
      </w:r>
      <w:r w:rsidRPr="00380784">
        <w:rPr>
          <w:rFonts w:cs="Arial"/>
          <w:sz w:val="20"/>
          <w:szCs w:val="20"/>
        </w:rPr>
        <w:t>zie</w:t>
      </w:r>
      <w:r w:rsidR="00C03B7A" w:rsidRPr="00380784">
        <w:rPr>
          <w:rFonts w:cs="Arial"/>
          <w:sz w:val="20"/>
          <w:szCs w:val="20"/>
        </w:rPr>
        <w:t xml:space="preserve"> w ramach </w:t>
      </w:r>
      <w:r w:rsidR="00E46A94" w:rsidRPr="00380784">
        <w:rPr>
          <w:rFonts w:cs="Arial"/>
          <w:sz w:val="20"/>
          <w:szCs w:val="20"/>
        </w:rPr>
        <w:t xml:space="preserve">programu </w:t>
      </w:r>
      <w:bookmarkStart w:id="3" w:name="_Hlk137813593"/>
      <w:r w:rsidR="00E46A94" w:rsidRPr="00380784">
        <w:rPr>
          <w:rFonts w:cs="Arial"/>
          <w:sz w:val="20"/>
          <w:szCs w:val="20"/>
        </w:rPr>
        <w:t>Fundusze Europejskie dla Mazowsza 2021-2027,</w:t>
      </w:r>
      <w:r w:rsidR="00C03B7A" w:rsidRPr="00380784">
        <w:rPr>
          <w:rFonts w:cs="Arial"/>
          <w:sz w:val="20"/>
          <w:szCs w:val="20"/>
        </w:rPr>
        <w:t xml:space="preserve"> </w:t>
      </w:r>
      <w:r w:rsidR="00FA17A4" w:rsidRPr="00380784">
        <w:rPr>
          <w:rFonts w:cs="Arial"/>
          <w:sz w:val="20"/>
          <w:szCs w:val="20"/>
        </w:rPr>
        <w:t xml:space="preserve">Priorytetu IV – Fundusze Europejskie dla lepiej połączonego i dostępnego Mazowsza, Działanie 4.1 Transport regionalny i lokalny, typ projektu: Budowa i przebudowa dróg wojewódzkich, poprawiających dostępność do sieci TEN-T, obwodnic odciążających miasta od ruchu samochodowego, </w:t>
      </w:r>
      <w:r w:rsidR="00AA18FF" w:rsidRPr="00380784">
        <w:rPr>
          <w:rFonts w:cs="Arial"/>
          <w:sz w:val="20"/>
          <w:szCs w:val="20"/>
        </w:rPr>
        <w:br/>
      </w:r>
      <w:r w:rsidR="00FA17A4" w:rsidRPr="00380784">
        <w:rPr>
          <w:rFonts w:cs="Arial"/>
          <w:sz w:val="20"/>
          <w:szCs w:val="20"/>
        </w:rPr>
        <w:t>w szczególności tranzytowego, w tym inwestycje na rzecz poprawy bezpieczeństwa na tych drogach, tytuł projektu:</w:t>
      </w:r>
      <w:r w:rsidR="00FA17A4" w:rsidRPr="00FA17A4">
        <w:t xml:space="preserve"> </w:t>
      </w:r>
      <w:r w:rsidR="00380784" w:rsidRPr="00380784">
        <w:rPr>
          <w:rFonts w:cs="Arial"/>
          <w:sz w:val="20"/>
          <w:szCs w:val="20"/>
        </w:rPr>
        <w:t>Budowa drogi wojewódzkiej nr 627 na odcinku Kosów Lacki – Sokołów Podlaski.</w:t>
      </w:r>
    </w:p>
    <w:bookmarkEnd w:id="3"/>
    <w:p w14:paraId="6ED122FE" w14:textId="5467387A" w:rsidR="00FA17A4" w:rsidRPr="008164E1" w:rsidRDefault="00EC3421" w:rsidP="00FA17A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8164E1">
        <w:rPr>
          <w:rFonts w:cs="Arial"/>
          <w:sz w:val="20"/>
          <w:szCs w:val="20"/>
        </w:rPr>
        <w:t>W</w:t>
      </w:r>
      <w:r w:rsidR="00302BC5" w:rsidRPr="008164E1">
        <w:rPr>
          <w:rFonts w:cs="Arial"/>
          <w:sz w:val="20"/>
          <w:szCs w:val="20"/>
        </w:rPr>
        <w:t>spa</w:t>
      </w:r>
      <w:r w:rsidRPr="008164E1">
        <w:rPr>
          <w:rFonts w:cs="Arial"/>
          <w:sz w:val="20"/>
          <w:szCs w:val="20"/>
        </w:rPr>
        <w:t>r</w:t>
      </w:r>
      <w:r w:rsidR="00302BC5" w:rsidRPr="008164E1">
        <w:rPr>
          <w:rFonts w:cs="Arial"/>
          <w:sz w:val="20"/>
          <w:szCs w:val="20"/>
        </w:rPr>
        <w:t>cie otrzyma p</w:t>
      </w:r>
      <w:r w:rsidR="00A71D5E" w:rsidRPr="008164E1">
        <w:rPr>
          <w:rFonts w:cs="Arial"/>
          <w:sz w:val="20"/>
          <w:szCs w:val="20"/>
        </w:rPr>
        <w:t>rojekt realizowany</w:t>
      </w:r>
      <w:r w:rsidRPr="008164E1">
        <w:rPr>
          <w:rFonts w:cs="Arial"/>
          <w:sz w:val="20"/>
          <w:szCs w:val="20"/>
        </w:rPr>
        <w:t xml:space="preserve"> na terenie województwa ma</w:t>
      </w:r>
      <w:r w:rsidR="002E279E" w:rsidRPr="008164E1">
        <w:rPr>
          <w:rFonts w:cs="Arial"/>
          <w:sz w:val="20"/>
          <w:szCs w:val="20"/>
        </w:rPr>
        <w:t>zowieckiego</w:t>
      </w:r>
      <w:r w:rsidR="00380784">
        <w:rPr>
          <w:rFonts w:cs="Arial"/>
          <w:sz w:val="20"/>
          <w:szCs w:val="20"/>
        </w:rPr>
        <w:t xml:space="preserve"> </w:t>
      </w:r>
      <w:r w:rsidR="00FA17A4" w:rsidRPr="008164E1">
        <w:rPr>
          <w:rFonts w:cs="Arial"/>
          <w:sz w:val="20"/>
          <w:szCs w:val="20"/>
        </w:rPr>
        <w:t xml:space="preserve">w Regionie </w:t>
      </w:r>
      <w:r w:rsidR="00380784">
        <w:rPr>
          <w:rFonts w:cs="Arial"/>
          <w:sz w:val="20"/>
          <w:szCs w:val="20"/>
        </w:rPr>
        <w:t>Mazowieckim</w:t>
      </w:r>
      <w:r w:rsidR="00FA17A4" w:rsidRPr="008164E1">
        <w:rPr>
          <w:rFonts w:cs="Arial"/>
          <w:sz w:val="20"/>
          <w:szCs w:val="20"/>
        </w:rPr>
        <w:t xml:space="preserve"> </w:t>
      </w:r>
      <w:r w:rsidR="00380784">
        <w:rPr>
          <w:rFonts w:cs="Arial"/>
          <w:sz w:val="20"/>
          <w:szCs w:val="20"/>
        </w:rPr>
        <w:t>regionalnym</w:t>
      </w:r>
      <w:r w:rsidR="00FA17A4" w:rsidRPr="008164E1">
        <w:rPr>
          <w:rFonts w:cs="Arial"/>
          <w:sz w:val="20"/>
          <w:szCs w:val="20"/>
        </w:rPr>
        <w:t xml:space="preserve"> (R</w:t>
      </w:r>
      <w:r w:rsidR="00380784">
        <w:rPr>
          <w:rFonts w:cs="Arial"/>
          <w:sz w:val="20"/>
          <w:szCs w:val="20"/>
        </w:rPr>
        <w:t>MR</w:t>
      </w:r>
      <w:r w:rsidR="00FA17A4" w:rsidRPr="008164E1">
        <w:rPr>
          <w:rFonts w:cs="Arial"/>
          <w:sz w:val="20"/>
          <w:szCs w:val="20"/>
        </w:rPr>
        <w:t>).</w:t>
      </w:r>
    </w:p>
    <w:p w14:paraId="27E61F6E" w14:textId="77777777" w:rsidR="00380784" w:rsidRDefault="00FA17A4" w:rsidP="0038078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8164E1">
        <w:rPr>
          <w:rFonts w:cs="Arial"/>
          <w:sz w:val="20"/>
          <w:szCs w:val="20"/>
        </w:rPr>
        <w:t>Formą wsparcia będzie dotacja.</w:t>
      </w:r>
    </w:p>
    <w:p w14:paraId="1EE87DE6" w14:textId="360C92EB" w:rsidR="00C63B5A" w:rsidRPr="00380784" w:rsidRDefault="003814BA" w:rsidP="0038078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380784">
        <w:rPr>
          <w:rFonts w:cs="Calibri"/>
          <w:sz w:val="20"/>
          <w:szCs w:val="20"/>
        </w:rPr>
        <w:t xml:space="preserve">Zgodnie z zatwierdzonym przez Zarząd Województwa Mazowieckiego Harmonogramem naborów wniosków </w:t>
      </w:r>
      <w:r w:rsidR="000C1FD0" w:rsidRPr="00380784">
        <w:rPr>
          <w:rFonts w:cs="Calibri"/>
          <w:sz w:val="20"/>
          <w:szCs w:val="20"/>
        </w:rPr>
        <w:br/>
      </w:r>
      <w:r w:rsidRPr="00380784">
        <w:rPr>
          <w:rFonts w:cs="Calibri"/>
          <w:sz w:val="20"/>
          <w:szCs w:val="20"/>
        </w:rPr>
        <w:t>o dofinansowanie w programie Fundusze Europejskie dla Mazowsza 2021-2027</w:t>
      </w:r>
      <w:r w:rsidR="001A3279">
        <w:rPr>
          <w:rFonts w:cs="Calibri"/>
          <w:sz w:val="20"/>
          <w:szCs w:val="20"/>
        </w:rPr>
        <w:t xml:space="preserve"> </w:t>
      </w:r>
      <w:bookmarkStart w:id="4" w:name="_Hlk195698689"/>
      <w:r w:rsidR="001A3279">
        <w:rPr>
          <w:rFonts w:cs="Calibri"/>
          <w:sz w:val="20"/>
          <w:szCs w:val="20"/>
        </w:rPr>
        <w:t>z dnia 24 marca 2025 r.</w:t>
      </w:r>
      <w:r w:rsidRPr="00380784">
        <w:rPr>
          <w:rFonts w:cs="Calibri"/>
          <w:sz w:val="20"/>
          <w:szCs w:val="20"/>
        </w:rPr>
        <w:t xml:space="preserve">, </w:t>
      </w:r>
      <w:bookmarkEnd w:id="4"/>
      <w:r w:rsidRPr="00380784">
        <w:rPr>
          <w:rFonts w:cs="Calibri"/>
          <w:sz w:val="20"/>
          <w:szCs w:val="20"/>
        </w:rPr>
        <w:t>na dofinansowanie realizacji projektu wył</w:t>
      </w:r>
      <w:r w:rsidR="008713A6" w:rsidRPr="00380784">
        <w:rPr>
          <w:rFonts w:cs="Calibri"/>
          <w:sz w:val="20"/>
          <w:szCs w:val="20"/>
        </w:rPr>
        <w:t xml:space="preserve">onionego w ramach naboru </w:t>
      </w:r>
      <w:r w:rsidR="00FA17A4" w:rsidRPr="00380784">
        <w:rPr>
          <w:rFonts w:cs="Calibri"/>
          <w:sz w:val="20"/>
          <w:szCs w:val="20"/>
        </w:rPr>
        <w:t>FEMA.04.01-IP.01-0</w:t>
      </w:r>
      <w:r w:rsidR="005A5830" w:rsidRPr="00380784">
        <w:rPr>
          <w:rFonts w:cs="Calibri"/>
          <w:sz w:val="20"/>
          <w:szCs w:val="20"/>
        </w:rPr>
        <w:t>60</w:t>
      </w:r>
      <w:r w:rsidR="00FA17A4" w:rsidRPr="00380784">
        <w:rPr>
          <w:rFonts w:cs="Calibri"/>
          <w:sz w:val="20"/>
          <w:szCs w:val="20"/>
        </w:rPr>
        <w:t xml:space="preserve">/25 </w:t>
      </w:r>
      <w:r w:rsidRPr="00380784">
        <w:rPr>
          <w:rFonts w:cs="Calibri"/>
          <w:sz w:val="20"/>
          <w:szCs w:val="20"/>
        </w:rPr>
        <w:t>przeznaczona została alokacja w wysokości</w:t>
      </w:r>
      <w:r w:rsidR="00583C31">
        <w:rPr>
          <w:rFonts w:cs="Calibri"/>
          <w:sz w:val="20"/>
          <w:szCs w:val="20"/>
        </w:rPr>
        <w:t xml:space="preserve"> </w:t>
      </w:r>
      <w:r w:rsidR="00583C31" w:rsidRPr="00583C31">
        <w:rPr>
          <w:rFonts w:cs="Calibri"/>
          <w:sz w:val="20"/>
          <w:szCs w:val="20"/>
        </w:rPr>
        <w:t>56 178 880</w:t>
      </w:r>
      <w:r w:rsidRPr="00380784">
        <w:rPr>
          <w:rFonts w:cs="Calibri"/>
          <w:sz w:val="20"/>
          <w:szCs w:val="20"/>
        </w:rPr>
        <w:t xml:space="preserve"> </w:t>
      </w:r>
      <w:r w:rsidR="00583C31">
        <w:rPr>
          <w:rFonts w:cs="Calibri"/>
          <w:sz w:val="20"/>
          <w:szCs w:val="20"/>
        </w:rPr>
        <w:t>P</w:t>
      </w:r>
      <w:r w:rsidRPr="00380784">
        <w:rPr>
          <w:rFonts w:cs="Calibri"/>
          <w:sz w:val="20"/>
          <w:szCs w:val="20"/>
        </w:rPr>
        <w:t>LN</w:t>
      </w:r>
      <w:r w:rsidR="00380784" w:rsidRPr="00380784">
        <w:rPr>
          <w:rFonts w:cs="Calibri"/>
          <w:sz w:val="20"/>
          <w:szCs w:val="20"/>
        </w:rPr>
        <w:t xml:space="preserve"> (w tym dla RMR</w:t>
      </w:r>
      <w:r w:rsidR="00FA0058" w:rsidRPr="00380784">
        <w:rPr>
          <w:rFonts w:cs="Calibri"/>
          <w:sz w:val="20"/>
          <w:szCs w:val="20"/>
        </w:rPr>
        <w:t xml:space="preserve">: </w:t>
      </w:r>
      <w:r w:rsidR="00583C31" w:rsidRPr="00583C31">
        <w:rPr>
          <w:rFonts w:cs="Calibri"/>
          <w:sz w:val="20"/>
          <w:szCs w:val="20"/>
        </w:rPr>
        <w:t>56 178</w:t>
      </w:r>
      <w:r w:rsidR="00583C31">
        <w:rPr>
          <w:rFonts w:cs="Calibri"/>
          <w:sz w:val="20"/>
          <w:szCs w:val="20"/>
        </w:rPr>
        <w:t> </w:t>
      </w:r>
      <w:r w:rsidR="00583C31" w:rsidRPr="00583C31">
        <w:rPr>
          <w:rFonts w:cs="Calibri"/>
          <w:sz w:val="20"/>
          <w:szCs w:val="20"/>
        </w:rPr>
        <w:t>880</w:t>
      </w:r>
      <w:r w:rsidR="00380784" w:rsidRPr="00380784">
        <w:rPr>
          <w:rFonts w:cs="Calibri"/>
          <w:sz w:val="20"/>
          <w:szCs w:val="20"/>
        </w:rPr>
        <w:t xml:space="preserve"> </w:t>
      </w:r>
      <w:r w:rsidR="00FA0058" w:rsidRPr="00380784">
        <w:rPr>
          <w:rFonts w:cs="Calibri"/>
          <w:sz w:val="20"/>
          <w:szCs w:val="20"/>
        </w:rPr>
        <w:t>PLN).</w:t>
      </w:r>
      <w:r w:rsidRPr="00380784">
        <w:rPr>
          <w:rFonts w:cs="Calibri"/>
          <w:sz w:val="20"/>
          <w:szCs w:val="20"/>
        </w:rPr>
        <w:t xml:space="preserve"> </w:t>
      </w:r>
      <w:r w:rsidR="00583C31" w:rsidRPr="00380784">
        <w:rPr>
          <w:rFonts w:cs="Arial"/>
          <w:sz w:val="20"/>
          <w:szCs w:val="20"/>
        </w:rPr>
        <w:t xml:space="preserve"> </w:t>
      </w:r>
    </w:p>
    <w:p w14:paraId="5516E504" w14:textId="153F512B" w:rsidR="00CE1796" w:rsidRPr="00863418" w:rsidRDefault="00CE1796" w:rsidP="00863418">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863418">
        <w:rPr>
          <w:rFonts w:asciiTheme="minorHAnsi" w:hAnsiTheme="minorHAnsi" w:cstheme="minorHAnsi"/>
          <w:sz w:val="20"/>
          <w:szCs w:val="20"/>
        </w:rPr>
        <w:t>Jeżeli</w:t>
      </w:r>
      <w:r w:rsidRPr="00863418">
        <w:rPr>
          <w:sz w:val="20"/>
          <w:szCs w:val="20"/>
        </w:rPr>
        <w:t xml:space="preserve"> w ocenie wnioskodawcy wniosek o dofinansowanie lub załączone do niego dokumenty zawierają informacje stanowiące tajemnicę przedsiębiorstwa w rozumieniu ustawy z dnia 16 kwietnia 1993 r. o zwalczaniu nieuczciwej konkurencji (Dz.U. z </w:t>
      </w:r>
      <w:r w:rsidRPr="00863418">
        <w:rPr>
          <w:rFonts w:asciiTheme="minorHAnsi" w:hAnsiTheme="minorHAnsi" w:cstheme="minorHAnsi"/>
          <w:sz w:val="20"/>
          <w:szCs w:val="20"/>
        </w:rPr>
        <w:t xml:space="preserve">2022 r. poz. 1233) warunkiem ich nieudostępniania w trybie przewidzianym przepisami ustawy z dnia 6 września 2001 r. o dostępie do informacji publicznej (Dz.U. 2022 r. poz. 902) </w:t>
      </w:r>
      <w:r w:rsidRPr="00863418">
        <w:rPr>
          <w:rFonts w:asciiTheme="minorHAnsi" w:hAnsiTheme="minorHAnsi" w:cstheme="minorHAnsi"/>
          <w:sz w:val="20"/>
          <w:szCs w:val="20"/>
          <w:shd w:val="clear" w:color="auto" w:fill="FFFFFF"/>
        </w:rPr>
        <w:t xml:space="preserve">oraz </w:t>
      </w:r>
      <w:hyperlink r:id="rId12" w:anchor="/document/17497783?cm=DOCUMENT" w:history="1">
        <w:r w:rsidRPr="00863418">
          <w:rPr>
            <w:rFonts w:asciiTheme="minorHAnsi" w:hAnsiTheme="minorHAnsi" w:cstheme="minorHAnsi"/>
            <w:sz w:val="20"/>
            <w:szCs w:val="20"/>
            <w:shd w:val="clear" w:color="auto" w:fill="FFFFFF"/>
          </w:rPr>
          <w:t>ustawy</w:t>
        </w:r>
      </w:hyperlink>
      <w:r w:rsidRPr="00863418">
        <w:rPr>
          <w:rFonts w:asciiTheme="minorHAnsi" w:hAnsiTheme="minorHAnsi" w:cstheme="minorHAnsi"/>
          <w:sz w:val="20"/>
          <w:szCs w:val="20"/>
          <w:shd w:val="clear" w:color="auto" w:fill="FFFFFF"/>
        </w:rPr>
        <w:t xml:space="preserve"> z dnia 3 października 2008 r. o udostępnianiu informacji o środowisku i jego ochronie, </w:t>
      </w:r>
      <w:r w:rsidRPr="00863418">
        <w:rPr>
          <w:rFonts w:asciiTheme="minorHAnsi" w:hAnsiTheme="minorHAnsi" w:cstheme="minorHAnsi"/>
          <w:sz w:val="20"/>
          <w:szCs w:val="20"/>
          <w:shd w:val="clear" w:color="auto" w:fill="FFFFFF"/>
        </w:rPr>
        <w:lastRenderedPageBreak/>
        <w:t>udziale społeczeństwa w ochronie środowiska oraz o ocenach oddziaływania na środowisko (Dz. U. z 20</w:t>
      </w:r>
      <w:r w:rsidR="00F442B9">
        <w:rPr>
          <w:rFonts w:asciiTheme="minorHAnsi" w:hAnsiTheme="minorHAnsi" w:cstheme="minorHAnsi"/>
          <w:sz w:val="20"/>
          <w:szCs w:val="20"/>
          <w:shd w:val="clear" w:color="auto" w:fill="FFFFFF"/>
        </w:rPr>
        <w:t>24</w:t>
      </w:r>
      <w:r w:rsidRPr="00863418">
        <w:rPr>
          <w:rFonts w:asciiTheme="minorHAnsi" w:hAnsiTheme="minorHAnsi" w:cstheme="minorHAnsi"/>
          <w:sz w:val="20"/>
          <w:szCs w:val="20"/>
          <w:shd w:val="clear" w:color="auto" w:fill="FFFFFF"/>
        </w:rPr>
        <w:t xml:space="preserve"> r. poz. </w:t>
      </w:r>
      <w:r w:rsidR="00F442B9">
        <w:rPr>
          <w:rFonts w:asciiTheme="minorHAnsi" w:hAnsiTheme="minorHAnsi" w:cstheme="minorHAnsi"/>
          <w:sz w:val="20"/>
          <w:szCs w:val="20"/>
          <w:shd w:val="clear" w:color="auto" w:fill="FFFFFF"/>
        </w:rPr>
        <w:t>1112</w:t>
      </w:r>
      <w:r w:rsidR="00FE00E0">
        <w:rPr>
          <w:rFonts w:asciiTheme="minorHAnsi" w:hAnsiTheme="minorHAnsi" w:cstheme="minorHAnsi"/>
          <w:sz w:val="20"/>
          <w:szCs w:val="20"/>
          <w:shd w:val="clear" w:color="auto" w:fill="FFFFFF"/>
        </w:rPr>
        <w:t xml:space="preserve"> ze zm.</w:t>
      </w:r>
      <w:r w:rsidRPr="00863418">
        <w:rPr>
          <w:rFonts w:asciiTheme="minorHAnsi" w:hAnsiTheme="minorHAnsi" w:cstheme="minorHAnsi"/>
          <w:sz w:val="20"/>
          <w:szCs w:val="20"/>
          <w:shd w:val="clear" w:color="auto" w:fill="FFFFFF"/>
        </w:rPr>
        <w:t xml:space="preserve">) </w:t>
      </w:r>
      <w:r w:rsidRPr="00863418">
        <w:rPr>
          <w:rFonts w:asciiTheme="minorHAnsi" w:hAnsiTheme="minorHAnsi" w:cstheme="minorHAnsi"/>
          <w:sz w:val="20"/>
          <w:szCs w:val="20"/>
        </w:rPr>
        <w:t>jest zaznaczenie przez niego we wniosku o dofinansowanie, że wnosi o ochronę ww. informacji ze wskazaniem, które dokładnie informacje stanowić mają</w:t>
      </w:r>
      <w:r w:rsidRPr="00863418">
        <w:rPr>
          <w:sz w:val="20"/>
          <w:szCs w:val="20"/>
        </w:rPr>
        <w:t xml:space="preserve"> tajemnicę przedsiębiorstwa i dlaczego.</w:t>
      </w:r>
    </w:p>
    <w:p w14:paraId="6A5CBAFE" w14:textId="77777777" w:rsidR="00514008" w:rsidRPr="00514008" w:rsidRDefault="00C47C32" w:rsidP="00BA2B5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5D4CD8">
        <w:rPr>
          <w:sz w:val="20"/>
          <w:szCs w:val="20"/>
        </w:rPr>
        <w:t>Doku</w:t>
      </w:r>
      <w:r w:rsidRPr="00514008">
        <w:rPr>
          <w:sz w:val="20"/>
          <w:szCs w:val="20"/>
        </w:rPr>
        <w:t>menty i informacje przedstawiane przez wnioskodawc</w:t>
      </w:r>
      <w:r w:rsidR="00915A34">
        <w:rPr>
          <w:sz w:val="20"/>
          <w:szCs w:val="20"/>
        </w:rPr>
        <w:t>ę</w:t>
      </w:r>
      <w:r w:rsidRPr="00514008">
        <w:rPr>
          <w:sz w:val="20"/>
          <w:szCs w:val="20"/>
        </w:rPr>
        <w:t xml:space="preserve"> nie podlegają udostępnieniu przez właściwą instytucję 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12C4F06E" w14:textId="77777777" w:rsidR="00147C4A" w:rsidRPr="00147C4A" w:rsidRDefault="00C47C32" w:rsidP="00147C4A">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514008">
        <w:rPr>
          <w:sz w:val="20"/>
          <w:szCs w:val="20"/>
        </w:rPr>
        <w:t>Dokumenty i informacje wytworzone lub przygotowane przez właściwe instytucje w związku z oceną dokumentów i informacji przedstawianych przez wnioskodawc</w:t>
      </w:r>
      <w:r w:rsidR="00915A34">
        <w:rPr>
          <w:sz w:val="20"/>
          <w:szCs w:val="20"/>
        </w:rPr>
        <w:t>ę</w:t>
      </w:r>
      <w:r w:rsidRPr="00514008">
        <w:rPr>
          <w:sz w:val="20"/>
          <w:szCs w:val="20"/>
        </w:rPr>
        <w:t xml:space="preserve"> nie podlegają, do czasu zakończenia postępowania w zakresie wyboru projekt</w:t>
      </w:r>
      <w:r w:rsidR="002A2EA5">
        <w:rPr>
          <w:sz w:val="20"/>
          <w:szCs w:val="20"/>
        </w:rPr>
        <w:t>u</w:t>
      </w:r>
      <w:r w:rsidRPr="00514008">
        <w:rPr>
          <w:sz w:val="20"/>
          <w:szCs w:val="20"/>
        </w:rPr>
        <w:t xml:space="preserve"> do dofinansowania, udostępnie</w:t>
      </w:r>
      <w:r w:rsidR="00176C43">
        <w:rPr>
          <w:sz w:val="20"/>
          <w:szCs w:val="20"/>
        </w:rPr>
        <w:t>niu w trybie przepisów ustawy z </w:t>
      </w:r>
      <w:r w:rsidRPr="00514008">
        <w:rPr>
          <w:sz w:val="20"/>
          <w:szCs w:val="20"/>
        </w:rPr>
        <w:t>dnia 6 września 2001 r. o dostępie do informacji publicznej oraz ustawy z dnia 3 paździe</w:t>
      </w:r>
      <w:r w:rsidR="00176C43">
        <w:rPr>
          <w:sz w:val="20"/>
          <w:szCs w:val="20"/>
        </w:rPr>
        <w:t>rnika 2008 r. o </w:t>
      </w:r>
      <w:r w:rsidRPr="00514008">
        <w:rPr>
          <w:sz w:val="20"/>
          <w:szCs w:val="20"/>
        </w:rPr>
        <w:t>udostępnianiu informacji o środowisku i jego ochronie, udziale społeczeńst</w:t>
      </w:r>
      <w:r w:rsidR="00176C43">
        <w:rPr>
          <w:sz w:val="20"/>
          <w:szCs w:val="20"/>
        </w:rPr>
        <w:t>wa w ochronie środowiska oraz o </w:t>
      </w:r>
      <w:r w:rsidRPr="00514008">
        <w:rPr>
          <w:sz w:val="20"/>
          <w:szCs w:val="20"/>
        </w:rPr>
        <w:t>ocenach oddziaływania na środowisko.</w:t>
      </w:r>
    </w:p>
    <w:p w14:paraId="18ABC07C" w14:textId="77777777" w:rsidR="00FA17A4" w:rsidRPr="00FA17A4" w:rsidRDefault="00A80F63" w:rsidP="00FA17A4">
      <w:pPr>
        <w:pStyle w:val="Akapitzlist"/>
        <w:numPr>
          <w:ilvl w:val="1"/>
          <w:numId w:val="1"/>
        </w:numPr>
        <w:tabs>
          <w:tab w:val="left" w:pos="709"/>
        </w:tabs>
        <w:spacing w:before="120" w:after="120" w:line="360" w:lineRule="auto"/>
        <w:ind w:left="709"/>
        <w:contextualSpacing w:val="0"/>
        <w:jc w:val="both"/>
        <w:rPr>
          <w:rFonts w:cs="Arial"/>
          <w:sz w:val="20"/>
          <w:szCs w:val="20"/>
        </w:rPr>
      </w:pPr>
      <w:r w:rsidRPr="00147C4A">
        <w:rPr>
          <w:rFonts w:cs="Arial"/>
          <w:color w:val="000000"/>
          <w:sz w:val="20"/>
          <w:szCs w:val="20"/>
        </w:rPr>
        <w:t>Do wniosku o dofinansowanie wnioskodawca jest zobowiązany dołącz</w:t>
      </w:r>
      <w:r w:rsidR="00655E37" w:rsidRPr="00147C4A">
        <w:rPr>
          <w:rFonts w:cs="Arial"/>
          <w:color w:val="000000"/>
          <w:sz w:val="20"/>
          <w:szCs w:val="20"/>
        </w:rPr>
        <w:t xml:space="preserve">yć załączniki </w:t>
      </w:r>
      <w:r w:rsidR="00655E37" w:rsidRPr="00147C4A">
        <w:rPr>
          <w:rFonts w:cs="Arial"/>
          <w:sz w:val="20"/>
          <w:szCs w:val="20"/>
        </w:rPr>
        <w:t>wyszczególnione w </w:t>
      </w:r>
      <w:r w:rsidRPr="00147C4A">
        <w:rPr>
          <w:rFonts w:cs="Arial"/>
          <w:sz w:val="20"/>
          <w:szCs w:val="20"/>
        </w:rPr>
        <w:t>rozdziale 1</w:t>
      </w:r>
      <w:r w:rsidR="00C93886" w:rsidRPr="00147C4A">
        <w:rPr>
          <w:rFonts w:cs="Arial"/>
          <w:sz w:val="20"/>
          <w:szCs w:val="20"/>
        </w:rPr>
        <w:t>5</w:t>
      </w:r>
      <w:r w:rsidRPr="00147C4A">
        <w:rPr>
          <w:rFonts w:cs="Arial"/>
          <w:sz w:val="20"/>
          <w:szCs w:val="20"/>
        </w:rPr>
        <w:t xml:space="preserve"> </w:t>
      </w:r>
      <w:r w:rsidR="00E26C36" w:rsidRPr="00147C4A">
        <w:rPr>
          <w:rFonts w:cs="Arial"/>
          <w:sz w:val="20"/>
          <w:szCs w:val="20"/>
        </w:rPr>
        <w:t xml:space="preserve">niniejszego </w:t>
      </w:r>
      <w:r w:rsidRPr="00147C4A">
        <w:rPr>
          <w:rFonts w:cs="Arial"/>
          <w:sz w:val="20"/>
          <w:szCs w:val="20"/>
        </w:rPr>
        <w:t>regulaminu „Załączniki do wniosku o</w:t>
      </w:r>
      <w:r w:rsidR="00805F04" w:rsidRPr="00147C4A">
        <w:rPr>
          <w:rFonts w:cs="Arial"/>
          <w:sz w:val="20"/>
          <w:szCs w:val="20"/>
        </w:rPr>
        <w:t> </w:t>
      </w:r>
      <w:r w:rsidR="00655E37" w:rsidRPr="00147C4A">
        <w:rPr>
          <w:rFonts w:cs="Arial"/>
          <w:sz w:val="20"/>
          <w:szCs w:val="20"/>
        </w:rPr>
        <w:t>dofinansowanie oraz</w:t>
      </w:r>
      <w:r w:rsidR="00D916E1" w:rsidRPr="00147C4A">
        <w:rPr>
          <w:rFonts w:cs="Arial"/>
          <w:sz w:val="20"/>
          <w:szCs w:val="20"/>
        </w:rPr>
        <w:t xml:space="preserve"> do</w:t>
      </w:r>
      <w:r w:rsidR="00655E37" w:rsidRPr="00147C4A">
        <w:rPr>
          <w:rFonts w:cs="Arial"/>
          <w:sz w:val="20"/>
          <w:szCs w:val="20"/>
        </w:rPr>
        <w:t xml:space="preserve"> </w:t>
      </w:r>
      <w:r w:rsidR="00034F6E" w:rsidRPr="00034F6E">
        <w:rPr>
          <w:rFonts w:cs="Arial"/>
          <w:sz w:val="20"/>
          <w:szCs w:val="20"/>
        </w:rPr>
        <w:t>zasad realizacji projektu</w:t>
      </w:r>
      <w:r w:rsidR="00FA17A4">
        <w:rPr>
          <w:rFonts w:cs="Arial"/>
          <w:color w:val="000000"/>
          <w:sz w:val="20"/>
          <w:szCs w:val="20"/>
        </w:rPr>
        <w:t>”.</w:t>
      </w:r>
    </w:p>
    <w:p w14:paraId="4D67B442" w14:textId="10E0618A" w:rsidR="00726A2F" w:rsidRPr="00FA17A4" w:rsidRDefault="00985FA1" w:rsidP="00FA17A4">
      <w:pPr>
        <w:pStyle w:val="Akapitzlist"/>
        <w:numPr>
          <w:ilvl w:val="1"/>
          <w:numId w:val="1"/>
        </w:numPr>
        <w:tabs>
          <w:tab w:val="left" w:pos="709"/>
        </w:tabs>
        <w:spacing w:before="120" w:after="120" w:line="360" w:lineRule="auto"/>
        <w:ind w:left="709"/>
        <w:contextualSpacing w:val="0"/>
        <w:jc w:val="both"/>
        <w:rPr>
          <w:rFonts w:cs="Arial"/>
          <w:color w:val="FF0000"/>
          <w:sz w:val="20"/>
          <w:szCs w:val="20"/>
        </w:rPr>
      </w:pPr>
      <w:r w:rsidRPr="00FA17A4">
        <w:rPr>
          <w:rFonts w:asciiTheme="minorHAnsi" w:hAnsiTheme="minorHAnsi" w:cstheme="minorBidi"/>
          <w:color w:val="000000" w:themeColor="text1"/>
          <w:sz w:val="20"/>
          <w:szCs w:val="20"/>
        </w:rPr>
        <w:t xml:space="preserve">Planowany termin rozstrzygnięcia naboru projektów w ramach naboru </w:t>
      </w:r>
      <w:r w:rsidR="005A5830">
        <w:rPr>
          <w:rFonts w:asciiTheme="minorHAnsi" w:hAnsiTheme="minorHAnsi" w:cstheme="minorBidi"/>
          <w:bCs/>
          <w:color w:val="000000" w:themeColor="text1"/>
          <w:sz w:val="20"/>
          <w:szCs w:val="20"/>
        </w:rPr>
        <w:t>FEMA.04.01-IP.01-060</w:t>
      </w:r>
      <w:r w:rsidR="00FA17A4" w:rsidRPr="00FA17A4">
        <w:rPr>
          <w:rFonts w:asciiTheme="minorHAnsi" w:hAnsiTheme="minorHAnsi" w:cstheme="minorBidi"/>
          <w:bCs/>
          <w:color w:val="000000" w:themeColor="text1"/>
          <w:sz w:val="20"/>
          <w:szCs w:val="20"/>
        </w:rPr>
        <w:t>/25</w:t>
      </w:r>
      <w:r w:rsidR="00FA17A4" w:rsidRPr="00AA18FF">
        <w:rPr>
          <w:rFonts w:asciiTheme="minorHAnsi" w:hAnsiTheme="minorHAnsi" w:cstheme="minorBidi"/>
          <w:bCs/>
          <w:sz w:val="20"/>
          <w:szCs w:val="20"/>
        </w:rPr>
        <w:t xml:space="preserve"> </w:t>
      </w:r>
      <w:r w:rsidR="002748B5" w:rsidRPr="00AA18FF">
        <w:rPr>
          <w:rFonts w:asciiTheme="minorHAnsi" w:hAnsiTheme="minorHAnsi" w:cstheme="minorBidi"/>
          <w:bCs/>
          <w:sz w:val="20"/>
          <w:szCs w:val="20"/>
        </w:rPr>
        <w:t>-</w:t>
      </w:r>
      <w:r w:rsidR="004F37B8" w:rsidRPr="00327E5E">
        <w:rPr>
          <w:rFonts w:asciiTheme="minorHAnsi" w:hAnsiTheme="minorHAnsi" w:cstheme="minorBidi"/>
          <w:bCs/>
          <w:sz w:val="20"/>
          <w:szCs w:val="20"/>
        </w:rPr>
        <w:t xml:space="preserve"> </w:t>
      </w:r>
      <w:r w:rsidR="00891679" w:rsidRPr="00327E5E">
        <w:rPr>
          <w:rFonts w:asciiTheme="minorHAnsi" w:hAnsiTheme="minorHAnsi" w:cstheme="minorBidi"/>
          <w:sz w:val="20"/>
          <w:szCs w:val="20"/>
        </w:rPr>
        <w:t xml:space="preserve">do </w:t>
      </w:r>
      <w:r w:rsidR="00583C31">
        <w:rPr>
          <w:rFonts w:asciiTheme="minorHAnsi" w:hAnsiTheme="minorHAnsi" w:cstheme="minorBidi"/>
          <w:sz w:val="20"/>
          <w:szCs w:val="20"/>
        </w:rPr>
        <w:br/>
      </w:r>
      <w:r w:rsidR="00AA18FF" w:rsidRPr="00327E5E">
        <w:rPr>
          <w:rFonts w:asciiTheme="minorHAnsi" w:hAnsiTheme="minorHAnsi" w:cstheme="minorBidi"/>
          <w:sz w:val="20"/>
          <w:szCs w:val="20"/>
        </w:rPr>
        <w:t>21 listopada</w:t>
      </w:r>
      <w:r w:rsidR="00EF12FA" w:rsidRPr="00327E5E">
        <w:rPr>
          <w:rFonts w:asciiTheme="minorHAnsi" w:hAnsiTheme="minorHAnsi" w:cstheme="minorBidi"/>
          <w:sz w:val="20"/>
          <w:szCs w:val="20"/>
        </w:rPr>
        <w:t xml:space="preserve"> 2025 r.</w:t>
      </w:r>
    </w:p>
    <w:p w14:paraId="4B4F9CBD" w14:textId="052A0963" w:rsidR="00D15181" w:rsidRPr="00726A2F" w:rsidRDefault="00D15181" w:rsidP="00726A2F">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726A2F">
        <w:rPr>
          <w:rFonts w:asciiTheme="minorHAnsi" w:hAnsiTheme="minorHAnsi" w:cstheme="minorBidi"/>
          <w:color w:val="000000" w:themeColor="text1"/>
          <w:sz w:val="20"/>
          <w:szCs w:val="20"/>
        </w:rPr>
        <w:t xml:space="preserve">Realizacja projektu przewidziana </w:t>
      </w:r>
      <w:r w:rsidRPr="00726A2F">
        <w:rPr>
          <w:rFonts w:asciiTheme="minorHAnsi" w:hAnsiTheme="minorHAnsi" w:cstheme="minorBidi"/>
          <w:sz w:val="20"/>
          <w:szCs w:val="20"/>
        </w:rPr>
        <w:t xml:space="preserve">jest </w:t>
      </w:r>
      <w:r w:rsidRPr="00583C31">
        <w:rPr>
          <w:rFonts w:asciiTheme="minorHAnsi" w:hAnsiTheme="minorHAnsi" w:cstheme="minorBidi"/>
          <w:sz w:val="20"/>
          <w:szCs w:val="20"/>
        </w:rPr>
        <w:t xml:space="preserve">do </w:t>
      </w:r>
      <w:r w:rsidR="00AA18FF" w:rsidRPr="00583C31">
        <w:rPr>
          <w:rFonts w:asciiTheme="minorHAnsi" w:hAnsiTheme="minorHAnsi" w:cstheme="minorBidi"/>
          <w:sz w:val="20"/>
          <w:szCs w:val="20"/>
        </w:rPr>
        <w:t>3</w:t>
      </w:r>
      <w:r w:rsidR="00583C31" w:rsidRPr="00583C31">
        <w:rPr>
          <w:rFonts w:asciiTheme="minorHAnsi" w:hAnsiTheme="minorHAnsi" w:cstheme="minorBidi"/>
          <w:sz w:val="20"/>
          <w:szCs w:val="20"/>
        </w:rPr>
        <w:t>1 grudnia</w:t>
      </w:r>
      <w:r w:rsidR="00380784" w:rsidRPr="00583C31">
        <w:rPr>
          <w:rFonts w:asciiTheme="minorHAnsi" w:hAnsiTheme="minorHAnsi" w:cstheme="minorBidi"/>
          <w:sz w:val="20"/>
          <w:szCs w:val="20"/>
        </w:rPr>
        <w:t xml:space="preserve"> 2028</w:t>
      </w:r>
      <w:r w:rsidR="00726A2F" w:rsidRPr="00583C31">
        <w:rPr>
          <w:rFonts w:asciiTheme="minorHAnsi" w:hAnsiTheme="minorHAnsi" w:cstheme="minorBidi"/>
          <w:sz w:val="20"/>
          <w:szCs w:val="20"/>
        </w:rPr>
        <w:t xml:space="preserve"> </w:t>
      </w:r>
      <w:r w:rsidR="00C853C3" w:rsidRPr="00583C31">
        <w:rPr>
          <w:rFonts w:asciiTheme="minorHAnsi" w:hAnsiTheme="minorHAnsi" w:cstheme="minorBidi"/>
          <w:sz w:val="20"/>
          <w:szCs w:val="20"/>
        </w:rPr>
        <w:t xml:space="preserve">r. </w:t>
      </w:r>
    </w:p>
    <w:p w14:paraId="209CCF11" w14:textId="77777777" w:rsidR="007A3CC9" w:rsidRPr="002A3A1B" w:rsidRDefault="00A03C83" w:rsidP="007A3CC9">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A3A1B">
        <w:rPr>
          <w:rFonts w:cs="Arial"/>
          <w:color w:val="000000"/>
          <w:sz w:val="20"/>
          <w:szCs w:val="20"/>
        </w:rPr>
        <w:t>Jeżeli w regulaminie termin określony został w dniach, to należy przez to rozumieć dni kalendarzowe.</w:t>
      </w:r>
    </w:p>
    <w:p w14:paraId="56E84BB6" w14:textId="77777777" w:rsidR="00DC3ECB" w:rsidRDefault="007A3CC9" w:rsidP="00DC3ECB">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A3A1B">
        <w:rPr>
          <w:rFonts w:cs="Arial"/>
          <w:color w:val="000000"/>
          <w:sz w:val="20"/>
          <w:szCs w:val="20"/>
        </w:rPr>
        <w:t>Jeżeli ostatni dzień terminu przypada na dzień uznany ustawowo za wolny od pracy lub na sobotę, za ostatni dzień terminu uważa się następny dzień, który nie jest dniem wolnym od pracy ani sobotą.</w:t>
      </w:r>
    </w:p>
    <w:p w14:paraId="2F6FFE29" w14:textId="4AECDDDE" w:rsidR="00DC3ECB" w:rsidRPr="008164E1" w:rsidRDefault="00DC3ECB" w:rsidP="00DC3ECB">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8164E1">
        <w:rPr>
          <w:rFonts w:asciiTheme="minorHAnsi" w:hAnsiTheme="minorHAnsi" w:cstheme="minorBidi"/>
          <w:sz w:val="20"/>
          <w:szCs w:val="20"/>
        </w:rPr>
        <w:t>Beneficjenci zobowiązani są do stosowania w trakcie realizacji projektu jak i w okresie trwałości projektu, o którym mowa w art. 65 rozporządzenia ogólnego odpowiednich działań zapobiegających konfliktowi interesów w rozumieniu art. 61 rozporządzenia Parlamentu Europejskiego i Rady (UE, Euratom) 2024/2509 z dnia 23 września 2024 r. w sprawie zasad finansowych mających zastosowanie do budżetu ogólnego Unii (wersja przekształcona) (Dz. U. UE. L. z 2024 r. poz. 2509). Zgodnie z art. 61 ww. rozporządzenia, przez konflikt interesów należy rozumieć sytuację, gdy bezstronne i obiektywne pełnienie funkcji podmiotu upoważnionego do działań finansowych lub innej osoby, jest zagrożone z uwagi na względy rodzinne, emocjonalne, sympatie polityczne lub związki z jakimkolwiek krajem, interes gospodarczy lub jakiekolwiek inne bezpośrednie lub pośrednie interesy osobiste.</w:t>
      </w:r>
    </w:p>
    <w:p w14:paraId="76762E54" w14:textId="08014FD1" w:rsidR="00DC3ECB" w:rsidRPr="008164E1" w:rsidRDefault="00DC3ECB" w:rsidP="00DC3ECB">
      <w:pPr>
        <w:tabs>
          <w:tab w:val="left" w:pos="709"/>
        </w:tabs>
        <w:spacing w:before="120" w:after="120" w:line="360" w:lineRule="auto"/>
        <w:jc w:val="both"/>
        <w:rPr>
          <w:rFonts w:asciiTheme="minorHAnsi" w:hAnsiTheme="minorHAnsi" w:cstheme="minorBidi"/>
          <w:sz w:val="20"/>
          <w:szCs w:val="20"/>
        </w:rPr>
      </w:pPr>
      <w:r w:rsidRPr="008164E1">
        <w:rPr>
          <w:rFonts w:asciiTheme="minorHAnsi" w:hAnsiTheme="minorHAnsi" w:cstheme="minorBidi"/>
          <w:sz w:val="20"/>
          <w:szCs w:val="20"/>
        </w:rPr>
        <w:tab/>
        <w:t xml:space="preserve">Jednocześnie Beneficjent zobowiązany jest do: </w:t>
      </w:r>
    </w:p>
    <w:p w14:paraId="2EDC4FA4" w14:textId="77777777" w:rsidR="00DC3ECB" w:rsidRPr="008164E1" w:rsidRDefault="00DC3ECB" w:rsidP="00DC3ECB">
      <w:pPr>
        <w:pStyle w:val="Akapitzlist"/>
        <w:numPr>
          <w:ilvl w:val="1"/>
          <w:numId w:val="33"/>
        </w:numPr>
        <w:spacing w:before="120" w:after="120" w:line="360" w:lineRule="auto"/>
        <w:ind w:hanging="371"/>
        <w:jc w:val="both"/>
        <w:rPr>
          <w:rFonts w:asciiTheme="minorHAnsi" w:hAnsiTheme="minorHAnsi" w:cstheme="minorBidi"/>
          <w:sz w:val="20"/>
          <w:szCs w:val="20"/>
        </w:rPr>
      </w:pPr>
      <w:r w:rsidRPr="008164E1">
        <w:rPr>
          <w:rFonts w:asciiTheme="minorHAnsi" w:hAnsiTheme="minorHAnsi" w:cstheme="minorBidi"/>
          <w:sz w:val="20"/>
          <w:szCs w:val="20"/>
        </w:rPr>
        <w:t xml:space="preserve">działania w sposób przejrzysty i proporcjonalny – zgodnie z procedurą określoną w podrozdziale 3.2 Wytycznych dotyczących kwalifikowalności wydatków na lata 2021-2027 (zasada konkurencyjności); </w:t>
      </w:r>
    </w:p>
    <w:p w14:paraId="54E81B9F" w14:textId="77777777" w:rsidR="00DC3ECB" w:rsidRPr="008164E1" w:rsidRDefault="00DC3ECB" w:rsidP="00DC3ECB">
      <w:pPr>
        <w:pStyle w:val="Akapitzlist"/>
        <w:numPr>
          <w:ilvl w:val="1"/>
          <w:numId w:val="33"/>
        </w:numPr>
        <w:spacing w:before="120" w:after="120" w:line="360" w:lineRule="auto"/>
        <w:ind w:hanging="371"/>
        <w:jc w:val="both"/>
        <w:rPr>
          <w:rFonts w:asciiTheme="minorHAnsi" w:hAnsiTheme="minorHAnsi" w:cstheme="minorBidi"/>
          <w:sz w:val="20"/>
          <w:szCs w:val="20"/>
        </w:rPr>
      </w:pPr>
      <w:r w:rsidRPr="008164E1">
        <w:rPr>
          <w:rFonts w:asciiTheme="minorHAnsi" w:hAnsiTheme="minorHAnsi" w:cstheme="minorBidi"/>
          <w:sz w:val="20"/>
          <w:szCs w:val="20"/>
        </w:rPr>
        <w:lastRenderedPageBreak/>
        <w:t>dołożenia wszelkich starań w celu uniknięcia konfliktu interesów w rozumieniu ustawy Pzp (w przypadku zamówień udzielanych zgodnie z tą ustawą) albo Wytycznych dotyczących kwalifikowalności wydatków na lata 2021-2027).</w:t>
      </w:r>
    </w:p>
    <w:p w14:paraId="1ECEA683" w14:textId="64CE8EED" w:rsidR="001845B6" w:rsidRPr="001845B6" w:rsidRDefault="00EC3421" w:rsidP="00BA2B54">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008164E1">
        <w:rPr>
          <w:rFonts w:cs="Calibri"/>
          <w:sz w:val="20"/>
          <w:szCs w:val="20"/>
        </w:rPr>
        <w:t>Wsparcie nie może być udzielone na dofinansowanie projektu, który został fizycznie ukończony lub w pełni zrealizowany do dnia złożenia wniosku o dofinansowanie w rozumi</w:t>
      </w:r>
      <w:r w:rsidRPr="25E4FB5C">
        <w:rPr>
          <w:rFonts w:cs="Calibri"/>
          <w:sz w:val="20"/>
          <w:szCs w:val="20"/>
        </w:rPr>
        <w:t>eniu art. 63 ust. 6 rozporządzenia ogólnego.</w:t>
      </w:r>
      <w:bookmarkStart w:id="5" w:name="_Toc121316209"/>
    </w:p>
    <w:p w14:paraId="4FF9D64E" w14:textId="1BBA63B5" w:rsidR="008437EF" w:rsidRPr="00D03652" w:rsidRDefault="00782360" w:rsidP="00D03652">
      <w:pPr>
        <w:pStyle w:val="Nagwek1"/>
        <w:numPr>
          <w:ilvl w:val="0"/>
          <w:numId w:val="18"/>
        </w:numPr>
        <w:jc w:val="center"/>
      </w:pPr>
      <w:bookmarkStart w:id="6" w:name="_Toc195787767"/>
      <w:r w:rsidRPr="00D03652">
        <w:t>TYP</w:t>
      </w:r>
      <w:r w:rsidR="00A71D5E" w:rsidRPr="00D03652">
        <w:t>/TYTUŁ</w:t>
      </w:r>
      <w:r w:rsidR="00306DA7" w:rsidRPr="00D03652">
        <w:t xml:space="preserve"> PROJEKT</w:t>
      </w:r>
      <w:bookmarkEnd w:id="5"/>
      <w:r w:rsidR="00C5080B" w:rsidRPr="00D03652">
        <w:t>U</w:t>
      </w:r>
      <w:bookmarkEnd w:id="6"/>
    </w:p>
    <w:p w14:paraId="3E9F4F85" w14:textId="77777777" w:rsidR="006211B6" w:rsidRPr="006211B6" w:rsidRDefault="006211B6" w:rsidP="006211B6"/>
    <w:p w14:paraId="1ED8E730" w14:textId="77777777" w:rsidR="00C9737D" w:rsidRPr="00F774CA"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774CA">
        <w:rPr>
          <w:rFonts w:asciiTheme="minorHAnsi" w:hAnsiTheme="minorHAnsi" w:cstheme="minorHAnsi"/>
          <w:sz w:val="20"/>
          <w:szCs w:val="20"/>
        </w:rPr>
        <w:t>Typ projektu: Budowa i przebudowa dróg wojewódzkich, poprawiających dostępność do sieci TEN-T, obwodnic odciążających miasta od ruchu samochodowego, w szczególności tranzytowego, w tym inwestycje na rzecz poprawy bezpieczeństwa na tych drogach.</w:t>
      </w:r>
    </w:p>
    <w:p w14:paraId="0229E5DF" w14:textId="77777777" w:rsidR="00C9737D" w:rsidRPr="00F774CA"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774CA">
        <w:rPr>
          <w:rFonts w:asciiTheme="minorHAnsi" w:hAnsiTheme="minorHAnsi" w:cstheme="minorHAnsi"/>
          <w:sz w:val="20"/>
          <w:szCs w:val="20"/>
        </w:rPr>
        <w:t>Wsparciem objęty zostanie projekt, wpisany na Listę wstępnie zweryfikowanych projektów EFRR wybieranych do dofinansowania w sposób niekonkurencyjny w ramach programu Fundusze Europejskie dla Mazowsza 2021-2027.</w:t>
      </w:r>
    </w:p>
    <w:p w14:paraId="1C644FCA" w14:textId="3C55CF54" w:rsidR="00C9737D" w:rsidRPr="00C9737D"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color w:val="FF0000"/>
          <w:sz w:val="20"/>
          <w:szCs w:val="20"/>
        </w:rPr>
      </w:pPr>
      <w:r w:rsidRPr="00F774CA">
        <w:rPr>
          <w:rFonts w:asciiTheme="minorHAnsi" w:hAnsiTheme="minorHAnsi" w:cstheme="minorHAnsi"/>
          <w:sz w:val="20"/>
          <w:szCs w:val="20"/>
        </w:rPr>
        <w:t>Wszystkie inwestycje muszą wynikać z Regionalnego Planu Transportowego Województwa Maz</w:t>
      </w:r>
      <w:r w:rsidR="00F774CA" w:rsidRPr="00F774CA">
        <w:rPr>
          <w:rFonts w:asciiTheme="minorHAnsi" w:hAnsiTheme="minorHAnsi" w:cstheme="minorHAnsi"/>
          <w:sz w:val="20"/>
          <w:szCs w:val="20"/>
        </w:rPr>
        <w:t>owieckiego w perspektywie do 20</w:t>
      </w:r>
      <w:r w:rsidRPr="00F774CA">
        <w:rPr>
          <w:rFonts w:asciiTheme="minorHAnsi" w:hAnsiTheme="minorHAnsi" w:cstheme="minorHAnsi"/>
          <w:sz w:val="20"/>
          <w:szCs w:val="20"/>
        </w:rPr>
        <w:t>3</w:t>
      </w:r>
      <w:r w:rsidR="00F774CA" w:rsidRPr="00F774CA">
        <w:rPr>
          <w:rFonts w:asciiTheme="minorHAnsi" w:hAnsiTheme="minorHAnsi" w:cstheme="minorHAnsi"/>
          <w:sz w:val="20"/>
          <w:szCs w:val="20"/>
        </w:rPr>
        <w:t>0</w:t>
      </w:r>
      <w:r w:rsidRPr="00F774CA">
        <w:rPr>
          <w:rFonts w:asciiTheme="minorHAnsi" w:hAnsiTheme="minorHAnsi" w:cstheme="minorHAnsi"/>
          <w:sz w:val="20"/>
          <w:szCs w:val="20"/>
        </w:rPr>
        <w:t xml:space="preserve"> r. </w:t>
      </w:r>
    </w:p>
    <w:p w14:paraId="4F55BF91" w14:textId="77777777" w:rsidR="00C9737D" w:rsidRPr="00C9737D"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color w:val="FF0000"/>
          <w:sz w:val="20"/>
          <w:szCs w:val="20"/>
        </w:rPr>
      </w:pPr>
      <w:r w:rsidRPr="00F774CA">
        <w:rPr>
          <w:rFonts w:asciiTheme="minorHAnsi" w:hAnsiTheme="minorHAnsi" w:cstheme="minorHAnsi"/>
          <w:sz w:val="20"/>
          <w:szCs w:val="20"/>
        </w:rPr>
        <w:t>Drogi będą dostosowane do nacisku 11,5 tony/oś (115 kN/oś). Z zastrzeżeniem obwodnic i obiektów P+R, inwestycje drogowe realizowane na obszarach miast nie będą obejmowały budowy nowych, ani zwiększenia pojemności lub przepustowości istniejących dróg lub parkingów i nie będą przyczyniały się do zwiększenia natężenia ruchu samochodowego w obszarach miejskich</w:t>
      </w:r>
      <w:r w:rsidRPr="00C9737D">
        <w:rPr>
          <w:rFonts w:asciiTheme="minorHAnsi" w:hAnsiTheme="minorHAnsi" w:cstheme="minorHAnsi"/>
          <w:color w:val="FF0000"/>
          <w:sz w:val="20"/>
          <w:szCs w:val="20"/>
        </w:rPr>
        <w:t xml:space="preserve">. </w:t>
      </w:r>
      <w:r w:rsidRPr="00F774CA">
        <w:rPr>
          <w:rFonts w:asciiTheme="minorHAnsi" w:hAnsiTheme="minorHAnsi" w:cstheme="minorHAnsi"/>
          <w:sz w:val="20"/>
          <w:szCs w:val="20"/>
        </w:rPr>
        <w:t>Tam, gdzie jest to technicznie możliwe, realizowane projekty w zakresie infrastruktury drogowej będą obejmowały zapewnienie retencji i podczyszczania wód opadowych poprzez wykorzystanie zielonej i niebieskiej infrastruktury oraz rozwiązań opartych na przyrodzie.</w:t>
      </w:r>
    </w:p>
    <w:p w14:paraId="27A2FD96" w14:textId="77777777" w:rsidR="00C9737D" w:rsidRPr="00F774CA"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774CA">
        <w:rPr>
          <w:rFonts w:asciiTheme="minorHAnsi" w:hAnsiTheme="minorHAnsi" w:cstheme="minorHAnsi"/>
          <w:sz w:val="20"/>
          <w:szCs w:val="20"/>
        </w:rPr>
        <w:t xml:space="preserve">W celu poprawy bezpieczeństwa dla niezmotoryzowanych uczestników ruchu drogowego planuje się wspierać budowę ciągów pieszo-rowerowych wzdłuż dróg oraz uzupełniać braki w infrastrukturze. </w:t>
      </w:r>
    </w:p>
    <w:p w14:paraId="32E72A27" w14:textId="77777777" w:rsidR="00C9737D" w:rsidRPr="00F774CA"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774CA">
        <w:rPr>
          <w:rFonts w:asciiTheme="minorHAnsi" w:hAnsiTheme="minorHAnsi" w:cstheme="minorHAnsi"/>
          <w:sz w:val="20"/>
          <w:szCs w:val="20"/>
        </w:rPr>
        <w:t>Inwestycje w ścieżki rowerowe będą zgodne ze „Standardami infrastruktury rowerowej i koncepcją tras rowerowych wskazanych do realizacji w perspektywie do 2030 roku w województwie mazowieckim” przyjętych  Uchwałą 1100/333/22 Zarządu Województwa Mazowieckiego z dnia 28 czerwca 2022 r.</w:t>
      </w:r>
    </w:p>
    <w:p w14:paraId="6948D8A8" w14:textId="2DD5113F" w:rsidR="00C9737D" w:rsidRDefault="00C9737D" w:rsidP="00C9737D">
      <w:pPr>
        <w:pStyle w:val="Akapitzlist"/>
        <w:numPr>
          <w:ilvl w:val="1"/>
          <w:numId w:val="6"/>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F42331">
        <w:rPr>
          <w:rFonts w:asciiTheme="minorHAnsi" w:hAnsiTheme="minorHAnsi" w:cstheme="minorHAnsi"/>
          <w:sz w:val="20"/>
          <w:szCs w:val="20"/>
        </w:rPr>
        <w:t xml:space="preserve">Projekt adresowany jest do </w:t>
      </w:r>
      <w:bookmarkStart w:id="7" w:name="_Hlk134603444"/>
      <w:r w:rsidRPr="00F42331">
        <w:rPr>
          <w:rFonts w:asciiTheme="minorHAnsi" w:hAnsiTheme="minorHAnsi" w:cstheme="minorHAnsi"/>
          <w:sz w:val="20"/>
          <w:szCs w:val="20"/>
        </w:rPr>
        <w:t>użytkowników infrastruktury drogowej, mieszkańców województwa mazowieckiego, turystów korzystający z infrastruktury, przedsiębiorców.</w:t>
      </w:r>
    </w:p>
    <w:p w14:paraId="6D046B04" w14:textId="77777777" w:rsidR="00104160" w:rsidRPr="00D03652" w:rsidRDefault="00104160" w:rsidP="00D03652">
      <w:pPr>
        <w:pStyle w:val="Nagwek1"/>
        <w:numPr>
          <w:ilvl w:val="0"/>
          <w:numId w:val="18"/>
        </w:numPr>
        <w:jc w:val="center"/>
      </w:pPr>
      <w:bookmarkStart w:id="8" w:name="_Toc121316210"/>
      <w:bookmarkStart w:id="9" w:name="_Toc195787768"/>
      <w:bookmarkEnd w:id="7"/>
      <w:r w:rsidRPr="00D03652">
        <w:t>P</w:t>
      </w:r>
      <w:r w:rsidR="00141BB6" w:rsidRPr="00D03652">
        <w:t>ODMIOT UPRAWNIONY</w:t>
      </w:r>
      <w:r w:rsidRPr="00D03652">
        <w:t xml:space="preserve"> DO UBIEGANIA SIĘ O</w:t>
      </w:r>
      <w:r w:rsidR="002748B5" w:rsidRPr="00D03652">
        <w:t> </w:t>
      </w:r>
      <w:r w:rsidRPr="00D03652">
        <w:t>DOFINANSOWANIE</w:t>
      </w:r>
      <w:bookmarkEnd w:id="8"/>
      <w:bookmarkEnd w:id="9"/>
    </w:p>
    <w:p w14:paraId="5D8A6D91" w14:textId="77777777" w:rsidR="006F407F" w:rsidRPr="00F81477" w:rsidRDefault="006F407F" w:rsidP="00DE2C77">
      <w:pPr>
        <w:keepNext/>
        <w:autoSpaceDE w:val="0"/>
        <w:autoSpaceDN w:val="0"/>
        <w:adjustRightInd w:val="0"/>
        <w:spacing w:after="0" w:line="360" w:lineRule="auto"/>
        <w:jc w:val="both"/>
        <w:rPr>
          <w:rFonts w:cs="Arial"/>
          <w:color w:val="000000"/>
          <w:sz w:val="20"/>
          <w:szCs w:val="20"/>
        </w:rPr>
      </w:pPr>
    </w:p>
    <w:p w14:paraId="6E5EB583" w14:textId="1F44D681" w:rsidR="00F2619F" w:rsidRPr="008012D7" w:rsidRDefault="00F2619F" w:rsidP="00467101">
      <w:pPr>
        <w:pStyle w:val="Akapitzlist"/>
        <w:numPr>
          <w:ilvl w:val="1"/>
          <w:numId w:val="8"/>
        </w:numPr>
        <w:spacing w:line="360" w:lineRule="auto"/>
        <w:ind w:left="709"/>
        <w:rPr>
          <w:rFonts w:cs="Calibri"/>
          <w:sz w:val="20"/>
          <w:szCs w:val="20"/>
        </w:rPr>
      </w:pPr>
      <w:r w:rsidRPr="008012D7">
        <w:rPr>
          <w:rFonts w:cs="Calibri"/>
          <w:sz w:val="20"/>
          <w:szCs w:val="20"/>
        </w:rPr>
        <w:t xml:space="preserve">Beneficjent ogólny: </w:t>
      </w:r>
      <w:r w:rsidR="00467101" w:rsidRPr="008012D7">
        <w:rPr>
          <w:rFonts w:cs="Calibri"/>
          <w:sz w:val="20"/>
          <w:szCs w:val="20"/>
        </w:rPr>
        <w:t>Administracja publiczna, Przedsiębiorstwa realizujące cele publiczne, Służby publiczne.</w:t>
      </w:r>
    </w:p>
    <w:p w14:paraId="66983E56" w14:textId="4A66E6F5" w:rsidR="00F2619F" w:rsidRPr="008012D7" w:rsidRDefault="00F2619F" w:rsidP="00467101">
      <w:pPr>
        <w:pStyle w:val="Akapitzlist"/>
        <w:numPr>
          <w:ilvl w:val="1"/>
          <w:numId w:val="8"/>
        </w:numPr>
        <w:spacing w:line="360" w:lineRule="auto"/>
        <w:ind w:left="709"/>
        <w:rPr>
          <w:rFonts w:cs="Calibri"/>
          <w:sz w:val="20"/>
          <w:szCs w:val="20"/>
        </w:rPr>
      </w:pPr>
      <w:r w:rsidRPr="008012D7">
        <w:rPr>
          <w:rFonts w:cs="Calibri"/>
          <w:sz w:val="20"/>
          <w:szCs w:val="20"/>
        </w:rPr>
        <w:t>Beneficjent szczegółowy:</w:t>
      </w:r>
      <w:r w:rsidR="00467101" w:rsidRPr="008012D7">
        <w:t xml:space="preserve"> </w:t>
      </w:r>
      <w:r w:rsidR="00467101" w:rsidRPr="008012D7">
        <w:rPr>
          <w:rFonts w:cs="Calibri"/>
          <w:sz w:val="20"/>
          <w:szCs w:val="20"/>
        </w:rPr>
        <w:t>Jednostki Samorządu Terytorialnego, Zarządcy dróg publicznych.</w:t>
      </w:r>
    </w:p>
    <w:p w14:paraId="0F46F8D6" w14:textId="47CA6BD2" w:rsidR="002F1E21" w:rsidRPr="008012D7" w:rsidRDefault="006C5561" w:rsidP="00467101">
      <w:pPr>
        <w:pStyle w:val="Akapitzlist"/>
        <w:keepNext/>
        <w:numPr>
          <w:ilvl w:val="1"/>
          <w:numId w:val="8"/>
        </w:numPr>
        <w:autoSpaceDE w:val="0"/>
        <w:autoSpaceDN w:val="0"/>
        <w:adjustRightInd w:val="0"/>
        <w:spacing w:after="0" w:line="360" w:lineRule="auto"/>
        <w:ind w:left="709" w:hanging="709"/>
        <w:jc w:val="both"/>
        <w:rPr>
          <w:rFonts w:cs="Calibri"/>
          <w:sz w:val="20"/>
          <w:szCs w:val="20"/>
        </w:rPr>
      </w:pPr>
      <w:r w:rsidRPr="008012D7">
        <w:rPr>
          <w:rFonts w:cs="Calibri"/>
          <w:sz w:val="20"/>
          <w:szCs w:val="20"/>
        </w:rPr>
        <w:lastRenderedPageBreak/>
        <w:t>Wnioskodawca:</w:t>
      </w:r>
      <w:r w:rsidRPr="008012D7">
        <w:t xml:space="preserve"> </w:t>
      </w:r>
      <w:r w:rsidR="00206514" w:rsidRPr="008012D7">
        <w:rPr>
          <w:rFonts w:cs="Calibri"/>
          <w:sz w:val="20"/>
          <w:szCs w:val="20"/>
        </w:rPr>
        <w:t>Województwo Mazowieckie</w:t>
      </w:r>
      <w:r w:rsidR="00F2619F" w:rsidRPr="008012D7">
        <w:rPr>
          <w:rFonts w:cs="Calibri"/>
          <w:sz w:val="20"/>
          <w:szCs w:val="20"/>
        </w:rPr>
        <w:t>.</w:t>
      </w:r>
    </w:p>
    <w:p w14:paraId="30C4E2C4" w14:textId="77777777" w:rsidR="00734D7C" w:rsidRPr="00D03652" w:rsidRDefault="00734D7C" w:rsidP="00D03652">
      <w:pPr>
        <w:pStyle w:val="Nagwek1"/>
        <w:numPr>
          <w:ilvl w:val="0"/>
          <w:numId w:val="18"/>
        </w:numPr>
        <w:jc w:val="center"/>
      </w:pPr>
      <w:bookmarkStart w:id="10" w:name="_Toc121316211"/>
      <w:bookmarkStart w:id="11" w:name="_Toc195787769"/>
      <w:r w:rsidRPr="00D03652">
        <w:t>KWALIFIKOWALNOŚĆ WYDATKÓW</w:t>
      </w:r>
      <w:bookmarkEnd w:id="10"/>
      <w:bookmarkEnd w:id="11"/>
    </w:p>
    <w:p w14:paraId="0C3C3573" w14:textId="77777777" w:rsidR="00AA117E" w:rsidRPr="00AA117E" w:rsidRDefault="00AA117E" w:rsidP="00AA117E"/>
    <w:p w14:paraId="4AA2DC02" w14:textId="54EE2540" w:rsidR="0020168C" w:rsidRPr="00FE00E0" w:rsidRDefault="008043F4" w:rsidP="00FE00E0">
      <w:pPr>
        <w:pStyle w:val="Akapitzlist"/>
        <w:numPr>
          <w:ilvl w:val="1"/>
          <w:numId w:val="11"/>
        </w:numPr>
        <w:spacing w:line="360" w:lineRule="auto"/>
        <w:jc w:val="both"/>
        <w:rPr>
          <w:sz w:val="20"/>
          <w:szCs w:val="20"/>
        </w:rPr>
      </w:pPr>
      <w:r w:rsidRPr="002871F3">
        <w:rPr>
          <w:sz w:val="20"/>
          <w:szCs w:val="20"/>
        </w:rPr>
        <w:t>Za wydatki kwalifikowalne w projek</w:t>
      </w:r>
      <w:r w:rsidR="002A2EA5" w:rsidRPr="002871F3">
        <w:rPr>
          <w:sz w:val="20"/>
          <w:szCs w:val="20"/>
        </w:rPr>
        <w:t>cie</w:t>
      </w:r>
      <w:r w:rsidRPr="002871F3">
        <w:rPr>
          <w:sz w:val="20"/>
          <w:szCs w:val="20"/>
        </w:rPr>
        <w:t xml:space="preserve"> realizowany</w:t>
      </w:r>
      <w:r w:rsidR="002A2EA5" w:rsidRPr="002871F3">
        <w:rPr>
          <w:sz w:val="20"/>
          <w:szCs w:val="20"/>
        </w:rPr>
        <w:t>m</w:t>
      </w:r>
      <w:r w:rsidRPr="002871F3">
        <w:rPr>
          <w:sz w:val="20"/>
          <w:szCs w:val="20"/>
        </w:rPr>
        <w:t xml:space="preserve"> w ramach </w:t>
      </w:r>
      <w:r w:rsidR="002871F3" w:rsidRPr="002871F3">
        <w:rPr>
          <w:sz w:val="20"/>
          <w:szCs w:val="20"/>
        </w:rPr>
        <w:t xml:space="preserve">działania </w:t>
      </w:r>
      <w:r w:rsidR="00FE00E0" w:rsidRPr="00FE00E0">
        <w:rPr>
          <w:sz w:val="20"/>
          <w:szCs w:val="20"/>
        </w:rPr>
        <w:t>4.1 Transport regionalny i lokalny, typ projektu: Budowa i przebudowa dróg wojewódzkich, poprawiających dostępność do sieci TEN-T, obwodnic odciążających miasta od ruchu samochodowego, w szczególności tranzytowego, w tym inwestycje na rzecz poprawy bezpieczeństwa na tych drogach, tytuł projektu: Budowa drogi wojewódzkiej nr 627 na odcinku Kosów Lacki – Sokołów Podlaski</w:t>
      </w:r>
      <w:r w:rsidR="00FF01F6" w:rsidRPr="00FE00E0">
        <w:rPr>
          <w:sz w:val="20"/>
          <w:szCs w:val="20"/>
        </w:rPr>
        <w:t xml:space="preserve">, </w:t>
      </w:r>
      <w:r w:rsidRPr="00FE00E0">
        <w:rPr>
          <w:sz w:val="20"/>
          <w:szCs w:val="20"/>
        </w:rPr>
        <w:t>uznać można wydatki zgodne z:</w:t>
      </w:r>
    </w:p>
    <w:p w14:paraId="4C062199" w14:textId="77777777" w:rsidR="003F7224" w:rsidRPr="003F7224" w:rsidRDefault="008043F4" w:rsidP="003F7224">
      <w:pPr>
        <w:pStyle w:val="Akapitzlist"/>
        <w:numPr>
          <w:ilvl w:val="2"/>
          <w:numId w:val="11"/>
        </w:numPr>
        <w:spacing w:line="360" w:lineRule="auto"/>
        <w:ind w:left="1134"/>
        <w:jc w:val="both"/>
        <w:rPr>
          <w:sz w:val="20"/>
          <w:szCs w:val="20"/>
        </w:rPr>
      </w:pPr>
      <w:r w:rsidRPr="0020168C">
        <w:rPr>
          <w:rFonts w:cs="Calibri"/>
          <w:sz w:val="20"/>
          <w:szCs w:val="20"/>
        </w:rPr>
        <w:t>wytycznymi Ministra właściwego ds. rozwoju regionalnego dotyczącymi kwalifikowalności wydatków na lata 2021-2027;</w:t>
      </w:r>
    </w:p>
    <w:p w14:paraId="138CB2E0" w14:textId="18A5E85B" w:rsidR="008043F4" w:rsidRPr="00FA17A4" w:rsidRDefault="008043F4" w:rsidP="00FA17A4">
      <w:pPr>
        <w:pStyle w:val="Akapitzlist"/>
        <w:numPr>
          <w:ilvl w:val="2"/>
          <w:numId w:val="11"/>
        </w:numPr>
        <w:spacing w:line="360" w:lineRule="auto"/>
        <w:ind w:left="1134"/>
        <w:jc w:val="both"/>
        <w:rPr>
          <w:sz w:val="20"/>
          <w:szCs w:val="20"/>
        </w:rPr>
      </w:pPr>
      <w:r w:rsidRPr="00FA17A4">
        <w:rPr>
          <w:rFonts w:eastAsia="Calibri" w:cs="Arial"/>
          <w:sz w:val="20"/>
          <w:szCs w:val="20"/>
        </w:rPr>
        <w:t>regulaminem wyboru projekt</w:t>
      </w:r>
      <w:r w:rsidR="002A2EA5" w:rsidRPr="00FA17A4">
        <w:rPr>
          <w:rFonts w:eastAsia="Calibri" w:cs="Arial"/>
          <w:sz w:val="20"/>
          <w:szCs w:val="20"/>
        </w:rPr>
        <w:t>u</w:t>
      </w:r>
      <w:r w:rsidRPr="008043F4">
        <w:t xml:space="preserve"> </w:t>
      </w:r>
      <w:r w:rsidR="005A5830">
        <w:rPr>
          <w:rFonts w:eastAsia="Calibri" w:cs="Arial"/>
          <w:sz w:val="20"/>
          <w:szCs w:val="20"/>
        </w:rPr>
        <w:t>FEMA.04.01-IP.01-060</w:t>
      </w:r>
      <w:r w:rsidR="00FA17A4" w:rsidRPr="00FA17A4">
        <w:rPr>
          <w:rFonts w:eastAsia="Calibri" w:cs="Arial"/>
          <w:sz w:val="20"/>
          <w:szCs w:val="20"/>
        </w:rPr>
        <w:t>/25</w:t>
      </w:r>
      <w:r w:rsidRPr="00FA17A4">
        <w:rPr>
          <w:rFonts w:eastAsia="Calibri" w:cs="Arial"/>
          <w:sz w:val="20"/>
          <w:szCs w:val="20"/>
        </w:rPr>
        <w:t>.</w:t>
      </w:r>
    </w:p>
    <w:p w14:paraId="17B6F8AC" w14:textId="77777777" w:rsidR="008043F4" w:rsidRPr="002748B5" w:rsidRDefault="008043F4" w:rsidP="007550EF">
      <w:pPr>
        <w:numPr>
          <w:ilvl w:val="1"/>
          <w:numId w:val="11"/>
        </w:numPr>
        <w:tabs>
          <w:tab w:val="left" w:pos="709"/>
        </w:tabs>
        <w:spacing w:before="120" w:after="120" w:line="360" w:lineRule="auto"/>
        <w:contextualSpacing/>
        <w:jc w:val="both"/>
        <w:rPr>
          <w:rFonts w:cs="Arial"/>
          <w:sz w:val="20"/>
          <w:szCs w:val="20"/>
        </w:rPr>
      </w:pPr>
      <w:r w:rsidRPr="008043F4">
        <w:rPr>
          <w:rFonts w:cs="Arial"/>
          <w:iCs/>
          <w:sz w:val="20"/>
          <w:szCs w:val="20"/>
        </w:rPr>
        <w:t xml:space="preserve">Okres kwalifikowania wydatków rozpoczyna się od 1 stycznia </w:t>
      </w:r>
      <w:r w:rsidRPr="002748B5">
        <w:rPr>
          <w:rFonts w:cs="Arial"/>
          <w:iCs/>
          <w:sz w:val="20"/>
          <w:szCs w:val="20"/>
        </w:rPr>
        <w:t>2021 r.</w:t>
      </w:r>
    </w:p>
    <w:p w14:paraId="616E8F94" w14:textId="77777777" w:rsidR="008043F4" w:rsidRPr="008043F4" w:rsidRDefault="008043F4" w:rsidP="007550EF">
      <w:pPr>
        <w:numPr>
          <w:ilvl w:val="1"/>
          <w:numId w:val="11"/>
        </w:numPr>
        <w:tabs>
          <w:tab w:val="left" w:pos="709"/>
        </w:tabs>
        <w:spacing w:before="120" w:after="120" w:line="360" w:lineRule="auto"/>
        <w:contextualSpacing/>
        <w:jc w:val="both"/>
        <w:rPr>
          <w:rFonts w:eastAsia="Calibri" w:cs="Calibri"/>
          <w:iCs/>
          <w:color w:val="000000"/>
          <w:sz w:val="20"/>
          <w:szCs w:val="20"/>
        </w:rPr>
      </w:pPr>
      <w:r w:rsidRPr="008043F4">
        <w:rPr>
          <w:rFonts w:cs="Arial"/>
          <w:sz w:val="20"/>
          <w:szCs w:val="20"/>
        </w:rPr>
        <w:t>Do wydatków kwalifikowalnych, mogą zostać zaliczone wyłącznie koszty niezbędne do realizacji celów projektu.</w:t>
      </w:r>
    </w:p>
    <w:p w14:paraId="69871825" w14:textId="44422018" w:rsidR="00694466" w:rsidRDefault="00694466" w:rsidP="007550EF">
      <w:pPr>
        <w:numPr>
          <w:ilvl w:val="1"/>
          <w:numId w:val="11"/>
        </w:numPr>
        <w:tabs>
          <w:tab w:val="left" w:pos="709"/>
        </w:tabs>
        <w:spacing w:after="0" w:line="360" w:lineRule="auto"/>
        <w:contextualSpacing/>
        <w:jc w:val="both"/>
        <w:rPr>
          <w:rFonts w:eastAsia="Calibri" w:cs="Calibri"/>
          <w:sz w:val="20"/>
          <w:szCs w:val="20"/>
        </w:rPr>
      </w:pPr>
      <w:r w:rsidRPr="00C853C3">
        <w:rPr>
          <w:rFonts w:eastAsia="Calibri" w:cs="Calibri"/>
          <w:sz w:val="20"/>
          <w:szCs w:val="20"/>
        </w:rPr>
        <w:t>Katalog</w:t>
      </w:r>
      <w:r w:rsidR="00F76877">
        <w:rPr>
          <w:rFonts w:eastAsia="Calibri" w:cs="Calibri"/>
          <w:sz w:val="20"/>
          <w:szCs w:val="20"/>
        </w:rPr>
        <w:t xml:space="preserve"> bezpośrednich</w:t>
      </w:r>
      <w:r w:rsidRPr="00C853C3">
        <w:rPr>
          <w:rFonts w:eastAsia="Calibri" w:cs="Calibri"/>
          <w:sz w:val="20"/>
          <w:szCs w:val="20"/>
        </w:rPr>
        <w:t xml:space="preserve"> kosztów kwalifikowalnych obejmuje w szczególności</w:t>
      </w:r>
      <w:r w:rsidR="6685DD5B" w:rsidRPr="1C6CA180">
        <w:rPr>
          <w:rFonts w:eastAsia="Calibri" w:cs="Calibri"/>
          <w:sz w:val="20"/>
          <w:szCs w:val="20"/>
        </w:rPr>
        <w:t xml:space="preserve"> wydatki na</w:t>
      </w:r>
      <w:r w:rsidRPr="00C853C3">
        <w:rPr>
          <w:rFonts w:eastAsia="Calibri" w:cs="Calibri"/>
          <w:sz w:val="20"/>
          <w:szCs w:val="20"/>
        </w:rPr>
        <w:t xml:space="preserve">: </w:t>
      </w:r>
    </w:p>
    <w:p w14:paraId="03EA0057" w14:textId="77777777" w:rsidR="00467101" w:rsidRPr="00467101" w:rsidRDefault="00467101" w:rsidP="00467101">
      <w:pPr>
        <w:pStyle w:val="Akapitzlist"/>
        <w:numPr>
          <w:ilvl w:val="2"/>
          <w:numId w:val="11"/>
        </w:numPr>
        <w:spacing w:line="360" w:lineRule="auto"/>
        <w:ind w:left="1134" w:hanging="708"/>
        <w:jc w:val="both"/>
        <w:rPr>
          <w:rFonts w:eastAsia="Calibri" w:cs="Calibri"/>
          <w:sz w:val="20"/>
          <w:szCs w:val="20"/>
        </w:rPr>
      </w:pPr>
      <w:r w:rsidRPr="00467101">
        <w:rPr>
          <w:rFonts w:eastAsia="Calibri" w:cs="Calibri"/>
          <w:sz w:val="20"/>
          <w:szCs w:val="20"/>
        </w:rPr>
        <w:t>wydatki związane z przygotowaniem projektu, wydatki na przygotowanie dokumentacji projektu (wymaganej prawem krajowym lub wspólnotowym, bądź przez IP), w tym m.in.:</w:t>
      </w:r>
    </w:p>
    <w:p w14:paraId="431BCD0B"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projektu (przeprowadzenie prac studialnych, ekspertyz, badań geologicznych i archeologicznych) itp. niezbędnych do realizacji inwestycji objętych projektem;</w:t>
      </w:r>
    </w:p>
    <w:p w14:paraId="1C95FBC0"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dokumentacji technicznej np.: koncepcja budowlana, projekt budowlany, projekt wykonawczy, funkcjonalno-użytkowy, kosztorys inwestorski;</w:t>
      </w:r>
    </w:p>
    <w:p w14:paraId="40E7BA5C"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studium wykonalności;</w:t>
      </w:r>
    </w:p>
    <w:p w14:paraId="14E52B73"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raportu oddziaływania na środowisko oraz niezbędnych decyzji administracyjnych wraz z opłatami związanymi z ich uzyskaniem;</w:t>
      </w:r>
    </w:p>
    <w:p w14:paraId="36C08DF4"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koszt przygotowania przetargu, w tym dokumentacji przetargowej;</w:t>
      </w:r>
    </w:p>
    <w:p w14:paraId="1412A5CE"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mapy lub szkice sytuujące projekt;</w:t>
      </w:r>
    </w:p>
    <w:p w14:paraId="2A6F9359" w14:textId="77777777"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inna niezbędna dokumentacja w tym m.in finansowa, techniczna, analiza przedrealizacyjna, z wyjątkiem wypełnienia formularza wniosku o dofinansowanie projektu;</w:t>
      </w:r>
    </w:p>
    <w:p w14:paraId="627E5FC0" w14:textId="77777777" w:rsidR="00467101" w:rsidRPr="00467101" w:rsidRDefault="00467101" w:rsidP="00467101">
      <w:pPr>
        <w:pStyle w:val="Akapitzlist"/>
        <w:numPr>
          <w:ilvl w:val="2"/>
          <w:numId w:val="11"/>
        </w:numPr>
        <w:spacing w:line="360" w:lineRule="auto"/>
        <w:ind w:left="1134"/>
        <w:jc w:val="both"/>
        <w:rPr>
          <w:rFonts w:eastAsia="Calibri" w:cs="Calibri"/>
          <w:sz w:val="20"/>
          <w:szCs w:val="20"/>
        </w:rPr>
      </w:pPr>
      <w:r w:rsidRPr="00467101">
        <w:rPr>
          <w:rFonts w:eastAsia="Calibri" w:cs="Calibri"/>
          <w:sz w:val="20"/>
          <w:szCs w:val="20"/>
        </w:rPr>
        <w:t>zakup nieruchomości:</w:t>
      </w:r>
    </w:p>
    <w:p w14:paraId="252C236A" w14:textId="74AD2139" w:rsidR="00467101" w:rsidRPr="00467101" w:rsidRDefault="00467101" w:rsidP="00467101">
      <w:pPr>
        <w:pStyle w:val="Akapitzlist"/>
        <w:spacing w:line="360" w:lineRule="auto"/>
        <w:ind w:left="1134"/>
        <w:jc w:val="both"/>
        <w:rPr>
          <w:rFonts w:eastAsia="Calibri" w:cs="Calibri"/>
          <w:sz w:val="20"/>
          <w:szCs w:val="20"/>
        </w:rPr>
      </w:pPr>
      <w:r w:rsidRPr="00467101">
        <w:rPr>
          <w:rFonts w:eastAsia="Calibri" w:cs="Calibri"/>
          <w:sz w:val="20"/>
          <w:szCs w:val="20"/>
        </w:rPr>
        <w:t xml:space="preserve">wydatki poniesione na zakup nieruchomości niezabudowanej lub zabudowanej nierozerwalnie związanej z realizacją </w:t>
      </w:r>
      <w:r w:rsidRPr="00FD2C65">
        <w:rPr>
          <w:rFonts w:eastAsia="Calibri" w:cs="Calibri"/>
          <w:sz w:val="20"/>
          <w:szCs w:val="20"/>
        </w:rPr>
        <w:t>projektu (maksymalnie 10% całkowitych kosztów kwalifikowalnych w ramach projektu) zgodnie z limitami dla zakupu nieruchomości określonymi w art. 64 ust. 1 lit. b</w:t>
      </w:r>
      <w:r w:rsidR="00FE00E0" w:rsidRPr="00FE00E0">
        <w:t xml:space="preserve"> </w:t>
      </w:r>
      <w:r w:rsidR="00FE00E0" w:rsidRPr="00FE00E0">
        <w:rPr>
          <w:rFonts w:eastAsia="Calibri" w:cs="Calibri"/>
          <w:sz w:val="20"/>
          <w:szCs w:val="20"/>
        </w:rPr>
        <w:t>rozporządzenia ogólnego</w:t>
      </w:r>
      <w:r w:rsidRPr="00FD2C65">
        <w:rPr>
          <w:rFonts w:eastAsia="Calibri" w:cs="Calibri"/>
          <w:sz w:val="20"/>
          <w:szCs w:val="20"/>
        </w:rPr>
        <w:t>).</w:t>
      </w:r>
    </w:p>
    <w:p w14:paraId="6F2DD9E2" w14:textId="77777777" w:rsidR="00467101" w:rsidRPr="00467101" w:rsidRDefault="00467101" w:rsidP="00467101">
      <w:pPr>
        <w:pStyle w:val="Akapitzlist"/>
        <w:numPr>
          <w:ilvl w:val="2"/>
          <w:numId w:val="11"/>
        </w:numPr>
        <w:spacing w:line="360" w:lineRule="auto"/>
        <w:ind w:left="1134" w:hanging="708"/>
        <w:jc w:val="both"/>
        <w:rPr>
          <w:rFonts w:eastAsia="Calibri" w:cs="Calibri"/>
          <w:sz w:val="20"/>
          <w:szCs w:val="20"/>
        </w:rPr>
      </w:pPr>
      <w:r w:rsidRPr="00467101">
        <w:rPr>
          <w:rFonts w:eastAsia="Calibri" w:cs="Calibri"/>
          <w:sz w:val="20"/>
          <w:szCs w:val="20"/>
        </w:rPr>
        <w:t>prace inwestycyjne i związane z procesem inwestycyjnym, w tym:</w:t>
      </w:r>
    </w:p>
    <w:p w14:paraId="4D0CB8D9" w14:textId="1B0FD7AB"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przygotowanie terenu pod</w:t>
      </w:r>
      <w:r w:rsidR="00801B1D">
        <w:rPr>
          <w:rFonts w:eastAsia="Calibri" w:cs="Calibri"/>
          <w:sz w:val="20"/>
          <w:szCs w:val="20"/>
        </w:rPr>
        <w:t xml:space="preserve"> budowę, w tym prace geodezyjne;</w:t>
      </w:r>
    </w:p>
    <w:p w14:paraId="7C1C3F82" w14:textId="6F67737C"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prace związane z</w:t>
      </w:r>
      <w:r w:rsidR="00801B1D">
        <w:rPr>
          <w:rFonts w:eastAsia="Calibri" w:cs="Calibri"/>
          <w:sz w:val="20"/>
          <w:szCs w:val="20"/>
        </w:rPr>
        <w:t xml:space="preserve"> zagospodarowaniem terenu;</w:t>
      </w:r>
    </w:p>
    <w:p w14:paraId="62BD66E5" w14:textId="4D2B3A56"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prace ziemne;</w:t>
      </w:r>
    </w:p>
    <w:p w14:paraId="17214506" w14:textId="6D8043CA"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prace rozbiórkowe;</w:t>
      </w:r>
    </w:p>
    <w:p w14:paraId="7261A4E2" w14:textId="71869EF4"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lastRenderedPageBreak/>
        <w:t>prace budowlano-montażowe w zakresie infrastruktury drogowej</w:t>
      </w:r>
      <w:r w:rsidR="00801B1D">
        <w:rPr>
          <w:rFonts w:eastAsia="Calibri" w:cs="Calibri"/>
          <w:sz w:val="20"/>
          <w:szCs w:val="20"/>
        </w:rPr>
        <w:t>;</w:t>
      </w:r>
      <w:r w:rsidRPr="00467101">
        <w:rPr>
          <w:rFonts w:eastAsia="Calibri" w:cs="Calibri"/>
          <w:sz w:val="20"/>
          <w:szCs w:val="20"/>
        </w:rPr>
        <w:t xml:space="preserve"> </w:t>
      </w:r>
    </w:p>
    <w:p w14:paraId="26FF6AAA" w14:textId="1D232EE9"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prace instalacyjne;</w:t>
      </w:r>
    </w:p>
    <w:p w14:paraId="69EF9123" w14:textId="30FF1E3F"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 xml:space="preserve">wydatki związane z przystosowaniem infrastruktury drogowej </w:t>
      </w:r>
      <w:r w:rsidRPr="00801B1D">
        <w:rPr>
          <w:rFonts w:eastAsia="Calibri" w:cs="Calibri"/>
          <w:sz w:val="20"/>
          <w:szCs w:val="20"/>
        </w:rPr>
        <w:t>do wymogów ochrony środowiska (np. osłony i ekrany akustyczne, urządzenia odwadniające w tym: kanalizacja deszczowa, zbiorniki retencyjne, przepusty, sączki, zbiorniki odparowujące, separatory dla wód opadowych)</w:t>
      </w:r>
      <w:r w:rsidR="00801B1D">
        <w:rPr>
          <w:rFonts w:eastAsia="Calibri" w:cs="Calibri"/>
          <w:sz w:val="20"/>
          <w:szCs w:val="20"/>
        </w:rPr>
        <w:t>;</w:t>
      </w:r>
      <w:r w:rsidRPr="00801B1D">
        <w:rPr>
          <w:rFonts w:eastAsia="Calibri" w:cs="Calibri"/>
          <w:sz w:val="20"/>
          <w:szCs w:val="20"/>
        </w:rPr>
        <w:t xml:space="preserve"> </w:t>
      </w:r>
    </w:p>
    <w:p w14:paraId="5DD482F1" w14:textId="745E2662"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 xml:space="preserve">wydatki na opłaty za usunięcie drzew lub krzewów związane </w:t>
      </w:r>
      <w:r w:rsidRPr="00801B1D">
        <w:rPr>
          <w:rFonts w:eastAsia="Calibri" w:cs="Calibri"/>
          <w:sz w:val="20"/>
          <w:szCs w:val="20"/>
        </w:rPr>
        <w:t>z realizacją projektu mogą być uznane za kwalifikowalne, jeśli zostały rzeczywiście i ostatecznie poniesione przez benefic</w:t>
      </w:r>
      <w:r w:rsidR="00801B1D">
        <w:rPr>
          <w:rFonts w:eastAsia="Calibri" w:cs="Calibri"/>
          <w:sz w:val="20"/>
          <w:szCs w:val="20"/>
        </w:rPr>
        <w:t>jenta na rzecz innego podmiotu.;</w:t>
      </w:r>
    </w:p>
    <w:p w14:paraId="190079CE" w14:textId="7497BF63"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prace wykończeniowe, w tym wykonanie umocnienia i zieleni drogowej, przebudowa infrastruktury technicznej kolidującej z inwestycją m.in. linii</w:t>
      </w:r>
      <w:r w:rsidR="00801B1D">
        <w:rPr>
          <w:rFonts w:eastAsia="Calibri" w:cs="Calibri"/>
          <w:sz w:val="20"/>
          <w:szCs w:val="20"/>
        </w:rPr>
        <w:t xml:space="preserve"> </w:t>
      </w:r>
      <w:r w:rsidRPr="00801B1D">
        <w:rPr>
          <w:rFonts w:eastAsia="Calibri" w:cs="Calibri"/>
          <w:sz w:val="20"/>
          <w:szCs w:val="20"/>
        </w:rPr>
        <w:t>elektroenergetycznej, teletechnicznej, kanalizacji sanitarnej, sieci gazowej,</w:t>
      </w:r>
      <w:r w:rsidR="00801B1D">
        <w:rPr>
          <w:rFonts w:eastAsia="Calibri" w:cs="Calibri"/>
          <w:sz w:val="20"/>
          <w:szCs w:val="20"/>
        </w:rPr>
        <w:t xml:space="preserve"> </w:t>
      </w:r>
      <w:r w:rsidRPr="00801B1D">
        <w:rPr>
          <w:rFonts w:eastAsia="Calibri" w:cs="Calibri"/>
          <w:sz w:val="20"/>
          <w:szCs w:val="20"/>
        </w:rPr>
        <w:t>ciepłowniczej, wodociągowej, urządzeń wodnych melioracji, urządzeń podziemnych specjalnego (tylko w przypadku braku odsprzedaży lub przekazania prawa własności innemu podmi</w:t>
      </w:r>
      <w:r w:rsidR="00801B1D">
        <w:rPr>
          <w:rFonts w:eastAsia="Calibri" w:cs="Calibri"/>
          <w:sz w:val="20"/>
          <w:szCs w:val="20"/>
        </w:rPr>
        <w:t>otowi);</w:t>
      </w:r>
    </w:p>
    <w:p w14:paraId="355AE212" w14:textId="3AFCF4E7"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wydatki związane z przystosowaniem infrastruktury towarzyszącej,</w:t>
      </w:r>
      <w:r w:rsidR="00801B1D">
        <w:rPr>
          <w:rFonts w:eastAsia="Calibri" w:cs="Calibri"/>
          <w:sz w:val="20"/>
          <w:szCs w:val="20"/>
        </w:rPr>
        <w:t xml:space="preserve"> </w:t>
      </w:r>
      <w:r w:rsidRPr="00801B1D">
        <w:rPr>
          <w:rFonts w:eastAsia="Calibri" w:cs="Calibri"/>
          <w:sz w:val="20"/>
          <w:szCs w:val="20"/>
        </w:rPr>
        <w:t>do wymogów ochrony środowiska (np.: urządzenia odwadniające, w tym kanalizacja deszczowa, sączki, zbiorniki odparowujące, separatory dla wód opadowych, przepusty),</w:t>
      </w:r>
      <w:r w:rsidR="00801B1D">
        <w:rPr>
          <w:rFonts w:eastAsia="Calibri" w:cs="Calibri"/>
          <w:sz w:val="20"/>
          <w:szCs w:val="20"/>
        </w:rPr>
        <w:t xml:space="preserve"> </w:t>
      </w:r>
      <w:r w:rsidRPr="00801B1D">
        <w:rPr>
          <w:rFonts w:eastAsia="Calibri" w:cs="Calibri"/>
          <w:sz w:val="20"/>
          <w:szCs w:val="20"/>
        </w:rPr>
        <w:t>zakup materiałów nie</w:t>
      </w:r>
      <w:r w:rsidR="00801B1D">
        <w:rPr>
          <w:rFonts w:eastAsia="Calibri" w:cs="Calibri"/>
          <w:sz w:val="20"/>
          <w:szCs w:val="20"/>
        </w:rPr>
        <w:t>zbędnych do realizacji projektu;</w:t>
      </w:r>
    </w:p>
    <w:p w14:paraId="7A9F8CAD" w14:textId="2612A8D6"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zakup i modernizacja sprzętu i wyposażenia wraz z montażem, integralnie związanych z celem projektu</w:t>
      </w:r>
      <w:r w:rsidR="00801B1D">
        <w:rPr>
          <w:rFonts w:eastAsia="Calibri" w:cs="Calibri"/>
          <w:sz w:val="20"/>
          <w:szCs w:val="20"/>
        </w:rPr>
        <w:t>;</w:t>
      </w:r>
    </w:p>
    <w:p w14:paraId="420AEB9D" w14:textId="2954037D" w:rsidR="00467101" w:rsidRPr="00801B1D" w:rsidRDefault="00467101" w:rsidP="00801B1D">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 xml:space="preserve">infrastruktura towarzysząca obejmująca elementy realizowane w połączeniu </w:t>
      </w:r>
      <w:r w:rsidRPr="00801B1D">
        <w:rPr>
          <w:rFonts w:eastAsia="Calibri" w:cs="Calibri"/>
          <w:sz w:val="20"/>
          <w:szCs w:val="20"/>
        </w:rPr>
        <w:t>z projektami dotyczącymi budowy i przebudowy dró</w:t>
      </w:r>
      <w:r w:rsidR="00801B1D">
        <w:rPr>
          <w:rFonts w:eastAsia="Calibri" w:cs="Calibri"/>
          <w:sz w:val="20"/>
          <w:szCs w:val="20"/>
        </w:rPr>
        <w:t>g oraz obiektów inżynieryjnych;</w:t>
      </w:r>
    </w:p>
    <w:p w14:paraId="37FDADD1" w14:textId="785A8AA5"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 xml:space="preserve">wydatki związane z zagwarantowaniem tymczasowego objazdu, jeżeli jest niezbędny w czasie realizacji inwestycji (np. tymczasowy most, droga </w:t>
      </w:r>
      <w:r w:rsidR="00801B1D">
        <w:rPr>
          <w:rFonts w:eastAsia="Calibri" w:cs="Calibri"/>
          <w:sz w:val="20"/>
          <w:szCs w:val="20"/>
        </w:rPr>
        <w:t>objazdowa, oznakowanie objazdu);</w:t>
      </w:r>
      <w:r w:rsidRPr="00467101">
        <w:rPr>
          <w:rFonts w:eastAsia="Calibri" w:cs="Calibri"/>
          <w:sz w:val="20"/>
          <w:szCs w:val="20"/>
        </w:rPr>
        <w:t xml:space="preserve"> </w:t>
      </w:r>
    </w:p>
    <w:p w14:paraId="1A020538" w14:textId="32672023" w:rsidR="00467101" w:rsidRPr="00467101" w:rsidRDefault="00467101" w:rsidP="00467101">
      <w:pPr>
        <w:pStyle w:val="Akapitzlist"/>
        <w:numPr>
          <w:ilvl w:val="3"/>
          <w:numId w:val="11"/>
        </w:numPr>
        <w:spacing w:line="360" w:lineRule="auto"/>
        <w:jc w:val="both"/>
        <w:rPr>
          <w:rFonts w:eastAsia="Calibri" w:cs="Calibri"/>
          <w:sz w:val="20"/>
          <w:szCs w:val="20"/>
        </w:rPr>
      </w:pPr>
      <w:r w:rsidRPr="00467101">
        <w:rPr>
          <w:rFonts w:eastAsia="Calibri" w:cs="Calibri"/>
          <w:sz w:val="20"/>
          <w:szCs w:val="20"/>
        </w:rPr>
        <w:t>wydatki na zwiększenie bezpieczeństwa użytkowników ruchu drogowego m.in. zatoki autobusowe, azyle dla pieszych przy przejściach, szykany przed przejściem dla pieszych, wyspy spowalniające ruch pojazdów, aktywne oznakowanie o stałej i zmiennej treści, wyniesienie skr</w:t>
      </w:r>
      <w:r w:rsidR="00801B1D">
        <w:rPr>
          <w:rFonts w:eastAsia="Calibri" w:cs="Calibri"/>
          <w:sz w:val="20"/>
          <w:szCs w:val="20"/>
        </w:rPr>
        <w:t>zyżowania, kładki dla pieszych;</w:t>
      </w:r>
    </w:p>
    <w:p w14:paraId="7D77E4BE" w14:textId="62B29185" w:rsidR="00801B1D" w:rsidRPr="008164E1" w:rsidRDefault="0091168E"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 xml:space="preserve">rozbiórka, </w:t>
      </w:r>
      <w:r w:rsidR="00801B1D" w:rsidRPr="008164E1">
        <w:rPr>
          <w:rFonts w:eastAsia="Calibri" w:cs="Calibri"/>
          <w:sz w:val="20"/>
          <w:szCs w:val="20"/>
        </w:rPr>
        <w:t xml:space="preserve">budowa </w:t>
      </w:r>
      <w:r w:rsidR="00467101" w:rsidRPr="008164E1">
        <w:rPr>
          <w:rFonts w:eastAsia="Calibri" w:cs="Calibri"/>
          <w:sz w:val="20"/>
          <w:szCs w:val="20"/>
        </w:rPr>
        <w:t>oświetle</w:t>
      </w:r>
      <w:r w:rsidR="00801B1D" w:rsidRPr="008164E1">
        <w:rPr>
          <w:rFonts w:eastAsia="Calibri" w:cs="Calibri"/>
          <w:sz w:val="20"/>
          <w:szCs w:val="20"/>
        </w:rPr>
        <w:t>nia</w:t>
      </w:r>
      <w:r w:rsidR="00467101" w:rsidRPr="008164E1">
        <w:rPr>
          <w:rFonts w:eastAsia="Calibri" w:cs="Calibri"/>
          <w:sz w:val="20"/>
          <w:szCs w:val="20"/>
        </w:rPr>
        <w:t xml:space="preserve"> na odcinku objętym inwestycją</w:t>
      </w:r>
      <w:r w:rsidR="00801B1D" w:rsidRPr="008164E1">
        <w:rPr>
          <w:rFonts w:eastAsia="Calibri" w:cs="Calibri"/>
          <w:sz w:val="20"/>
          <w:szCs w:val="20"/>
        </w:rPr>
        <w:t>;</w:t>
      </w:r>
    </w:p>
    <w:p w14:paraId="5A8EE419" w14:textId="7A84C834" w:rsidR="00467101" w:rsidRPr="008164E1" w:rsidRDefault="0091168E"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 xml:space="preserve">rozbiórka, </w:t>
      </w:r>
      <w:r w:rsidR="00801B1D" w:rsidRPr="008164E1">
        <w:rPr>
          <w:rFonts w:eastAsia="Calibri" w:cs="Calibri"/>
          <w:sz w:val="20"/>
          <w:szCs w:val="20"/>
        </w:rPr>
        <w:t>budowa sygnalizacji świetlnej.</w:t>
      </w:r>
      <w:r w:rsidR="00467101" w:rsidRPr="008164E1">
        <w:rPr>
          <w:rFonts w:eastAsia="Calibri" w:cs="Calibri"/>
          <w:sz w:val="20"/>
          <w:szCs w:val="20"/>
        </w:rPr>
        <w:t xml:space="preserve"> </w:t>
      </w:r>
    </w:p>
    <w:p w14:paraId="374D29D7" w14:textId="77777777" w:rsidR="00467101" w:rsidRPr="00467101" w:rsidRDefault="00467101" w:rsidP="00467101">
      <w:pPr>
        <w:pStyle w:val="Akapitzlist"/>
        <w:numPr>
          <w:ilvl w:val="2"/>
          <w:numId w:val="11"/>
        </w:numPr>
        <w:spacing w:line="360" w:lineRule="auto"/>
        <w:ind w:left="1134" w:hanging="708"/>
        <w:jc w:val="both"/>
        <w:rPr>
          <w:rFonts w:eastAsia="Calibri" w:cs="Calibri"/>
          <w:sz w:val="20"/>
          <w:szCs w:val="20"/>
        </w:rPr>
      </w:pPr>
      <w:r w:rsidRPr="00467101">
        <w:rPr>
          <w:rFonts w:eastAsia="Calibri" w:cs="Calibri"/>
          <w:sz w:val="20"/>
          <w:szCs w:val="20"/>
        </w:rPr>
        <w:t>wydatki związane z nadzorem nad realizacją projektu np.:</w:t>
      </w:r>
    </w:p>
    <w:p w14:paraId="264AFEE4" w14:textId="640565CB"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inżynier kontraktu;</w:t>
      </w:r>
    </w:p>
    <w:p w14:paraId="262125E1" w14:textId="64138789"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nadzór autorski;</w:t>
      </w:r>
    </w:p>
    <w:p w14:paraId="60B6F34A" w14:textId="40DFBC9D"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nadzór inwestorski;</w:t>
      </w:r>
      <w:r w:rsidR="00467101" w:rsidRPr="00467101">
        <w:rPr>
          <w:rFonts w:eastAsia="Calibri" w:cs="Calibri"/>
          <w:sz w:val="20"/>
          <w:szCs w:val="20"/>
        </w:rPr>
        <w:t xml:space="preserve"> </w:t>
      </w:r>
    </w:p>
    <w:p w14:paraId="65A053D1" w14:textId="585CEBEF" w:rsidR="00467101" w:rsidRPr="00467101" w:rsidRDefault="00801B1D" w:rsidP="00467101">
      <w:pPr>
        <w:pStyle w:val="Akapitzlist"/>
        <w:numPr>
          <w:ilvl w:val="3"/>
          <w:numId w:val="11"/>
        </w:numPr>
        <w:spacing w:line="360" w:lineRule="auto"/>
        <w:jc w:val="both"/>
        <w:rPr>
          <w:rFonts w:eastAsia="Calibri" w:cs="Calibri"/>
          <w:sz w:val="20"/>
          <w:szCs w:val="20"/>
        </w:rPr>
      </w:pPr>
      <w:r>
        <w:rPr>
          <w:rFonts w:eastAsia="Calibri" w:cs="Calibri"/>
          <w:sz w:val="20"/>
          <w:szCs w:val="20"/>
        </w:rPr>
        <w:t>nadzór architektoniczny;</w:t>
      </w:r>
      <w:r w:rsidR="00467101" w:rsidRPr="00467101">
        <w:rPr>
          <w:rFonts w:eastAsia="Calibri" w:cs="Calibri"/>
          <w:sz w:val="20"/>
          <w:szCs w:val="20"/>
        </w:rPr>
        <w:t xml:space="preserve"> </w:t>
      </w:r>
    </w:p>
    <w:p w14:paraId="2470A187" w14:textId="5469A2DB" w:rsidR="00467101" w:rsidRPr="008164E1" w:rsidRDefault="00467101" w:rsidP="00467101">
      <w:pPr>
        <w:pStyle w:val="Akapitzlist"/>
        <w:numPr>
          <w:ilvl w:val="3"/>
          <w:numId w:val="11"/>
        </w:numPr>
        <w:spacing w:line="360" w:lineRule="auto"/>
        <w:jc w:val="both"/>
        <w:rPr>
          <w:rFonts w:eastAsia="Calibri" w:cs="Calibri"/>
          <w:sz w:val="20"/>
          <w:szCs w:val="20"/>
        </w:rPr>
      </w:pPr>
      <w:r w:rsidRPr="008164E1">
        <w:rPr>
          <w:rFonts w:eastAsia="Calibri" w:cs="Calibri"/>
          <w:sz w:val="20"/>
          <w:szCs w:val="20"/>
        </w:rPr>
        <w:t xml:space="preserve">podatek VAT będzie mógł być kwalifikowalny jedynie w przypadku, gdy Wnioskodawca nie będzie miał prawnej możliwości jego odzyskania (nabyte aktywa nie będą wykorzystywane do </w:t>
      </w:r>
      <w:r w:rsidRPr="008164E1">
        <w:rPr>
          <w:rFonts w:eastAsia="Calibri" w:cs="Calibri"/>
          <w:sz w:val="20"/>
          <w:szCs w:val="20"/>
        </w:rPr>
        <w:lastRenderedPageBreak/>
        <w:t>wykonywania czynności opodatkowanych podatkiem VAT), a także nabyte aktywa nie będą udostępnione innym podmiotom do prowadzenia działalności opodatkowanej podatkiem VAT</w:t>
      </w:r>
      <w:r w:rsidR="008164E1">
        <w:rPr>
          <w:rFonts w:eastAsia="Calibri" w:cs="Calibri"/>
          <w:sz w:val="20"/>
          <w:szCs w:val="20"/>
        </w:rPr>
        <w:t>.</w:t>
      </w:r>
    </w:p>
    <w:p w14:paraId="47D18043" w14:textId="4235E4C0" w:rsidR="00467101" w:rsidRDefault="00467101" w:rsidP="00467101">
      <w:pPr>
        <w:pStyle w:val="Akapitzlist"/>
        <w:numPr>
          <w:ilvl w:val="2"/>
          <w:numId w:val="11"/>
        </w:numPr>
        <w:tabs>
          <w:tab w:val="left" w:pos="1134"/>
        </w:tabs>
        <w:spacing w:line="360" w:lineRule="auto"/>
        <w:ind w:left="1134" w:hanging="708"/>
        <w:jc w:val="both"/>
        <w:rPr>
          <w:rFonts w:eastAsia="Calibri" w:cs="Calibri"/>
          <w:sz w:val="20"/>
          <w:szCs w:val="20"/>
        </w:rPr>
      </w:pPr>
      <w:r w:rsidRPr="00467101">
        <w:rPr>
          <w:rFonts w:eastAsia="Calibri" w:cs="Calibri"/>
          <w:sz w:val="20"/>
          <w:szCs w:val="20"/>
        </w:rPr>
        <w:t xml:space="preserve">Koszty informacji i promocji projektu integralnie  związanych z jego realizacją. Koszty te nie mogą przekroczyć </w:t>
      </w:r>
      <w:r w:rsidRPr="00583C31">
        <w:rPr>
          <w:rFonts w:eastAsia="Calibri" w:cs="Calibri"/>
          <w:sz w:val="20"/>
          <w:szCs w:val="20"/>
        </w:rPr>
        <w:t>30 000,00 zł</w:t>
      </w:r>
      <w:r w:rsidR="00801B1D" w:rsidRPr="00583C31">
        <w:rPr>
          <w:rFonts w:eastAsia="Calibri" w:cs="Calibri"/>
          <w:sz w:val="20"/>
          <w:szCs w:val="20"/>
        </w:rPr>
        <w:t>.</w:t>
      </w:r>
    </w:p>
    <w:p w14:paraId="22C1BD69" w14:textId="54772720" w:rsidR="003B2AA9" w:rsidRPr="00583C31" w:rsidRDefault="003B2AA9" w:rsidP="007550EF">
      <w:pPr>
        <w:numPr>
          <w:ilvl w:val="1"/>
          <w:numId w:val="11"/>
        </w:numPr>
        <w:tabs>
          <w:tab w:val="left" w:pos="709"/>
        </w:tabs>
        <w:spacing w:after="0" w:line="360" w:lineRule="auto"/>
        <w:contextualSpacing/>
        <w:jc w:val="both"/>
        <w:rPr>
          <w:rFonts w:eastAsia="Calibri" w:cs="Calibri"/>
          <w:sz w:val="20"/>
          <w:szCs w:val="20"/>
        </w:rPr>
      </w:pPr>
      <w:r w:rsidRPr="003F0DA1">
        <w:rPr>
          <w:rFonts w:eastAsia="Calibri" w:cs="Calibri"/>
          <w:sz w:val="20"/>
          <w:szCs w:val="20"/>
        </w:rPr>
        <w:t>Kwalifikowalne koszty</w:t>
      </w:r>
      <w:r w:rsidR="00F06198" w:rsidRPr="003F0DA1">
        <w:rPr>
          <w:rFonts w:eastAsia="Calibri" w:cs="Calibri"/>
          <w:sz w:val="20"/>
          <w:szCs w:val="20"/>
        </w:rPr>
        <w:t xml:space="preserve"> pośrednie to wszystkie wydatki </w:t>
      </w:r>
      <w:r w:rsidRPr="003F0DA1">
        <w:rPr>
          <w:rFonts w:eastAsia="Calibri" w:cs="Calibri"/>
          <w:sz w:val="20"/>
          <w:szCs w:val="20"/>
        </w:rPr>
        <w:t xml:space="preserve">wymienione w Wytycznych dotyczących kwalifikowalności </w:t>
      </w:r>
      <w:r w:rsidRPr="008012D7">
        <w:rPr>
          <w:rFonts w:eastAsia="Calibri" w:cs="Calibri"/>
          <w:sz w:val="20"/>
          <w:szCs w:val="20"/>
        </w:rPr>
        <w:t>wydatków na lata 2021-2027</w:t>
      </w:r>
      <w:r w:rsidRPr="00583C31">
        <w:rPr>
          <w:rFonts w:eastAsia="Calibri" w:cs="Calibri"/>
          <w:sz w:val="20"/>
          <w:szCs w:val="20"/>
        </w:rPr>
        <w:t>, w podrozdziale 3.12. Koszty pośrednie, pkt. 2;</w:t>
      </w:r>
    </w:p>
    <w:p w14:paraId="05485E87" w14:textId="450619BD" w:rsidR="003B2AA9" w:rsidRPr="00583C31" w:rsidRDefault="003B2AA9" w:rsidP="00F06198">
      <w:pPr>
        <w:tabs>
          <w:tab w:val="left" w:pos="709"/>
        </w:tabs>
        <w:spacing w:after="0" w:line="360" w:lineRule="auto"/>
        <w:ind w:left="360"/>
        <w:contextualSpacing/>
        <w:jc w:val="both"/>
        <w:rPr>
          <w:rFonts w:eastAsia="Calibri" w:cs="Calibri"/>
          <w:sz w:val="20"/>
          <w:szCs w:val="20"/>
        </w:rPr>
      </w:pPr>
      <w:r w:rsidRPr="00583C31">
        <w:rPr>
          <w:rFonts w:eastAsia="Calibri" w:cs="Calibri"/>
          <w:sz w:val="20"/>
          <w:szCs w:val="20"/>
        </w:rPr>
        <w:t xml:space="preserve">Koszty pośrednie rozliczane są stawką ryczałtową w wysokości </w:t>
      </w:r>
      <w:r w:rsidR="008012D7" w:rsidRPr="00583C31">
        <w:rPr>
          <w:rFonts w:eastAsia="Calibri" w:cs="Calibri"/>
          <w:sz w:val="20"/>
          <w:szCs w:val="20"/>
        </w:rPr>
        <w:t>2</w:t>
      </w:r>
      <w:r w:rsidRPr="00583C31">
        <w:rPr>
          <w:rFonts w:eastAsia="Calibri" w:cs="Calibri"/>
          <w:sz w:val="20"/>
          <w:szCs w:val="20"/>
        </w:rPr>
        <w:t xml:space="preserve"> %.  Podstawą do wyliczenia kosztów pośrednich są kwalifikowalne koszty bezpośrednie.  </w:t>
      </w:r>
    </w:p>
    <w:p w14:paraId="445F20A8" w14:textId="1B865EC4" w:rsidR="003B2AA9" w:rsidRPr="003F0DA1" w:rsidRDefault="003B2AA9" w:rsidP="00C21FD8">
      <w:pPr>
        <w:tabs>
          <w:tab w:val="left" w:pos="709"/>
        </w:tabs>
        <w:spacing w:after="0" w:line="360" w:lineRule="auto"/>
        <w:ind w:left="360"/>
        <w:contextualSpacing/>
        <w:jc w:val="both"/>
        <w:rPr>
          <w:rFonts w:eastAsia="Calibri" w:cs="Calibri"/>
          <w:sz w:val="20"/>
          <w:szCs w:val="20"/>
        </w:rPr>
      </w:pPr>
      <w:r w:rsidRPr="00583C31">
        <w:rPr>
          <w:rFonts w:eastAsia="Calibri" w:cs="Calibri"/>
          <w:sz w:val="20"/>
          <w:szCs w:val="20"/>
        </w:rPr>
        <w:t xml:space="preserve">Stawka </w:t>
      </w:r>
      <w:r w:rsidR="008012D7" w:rsidRPr="00583C31">
        <w:rPr>
          <w:rFonts w:eastAsia="Calibri" w:cs="Calibri"/>
          <w:sz w:val="20"/>
          <w:szCs w:val="20"/>
        </w:rPr>
        <w:t>2</w:t>
      </w:r>
      <w:r w:rsidRPr="00583C31">
        <w:rPr>
          <w:rFonts w:eastAsia="Calibri" w:cs="Calibri"/>
          <w:sz w:val="20"/>
          <w:szCs w:val="20"/>
        </w:rPr>
        <w:t xml:space="preserve"> % jest stawką stałą, co oznacza, że wnioskowana kwota na koszty pośrednie ma wynosić dokładnie </w:t>
      </w:r>
      <w:r w:rsidR="0017456A" w:rsidRPr="00583C31">
        <w:rPr>
          <w:rFonts w:eastAsia="Calibri" w:cs="Calibri"/>
          <w:sz w:val="20"/>
          <w:szCs w:val="20"/>
        </w:rPr>
        <w:t>2</w:t>
      </w:r>
      <w:r w:rsidRPr="00583C31">
        <w:rPr>
          <w:rFonts w:eastAsia="Calibri" w:cs="Calibri"/>
          <w:sz w:val="20"/>
          <w:szCs w:val="20"/>
        </w:rPr>
        <w:t xml:space="preserve"> % </w:t>
      </w:r>
      <w:r w:rsidRPr="008012D7">
        <w:rPr>
          <w:rFonts w:eastAsia="Calibri" w:cs="Calibri"/>
          <w:sz w:val="20"/>
          <w:szCs w:val="20"/>
        </w:rPr>
        <w:t xml:space="preserve">wartości kwalifikowalnych kosztów </w:t>
      </w:r>
      <w:r w:rsidRPr="003F0DA1">
        <w:rPr>
          <w:rFonts w:eastAsia="Calibri" w:cs="Calibri"/>
          <w:sz w:val="20"/>
          <w:szCs w:val="20"/>
        </w:rPr>
        <w:t>bezpośrednich. Nie może być ona ani większa, ani mniejsza.</w:t>
      </w:r>
    </w:p>
    <w:p w14:paraId="38145571" w14:textId="77777777" w:rsidR="004A3262" w:rsidRPr="004A3262" w:rsidRDefault="004A3262" w:rsidP="004A3262">
      <w:pPr>
        <w:numPr>
          <w:ilvl w:val="1"/>
          <w:numId w:val="11"/>
        </w:numPr>
        <w:tabs>
          <w:tab w:val="left" w:pos="709"/>
        </w:tabs>
        <w:spacing w:after="0" w:line="360" w:lineRule="auto"/>
        <w:contextualSpacing/>
        <w:jc w:val="both"/>
        <w:rPr>
          <w:rFonts w:eastAsia="Calibri" w:cs="Calibri"/>
          <w:sz w:val="20"/>
          <w:szCs w:val="20"/>
        </w:rPr>
      </w:pPr>
      <w:r w:rsidRPr="004A3262">
        <w:rPr>
          <w:rFonts w:eastAsia="Calibri" w:cs="Calibri"/>
          <w:sz w:val="20"/>
          <w:szCs w:val="20"/>
        </w:rPr>
        <w:t>Limity weryfikowane są:</w:t>
      </w:r>
    </w:p>
    <w:p w14:paraId="7F1EACCF" w14:textId="77777777" w:rsidR="004A3262" w:rsidRPr="004A3262" w:rsidRDefault="004A3262" w:rsidP="004A3262">
      <w:pPr>
        <w:numPr>
          <w:ilvl w:val="1"/>
          <w:numId w:val="35"/>
        </w:numPr>
        <w:tabs>
          <w:tab w:val="left" w:pos="851"/>
        </w:tabs>
        <w:spacing w:after="0" w:line="360" w:lineRule="auto"/>
        <w:ind w:left="993" w:hanging="567"/>
        <w:contextualSpacing/>
        <w:jc w:val="both"/>
        <w:rPr>
          <w:rFonts w:eastAsia="Calibri" w:cs="Calibri"/>
          <w:sz w:val="20"/>
          <w:szCs w:val="20"/>
        </w:rPr>
      </w:pPr>
      <w:r w:rsidRPr="004A3262">
        <w:rPr>
          <w:rFonts w:eastAsia="Calibri" w:cs="Calibri"/>
          <w:sz w:val="20"/>
          <w:szCs w:val="20"/>
        </w:rPr>
        <w:t>w momencie oceny wniosku o dofinansowanie,</w:t>
      </w:r>
    </w:p>
    <w:p w14:paraId="56D87C75" w14:textId="77777777" w:rsidR="004A3262" w:rsidRPr="004A3262" w:rsidRDefault="004A3262" w:rsidP="004A3262">
      <w:pPr>
        <w:numPr>
          <w:ilvl w:val="1"/>
          <w:numId w:val="35"/>
        </w:numPr>
        <w:tabs>
          <w:tab w:val="left" w:pos="851"/>
        </w:tabs>
        <w:spacing w:after="0" w:line="360" w:lineRule="auto"/>
        <w:ind w:left="993" w:hanging="567"/>
        <w:contextualSpacing/>
        <w:jc w:val="both"/>
        <w:rPr>
          <w:rFonts w:eastAsia="Calibri" w:cs="Calibri"/>
          <w:sz w:val="20"/>
          <w:szCs w:val="20"/>
        </w:rPr>
      </w:pPr>
      <w:r w:rsidRPr="004A3262">
        <w:rPr>
          <w:rFonts w:eastAsia="Calibri" w:cs="Calibri"/>
          <w:sz w:val="20"/>
          <w:szCs w:val="20"/>
        </w:rPr>
        <w:t>na etapie realizacji projektu.</w:t>
      </w:r>
    </w:p>
    <w:p w14:paraId="4A2B66B3" w14:textId="77777777" w:rsidR="004A3262" w:rsidRPr="004A3262" w:rsidRDefault="004A3262" w:rsidP="004A3262">
      <w:pPr>
        <w:tabs>
          <w:tab w:val="left" w:pos="709"/>
        </w:tabs>
        <w:spacing w:after="0" w:line="360" w:lineRule="auto"/>
        <w:ind w:left="360"/>
        <w:contextualSpacing/>
        <w:jc w:val="both"/>
        <w:rPr>
          <w:rFonts w:eastAsia="Calibri" w:cs="Calibri"/>
          <w:sz w:val="20"/>
          <w:szCs w:val="20"/>
        </w:rPr>
      </w:pPr>
      <w:r w:rsidRPr="004A3262">
        <w:rPr>
          <w:rFonts w:eastAsia="Calibri" w:cs="Calibri"/>
          <w:sz w:val="20"/>
          <w:szCs w:val="20"/>
        </w:rPr>
        <w:t>W sytuacji zmniejszenia się wartości kosztów kwalifikowalnych w trakcie realizacji projektu – obniżone zostają kwoty wskazane w ww. limitach.</w:t>
      </w:r>
    </w:p>
    <w:p w14:paraId="7E23858B" w14:textId="411B80E5" w:rsidR="00B83FF9" w:rsidRPr="005152E9" w:rsidRDefault="00B83FF9" w:rsidP="007550EF">
      <w:pPr>
        <w:numPr>
          <w:ilvl w:val="1"/>
          <w:numId w:val="11"/>
        </w:numPr>
        <w:tabs>
          <w:tab w:val="left" w:pos="709"/>
        </w:tabs>
        <w:spacing w:after="0" w:line="360" w:lineRule="auto"/>
        <w:contextualSpacing/>
        <w:jc w:val="both"/>
        <w:rPr>
          <w:rFonts w:eastAsia="Calibri" w:cs="Calibri"/>
          <w:sz w:val="20"/>
          <w:szCs w:val="20"/>
        </w:rPr>
      </w:pPr>
      <w:r w:rsidRPr="005152E9">
        <w:rPr>
          <w:rFonts w:eastAsia="Calibri" w:cs="Calibri"/>
          <w:sz w:val="20"/>
          <w:szCs w:val="20"/>
        </w:rPr>
        <w:t>Informacje o zakresie podjętych działań informacyjno-promocyjnych wnioskodawca powinien zamieścić w opisie projektu/zadania. </w:t>
      </w:r>
    </w:p>
    <w:p w14:paraId="33C718D0" w14:textId="77777777" w:rsidR="00B83FF9" w:rsidRDefault="00B83FF9" w:rsidP="00B83FF9">
      <w:pPr>
        <w:tabs>
          <w:tab w:val="left" w:pos="709"/>
        </w:tabs>
        <w:spacing w:after="0" w:line="360" w:lineRule="auto"/>
        <w:ind w:left="360"/>
        <w:contextualSpacing/>
        <w:jc w:val="both"/>
        <w:rPr>
          <w:rFonts w:eastAsia="Calibri" w:cs="Calibri"/>
          <w:sz w:val="20"/>
          <w:szCs w:val="20"/>
        </w:rPr>
      </w:pPr>
      <w:r w:rsidRPr="005152E9">
        <w:rPr>
          <w:rFonts w:eastAsia="Calibri" w:cs="Calibri"/>
          <w:sz w:val="20"/>
          <w:szCs w:val="20"/>
        </w:rPr>
        <w:t xml:space="preserve">Do wydatków kwalifikowalnych, </w:t>
      </w:r>
      <w:bookmarkStart w:id="12" w:name="_Hlk157435767"/>
      <w:r w:rsidRPr="005152E9">
        <w:rPr>
          <w:rFonts w:eastAsia="Calibri" w:cs="Calibri"/>
          <w:sz w:val="20"/>
          <w:szCs w:val="20"/>
        </w:rPr>
        <w:t>mogą zostać zaliczone wyłącznie koszty niezbędne do prowadzenia działań informacyjnych i promocyjnych dotyczących projektu</w:t>
      </w:r>
      <w:bookmarkEnd w:id="12"/>
      <w:r w:rsidRPr="005152E9">
        <w:rPr>
          <w:rFonts w:eastAsia="Calibri" w:cs="Calibri"/>
          <w:sz w:val="20"/>
          <w:szCs w:val="20"/>
        </w:rPr>
        <w:t>.</w:t>
      </w:r>
    </w:p>
    <w:p w14:paraId="780FAC04" w14:textId="77777777" w:rsidR="00B83FF9" w:rsidRPr="005152E9" w:rsidRDefault="00B83FF9" w:rsidP="00B83FF9">
      <w:pPr>
        <w:tabs>
          <w:tab w:val="left" w:pos="709"/>
        </w:tabs>
        <w:spacing w:after="0" w:line="360" w:lineRule="auto"/>
        <w:ind w:left="360"/>
        <w:contextualSpacing/>
        <w:jc w:val="both"/>
        <w:rPr>
          <w:rFonts w:eastAsia="Calibri" w:cs="Calibri"/>
          <w:sz w:val="20"/>
          <w:szCs w:val="20"/>
        </w:rPr>
      </w:pPr>
      <w:r w:rsidRPr="005152E9">
        <w:rPr>
          <w:rFonts w:eastAsia="Calibri" w:cs="Calibri"/>
          <w:sz w:val="20"/>
          <w:szCs w:val="20"/>
        </w:rPr>
        <w:t>Działania informacyjno-promocyjne obejmują koszt:</w:t>
      </w:r>
    </w:p>
    <w:p w14:paraId="0C470819"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oznaczeń, naklejek;</w:t>
      </w:r>
    </w:p>
    <w:p w14:paraId="1C0E5743"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bilbordów;</w:t>
      </w:r>
    </w:p>
    <w:p w14:paraId="6D36774F"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tablic informacyjnych;  </w:t>
      </w:r>
    </w:p>
    <w:p w14:paraId="5D8C06F6"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elektronicznego wyświetlacza;  </w:t>
      </w:r>
    </w:p>
    <w:p w14:paraId="5FF3EF8B"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działań promocyjnych w mediach (np. artykuły sponsorowane); </w:t>
      </w:r>
    </w:p>
    <w:p w14:paraId="2C39A215"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utworzenia/rozbudowy istniejącej strony internetowej, przygotowania materiałów filmowych i zdjęciowych, organizacji spotkań informacyjnych w sieci internetowej, publikacji w mediach społecznościowych informacji promujących projekt;</w:t>
      </w:r>
    </w:p>
    <w:p w14:paraId="3A0BB966"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r w:rsidRPr="005152E9">
        <w:rPr>
          <w:rFonts w:eastAsia="Calibri" w:cs="Calibri"/>
          <w:sz w:val="20"/>
          <w:szCs w:val="20"/>
        </w:rPr>
        <w:t>organizacji wydarzenia promującego projekt (np. rozpoczęcie inwestycji, zakończenie etapu lub zakończenia całej inwestycji);</w:t>
      </w:r>
    </w:p>
    <w:p w14:paraId="6ED4599D" w14:textId="77777777" w:rsidR="00B83FF9" w:rsidRPr="005152E9" w:rsidRDefault="00B83FF9" w:rsidP="007550EF">
      <w:pPr>
        <w:numPr>
          <w:ilvl w:val="2"/>
          <w:numId w:val="11"/>
        </w:numPr>
        <w:tabs>
          <w:tab w:val="left" w:pos="709"/>
          <w:tab w:val="left" w:pos="1134"/>
        </w:tabs>
        <w:spacing w:after="0" w:line="360" w:lineRule="auto"/>
        <w:ind w:left="1134" w:hanging="708"/>
        <w:contextualSpacing/>
        <w:jc w:val="both"/>
        <w:rPr>
          <w:rFonts w:eastAsia="Calibri" w:cs="Calibri"/>
          <w:sz w:val="20"/>
          <w:szCs w:val="20"/>
        </w:rPr>
      </w:pPr>
      <w:bookmarkStart w:id="13" w:name="_Hlk157435896"/>
      <w:r w:rsidRPr="005152E9">
        <w:rPr>
          <w:rFonts w:eastAsia="Calibri" w:cs="Calibri"/>
          <w:sz w:val="20"/>
          <w:szCs w:val="20"/>
        </w:rPr>
        <w:t>innych działań promocyjnych wskazanych w opisie projektu/zadania (z wyłączeniem materiałów promocyjnych typu gadżety).</w:t>
      </w:r>
    </w:p>
    <w:bookmarkEnd w:id="13"/>
    <w:p w14:paraId="68F6AB79" w14:textId="363DA32E" w:rsidR="007B251A" w:rsidRPr="007B251A" w:rsidRDefault="007B251A" w:rsidP="007B251A">
      <w:pPr>
        <w:tabs>
          <w:tab w:val="left" w:pos="709"/>
        </w:tabs>
        <w:spacing w:after="0" w:line="360" w:lineRule="auto"/>
        <w:ind w:left="360"/>
        <w:contextualSpacing/>
        <w:jc w:val="both"/>
        <w:rPr>
          <w:rFonts w:cs="Arial"/>
          <w:color w:val="000000"/>
          <w:sz w:val="20"/>
          <w:szCs w:val="20"/>
        </w:rPr>
      </w:pPr>
      <w:r w:rsidRPr="007B251A">
        <w:rPr>
          <w:rFonts w:cs="Arial"/>
          <w:color w:val="000000"/>
          <w:sz w:val="20"/>
          <w:szCs w:val="20"/>
        </w:rPr>
        <w:t xml:space="preserve">Obowiązki informacyjno-promocyjne beneficjenta w zależności od wielkości projektu, zostały wskazane </w:t>
      </w:r>
      <w:r w:rsidR="006030DC">
        <w:rPr>
          <w:rFonts w:cs="Arial"/>
          <w:color w:val="000000"/>
          <w:sz w:val="20"/>
          <w:szCs w:val="20"/>
        </w:rPr>
        <w:br/>
      </w:r>
      <w:r w:rsidRPr="007B251A">
        <w:rPr>
          <w:rFonts w:cs="Arial"/>
          <w:color w:val="000000"/>
          <w:sz w:val="20"/>
          <w:szCs w:val="20"/>
        </w:rPr>
        <w:t xml:space="preserve">w „Podręczniku wnioskodawcy i beneficjenta Funduszy Europejskich na lata 2021-2027 w zakresie informacji </w:t>
      </w:r>
      <w:r w:rsidR="006030DC">
        <w:rPr>
          <w:rFonts w:cs="Arial"/>
          <w:color w:val="000000"/>
          <w:sz w:val="20"/>
          <w:szCs w:val="20"/>
        </w:rPr>
        <w:br/>
      </w:r>
      <w:r w:rsidRPr="007B251A">
        <w:rPr>
          <w:rFonts w:cs="Arial"/>
          <w:color w:val="000000"/>
          <w:sz w:val="20"/>
          <w:szCs w:val="20"/>
        </w:rPr>
        <w:t xml:space="preserve">i promocji” (do pobrania ze strony </w:t>
      </w:r>
      <w:hyperlink r:id="rId13" w:history="1">
        <w:r w:rsidR="00583C31" w:rsidRPr="00016455">
          <w:rPr>
            <w:rStyle w:val="Hipercze"/>
            <w:rFonts w:cs="Arial"/>
            <w:sz w:val="20"/>
            <w:szCs w:val="20"/>
          </w:rPr>
          <w:t>https://www.funduszeeuropejskie.gov.pl/strony/o-funduszach/fundusze-2021-2027/prawo-i-dokumenty/zasady-komunikacji-fe/</w:t>
        </w:r>
      </w:hyperlink>
      <w:r w:rsidRPr="007B251A">
        <w:rPr>
          <w:rFonts w:cs="Arial"/>
          <w:color w:val="000000"/>
          <w:sz w:val="20"/>
          <w:szCs w:val="20"/>
        </w:rPr>
        <w:t>).</w:t>
      </w:r>
    </w:p>
    <w:p w14:paraId="2F723985" w14:textId="77777777" w:rsidR="00583C31" w:rsidRDefault="00583C31" w:rsidP="007B251A">
      <w:pPr>
        <w:tabs>
          <w:tab w:val="left" w:pos="709"/>
        </w:tabs>
        <w:spacing w:after="0" w:line="360" w:lineRule="auto"/>
        <w:ind w:left="360"/>
        <w:contextualSpacing/>
        <w:jc w:val="both"/>
        <w:rPr>
          <w:rFonts w:cs="Arial"/>
          <w:color w:val="000000"/>
          <w:sz w:val="20"/>
          <w:szCs w:val="20"/>
        </w:rPr>
      </w:pPr>
    </w:p>
    <w:p w14:paraId="618E7201" w14:textId="77777777" w:rsidR="00583C31" w:rsidRPr="00D10313" w:rsidRDefault="00583C31" w:rsidP="00583C31">
      <w:pPr>
        <w:tabs>
          <w:tab w:val="left" w:pos="709"/>
        </w:tabs>
        <w:spacing w:after="0" w:line="360" w:lineRule="auto"/>
        <w:ind w:left="360"/>
        <w:contextualSpacing/>
        <w:jc w:val="both"/>
        <w:rPr>
          <w:rFonts w:cs="Arial"/>
          <w:sz w:val="20"/>
          <w:szCs w:val="20"/>
        </w:rPr>
      </w:pPr>
      <w:r w:rsidRPr="00D10313">
        <w:rPr>
          <w:rFonts w:cs="Arial"/>
          <w:sz w:val="20"/>
          <w:szCs w:val="20"/>
        </w:rPr>
        <w:lastRenderedPageBreak/>
        <w:t>W przypadku projektu, którego koszt przekracza 5 mln euro, wnioskodawca zobligowany jest poinformować instytucję, która przyznała dofinansowanie o ważnych etapach w projekcie i planowanych wydarzeniach informacyjnych i promocyjnych związanych z realizacją projektu.</w:t>
      </w:r>
    </w:p>
    <w:p w14:paraId="6C8F5A4F" w14:textId="30B87166" w:rsidR="00583C31" w:rsidRPr="00D10313" w:rsidRDefault="00583C31" w:rsidP="00583C31">
      <w:pPr>
        <w:tabs>
          <w:tab w:val="left" w:pos="709"/>
        </w:tabs>
        <w:spacing w:after="0" w:line="360" w:lineRule="auto"/>
        <w:ind w:left="360"/>
        <w:contextualSpacing/>
        <w:jc w:val="both"/>
        <w:rPr>
          <w:rFonts w:cs="Arial"/>
          <w:sz w:val="20"/>
          <w:szCs w:val="20"/>
        </w:rPr>
      </w:pPr>
      <w:r w:rsidRPr="00D10313">
        <w:rPr>
          <w:rFonts w:cs="Arial"/>
          <w:sz w:val="20"/>
          <w:szCs w:val="20"/>
        </w:rPr>
        <w:t>W przypadku projektu, którego koszt przekracza 10 mln euro, wnioskodawca zobligowany jest do organizacji wydarzenia/wydarzeń promującego/promujących projekt, na które muszą zostać zaproszeni przedstawiciele Komisji Europejskiej i Instytucji Zarządzającej z co najmniej 4-tygodniowym wyprzedzeniem. W ramach limitu na działania informacyjno-promocyjne kwalifikowalne są np. konferencje, gale, uroczyste wmurowanie kamienia węgielnego, itp.).</w:t>
      </w:r>
    </w:p>
    <w:p w14:paraId="5A1D2117" w14:textId="4C1569F9" w:rsidR="007B251A" w:rsidRPr="007B251A" w:rsidRDefault="007B251A" w:rsidP="007B251A">
      <w:pPr>
        <w:tabs>
          <w:tab w:val="left" w:pos="709"/>
        </w:tabs>
        <w:spacing w:after="0" w:line="360" w:lineRule="auto"/>
        <w:ind w:left="360"/>
        <w:contextualSpacing/>
        <w:jc w:val="both"/>
        <w:rPr>
          <w:rFonts w:cs="Arial"/>
          <w:color w:val="000000"/>
          <w:sz w:val="20"/>
          <w:szCs w:val="20"/>
        </w:rPr>
      </w:pPr>
      <w:r w:rsidRPr="007B251A">
        <w:rPr>
          <w:rFonts w:cs="Arial"/>
          <w:color w:val="000000"/>
          <w:sz w:val="20"/>
          <w:szCs w:val="20"/>
        </w:rPr>
        <w:t xml:space="preserve">Obowiązujące znaki i zestawienia znaków zapisane w plikach programów graficznych, a także wzory plakatów, tablic i naklejek (do pobrania) znajdują się w serwisie FEM: </w:t>
      </w:r>
    </w:p>
    <w:p w14:paraId="2A8B4AEB" w14:textId="6E4C7F44" w:rsidR="007B251A" w:rsidRPr="007B251A" w:rsidRDefault="00A16982" w:rsidP="007B251A">
      <w:pPr>
        <w:tabs>
          <w:tab w:val="left" w:pos="709"/>
        </w:tabs>
        <w:spacing w:after="0" w:line="360" w:lineRule="auto"/>
        <w:ind w:left="360"/>
        <w:contextualSpacing/>
        <w:jc w:val="both"/>
        <w:rPr>
          <w:rFonts w:cs="Arial"/>
          <w:color w:val="000000"/>
          <w:sz w:val="20"/>
          <w:szCs w:val="20"/>
        </w:rPr>
      </w:pPr>
      <w:hyperlink r:id="rId14" w:history="1">
        <w:r w:rsidR="007B251A" w:rsidRPr="001C4BEC">
          <w:rPr>
            <w:rStyle w:val="Hipercze"/>
            <w:rFonts w:cs="Arial"/>
            <w:sz w:val="20"/>
            <w:szCs w:val="20"/>
          </w:rPr>
          <w:t>https://funduszeuedlamazowsza.eu/zasady-oznaczania-projektow-fundusze-europejskie-dla-mazowsza-2021-2027/</w:t>
        </w:r>
      </w:hyperlink>
      <w:r w:rsidR="007B251A">
        <w:rPr>
          <w:rFonts w:cs="Arial"/>
          <w:color w:val="000000"/>
          <w:sz w:val="20"/>
          <w:szCs w:val="20"/>
        </w:rPr>
        <w:t xml:space="preserve"> </w:t>
      </w:r>
      <w:r w:rsidR="007B251A" w:rsidRPr="007B251A">
        <w:rPr>
          <w:rFonts w:cs="Arial"/>
          <w:color w:val="000000"/>
          <w:sz w:val="20"/>
          <w:szCs w:val="20"/>
        </w:rPr>
        <w:t xml:space="preserve"> </w:t>
      </w:r>
    </w:p>
    <w:p w14:paraId="3CC5F1DD" w14:textId="77777777" w:rsidR="007B251A" w:rsidRPr="007B251A" w:rsidRDefault="007B251A" w:rsidP="007B251A">
      <w:pPr>
        <w:tabs>
          <w:tab w:val="left" w:pos="709"/>
        </w:tabs>
        <w:spacing w:after="0" w:line="360" w:lineRule="auto"/>
        <w:ind w:left="360"/>
        <w:contextualSpacing/>
        <w:jc w:val="both"/>
        <w:rPr>
          <w:rFonts w:cs="Arial"/>
          <w:color w:val="000000"/>
          <w:sz w:val="20"/>
          <w:szCs w:val="20"/>
        </w:rPr>
      </w:pPr>
      <w:r w:rsidRPr="007B251A">
        <w:rPr>
          <w:rFonts w:cs="Arial"/>
          <w:color w:val="000000"/>
          <w:sz w:val="20"/>
          <w:szCs w:val="20"/>
        </w:rPr>
        <w:t xml:space="preserve">oraz na Portalu FE </w:t>
      </w:r>
    </w:p>
    <w:p w14:paraId="10DC729F" w14:textId="7D91AEB3" w:rsidR="007B251A" w:rsidRPr="007B251A" w:rsidRDefault="00A16982" w:rsidP="007B251A">
      <w:pPr>
        <w:tabs>
          <w:tab w:val="left" w:pos="709"/>
        </w:tabs>
        <w:spacing w:after="0" w:line="360" w:lineRule="auto"/>
        <w:ind w:left="360"/>
        <w:contextualSpacing/>
        <w:jc w:val="both"/>
        <w:rPr>
          <w:rFonts w:cs="Arial"/>
          <w:color w:val="000000"/>
          <w:sz w:val="20"/>
          <w:szCs w:val="20"/>
        </w:rPr>
      </w:pPr>
      <w:hyperlink r:id="rId15" w:history="1">
        <w:r w:rsidR="007B251A" w:rsidRPr="001C4BEC">
          <w:rPr>
            <w:rStyle w:val="Hipercze"/>
            <w:rFonts w:cs="Arial"/>
            <w:sz w:val="20"/>
            <w:szCs w:val="20"/>
          </w:rPr>
          <w:t>https://www.funduszeeuropejskie.gov.pl/strony/o-funduszach/fundusze-2021-2027/prawo-i-dokumenty/zasady-komunikacji-fe/</w:t>
        </w:r>
      </w:hyperlink>
      <w:r w:rsidR="007B251A">
        <w:rPr>
          <w:rFonts w:cs="Arial"/>
          <w:color w:val="000000"/>
          <w:sz w:val="20"/>
          <w:szCs w:val="20"/>
        </w:rPr>
        <w:t xml:space="preserve">  </w:t>
      </w:r>
      <w:r w:rsidR="007B251A" w:rsidRPr="007B251A">
        <w:rPr>
          <w:rFonts w:cs="Arial"/>
          <w:color w:val="000000"/>
          <w:sz w:val="20"/>
          <w:szCs w:val="20"/>
        </w:rPr>
        <w:t xml:space="preserve"> .</w:t>
      </w:r>
    </w:p>
    <w:p w14:paraId="1ECF9A13" w14:textId="421AE15D" w:rsidR="00CB72A5" w:rsidRDefault="007B251A" w:rsidP="007B251A">
      <w:pPr>
        <w:tabs>
          <w:tab w:val="left" w:pos="709"/>
        </w:tabs>
        <w:spacing w:after="0" w:line="360" w:lineRule="auto"/>
        <w:ind w:left="360"/>
        <w:contextualSpacing/>
        <w:jc w:val="both"/>
        <w:rPr>
          <w:rFonts w:cs="Arial"/>
          <w:color w:val="000000"/>
          <w:sz w:val="20"/>
          <w:szCs w:val="20"/>
        </w:rPr>
      </w:pPr>
      <w:r w:rsidRPr="007B251A">
        <w:rPr>
          <w:rFonts w:cs="Arial"/>
          <w:color w:val="000000"/>
          <w:sz w:val="20"/>
          <w:szCs w:val="20"/>
        </w:rPr>
        <w:t xml:space="preserve">Dostępne są tam również: Karta wizualizacji znaku dla Funduszy Europejskich dla Mazowsza 2021-2027, Podręcznik wnioskodawcy i beneficjenta Funduszy Europejskich na lata 2021-2027 w zakresie informacji i promocji, a także Księga Tożsamości Wizualnej marki Fundusze Europejskie 2021-2027, w której znajdują szczegółowe zasady tworzenia i używania oznaczeń projektów. Zasady stosowania znaku marki Mazowsze znajdziesz na stronie: </w:t>
      </w:r>
      <w:hyperlink r:id="rId16" w:history="1">
        <w:r w:rsidRPr="001C4BEC">
          <w:rPr>
            <w:rStyle w:val="Hipercze"/>
            <w:rFonts w:cs="Arial"/>
            <w:sz w:val="20"/>
            <w:szCs w:val="20"/>
          </w:rPr>
          <w:t>https://mazovia.pl/pl/samorzad/marka-mazowsze</w:t>
        </w:r>
      </w:hyperlink>
      <w:r w:rsidRPr="007B251A">
        <w:rPr>
          <w:rFonts w:cs="Arial"/>
          <w:color w:val="000000"/>
          <w:sz w:val="20"/>
          <w:szCs w:val="20"/>
        </w:rPr>
        <w:t>.</w:t>
      </w:r>
    </w:p>
    <w:p w14:paraId="1D567CBB" w14:textId="77777777" w:rsidR="00DB2DA9" w:rsidRPr="006030DC" w:rsidRDefault="00DB2DA9" w:rsidP="007550EF">
      <w:pPr>
        <w:numPr>
          <w:ilvl w:val="1"/>
          <w:numId w:val="11"/>
        </w:numPr>
        <w:tabs>
          <w:tab w:val="left" w:pos="709"/>
        </w:tabs>
        <w:spacing w:after="0" w:line="360" w:lineRule="auto"/>
        <w:contextualSpacing/>
        <w:jc w:val="both"/>
        <w:rPr>
          <w:rFonts w:eastAsia="Calibri" w:cs="Calibri"/>
          <w:sz w:val="20"/>
          <w:szCs w:val="20"/>
        </w:rPr>
      </w:pPr>
      <w:r w:rsidRPr="006030DC">
        <w:rPr>
          <w:rFonts w:eastAsia="Calibri" w:cs="Calibri"/>
          <w:sz w:val="20"/>
          <w:szCs w:val="20"/>
        </w:rPr>
        <w:t>Katalog kosztów niekwalifikowalnych jest katalogiem otwartym i obejmuje w szczególności:</w:t>
      </w:r>
    </w:p>
    <w:p w14:paraId="19FBE3C2" w14:textId="77777777" w:rsidR="00B83FF9" w:rsidRPr="006030DC" w:rsidRDefault="00B83FF9" w:rsidP="007550EF">
      <w:pPr>
        <w:numPr>
          <w:ilvl w:val="2"/>
          <w:numId w:val="11"/>
        </w:numPr>
        <w:tabs>
          <w:tab w:val="left" w:pos="1276"/>
        </w:tabs>
        <w:spacing w:after="0" w:line="360" w:lineRule="auto"/>
        <w:ind w:left="993" w:hanging="567"/>
        <w:contextualSpacing/>
        <w:jc w:val="both"/>
        <w:rPr>
          <w:rFonts w:asciiTheme="minorHAnsi" w:hAnsiTheme="minorHAnsi" w:cstheme="minorHAnsi"/>
          <w:sz w:val="20"/>
          <w:szCs w:val="20"/>
        </w:rPr>
      </w:pPr>
      <w:r w:rsidRPr="006030DC">
        <w:rPr>
          <w:rFonts w:asciiTheme="minorHAnsi" w:hAnsiTheme="minorHAnsi" w:cstheme="minorHAnsi"/>
          <w:sz w:val="20"/>
          <w:szCs w:val="20"/>
        </w:rPr>
        <w:t>wymienione w Wytycznych dotyczących kwalifikowalności wydatków na lata 2021-2027, w podrozdziale 2.3. Wydatki niekwalifikowane;</w:t>
      </w:r>
    </w:p>
    <w:p w14:paraId="6F5D4A70" w14:textId="77777777" w:rsidR="00B83FF9" w:rsidRPr="006030DC" w:rsidRDefault="00B83FF9" w:rsidP="007550EF">
      <w:pPr>
        <w:numPr>
          <w:ilvl w:val="2"/>
          <w:numId w:val="11"/>
        </w:numPr>
        <w:tabs>
          <w:tab w:val="left" w:pos="1276"/>
        </w:tabs>
        <w:spacing w:after="0" w:line="360" w:lineRule="auto"/>
        <w:ind w:left="993" w:hanging="567"/>
        <w:contextualSpacing/>
        <w:jc w:val="both"/>
        <w:rPr>
          <w:rFonts w:asciiTheme="minorHAnsi" w:hAnsiTheme="minorHAnsi" w:cstheme="minorHAnsi"/>
          <w:sz w:val="20"/>
          <w:szCs w:val="20"/>
        </w:rPr>
      </w:pPr>
      <w:r w:rsidRPr="006030DC">
        <w:rPr>
          <w:rFonts w:asciiTheme="minorHAnsi" w:hAnsiTheme="minorHAnsi" w:cstheme="minorHAnsi"/>
          <w:sz w:val="20"/>
          <w:szCs w:val="20"/>
        </w:rPr>
        <w:t>dodatkowo jako niekwalifikowane uznaje się:</w:t>
      </w:r>
    </w:p>
    <w:p w14:paraId="121FED78"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bieżące remonty i konserwacje;</w:t>
      </w:r>
    </w:p>
    <w:p w14:paraId="6DE5CD03"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zakup środków transportu;</w:t>
      </w:r>
    </w:p>
    <w:p w14:paraId="23F6E3AD"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zakup sprzętu służącego do bieżącego utrzymania dróg;</w:t>
      </w:r>
    </w:p>
    <w:p w14:paraId="518939CA"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sieć kanalizacji sanitarnej niekolidującej z inwestycją;</w:t>
      </w:r>
    </w:p>
    <w:p w14:paraId="187AE156"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sieć wodociągowa niekolidująca z inwestycją;</w:t>
      </w:r>
    </w:p>
    <w:p w14:paraId="3D2369BF"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wydatki na zarządzanie/administrowanie wybudowaną infrastrukturą;</w:t>
      </w:r>
    </w:p>
    <w:p w14:paraId="129CA57F"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koszty operacyjne;</w:t>
      </w:r>
    </w:p>
    <w:p w14:paraId="1E85BC33"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koszty pośrednie rozliczane na podstawie wydatków rzeczywiście poniesionych;</w:t>
      </w:r>
    </w:p>
    <w:p w14:paraId="0B91B9D0"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wkład niepieniężny;</w:t>
      </w:r>
    </w:p>
    <w:p w14:paraId="70920666"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zakup używanych środków trwałych;</w:t>
      </w:r>
    </w:p>
    <w:p w14:paraId="2D0C6CD8"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amortyzacja;</w:t>
      </w:r>
    </w:p>
    <w:p w14:paraId="50B862A0" w14:textId="77777777" w:rsidR="006030DC" w:rsidRPr="004A3262"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cross-financing;</w:t>
      </w:r>
    </w:p>
    <w:p w14:paraId="653F4BE8" w14:textId="4628624A" w:rsidR="006030DC" w:rsidRPr="006030DC" w:rsidRDefault="006030DC" w:rsidP="006030DC">
      <w:pPr>
        <w:numPr>
          <w:ilvl w:val="3"/>
          <w:numId w:val="11"/>
        </w:numPr>
        <w:tabs>
          <w:tab w:val="left" w:pos="709"/>
        </w:tabs>
        <w:spacing w:after="0" w:line="360" w:lineRule="auto"/>
        <w:ind w:left="1985" w:hanging="992"/>
        <w:contextualSpacing/>
        <w:jc w:val="both"/>
        <w:rPr>
          <w:rFonts w:eastAsia="Calibri" w:cs="Calibri"/>
          <w:sz w:val="20"/>
          <w:szCs w:val="20"/>
        </w:rPr>
      </w:pPr>
      <w:r w:rsidRPr="004A3262">
        <w:rPr>
          <w:rFonts w:eastAsia="Calibri" w:cs="Calibri"/>
          <w:sz w:val="20"/>
          <w:szCs w:val="20"/>
        </w:rPr>
        <w:t>rozliczenie kosztów pośrednich w ramach kosztów bezpośrednich.</w:t>
      </w:r>
    </w:p>
    <w:p w14:paraId="0011069E" w14:textId="182D8537" w:rsidR="008043F4" w:rsidRPr="006030DC" w:rsidRDefault="008043F4" w:rsidP="007550EF">
      <w:pPr>
        <w:numPr>
          <w:ilvl w:val="1"/>
          <w:numId w:val="11"/>
        </w:numPr>
        <w:tabs>
          <w:tab w:val="left" w:pos="709"/>
        </w:tabs>
        <w:spacing w:after="0" w:line="360" w:lineRule="auto"/>
        <w:contextualSpacing/>
        <w:jc w:val="both"/>
        <w:rPr>
          <w:rFonts w:eastAsia="Calibri" w:cs="Calibri"/>
          <w:sz w:val="20"/>
          <w:szCs w:val="20"/>
        </w:rPr>
      </w:pPr>
      <w:r w:rsidRPr="006030DC">
        <w:rPr>
          <w:rFonts w:eastAsia="Calibri" w:cs="Calibri"/>
          <w:sz w:val="20"/>
          <w:szCs w:val="20"/>
        </w:rPr>
        <w:lastRenderedPageBreak/>
        <w:t xml:space="preserve">Wydatki uznane za niekwalifikowalne, a związane z realizacją projektu, ponosi beneficjent jako strona </w:t>
      </w:r>
      <w:r w:rsidR="00034F6E" w:rsidRPr="006030DC">
        <w:rPr>
          <w:rFonts w:eastAsia="Calibri" w:cs="Calibri"/>
          <w:sz w:val="20"/>
          <w:szCs w:val="20"/>
        </w:rPr>
        <w:t>zasad realizacji projektu</w:t>
      </w:r>
      <w:r w:rsidRPr="006030DC">
        <w:rPr>
          <w:rFonts w:eastAsia="Calibri" w:cs="Calibri"/>
          <w:sz w:val="20"/>
          <w:szCs w:val="20"/>
        </w:rPr>
        <w:t>.</w:t>
      </w:r>
    </w:p>
    <w:p w14:paraId="28379565" w14:textId="75A9EDC1" w:rsidR="008043F4" w:rsidRDefault="00583C31" w:rsidP="007550EF">
      <w:pPr>
        <w:numPr>
          <w:ilvl w:val="1"/>
          <w:numId w:val="11"/>
        </w:numPr>
        <w:tabs>
          <w:tab w:val="left" w:pos="709"/>
        </w:tabs>
        <w:spacing w:after="0" w:line="360" w:lineRule="auto"/>
        <w:contextualSpacing/>
        <w:jc w:val="both"/>
        <w:rPr>
          <w:rFonts w:eastAsia="Calibri" w:cs="Calibri"/>
          <w:sz w:val="20"/>
          <w:szCs w:val="20"/>
        </w:rPr>
      </w:pPr>
      <w:r>
        <w:rPr>
          <w:rFonts w:eastAsia="Calibri" w:cs="Calibri"/>
          <w:sz w:val="20"/>
          <w:szCs w:val="20"/>
        </w:rPr>
        <w:t xml:space="preserve"> </w:t>
      </w:r>
      <w:r w:rsidR="008043F4" w:rsidRPr="006030DC">
        <w:rPr>
          <w:rFonts w:eastAsia="Calibri" w:cs="Calibri"/>
          <w:sz w:val="20"/>
          <w:szCs w:val="20"/>
        </w:rPr>
        <w:t>Wnioskodawca zobligowany jest do ujęcia w budżecie projektu wydatków (kwalifikowalne/niekwalifikowalne), związanych z informacją i promocją projektu.</w:t>
      </w:r>
    </w:p>
    <w:p w14:paraId="776B0DCB" w14:textId="77777777" w:rsidR="000E76E0" w:rsidRPr="00D03652" w:rsidRDefault="00306DA7" w:rsidP="00D03652">
      <w:pPr>
        <w:pStyle w:val="Nagwek1"/>
        <w:numPr>
          <w:ilvl w:val="0"/>
          <w:numId w:val="18"/>
        </w:numPr>
        <w:jc w:val="center"/>
      </w:pPr>
      <w:bookmarkStart w:id="14" w:name="_Toc121316212"/>
      <w:bookmarkStart w:id="15" w:name="_Toc195787770"/>
      <w:r w:rsidRPr="00D03652">
        <w:t xml:space="preserve">INTENSYWNOŚĆ WSPARCIA I FINANSOWANIE </w:t>
      </w:r>
      <w:bookmarkEnd w:id="14"/>
      <w:r w:rsidR="005A18F9" w:rsidRPr="00D03652">
        <w:t>PROJEKTU</w:t>
      </w:r>
      <w:bookmarkEnd w:id="15"/>
    </w:p>
    <w:p w14:paraId="60FD24DF" w14:textId="77777777" w:rsidR="00CE1646" w:rsidRPr="00CE1646" w:rsidRDefault="00CE1646" w:rsidP="00C247D7"/>
    <w:p w14:paraId="74A07BBC" w14:textId="77777777" w:rsidR="00C45238" w:rsidRPr="000D051D" w:rsidRDefault="002A2EA5" w:rsidP="00C45238">
      <w:pPr>
        <w:numPr>
          <w:ilvl w:val="1"/>
          <w:numId w:val="2"/>
        </w:numPr>
        <w:spacing w:after="0" w:line="360" w:lineRule="auto"/>
        <w:ind w:left="709" w:hanging="709"/>
        <w:rPr>
          <w:rFonts w:cs="Calibri"/>
          <w:sz w:val="20"/>
          <w:szCs w:val="20"/>
        </w:rPr>
      </w:pPr>
      <w:r w:rsidRPr="000D051D">
        <w:rPr>
          <w:rFonts w:cs="Calibri"/>
          <w:sz w:val="20"/>
          <w:szCs w:val="20"/>
        </w:rPr>
        <w:t>Projekt będzie</w:t>
      </w:r>
      <w:r w:rsidR="00782360" w:rsidRPr="000D051D">
        <w:rPr>
          <w:rFonts w:cs="Calibri"/>
          <w:sz w:val="20"/>
          <w:szCs w:val="20"/>
        </w:rPr>
        <w:t xml:space="preserve"> realizowan</w:t>
      </w:r>
      <w:r w:rsidRPr="000D051D">
        <w:rPr>
          <w:rFonts w:cs="Calibri"/>
          <w:sz w:val="20"/>
          <w:szCs w:val="20"/>
        </w:rPr>
        <w:t>y</w:t>
      </w:r>
      <w:r w:rsidR="00782360" w:rsidRPr="000D051D">
        <w:rPr>
          <w:rFonts w:cs="Calibri"/>
          <w:sz w:val="20"/>
          <w:szCs w:val="20"/>
        </w:rPr>
        <w:t>:</w:t>
      </w:r>
    </w:p>
    <w:p w14:paraId="42EA4C85" w14:textId="6B001EE4" w:rsidR="00782360" w:rsidRDefault="00782360" w:rsidP="00C45238">
      <w:pPr>
        <w:numPr>
          <w:ilvl w:val="2"/>
          <w:numId w:val="2"/>
        </w:numPr>
        <w:spacing w:after="0" w:line="360" w:lineRule="auto"/>
        <w:ind w:left="1418"/>
        <w:rPr>
          <w:rFonts w:cs="Calibri"/>
          <w:sz w:val="20"/>
          <w:szCs w:val="20"/>
        </w:rPr>
      </w:pPr>
      <w:r w:rsidRPr="00C45238">
        <w:rPr>
          <w:rFonts w:cs="Calibri"/>
          <w:sz w:val="20"/>
          <w:szCs w:val="20"/>
        </w:rPr>
        <w:t>bez pomocy publicznej;</w:t>
      </w:r>
    </w:p>
    <w:p w14:paraId="31864FED" w14:textId="1099B6D1" w:rsidR="00782360" w:rsidRPr="00E44B34" w:rsidRDefault="00782360" w:rsidP="00782360">
      <w:pPr>
        <w:pStyle w:val="Akapitzlist"/>
        <w:numPr>
          <w:ilvl w:val="1"/>
          <w:numId w:val="2"/>
        </w:numPr>
        <w:spacing w:after="0" w:line="360" w:lineRule="auto"/>
        <w:ind w:left="709" w:hanging="709"/>
        <w:jc w:val="both"/>
        <w:rPr>
          <w:rFonts w:cs="Calibri"/>
          <w:sz w:val="20"/>
          <w:szCs w:val="20"/>
        </w:rPr>
      </w:pPr>
      <w:r w:rsidRPr="00E44B34">
        <w:rPr>
          <w:rFonts w:cs="Calibri"/>
          <w:sz w:val="20"/>
          <w:szCs w:val="20"/>
        </w:rPr>
        <w:t>Maksymalny poziom dofinansowania dla projekt</w:t>
      </w:r>
      <w:r w:rsidR="002A2EA5" w:rsidRPr="00E44B34">
        <w:rPr>
          <w:rFonts w:cs="Calibri"/>
          <w:sz w:val="20"/>
          <w:szCs w:val="20"/>
        </w:rPr>
        <w:t>u</w:t>
      </w:r>
      <w:r w:rsidRPr="00E44B34">
        <w:rPr>
          <w:rFonts w:cs="Calibri"/>
          <w:sz w:val="20"/>
          <w:szCs w:val="20"/>
        </w:rPr>
        <w:t xml:space="preserve"> bez pomocy publicznej wynosi:</w:t>
      </w:r>
    </w:p>
    <w:p w14:paraId="08B50720" w14:textId="58ABCA78" w:rsidR="000E7AF0" w:rsidRPr="00E44B34" w:rsidRDefault="000D051D" w:rsidP="00C93886">
      <w:pPr>
        <w:pStyle w:val="Akapitzlist"/>
        <w:spacing w:after="0" w:line="360" w:lineRule="auto"/>
        <w:ind w:left="1418"/>
        <w:jc w:val="both"/>
        <w:rPr>
          <w:rFonts w:cs="Calibri"/>
          <w:sz w:val="20"/>
          <w:szCs w:val="20"/>
        </w:rPr>
      </w:pPr>
      <w:r>
        <w:rPr>
          <w:rFonts w:cs="Calibri"/>
          <w:sz w:val="20"/>
          <w:szCs w:val="20"/>
        </w:rPr>
        <w:t xml:space="preserve">RMR – 85 </w:t>
      </w:r>
      <w:r w:rsidR="000E7AF0" w:rsidRPr="00E44B34">
        <w:rPr>
          <w:rFonts w:cs="Calibri"/>
          <w:sz w:val="20"/>
          <w:szCs w:val="20"/>
        </w:rPr>
        <w:t>%</w:t>
      </w:r>
      <w:r w:rsidR="00E60E05" w:rsidRPr="00E44B34">
        <w:rPr>
          <w:rFonts w:cs="Calibri"/>
          <w:sz w:val="20"/>
          <w:szCs w:val="20"/>
        </w:rPr>
        <w:t xml:space="preserve"> </w:t>
      </w:r>
      <w:r w:rsidR="000E7AF0" w:rsidRPr="00E44B34">
        <w:rPr>
          <w:rFonts w:cs="Calibri"/>
          <w:sz w:val="20"/>
          <w:szCs w:val="20"/>
        </w:rPr>
        <w:t>wydatków kwalifikowalnych</w:t>
      </w:r>
      <w:r w:rsidR="00F42331">
        <w:rPr>
          <w:rFonts w:cs="Calibri"/>
          <w:sz w:val="20"/>
          <w:szCs w:val="20"/>
        </w:rPr>
        <w:t>.</w:t>
      </w:r>
    </w:p>
    <w:p w14:paraId="3E87D9A3" w14:textId="77777777" w:rsidR="00D15181" w:rsidRPr="00E44B34" w:rsidRDefault="00D15181" w:rsidP="00782360">
      <w:pPr>
        <w:pStyle w:val="Akapitzlist"/>
        <w:numPr>
          <w:ilvl w:val="1"/>
          <w:numId w:val="2"/>
        </w:numPr>
        <w:spacing w:after="0" w:line="360" w:lineRule="auto"/>
        <w:ind w:left="709" w:hanging="709"/>
        <w:jc w:val="both"/>
        <w:rPr>
          <w:rFonts w:cs="Calibri"/>
          <w:sz w:val="20"/>
          <w:szCs w:val="20"/>
        </w:rPr>
      </w:pPr>
      <w:r w:rsidRPr="00E44B34">
        <w:rPr>
          <w:rFonts w:cs="Calibri"/>
          <w:sz w:val="20"/>
          <w:szCs w:val="20"/>
        </w:rPr>
        <w:t>Wkład własny</w:t>
      </w:r>
    </w:p>
    <w:p w14:paraId="491E975E" w14:textId="7CBE4739" w:rsidR="00E60E05" w:rsidRPr="00E44B34" w:rsidRDefault="000D051D" w:rsidP="00E60E05">
      <w:pPr>
        <w:pStyle w:val="Akapitzlist"/>
        <w:spacing w:after="0" w:line="360" w:lineRule="auto"/>
        <w:ind w:left="1418"/>
        <w:jc w:val="both"/>
        <w:rPr>
          <w:rFonts w:cs="Calibri"/>
          <w:sz w:val="20"/>
          <w:szCs w:val="20"/>
        </w:rPr>
      </w:pPr>
      <w:r>
        <w:rPr>
          <w:rFonts w:cs="Calibri"/>
          <w:sz w:val="20"/>
          <w:szCs w:val="20"/>
        </w:rPr>
        <w:t>co najmniej 15</w:t>
      </w:r>
      <w:r w:rsidR="00E60E05" w:rsidRPr="00E44B34">
        <w:rPr>
          <w:rFonts w:cs="Calibri"/>
          <w:sz w:val="20"/>
          <w:szCs w:val="20"/>
        </w:rPr>
        <w:t xml:space="preserve"> % </w:t>
      </w:r>
      <w:r w:rsidR="00690B8D">
        <w:rPr>
          <w:rFonts w:cs="Calibri"/>
          <w:sz w:val="20"/>
          <w:szCs w:val="20"/>
        </w:rPr>
        <w:t>wydatków kwalifikowalnych w RMR</w:t>
      </w:r>
      <w:r w:rsidR="00F42331">
        <w:rPr>
          <w:rFonts w:cs="Calibri"/>
          <w:sz w:val="20"/>
          <w:szCs w:val="20"/>
        </w:rPr>
        <w:t>.</w:t>
      </w:r>
    </w:p>
    <w:p w14:paraId="74F3AE67" w14:textId="77777777" w:rsidR="007E048C" w:rsidRDefault="00C851B4" w:rsidP="007E048C">
      <w:pPr>
        <w:pStyle w:val="Akapitzlist"/>
        <w:numPr>
          <w:ilvl w:val="1"/>
          <w:numId w:val="2"/>
        </w:numPr>
        <w:spacing w:after="0" w:line="360" w:lineRule="auto"/>
        <w:ind w:left="709" w:hanging="709"/>
        <w:jc w:val="both"/>
        <w:rPr>
          <w:rFonts w:cs="Calibri"/>
          <w:color w:val="000000"/>
          <w:sz w:val="20"/>
          <w:szCs w:val="20"/>
        </w:rPr>
      </w:pPr>
      <w:r w:rsidRPr="002748B5">
        <w:rPr>
          <w:rFonts w:cs="Calibri"/>
          <w:color w:val="000000"/>
          <w:sz w:val="20"/>
          <w:szCs w:val="20"/>
        </w:rPr>
        <w:t>Zgodnie z zatwierdzoną przez Zarząd Województwa Mazowieckiego List</w:t>
      </w:r>
      <w:r w:rsidR="000B6DA8" w:rsidRPr="002748B5">
        <w:rPr>
          <w:rFonts w:cs="Calibri"/>
          <w:color w:val="000000"/>
          <w:sz w:val="20"/>
          <w:szCs w:val="20"/>
        </w:rPr>
        <w:t>ą</w:t>
      </w:r>
      <w:r w:rsidRPr="002748B5">
        <w:rPr>
          <w:rFonts w:cs="Calibri"/>
          <w:color w:val="000000"/>
          <w:sz w:val="20"/>
          <w:szCs w:val="20"/>
        </w:rPr>
        <w:t xml:space="preserve"> wstępnie zweryfikowanych projektów EFRR wybieranych do dofinansowania w sposób niekonkurencyjny w ramach FEM 2021-2027:</w:t>
      </w:r>
    </w:p>
    <w:p w14:paraId="3F9326E2" w14:textId="41F7F1BC" w:rsidR="007E048C" w:rsidRPr="006D415E" w:rsidRDefault="00C851B4" w:rsidP="000D051D">
      <w:pPr>
        <w:pStyle w:val="Akapitzlist"/>
        <w:numPr>
          <w:ilvl w:val="2"/>
          <w:numId w:val="2"/>
        </w:numPr>
        <w:spacing w:after="0" w:line="360" w:lineRule="auto"/>
        <w:ind w:left="1418"/>
        <w:jc w:val="both"/>
        <w:rPr>
          <w:rFonts w:cs="Calibri"/>
          <w:sz w:val="20"/>
          <w:szCs w:val="20"/>
        </w:rPr>
      </w:pPr>
      <w:r w:rsidRPr="006D415E">
        <w:rPr>
          <w:rFonts w:cs="Calibri"/>
          <w:sz w:val="20"/>
          <w:szCs w:val="20"/>
        </w:rPr>
        <w:t xml:space="preserve">Szacowana całkowita wartość projektu </w:t>
      </w:r>
      <w:r w:rsidR="008C2C76" w:rsidRPr="006D415E">
        <w:rPr>
          <w:rFonts w:cs="Calibri"/>
          <w:sz w:val="20"/>
          <w:szCs w:val="20"/>
        </w:rPr>
        <w:t>–</w:t>
      </w:r>
      <w:r w:rsidR="002748B5" w:rsidRPr="006D415E">
        <w:rPr>
          <w:rFonts w:cs="Calibri"/>
          <w:sz w:val="20"/>
          <w:szCs w:val="20"/>
        </w:rPr>
        <w:t xml:space="preserve"> </w:t>
      </w:r>
      <w:r w:rsidR="000D051D" w:rsidRPr="000D051D">
        <w:rPr>
          <w:rFonts w:cs="Calibri"/>
          <w:sz w:val="20"/>
          <w:szCs w:val="20"/>
        </w:rPr>
        <w:t>288 000 000,00</w:t>
      </w:r>
      <w:r w:rsidR="000D051D">
        <w:rPr>
          <w:rFonts w:cs="Calibri"/>
          <w:sz w:val="20"/>
          <w:szCs w:val="20"/>
        </w:rPr>
        <w:t xml:space="preserve"> </w:t>
      </w:r>
      <w:r w:rsidRPr="006D415E">
        <w:rPr>
          <w:rFonts w:cs="Calibri"/>
          <w:sz w:val="20"/>
          <w:szCs w:val="20"/>
        </w:rPr>
        <w:t>PLN</w:t>
      </w:r>
    </w:p>
    <w:p w14:paraId="2F70A745" w14:textId="5535368E" w:rsidR="007E048C" w:rsidRPr="006D415E" w:rsidRDefault="00C851B4" w:rsidP="000D051D">
      <w:pPr>
        <w:pStyle w:val="Akapitzlist"/>
        <w:numPr>
          <w:ilvl w:val="2"/>
          <w:numId w:val="2"/>
        </w:numPr>
        <w:spacing w:after="0" w:line="360" w:lineRule="auto"/>
        <w:ind w:left="1418"/>
        <w:jc w:val="both"/>
        <w:rPr>
          <w:rFonts w:cs="Calibri"/>
          <w:sz w:val="20"/>
          <w:szCs w:val="20"/>
        </w:rPr>
      </w:pPr>
      <w:r w:rsidRPr="006D415E">
        <w:rPr>
          <w:rFonts w:cs="Calibri"/>
          <w:sz w:val="20"/>
          <w:szCs w:val="20"/>
        </w:rPr>
        <w:t xml:space="preserve">Szacowana wartość kosztów kwalifikowanych </w:t>
      </w:r>
      <w:r w:rsidR="00254AF6" w:rsidRPr="006D415E">
        <w:rPr>
          <w:rFonts w:cs="Calibri"/>
          <w:sz w:val="20"/>
          <w:szCs w:val="20"/>
        </w:rPr>
        <w:t>–</w:t>
      </w:r>
      <w:r w:rsidRPr="006D415E">
        <w:rPr>
          <w:rFonts w:cs="Calibri"/>
          <w:sz w:val="20"/>
          <w:szCs w:val="20"/>
        </w:rPr>
        <w:t xml:space="preserve"> </w:t>
      </w:r>
      <w:r w:rsidR="000D051D" w:rsidRPr="000D051D">
        <w:rPr>
          <w:rFonts w:cs="Calibri"/>
          <w:sz w:val="20"/>
          <w:szCs w:val="20"/>
        </w:rPr>
        <w:t>288 000 000,00</w:t>
      </w:r>
      <w:r w:rsidRPr="006D415E">
        <w:rPr>
          <w:rFonts w:cs="Calibri"/>
          <w:sz w:val="20"/>
          <w:szCs w:val="20"/>
        </w:rPr>
        <w:t>PLN</w:t>
      </w:r>
    </w:p>
    <w:p w14:paraId="2A1B53D9" w14:textId="2087957E" w:rsidR="00C851B4" w:rsidRPr="006D415E" w:rsidRDefault="00C851B4" w:rsidP="000D051D">
      <w:pPr>
        <w:pStyle w:val="Akapitzlist"/>
        <w:numPr>
          <w:ilvl w:val="2"/>
          <w:numId w:val="2"/>
        </w:numPr>
        <w:spacing w:after="0" w:line="360" w:lineRule="auto"/>
        <w:ind w:left="1418"/>
        <w:jc w:val="both"/>
        <w:rPr>
          <w:rFonts w:cs="Calibri"/>
          <w:sz w:val="20"/>
          <w:szCs w:val="20"/>
        </w:rPr>
      </w:pPr>
      <w:r w:rsidRPr="006D415E">
        <w:rPr>
          <w:rFonts w:cs="Calibri"/>
          <w:sz w:val="20"/>
          <w:szCs w:val="20"/>
        </w:rPr>
        <w:t xml:space="preserve">Szacowany wkład UE </w:t>
      </w:r>
      <w:r w:rsidR="002748B5" w:rsidRPr="006D415E">
        <w:rPr>
          <w:rFonts w:cs="Calibri"/>
          <w:sz w:val="20"/>
          <w:szCs w:val="20"/>
        </w:rPr>
        <w:t>–</w:t>
      </w:r>
      <w:r w:rsidRPr="006D415E">
        <w:rPr>
          <w:rFonts w:cs="Calibri"/>
          <w:sz w:val="20"/>
          <w:szCs w:val="20"/>
        </w:rPr>
        <w:t xml:space="preserve"> </w:t>
      </w:r>
      <w:r w:rsidR="000D051D" w:rsidRPr="000D051D">
        <w:rPr>
          <w:rFonts w:cs="Calibri"/>
          <w:sz w:val="20"/>
          <w:szCs w:val="20"/>
        </w:rPr>
        <w:t>56 000 000,00</w:t>
      </w:r>
      <w:r w:rsidR="000D051D">
        <w:rPr>
          <w:rFonts w:cs="Calibri"/>
          <w:sz w:val="20"/>
          <w:szCs w:val="20"/>
        </w:rPr>
        <w:t xml:space="preserve"> </w:t>
      </w:r>
      <w:r w:rsidRPr="006D415E">
        <w:rPr>
          <w:rFonts w:cs="Calibri"/>
          <w:sz w:val="20"/>
          <w:szCs w:val="20"/>
        </w:rPr>
        <w:t>PLN</w:t>
      </w:r>
    </w:p>
    <w:p w14:paraId="756C7795" w14:textId="345741D7" w:rsidR="00F2731E" w:rsidRPr="00726A2F" w:rsidRDefault="00782360" w:rsidP="00C851B4">
      <w:pPr>
        <w:pStyle w:val="Akapitzlist"/>
        <w:numPr>
          <w:ilvl w:val="1"/>
          <w:numId w:val="2"/>
        </w:numPr>
        <w:spacing w:after="0" w:line="360" w:lineRule="auto"/>
        <w:ind w:left="709" w:hanging="709"/>
        <w:jc w:val="both"/>
        <w:rPr>
          <w:rFonts w:cs="Calibri"/>
          <w:sz w:val="20"/>
          <w:szCs w:val="20"/>
        </w:rPr>
      </w:pPr>
      <w:r w:rsidRPr="00726A2F">
        <w:rPr>
          <w:rFonts w:cs="Calibri"/>
          <w:sz w:val="20"/>
          <w:szCs w:val="20"/>
        </w:rPr>
        <w:t xml:space="preserve">Cross-financing </w:t>
      </w:r>
      <w:r w:rsidR="00585DF0" w:rsidRPr="00726A2F">
        <w:rPr>
          <w:rFonts w:cs="Calibri"/>
          <w:sz w:val="20"/>
          <w:szCs w:val="20"/>
        </w:rPr>
        <w:t>–</w:t>
      </w:r>
      <w:r w:rsidRPr="00726A2F">
        <w:rPr>
          <w:rFonts w:cs="Calibri"/>
          <w:sz w:val="20"/>
          <w:szCs w:val="20"/>
        </w:rPr>
        <w:t xml:space="preserve"> </w:t>
      </w:r>
      <w:r w:rsidR="00C82065" w:rsidRPr="00726A2F">
        <w:rPr>
          <w:rFonts w:cs="Calibri"/>
          <w:sz w:val="20"/>
          <w:szCs w:val="20"/>
        </w:rPr>
        <w:t>nie dotyczy</w:t>
      </w:r>
      <w:r w:rsidRPr="00726A2F">
        <w:rPr>
          <w:rFonts w:cs="Calibri"/>
          <w:sz w:val="20"/>
          <w:szCs w:val="20"/>
        </w:rPr>
        <w:t>.</w:t>
      </w:r>
      <w:bookmarkStart w:id="16" w:name="_Toc121316213"/>
      <w:bookmarkStart w:id="17" w:name="_Hlk137809897"/>
    </w:p>
    <w:p w14:paraId="51A44E87" w14:textId="282647F8" w:rsidR="00C22ECE" w:rsidRPr="00D03652" w:rsidRDefault="00C22ECE" w:rsidP="00D03652">
      <w:pPr>
        <w:pStyle w:val="Nagwek1"/>
        <w:numPr>
          <w:ilvl w:val="0"/>
          <w:numId w:val="18"/>
        </w:numPr>
        <w:jc w:val="center"/>
      </w:pPr>
      <w:bookmarkStart w:id="18" w:name="_Toc195787771"/>
      <w:r w:rsidRPr="00D03652">
        <w:t>WSKAŹNIKI</w:t>
      </w:r>
      <w:r w:rsidR="00014C48" w:rsidRPr="00D03652">
        <w:t xml:space="preserve"> </w:t>
      </w:r>
      <w:r w:rsidR="00D535B8" w:rsidRPr="00D03652">
        <w:t>REALIZACJI CELÓW PROJEKTU</w:t>
      </w:r>
      <w:bookmarkEnd w:id="16"/>
      <w:bookmarkEnd w:id="18"/>
    </w:p>
    <w:p w14:paraId="2765833C" w14:textId="12966DF4" w:rsidR="004D0A74" w:rsidRPr="004D0A74" w:rsidRDefault="004D0A74" w:rsidP="4FCBA210">
      <w:pPr>
        <w:rPr>
          <w:rFonts w:eastAsia="Calibri" w:cs="Calibri"/>
          <w:color w:val="000000" w:themeColor="text1"/>
          <w:sz w:val="28"/>
          <w:szCs w:val="28"/>
        </w:rPr>
      </w:pPr>
    </w:p>
    <w:p w14:paraId="7C6867BD" w14:textId="77777777" w:rsidR="00524656" w:rsidRDefault="00524656" w:rsidP="007550EF">
      <w:pPr>
        <w:pStyle w:val="Akapitzlist"/>
        <w:numPr>
          <w:ilvl w:val="1"/>
          <w:numId w:val="7"/>
        </w:numPr>
        <w:spacing w:after="0" w:line="360" w:lineRule="auto"/>
        <w:ind w:left="567" w:hanging="567"/>
        <w:contextualSpacing w:val="0"/>
        <w:jc w:val="both"/>
        <w:rPr>
          <w:rFonts w:asciiTheme="minorHAnsi" w:hAnsiTheme="minorHAnsi" w:cstheme="minorHAnsi"/>
          <w:sz w:val="20"/>
          <w:szCs w:val="20"/>
        </w:rPr>
      </w:pPr>
      <w:r w:rsidRPr="00524656">
        <w:rPr>
          <w:rFonts w:asciiTheme="minorHAnsi" w:hAnsiTheme="minorHAnsi" w:cstheme="minorHAnsi"/>
          <w:sz w:val="20"/>
          <w:szCs w:val="20"/>
        </w:rPr>
        <w:t xml:space="preserve">W ramach naboru wnioskodawca będzie zobligowany do realizacji następujących wskaźników (podania wartości większej niż „0” dla każdego realizowanego wskaźnika. W przypadku możliwości wyboru wskaźnika [opcja „i/lub”] należy podać wartość większą od „0” dla wszystkich realizowanych wskaźników [co najmniej jednego] i wartość równą „0” dla wskaźników nierealizowanych). </w:t>
      </w:r>
    </w:p>
    <w:p w14:paraId="36D0B410" w14:textId="77777777" w:rsidR="0062013A" w:rsidRDefault="00801005" w:rsidP="007550EF">
      <w:pPr>
        <w:pStyle w:val="Akapitzlist"/>
        <w:numPr>
          <w:ilvl w:val="2"/>
          <w:numId w:val="7"/>
        </w:numPr>
        <w:spacing w:line="360" w:lineRule="auto"/>
        <w:ind w:left="1276" w:hanging="709"/>
        <w:jc w:val="both"/>
        <w:rPr>
          <w:rFonts w:asciiTheme="minorHAnsi" w:hAnsiTheme="minorHAnsi" w:cstheme="minorBidi"/>
          <w:sz w:val="20"/>
          <w:szCs w:val="20"/>
        </w:rPr>
      </w:pPr>
      <w:r w:rsidRPr="22CB8686">
        <w:rPr>
          <w:rFonts w:asciiTheme="minorHAnsi" w:hAnsiTheme="minorHAnsi" w:cstheme="minorBidi"/>
          <w:sz w:val="20"/>
          <w:szCs w:val="20"/>
        </w:rPr>
        <w:t>Produktu:</w:t>
      </w:r>
    </w:p>
    <w:p w14:paraId="028492DC" w14:textId="2C316C4F" w:rsidR="00F42331" w:rsidRPr="00F42331" w:rsidRDefault="00F42331" w:rsidP="00F42331">
      <w:pPr>
        <w:pStyle w:val="Akapitzlist"/>
        <w:numPr>
          <w:ilvl w:val="3"/>
          <w:numId w:val="7"/>
        </w:numPr>
        <w:spacing w:line="360" w:lineRule="auto"/>
        <w:jc w:val="both"/>
        <w:rPr>
          <w:rFonts w:cs="Calibri"/>
          <w:sz w:val="20"/>
          <w:szCs w:val="20"/>
        </w:rPr>
      </w:pPr>
      <w:r w:rsidRPr="00F42331">
        <w:rPr>
          <w:rFonts w:cs="Calibri"/>
          <w:sz w:val="20"/>
          <w:szCs w:val="20"/>
        </w:rPr>
        <w:t>PLRO105 Długość wybudowanych dróg wojewódzkich [km]</w:t>
      </w:r>
      <w:r>
        <w:rPr>
          <w:rFonts w:cs="Calibri"/>
          <w:sz w:val="20"/>
          <w:szCs w:val="20"/>
        </w:rPr>
        <w:t>.</w:t>
      </w:r>
    </w:p>
    <w:p w14:paraId="1EB9A49C" w14:textId="77777777" w:rsidR="00801005" w:rsidRPr="006D415E" w:rsidRDefault="00801005" w:rsidP="007550EF">
      <w:pPr>
        <w:pStyle w:val="Akapitzlist"/>
        <w:numPr>
          <w:ilvl w:val="2"/>
          <w:numId w:val="7"/>
        </w:numPr>
        <w:spacing w:line="360" w:lineRule="auto"/>
        <w:ind w:left="1276" w:hanging="709"/>
        <w:jc w:val="both"/>
        <w:rPr>
          <w:rFonts w:asciiTheme="minorHAnsi" w:hAnsiTheme="minorHAnsi" w:cstheme="minorHAnsi"/>
          <w:sz w:val="20"/>
          <w:szCs w:val="20"/>
        </w:rPr>
      </w:pPr>
      <w:r w:rsidRPr="006D415E">
        <w:rPr>
          <w:rFonts w:asciiTheme="minorHAnsi" w:hAnsiTheme="minorHAnsi" w:cstheme="minorHAnsi"/>
          <w:sz w:val="20"/>
          <w:szCs w:val="20"/>
        </w:rPr>
        <w:t>Rezultatu:</w:t>
      </w:r>
    </w:p>
    <w:p w14:paraId="60BFDCFC" w14:textId="38FFE5B6" w:rsidR="00F42331" w:rsidRPr="00F42331" w:rsidRDefault="00F42331" w:rsidP="00F42331">
      <w:pPr>
        <w:pStyle w:val="Akapitzlist"/>
        <w:numPr>
          <w:ilvl w:val="3"/>
          <w:numId w:val="7"/>
        </w:numPr>
        <w:spacing w:line="360" w:lineRule="auto"/>
        <w:jc w:val="both"/>
        <w:rPr>
          <w:rFonts w:cs="Calibri"/>
          <w:sz w:val="20"/>
          <w:szCs w:val="20"/>
        </w:rPr>
      </w:pPr>
      <w:r w:rsidRPr="00F42331">
        <w:rPr>
          <w:rFonts w:cs="Calibri"/>
          <w:sz w:val="20"/>
          <w:szCs w:val="20"/>
        </w:rPr>
        <w:t>RCR055 Roczna liczba użytkowników nowo wybudowanych, przebudowanych, rozbudowanych lub zmodernizowanych dróg [pasażerokilometry/rok]</w:t>
      </w:r>
      <w:r>
        <w:rPr>
          <w:rFonts w:cs="Calibri"/>
          <w:sz w:val="20"/>
          <w:szCs w:val="20"/>
        </w:rPr>
        <w:t>.</w:t>
      </w:r>
    </w:p>
    <w:p w14:paraId="5C68C690" w14:textId="0CB0F88A" w:rsidR="00D84F5E" w:rsidRDefault="00D84F5E" w:rsidP="007550EF">
      <w:pPr>
        <w:pStyle w:val="Akapitzlist"/>
        <w:numPr>
          <w:ilvl w:val="1"/>
          <w:numId w:val="7"/>
        </w:numPr>
        <w:spacing w:after="0" w:line="360" w:lineRule="auto"/>
        <w:ind w:left="567" w:hanging="567"/>
        <w:contextualSpacing w:val="0"/>
        <w:jc w:val="both"/>
        <w:rPr>
          <w:rFonts w:asciiTheme="minorHAnsi" w:hAnsiTheme="minorHAnsi" w:cstheme="minorHAnsi"/>
          <w:sz w:val="20"/>
          <w:szCs w:val="20"/>
        </w:rPr>
      </w:pPr>
      <w:bookmarkStart w:id="19" w:name="_Hlk136525503"/>
      <w:r w:rsidRPr="00D84F5E">
        <w:rPr>
          <w:rFonts w:asciiTheme="minorHAnsi" w:hAnsiTheme="minorHAnsi" w:cstheme="minorHAnsi"/>
          <w:sz w:val="20"/>
          <w:szCs w:val="20"/>
        </w:rPr>
        <w:t xml:space="preserve">Wnioskodawca będzie miał również obowiązek wyboru wszystkich pozostałych wskaźników, wymienionych w SZOP dla danego Działania, nawet jeżeli ich wartość docelowa będzie równa „0”. Jeżeli wskaźnik będzie adekwatny do wsparcia planowanego do realizacji na etapie składania wniosku o dofinansowanie, wartość docelowa dla tego wskaźnika w projekcie musi być większa niż „0”. </w:t>
      </w:r>
    </w:p>
    <w:p w14:paraId="58F99746" w14:textId="3C5CF7F2" w:rsidR="00BB6CC7" w:rsidRPr="00F42331" w:rsidRDefault="00BB6CC7" w:rsidP="007550EF">
      <w:pPr>
        <w:pStyle w:val="Akapitzlist"/>
        <w:numPr>
          <w:ilvl w:val="2"/>
          <w:numId w:val="7"/>
        </w:numPr>
        <w:spacing w:line="360" w:lineRule="auto"/>
        <w:ind w:left="1276"/>
        <w:rPr>
          <w:rFonts w:asciiTheme="minorHAnsi" w:hAnsiTheme="minorHAnsi" w:cstheme="minorHAnsi"/>
          <w:sz w:val="20"/>
          <w:szCs w:val="20"/>
        </w:rPr>
      </w:pPr>
      <w:r w:rsidRPr="00F42331">
        <w:rPr>
          <w:rFonts w:asciiTheme="minorHAnsi" w:hAnsiTheme="minorHAnsi" w:cstheme="minorHAnsi"/>
          <w:sz w:val="20"/>
          <w:szCs w:val="20"/>
        </w:rPr>
        <w:t xml:space="preserve">Produktu: </w:t>
      </w:r>
    </w:p>
    <w:p w14:paraId="16C9EF0F" w14:textId="799439ED"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lastRenderedPageBreak/>
        <w:t>PLRO109 Długość zmodernizowanych lub przebudowanych dróg wojewódzkich [km];</w:t>
      </w:r>
    </w:p>
    <w:p w14:paraId="1DED4B0F" w14:textId="7D0290BB"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t>RCO110 Długość dróg z nowymi lub zmodernizowanymi systemami zarządzania ruchem – poza TEN-T [km];</w:t>
      </w:r>
    </w:p>
    <w:p w14:paraId="5320E3A7" w14:textId="0D3CE36A"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t>RCO058 Wspierana infrastruktura rowerowa [km];</w:t>
      </w:r>
    </w:p>
    <w:p w14:paraId="73ED1CDE" w14:textId="46111913"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t>PLRO132 Liczba obiektów dostosowanych do potrzeb osób z niepełnosprawnościami (EFRR/FST/FS) [szt.]</w:t>
      </w:r>
    </w:p>
    <w:p w14:paraId="1823F282" w14:textId="233CCDA2" w:rsidR="00F42331" w:rsidRPr="00F42331" w:rsidRDefault="00F42331" w:rsidP="00F42331">
      <w:pPr>
        <w:pStyle w:val="Akapitzlist"/>
        <w:numPr>
          <w:ilvl w:val="3"/>
          <w:numId w:val="7"/>
        </w:numPr>
        <w:spacing w:line="360" w:lineRule="auto"/>
        <w:rPr>
          <w:rFonts w:asciiTheme="minorHAnsi" w:hAnsiTheme="minorHAnsi" w:cstheme="minorHAnsi"/>
          <w:sz w:val="20"/>
          <w:szCs w:val="20"/>
        </w:rPr>
      </w:pPr>
      <w:r w:rsidRPr="00F42331">
        <w:rPr>
          <w:rFonts w:asciiTheme="minorHAnsi" w:hAnsiTheme="minorHAnsi" w:cstheme="minorHAnsi"/>
          <w:sz w:val="20"/>
          <w:szCs w:val="20"/>
        </w:rPr>
        <w:t>PLRO199 Liczba projektów, w których sfinansowano koszty racjonalnych usprawnień dla osób z niepełnosprawnościami (EFRR/FST/FS) [szt.]</w:t>
      </w:r>
    </w:p>
    <w:p w14:paraId="6F592969" w14:textId="77777777" w:rsidR="00BB6CC7" w:rsidRPr="00F42331" w:rsidRDefault="00BB6CC7" w:rsidP="007550EF">
      <w:pPr>
        <w:pStyle w:val="Akapitzlist"/>
        <w:numPr>
          <w:ilvl w:val="2"/>
          <w:numId w:val="7"/>
        </w:numPr>
        <w:spacing w:line="360" w:lineRule="auto"/>
        <w:ind w:left="1276"/>
        <w:rPr>
          <w:rFonts w:asciiTheme="minorHAnsi" w:hAnsiTheme="minorHAnsi" w:cstheme="minorHAnsi"/>
          <w:sz w:val="20"/>
          <w:szCs w:val="20"/>
        </w:rPr>
      </w:pPr>
      <w:r w:rsidRPr="00F42331">
        <w:rPr>
          <w:rFonts w:asciiTheme="minorHAnsi" w:hAnsiTheme="minorHAnsi" w:cstheme="minorHAnsi"/>
          <w:sz w:val="20"/>
          <w:szCs w:val="20"/>
        </w:rPr>
        <w:t>Rezultatu:</w:t>
      </w:r>
    </w:p>
    <w:p w14:paraId="7C3B8CF0" w14:textId="5D41B344" w:rsidR="00BB6CC7" w:rsidRPr="00F42331" w:rsidRDefault="00BB6CC7" w:rsidP="00BB6CC7">
      <w:pPr>
        <w:pStyle w:val="Akapitzlist"/>
        <w:spacing w:after="0" w:line="360" w:lineRule="auto"/>
        <w:ind w:left="1430" w:firstLine="555"/>
        <w:contextualSpacing w:val="0"/>
        <w:jc w:val="both"/>
        <w:rPr>
          <w:rFonts w:asciiTheme="minorHAnsi" w:hAnsiTheme="minorHAnsi" w:cstheme="minorHAnsi"/>
          <w:sz w:val="20"/>
          <w:szCs w:val="20"/>
        </w:rPr>
      </w:pPr>
      <w:r w:rsidRPr="00F42331">
        <w:rPr>
          <w:rFonts w:asciiTheme="minorHAnsi" w:hAnsiTheme="minorHAnsi" w:cstheme="minorHAnsi"/>
          <w:sz w:val="20"/>
          <w:szCs w:val="20"/>
        </w:rPr>
        <w:t>nie dotyczy</w:t>
      </w:r>
      <w:r w:rsidR="00FF01F6" w:rsidRPr="00F42331">
        <w:rPr>
          <w:rFonts w:asciiTheme="minorHAnsi" w:hAnsiTheme="minorHAnsi" w:cstheme="minorHAnsi"/>
          <w:sz w:val="20"/>
          <w:szCs w:val="20"/>
        </w:rPr>
        <w:t>.</w:t>
      </w:r>
    </w:p>
    <w:bookmarkEnd w:id="19"/>
    <w:p w14:paraId="3A96588E" w14:textId="77777777" w:rsidR="00D35FAB" w:rsidRPr="00D35FAB" w:rsidRDefault="000864F6" w:rsidP="007550EF">
      <w:pPr>
        <w:pStyle w:val="Akapitzlist"/>
        <w:numPr>
          <w:ilvl w:val="1"/>
          <w:numId w:val="7"/>
        </w:numPr>
        <w:spacing w:after="0" w:line="360" w:lineRule="auto"/>
        <w:ind w:left="567" w:hanging="567"/>
        <w:contextualSpacing w:val="0"/>
        <w:jc w:val="both"/>
        <w:rPr>
          <w:rFonts w:cs="Calibri"/>
          <w:color w:val="0000FF"/>
          <w:sz w:val="20"/>
          <w:szCs w:val="20"/>
          <w:u w:val="single"/>
        </w:rPr>
      </w:pPr>
      <w:r w:rsidRPr="000864F6">
        <w:rPr>
          <w:rFonts w:cs="Calibri"/>
          <w:sz w:val="20"/>
          <w:szCs w:val="20"/>
        </w:rPr>
        <w:t xml:space="preserve">W celu prawidłowego wyboru </w:t>
      </w:r>
      <w:r w:rsidRPr="00577F6A">
        <w:rPr>
          <w:rFonts w:cs="Calibri"/>
          <w:sz w:val="20"/>
          <w:szCs w:val="20"/>
        </w:rPr>
        <w:t xml:space="preserve">wskaźnika wnioskodawca zobligowany jest do zapoznania się z definicjami wskaźników </w:t>
      </w:r>
      <w:r w:rsidR="00577F6A" w:rsidRPr="00577F6A">
        <w:rPr>
          <w:rFonts w:cs="Calibri"/>
          <w:sz w:val="20"/>
          <w:szCs w:val="20"/>
        </w:rPr>
        <w:t>zamieszczonych w SZOP</w:t>
      </w:r>
      <w:r w:rsidR="00577F6A">
        <w:rPr>
          <w:rFonts w:cs="Calibri"/>
          <w:sz w:val="20"/>
          <w:szCs w:val="20"/>
        </w:rPr>
        <w:t>,</w:t>
      </w:r>
      <w:r w:rsidR="00577F6A" w:rsidRPr="00577F6A">
        <w:rPr>
          <w:rFonts w:cs="Calibri"/>
          <w:sz w:val="20"/>
          <w:szCs w:val="20"/>
        </w:rPr>
        <w:t xml:space="preserve"> w </w:t>
      </w:r>
      <w:r w:rsidR="00577F6A">
        <w:rPr>
          <w:rFonts w:cs="Calibri"/>
          <w:sz w:val="20"/>
          <w:szCs w:val="20"/>
        </w:rPr>
        <w:t xml:space="preserve">załączniku </w:t>
      </w:r>
      <w:r w:rsidR="00577F6A" w:rsidRPr="00577F6A">
        <w:rPr>
          <w:rFonts w:cs="Calibri"/>
          <w:sz w:val="20"/>
          <w:szCs w:val="20"/>
        </w:rPr>
        <w:t xml:space="preserve">pt.: </w:t>
      </w:r>
      <w:r w:rsidR="00577F6A" w:rsidRPr="00577F6A">
        <w:rPr>
          <w:sz w:val="20"/>
          <w:szCs w:val="20"/>
        </w:rPr>
        <w:t>„Definicje oraz wartości docelowe wskaźników uwzględnionych w Szczegółowym Opisie Priorytetów FEM 2021-2027”</w:t>
      </w:r>
      <w:r w:rsidR="004B1360">
        <w:rPr>
          <w:sz w:val="20"/>
          <w:szCs w:val="20"/>
        </w:rPr>
        <w:t xml:space="preserve"> </w:t>
      </w:r>
      <w:r w:rsidRPr="00577F6A">
        <w:rPr>
          <w:rFonts w:cs="Calibri"/>
          <w:sz w:val="20"/>
          <w:szCs w:val="20"/>
        </w:rPr>
        <w:t>dostępnymi pod adresem</w:t>
      </w:r>
      <w:r w:rsidRPr="000864F6">
        <w:rPr>
          <w:rFonts w:cs="Calibri"/>
          <w:sz w:val="20"/>
          <w:szCs w:val="20"/>
        </w:rPr>
        <w:t xml:space="preserve">: </w:t>
      </w:r>
      <w:hyperlink r:id="rId17" w:history="1">
        <w:r w:rsidR="00D35FAB" w:rsidRPr="00D35FAB">
          <w:rPr>
            <w:rFonts w:cs="Calibri"/>
            <w:color w:val="0000FF"/>
            <w:sz w:val="20"/>
            <w:szCs w:val="20"/>
            <w:u w:val="single"/>
          </w:rPr>
          <w:t>https://funduszeuedlamazowsza.eu/dokumenty-list/szczegolowy-opis-priorytetow-programu-fundusze-europejskie-dla-mazowsza-2021-2027/</w:t>
        </w:r>
      </w:hyperlink>
      <w:r w:rsidR="00D35FAB" w:rsidRPr="00D35FAB">
        <w:rPr>
          <w:rFonts w:cs="Calibri"/>
          <w:color w:val="0000FF"/>
          <w:sz w:val="20"/>
          <w:szCs w:val="20"/>
          <w:u w:val="single"/>
        </w:rPr>
        <w:t xml:space="preserve"> </w:t>
      </w:r>
    </w:p>
    <w:p w14:paraId="34D01C0C" w14:textId="77777777" w:rsidR="00D13B73" w:rsidRDefault="00FB380A" w:rsidP="007550EF">
      <w:pPr>
        <w:pStyle w:val="Akapitzlist"/>
        <w:numPr>
          <w:ilvl w:val="1"/>
          <w:numId w:val="7"/>
        </w:numPr>
        <w:spacing w:after="0" w:line="360" w:lineRule="auto"/>
        <w:ind w:left="567" w:hanging="567"/>
        <w:contextualSpacing w:val="0"/>
        <w:jc w:val="both"/>
        <w:rPr>
          <w:rFonts w:cs="Calibri"/>
          <w:sz w:val="20"/>
          <w:szCs w:val="20"/>
        </w:rPr>
      </w:pPr>
      <w:r w:rsidRPr="00D13B73">
        <w:rPr>
          <w:rFonts w:cs="Calibri"/>
          <w:sz w:val="20"/>
          <w:szCs w:val="20"/>
        </w:rPr>
        <w:t>Należy pamiętać, że wskaźniki produktu należy podawać narastająco według stanu istniejącego w każdym roku rzeczowej realizacji projektu, co oznacza, że wartości w poszczególnych latach osiągają wartość docelową najpóźniej w ostatnim roku realizacji projektu.</w:t>
      </w:r>
    </w:p>
    <w:p w14:paraId="2ED0D7BF" w14:textId="1B360E2E" w:rsidR="009B04B4" w:rsidRPr="00664B6C" w:rsidRDefault="00433164" w:rsidP="007550EF">
      <w:pPr>
        <w:pStyle w:val="Akapitzlist"/>
        <w:numPr>
          <w:ilvl w:val="1"/>
          <w:numId w:val="7"/>
        </w:numPr>
        <w:spacing w:after="0" w:line="360" w:lineRule="auto"/>
        <w:ind w:left="567" w:hanging="567"/>
        <w:contextualSpacing w:val="0"/>
        <w:jc w:val="both"/>
        <w:rPr>
          <w:rFonts w:cs="Calibri"/>
          <w:sz w:val="20"/>
          <w:szCs w:val="20"/>
        </w:rPr>
      </w:pPr>
      <w:r w:rsidRPr="00D13B73">
        <w:rPr>
          <w:rFonts w:cs="Calibri"/>
          <w:sz w:val="20"/>
          <w:szCs w:val="20"/>
        </w:rPr>
        <w:t>We wniosku o dofinansowanie w polu „</w:t>
      </w:r>
      <w:r w:rsidR="000F01B8" w:rsidRPr="00D13B73">
        <w:rPr>
          <w:rFonts w:cs="Calibri"/>
          <w:sz w:val="20"/>
          <w:szCs w:val="20"/>
        </w:rPr>
        <w:t>Sposób pomiaru</w:t>
      </w:r>
      <w:r w:rsidRPr="00D13B73">
        <w:rPr>
          <w:rFonts w:cs="Calibri"/>
          <w:sz w:val="20"/>
          <w:szCs w:val="20"/>
        </w:rPr>
        <w:t>” należy podać wiarygodne i rzetelne dokumenty potwierdzające osiągnięcie zakładanego wskaźnika (np. faktury, protokół odbioru, wydruki z systemów informatycznych, itp.). Źródłem informacji o wskaźniku nie mogą być dokumenty powstające w fazie przygotowywania projektu.</w:t>
      </w:r>
    </w:p>
    <w:p w14:paraId="1CF176A2" w14:textId="77777777" w:rsidR="000E2421" w:rsidRPr="00D03652" w:rsidRDefault="004219BA" w:rsidP="00D03652">
      <w:pPr>
        <w:pStyle w:val="Nagwek1"/>
        <w:numPr>
          <w:ilvl w:val="0"/>
          <w:numId w:val="18"/>
        </w:numPr>
        <w:jc w:val="center"/>
      </w:pPr>
      <w:bookmarkStart w:id="20" w:name="_Toc121316214"/>
      <w:bookmarkStart w:id="21" w:name="_Toc195787772"/>
      <w:bookmarkEnd w:id="17"/>
      <w:r w:rsidRPr="00D03652">
        <w:t>PARTNERSTWO</w:t>
      </w:r>
      <w:r w:rsidR="002566F4" w:rsidRPr="00D03652">
        <w:t xml:space="preserve"> </w:t>
      </w:r>
      <w:r w:rsidR="00CD0A52" w:rsidRPr="00D03652">
        <w:t xml:space="preserve">W </w:t>
      </w:r>
      <w:bookmarkEnd w:id="20"/>
      <w:r w:rsidR="00C828E3" w:rsidRPr="00D03652">
        <w:t>PROJEKCIE</w:t>
      </w:r>
      <w:bookmarkEnd w:id="21"/>
    </w:p>
    <w:p w14:paraId="7660D9D3" w14:textId="77777777" w:rsidR="00C828E3" w:rsidRPr="00C828E3" w:rsidRDefault="00C828E3" w:rsidP="002748B5">
      <w:pPr>
        <w:keepNext/>
      </w:pPr>
    </w:p>
    <w:p w14:paraId="2E01B24B" w14:textId="593424AA" w:rsidR="00E44B34" w:rsidRPr="00E44B34" w:rsidRDefault="00E44B34" w:rsidP="00E44B34">
      <w:pPr>
        <w:pStyle w:val="Akapitzlist"/>
        <w:numPr>
          <w:ilvl w:val="1"/>
          <w:numId w:val="16"/>
        </w:numPr>
        <w:spacing w:line="360" w:lineRule="auto"/>
        <w:ind w:left="567" w:hanging="567"/>
        <w:jc w:val="both"/>
        <w:rPr>
          <w:rFonts w:cs="Calibri"/>
          <w:sz w:val="20"/>
          <w:szCs w:val="20"/>
        </w:rPr>
      </w:pPr>
      <w:bookmarkStart w:id="22" w:name="_Toc121316215"/>
      <w:r w:rsidRPr="00E44B34">
        <w:rPr>
          <w:rFonts w:cs="Calibri"/>
          <w:sz w:val="20"/>
          <w:szCs w:val="20"/>
        </w:rPr>
        <w:t xml:space="preserve">Projekt może być realizowany wyłącznie przez wnioskodawcę (nie ma możliwości realizacji projektu </w:t>
      </w:r>
      <w:r>
        <w:rPr>
          <w:rFonts w:cs="Calibri"/>
          <w:sz w:val="20"/>
          <w:szCs w:val="20"/>
        </w:rPr>
        <w:br/>
      </w:r>
      <w:r w:rsidRPr="00E44B34">
        <w:rPr>
          <w:rFonts w:cs="Calibri"/>
          <w:sz w:val="20"/>
          <w:szCs w:val="20"/>
        </w:rPr>
        <w:t>w partnerstwie).</w:t>
      </w:r>
    </w:p>
    <w:p w14:paraId="4E4B191D" w14:textId="77777777" w:rsidR="00306DA7" w:rsidRPr="00D03652" w:rsidRDefault="00306DA7" w:rsidP="00D03652">
      <w:pPr>
        <w:pStyle w:val="Nagwek1"/>
        <w:numPr>
          <w:ilvl w:val="0"/>
          <w:numId w:val="18"/>
        </w:numPr>
        <w:jc w:val="center"/>
      </w:pPr>
      <w:bookmarkStart w:id="23" w:name="_Toc195787773"/>
      <w:r w:rsidRPr="00D03652">
        <w:t>ZASADY WYPEŁNIANIA I SKŁADANIA WNIOSK</w:t>
      </w:r>
      <w:bookmarkEnd w:id="22"/>
      <w:r w:rsidR="0084795A" w:rsidRPr="00D03652">
        <w:t>U</w:t>
      </w:r>
      <w:bookmarkEnd w:id="23"/>
    </w:p>
    <w:p w14:paraId="320F3E62" w14:textId="77777777" w:rsidR="00AE168F" w:rsidRPr="00F81477" w:rsidRDefault="00AE168F" w:rsidP="00C247D7">
      <w:pPr>
        <w:pStyle w:val="Akapitzlist"/>
        <w:autoSpaceDE w:val="0"/>
        <w:autoSpaceDN w:val="0"/>
        <w:adjustRightInd w:val="0"/>
        <w:spacing w:after="0" w:line="360" w:lineRule="auto"/>
        <w:ind w:left="357"/>
        <w:contextualSpacing w:val="0"/>
        <w:jc w:val="both"/>
        <w:rPr>
          <w:rFonts w:cs="Arial"/>
          <w:color w:val="000000"/>
          <w:sz w:val="20"/>
          <w:szCs w:val="20"/>
        </w:rPr>
      </w:pPr>
    </w:p>
    <w:p w14:paraId="0DD90F12" w14:textId="77777777" w:rsidR="009C193B" w:rsidRPr="009C193B" w:rsidRDefault="009C193B" w:rsidP="007550EF">
      <w:pPr>
        <w:numPr>
          <w:ilvl w:val="1"/>
          <w:numId w:val="9"/>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t>Wzór wniosku o dofinansowanie projektu w ramach FEM oraz instrukcja wypełniania wniosku o dofinansowanie projektu w ramach FEM stanowią załączniki do niniejszego regulaminu.</w:t>
      </w:r>
    </w:p>
    <w:p w14:paraId="5B23D45E" w14:textId="77777777" w:rsidR="002A1C90" w:rsidRPr="00C058E3" w:rsidRDefault="009C193B" w:rsidP="007550EF">
      <w:pPr>
        <w:numPr>
          <w:ilvl w:val="1"/>
          <w:numId w:val="9"/>
        </w:numPr>
        <w:autoSpaceDE w:val="0"/>
        <w:autoSpaceDN w:val="0"/>
        <w:adjustRightInd w:val="0"/>
        <w:spacing w:after="120" w:line="360" w:lineRule="auto"/>
        <w:ind w:left="709"/>
        <w:jc w:val="both"/>
        <w:rPr>
          <w:rFonts w:cs="Arial"/>
          <w:sz w:val="20"/>
          <w:szCs w:val="20"/>
        </w:rPr>
      </w:pPr>
      <w:r w:rsidRPr="009C193B">
        <w:rPr>
          <w:rFonts w:cs="Arial"/>
          <w:color w:val="000000"/>
          <w:sz w:val="20"/>
          <w:szCs w:val="20"/>
        </w:rPr>
        <w:t xml:space="preserve">Wniosek o dofinansowanie projektu w ramach FEM jest przygotowywany i składany wyłącznie w formie dokumentu elektronicznego za pomocą systemu obsługi wniosków </w:t>
      </w:r>
      <w:r w:rsidRPr="002A1C90">
        <w:rPr>
          <w:rFonts w:cs="Arial"/>
          <w:color w:val="000000"/>
          <w:sz w:val="20"/>
          <w:szCs w:val="20"/>
        </w:rPr>
        <w:t>aplikacyjnych MEWA 2.0</w:t>
      </w:r>
      <w:r w:rsidR="002A1C90" w:rsidRPr="002A1C90">
        <w:rPr>
          <w:rFonts w:cs="Arial"/>
          <w:color w:val="000000"/>
          <w:sz w:val="20"/>
          <w:szCs w:val="20"/>
        </w:rPr>
        <w:t>.</w:t>
      </w:r>
      <w:r w:rsidRPr="002A1C90">
        <w:rPr>
          <w:rFonts w:cs="Arial"/>
          <w:color w:val="000000"/>
          <w:sz w:val="20"/>
          <w:szCs w:val="20"/>
        </w:rPr>
        <w:t xml:space="preserve"> </w:t>
      </w:r>
      <w:r w:rsidRPr="009C193B">
        <w:rPr>
          <w:rFonts w:cs="Arial"/>
          <w:color w:val="000000"/>
          <w:sz w:val="20"/>
          <w:szCs w:val="20"/>
        </w:rPr>
        <w:t xml:space="preserve">System służy do obsługi wniosków o dofinansowanie w ramach programu Fundusze Europejskie dla Mazowsza 2021-2027. System ten jest dostępny z </w:t>
      </w:r>
      <w:r w:rsidR="00C058E3" w:rsidRPr="00C058E3">
        <w:rPr>
          <w:rFonts w:cs="Arial"/>
          <w:sz w:val="20"/>
          <w:szCs w:val="20"/>
        </w:rPr>
        <w:t xml:space="preserve">poziomu </w:t>
      </w:r>
      <w:r w:rsidR="008B4C5A" w:rsidRPr="008B4C5A">
        <w:rPr>
          <w:rFonts w:cs="Arial"/>
          <w:sz w:val="20"/>
          <w:szCs w:val="20"/>
        </w:rPr>
        <w:t xml:space="preserve"> </w:t>
      </w:r>
      <w:hyperlink r:id="rId18" w:history="1">
        <w:r w:rsidR="008B4C5A" w:rsidRPr="008B4C5A">
          <w:rPr>
            <w:rStyle w:val="Hipercze"/>
            <w:rFonts w:cs="Arial"/>
            <w:color w:val="auto"/>
            <w:sz w:val="20"/>
            <w:szCs w:val="20"/>
          </w:rPr>
          <w:t>https://mewa21.mazowia.eu/</w:t>
        </w:r>
      </w:hyperlink>
      <w:r w:rsidR="00C058E3" w:rsidRPr="008B4C5A">
        <w:rPr>
          <w:rFonts w:cs="Arial"/>
          <w:sz w:val="20"/>
          <w:szCs w:val="20"/>
        </w:rPr>
        <w:t>.</w:t>
      </w:r>
      <w:r w:rsidR="00C058E3" w:rsidRPr="00C058E3">
        <w:rPr>
          <w:rFonts w:cs="Arial"/>
          <w:sz w:val="20"/>
          <w:szCs w:val="20"/>
        </w:rPr>
        <w:t xml:space="preserve"> K</w:t>
      </w:r>
      <w:r w:rsidRPr="00C058E3">
        <w:rPr>
          <w:rFonts w:cs="Arial"/>
          <w:sz w:val="20"/>
          <w:szCs w:val="20"/>
        </w:rPr>
        <w:t>ażdy użytkownik syst</w:t>
      </w:r>
      <w:r w:rsidR="00A24292" w:rsidRPr="00C058E3">
        <w:rPr>
          <w:rFonts w:cs="Arial"/>
          <w:sz w:val="20"/>
          <w:szCs w:val="20"/>
        </w:rPr>
        <w:t>emu musi posiadać aktywne konto</w:t>
      </w:r>
      <w:r w:rsidRPr="00C058E3">
        <w:rPr>
          <w:rFonts w:cs="Arial"/>
          <w:sz w:val="20"/>
          <w:szCs w:val="20"/>
        </w:rPr>
        <w:t>.</w:t>
      </w:r>
    </w:p>
    <w:p w14:paraId="31C51BD6" w14:textId="77777777" w:rsidR="007A3CC9" w:rsidRDefault="002A1C90" w:rsidP="007550EF">
      <w:pPr>
        <w:numPr>
          <w:ilvl w:val="1"/>
          <w:numId w:val="9"/>
        </w:numPr>
        <w:autoSpaceDE w:val="0"/>
        <w:autoSpaceDN w:val="0"/>
        <w:adjustRightInd w:val="0"/>
        <w:spacing w:after="120" w:line="360" w:lineRule="auto"/>
        <w:ind w:left="709"/>
        <w:jc w:val="both"/>
        <w:rPr>
          <w:rFonts w:cs="Arial"/>
          <w:color w:val="000000"/>
          <w:sz w:val="20"/>
          <w:szCs w:val="20"/>
        </w:rPr>
      </w:pPr>
      <w:r w:rsidRPr="002A1C90">
        <w:rPr>
          <w:rFonts w:cs="Arial"/>
          <w:color w:val="000000"/>
          <w:sz w:val="20"/>
          <w:szCs w:val="20"/>
        </w:rPr>
        <w:lastRenderedPageBreak/>
        <w:t>System MEWA 2.0 umożliwia złożenie wniosku tylko w czasie trwania naboru</w:t>
      </w:r>
      <w:r>
        <w:rPr>
          <w:rFonts w:cs="Arial"/>
          <w:color w:val="000000"/>
          <w:sz w:val="20"/>
          <w:szCs w:val="20"/>
        </w:rPr>
        <w:t>.</w:t>
      </w:r>
    </w:p>
    <w:p w14:paraId="2E3660DE" w14:textId="7D75D4E9" w:rsidR="007A3CC9" w:rsidRPr="007A3CC9" w:rsidRDefault="007A3CC9" w:rsidP="007550EF">
      <w:pPr>
        <w:numPr>
          <w:ilvl w:val="1"/>
          <w:numId w:val="9"/>
        </w:numPr>
        <w:autoSpaceDE w:val="0"/>
        <w:autoSpaceDN w:val="0"/>
        <w:adjustRightInd w:val="0"/>
        <w:spacing w:after="120" w:line="360" w:lineRule="auto"/>
        <w:ind w:left="709"/>
        <w:jc w:val="both"/>
        <w:rPr>
          <w:rFonts w:cs="Arial"/>
          <w:color w:val="000000"/>
          <w:sz w:val="20"/>
          <w:szCs w:val="20"/>
        </w:rPr>
      </w:pPr>
      <w:r w:rsidRPr="007A3CC9">
        <w:rPr>
          <w:rFonts w:cs="Arial"/>
          <w:color w:val="000000"/>
          <w:sz w:val="20"/>
          <w:szCs w:val="20"/>
        </w:rPr>
        <w:t>W przypadku, gdy w ostatnim dniu trwania naboru wystąpi awaria platformy ePUAP, Dyrektor MJWPU może podjąć decyzję o przedłużeniu terminu naboru wniosków, z zastrzeżeniem, że termin zakończenia naboru nie może być wydłużony o więcej niż 1 dzień od przywrócenia funkcjonalności platformy inny niż sobota lub uznany ustawowo za wolny od pracy</w:t>
      </w:r>
      <w:r>
        <w:rPr>
          <w:rFonts w:cs="Arial"/>
          <w:color w:val="000000"/>
          <w:sz w:val="20"/>
          <w:szCs w:val="20"/>
        </w:rPr>
        <w:t>.</w:t>
      </w:r>
    </w:p>
    <w:p w14:paraId="613C2C1B" w14:textId="77777777" w:rsidR="009C193B" w:rsidRPr="009C193B" w:rsidRDefault="009C193B" w:rsidP="007550EF">
      <w:pPr>
        <w:numPr>
          <w:ilvl w:val="1"/>
          <w:numId w:val="9"/>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t>W przypadkach, gdy wniosek został złożony poza terminem naboru lub do niewłaściwej instytucji, uznaje się, że nie został złożony w odpowiedzi na nabór wniosków i nie podlega ocenie.</w:t>
      </w:r>
    </w:p>
    <w:p w14:paraId="5C74EE16" w14:textId="77777777" w:rsidR="009C193B" w:rsidRDefault="009C193B" w:rsidP="007550EF">
      <w:pPr>
        <w:numPr>
          <w:ilvl w:val="1"/>
          <w:numId w:val="9"/>
        </w:numPr>
        <w:autoSpaceDE w:val="0"/>
        <w:autoSpaceDN w:val="0"/>
        <w:adjustRightInd w:val="0"/>
        <w:spacing w:before="120" w:after="120" w:line="360" w:lineRule="auto"/>
        <w:ind w:left="709"/>
        <w:jc w:val="both"/>
        <w:rPr>
          <w:rFonts w:cs="Arial"/>
          <w:color w:val="000000"/>
          <w:sz w:val="20"/>
          <w:szCs w:val="20"/>
        </w:rPr>
      </w:pPr>
      <w:r w:rsidRPr="009C193B">
        <w:rPr>
          <w:rFonts w:cs="Arial"/>
          <w:color w:val="000000"/>
          <w:sz w:val="20"/>
          <w:szCs w:val="20"/>
        </w:rPr>
        <w:t>Wniosek o dofinansowanie wraz z załącznikami n</w:t>
      </w:r>
      <w:r w:rsidR="000D6391">
        <w:rPr>
          <w:rFonts w:cs="Arial"/>
          <w:color w:val="000000"/>
          <w:sz w:val="20"/>
          <w:szCs w:val="20"/>
        </w:rPr>
        <w:t xml:space="preserve">ależy wypełnić w języku polskim, </w:t>
      </w:r>
      <w:r w:rsidR="000D6391" w:rsidRPr="000D6391">
        <w:rPr>
          <w:rFonts w:cs="Arial"/>
          <w:color w:val="000000"/>
          <w:sz w:val="20"/>
          <w:szCs w:val="20"/>
        </w:rPr>
        <w:t>z wyjątkiem</w:t>
      </w:r>
      <w:r w:rsidR="000D6391">
        <w:rPr>
          <w:rFonts w:cs="Arial"/>
          <w:color w:val="000000"/>
          <w:sz w:val="20"/>
          <w:szCs w:val="20"/>
        </w:rPr>
        <w:t xml:space="preserve"> </w:t>
      </w:r>
      <w:r w:rsidR="000D6391" w:rsidRPr="000D6391">
        <w:rPr>
          <w:rFonts w:cs="Arial"/>
          <w:color w:val="000000"/>
          <w:sz w:val="20"/>
          <w:szCs w:val="20"/>
        </w:rPr>
        <w:t>użycia obcojęzycznych nazw własnych lub</w:t>
      </w:r>
      <w:r w:rsidR="000D6391">
        <w:rPr>
          <w:rFonts w:cs="Arial"/>
          <w:color w:val="000000"/>
          <w:sz w:val="20"/>
          <w:szCs w:val="20"/>
        </w:rPr>
        <w:t xml:space="preserve"> pojedynczych specjalistycznych/</w:t>
      </w:r>
      <w:r w:rsidR="000D6391" w:rsidRPr="000D6391">
        <w:rPr>
          <w:rFonts w:cs="Arial"/>
          <w:color w:val="000000"/>
          <w:sz w:val="20"/>
          <w:szCs w:val="20"/>
        </w:rPr>
        <w:t>fachowych wyrażeń w</w:t>
      </w:r>
      <w:r w:rsidR="000D6391">
        <w:rPr>
          <w:rFonts w:cs="Arial"/>
          <w:color w:val="000000"/>
          <w:sz w:val="20"/>
          <w:szCs w:val="20"/>
        </w:rPr>
        <w:t xml:space="preserve"> </w:t>
      </w:r>
      <w:r w:rsidR="000D6391" w:rsidRPr="000D6391">
        <w:rPr>
          <w:rFonts w:cs="Arial"/>
          <w:color w:val="000000"/>
          <w:sz w:val="20"/>
          <w:szCs w:val="20"/>
        </w:rPr>
        <w:t>języku obcym.</w:t>
      </w:r>
      <w:r w:rsidRPr="000D6391">
        <w:rPr>
          <w:rFonts w:cs="Arial"/>
          <w:color w:val="000000"/>
          <w:sz w:val="20"/>
          <w:szCs w:val="20"/>
        </w:rPr>
        <w:t xml:space="preserve"> Dokumenty sporządzone w języku innym niż polski nie będą podlegały weryfikacji.</w:t>
      </w:r>
    </w:p>
    <w:p w14:paraId="0CDE9983" w14:textId="77777777" w:rsidR="00C058E3" w:rsidRDefault="002A1C90" w:rsidP="007550EF">
      <w:pPr>
        <w:numPr>
          <w:ilvl w:val="1"/>
          <w:numId w:val="9"/>
        </w:numPr>
        <w:autoSpaceDE w:val="0"/>
        <w:autoSpaceDN w:val="0"/>
        <w:adjustRightInd w:val="0"/>
        <w:spacing w:before="120" w:after="120" w:line="360" w:lineRule="auto"/>
        <w:ind w:left="709"/>
        <w:jc w:val="both"/>
        <w:rPr>
          <w:rFonts w:cs="Arial"/>
          <w:sz w:val="20"/>
          <w:szCs w:val="20"/>
        </w:rPr>
      </w:pPr>
      <w:r w:rsidRPr="002A1C90">
        <w:rPr>
          <w:rFonts w:cs="Calibri"/>
          <w:sz w:val="20"/>
          <w:szCs w:val="20"/>
        </w:rPr>
        <w:t>W celu prawidłowego korzystania z systemu MEWA 2.0 oraz do prawidłowego złożenia wniosku o dofinansowanie wnioskodawca jest zobowiązany do zapoznania się z instrukcją użytkownika systemu MEWA 2.0 w ramach FEM 2021-2027.</w:t>
      </w:r>
    </w:p>
    <w:p w14:paraId="60A246EA" w14:textId="77777777" w:rsidR="00635DD5" w:rsidRDefault="00C058E3" w:rsidP="007550EF">
      <w:pPr>
        <w:numPr>
          <w:ilvl w:val="1"/>
          <w:numId w:val="9"/>
        </w:numPr>
        <w:autoSpaceDE w:val="0"/>
        <w:autoSpaceDN w:val="0"/>
        <w:adjustRightInd w:val="0"/>
        <w:spacing w:before="120" w:after="120" w:line="360" w:lineRule="auto"/>
        <w:ind w:left="709"/>
        <w:jc w:val="both"/>
        <w:rPr>
          <w:rFonts w:cs="Arial"/>
          <w:sz w:val="20"/>
          <w:szCs w:val="20"/>
        </w:rPr>
      </w:pPr>
      <w:r w:rsidRPr="00C058E3">
        <w:rPr>
          <w:rFonts w:cs="Arial"/>
          <w:color w:val="000000"/>
          <w:sz w:val="20"/>
          <w:szCs w:val="20"/>
        </w:rPr>
        <w:t xml:space="preserve">W przypadku wystąpienia błędów w systemie </w:t>
      </w:r>
      <w:r w:rsidRPr="00DE19F2">
        <w:rPr>
          <w:rFonts w:cs="Arial"/>
          <w:sz w:val="20"/>
          <w:szCs w:val="20"/>
        </w:rPr>
        <w:t xml:space="preserve">MEWA 2.0 </w:t>
      </w:r>
      <w:r w:rsidRPr="00C058E3">
        <w:rPr>
          <w:rFonts w:cs="Arial"/>
          <w:color w:val="000000"/>
          <w:sz w:val="20"/>
          <w:szCs w:val="20"/>
        </w:rPr>
        <w:t xml:space="preserve">uniemożliwiających złożenie wniosku o dofinansowanie, MJWPU zamieści na stronie </w:t>
      </w:r>
      <w:hyperlink r:id="rId19" w:history="1">
        <w:r w:rsidR="00D35FAB" w:rsidRPr="00C77273">
          <w:rPr>
            <w:rStyle w:val="Hipercze"/>
            <w:rFonts w:cs="Arial"/>
            <w:sz w:val="20"/>
            <w:szCs w:val="20"/>
          </w:rPr>
          <w:t>www.funduszeuedlamazowsza.eu</w:t>
        </w:r>
      </w:hyperlink>
      <w:r w:rsidRPr="00827800">
        <w:rPr>
          <w:rFonts w:cs="Arial"/>
          <w:sz w:val="20"/>
          <w:szCs w:val="20"/>
          <w:u w:val="single"/>
        </w:rPr>
        <w:t xml:space="preserve"> </w:t>
      </w:r>
      <w:r w:rsidRPr="00C058E3">
        <w:rPr>
          <w:rFonts w:cs="Arial"/>
          <w:color w:val="000000"/>
          <w:sz w:val="20"/>
          <w:szCs w:val="20"/>
        </w:rPr>
        <w:t>zasady dotyczące dalszego postępowania.</w:t>
      </w:r>
      <w:bookmarkStart w:id="24" w:name="_Toc121316216"/>
    </w:p>
    <w:p w14:paraId="7E15080F" w14:textId="77777777" w:rsidR="00635DD5" w:rsidRPr="00F2619F" w:rsidRDefault="00635DD5" w:rsidP="007550EF">
      <w:pPr>
        <w:numPr>
          <w:ilvl w:val="1"/>
          <w:numId w:val="9"/>
        </w:numPr>
        <w:autoSpaceDE w:val="0"/>
        <w:autoSpaceDN w:val="0"/>
        <w:adjustRightInd w:val="0"/>
        <w:spacing w:before="120" w:after="120" w:line="360" w:lineRule="auto"/>
        <w:ind w:left="709"/>
        <w:jc w:val="both"/>
        <w:rPr>
          <w:rFonts w:cs="Arial"/>
          <w:sz w:val="20"/>
          <w:szCs w:val="20"/>
        </w:rPr>
      </w:pPr>
      <w:r w:rsidRPr="00F2619F">
        <w:rPr>
          <w:rFonts w:cs="Arial"/>
          <w:sz w:val="20"/>
          <w:szCs w:val="20"/>
        </w:rPr>
        <w:t>W przypadku przerwy technicznej w funkcjonowaniu systemu MEWA 2.0, utrudniającej/uniemożliwiającej złożenie wniosku o dofinansowanie, Dyrektor MJWPU może podjąć decyzję o przedłużeniu terminu naboru wniosków.</w:t>
      </w:r>
    </w:p>
    <w:p w14:paraId="03A3F32A" w14:textId="4C6148D9" w:rsidR="00C82065" w:rsidRPr="00F2619F" w:rsidRDefault="00635DD5" w:rsidP="007550EF">
      <w:pPr>
        <w:numPr>
          <w:ilvl w:val="1"/>
          <w:numId w:val="9"/>
        </w:numPr>
        <w:autoSpaceDE w:val="0"/>
        <w:autoSpaceDN w:val="0"/>
        <w:adjustRightInd w:val="0"/>
        <w:spacing w:before="120" w:after="120" w:line="360" w:lineRule="auto"/>
        <w:ind w:left="709"/>
        <w:jc w:val="both"/>
        <w:rPr>
          <w:rFonts w:cs="Arial"/>
          <w:sz w:val="20"/>
          <w:szCs w:val="20"/>
        </w:rPr>
      </w:pPr>
      <w:r w:rsidRPr="00F2619F">
        <w:rPr>
          <w:rFonts w:cs="Arial"/>
          <w:sz w:val="20"/>
          <w:szCs w:val="20"/>
        </w:rPr>
        <w:t xml:space="preserve">W razie wystąpienia problemu z systemem informatycznym podczas wypełniania formularza wniosku </w:t>
      </w:r>
      <w:r w:rsidRPr="00F2619F">
        <w:rPr>
          <w:rFonts w:cs="Arial"/>
          <w:sz w:val="20"/>
          <w:szCs w:val="20"/>
        </w:rPr>
        <w:br/>
        <w:t>o dofinansowanie należy to zgłosić w formularzu dostępnym za pomocą przycisku „Zgłoś problem” w systemie MEWA 2.0.</w:t>
      </w:r>
    </w:p>
    <w:p w14:paraId="5C0D5580" w14:textId="587F1E40" w:rsidR="00DA6B51" w:rsidRPr="00C828E3" w:rsidRDefault="00420BC6" w:rsidP="007550EF">
      <w:pPr>
        <w:numPr>
          <w:ilvl w:val="1"/>
          <w:numId w:val="9"/>
        </w:numPr>
        <w:autoSpaceDE w:val="0"/>
        <w:autoSpaceDN w:val="0"/>
        <w:adjustRightInd w:val="0"/>
        <w:spacing w:after="0" w:line="360" w:lineRule="auto"/>
        <w:ind w:left="709"/>
        <w:contextualSpacing/>
        <w:jc w:val="both"/>
        <w:rPr>
          <w:rFonts w:cs="Arial"/>
          <w:sz w:val="20"/>
          <w:szCs w:val="20"/>
        </w:rPr>
      </w:pPr>
      <w:r w:rsidRPr="00C828E3">
        <w:rPr>
          <w:sz w:val="20"/>
          <w:szCs w:val="20"/>
        </w:rPr>
        <w:t>Wnioskodawca zobowiązany jest do wyboru w formularzu wniosku o dofinansowanie</w:t>
      </w:r>
      <w:r w:rsidRPr="00C828E3">
        <w:rPr>
          <w:rFonts w:cs="Arial"/>
          <w:sz w:val="20"/>
          <w:szCs w:val="20"/>
        </w:rPr>
        <w:t>, następującego zakresu interwencji:</w:t>
      </w:r>
    </w:p>
    <w:p w14:paraId="7BDFA87F" w14:textId="46F4C43B" w:rsidR="00F42331" w:rsidRDefault="00F42331" w:rsidP="00B55B4B">
      <w:pPr>
        <w:pStyle w:val="Akapitzlist"/>
        <w:spacing w:line="360" w:lineRule="auto"/>
        <w:ind w:left="1276"/>
        <w:rPr>
          <w:sz w:val="20"/>
          <w:szCs w:val="20"/>
        </w:rPr>
      </w:pPr>
      <w:r w:rsidRPr="00F42331">
        <w:rPr>
          <w:sz w:val="20"/>
          <w:szCs w:val="20"/>
        </w:rPr>
        <w:t>090 Nowo wybudowane lub rozbudowane inne krajowe, regionalne i lokalne drogi dojazdowe</w:t>
      </w:r>
    </w:p>
    <w:p w14:paraId="272CF4BA" w14:textId="796BB3EC" w:rsidR="00306DA7" w:rsidRPr="00D03652" w:rsidRDefault="00E40ED8" w:rsidP="00D03652">
      <w:pPr>
        <w:pStyle w:val="Nagwek1"/>
        <w:numPr>
          <w:ilvl w:val="0"/>
          <w:numId w:val="18"/>
        </w:numPr>
        <w:jc w:val="center"/>
      </w:pPr>
      <w:bookmarkStart w:id="25" w:name="_Toc195787774"/>
      <w:r w:rsidRPr="00D03652">
        <w:t>OCENA WNIOSK</w:t>
      </w:r>
      <w:r w:rsidR="002A2EA5" w:rsidRPr="00D03652">
        <w:t>U</w:t>
      </w:r>
      <w:r w:rsidRPr="00D03652">
        <w:t xml:space="preserve"> O DOFINANSOWANIE</w:t>
      </w:r>
      <w:bookmarkEnd w:id="24"/>
      <w:bookmarkEnd w:id="25"/>
    </w:p>
    <w:p w14:paraId="02B53D6B" w14:textId="77777777" w:rsidR="002A653F" w:rsidRDefault="002A653F" w:rsidP="00C247D7">
      <w:pPr>
        <w:pStyle w:val="Tekstpodstawowy3"/>
        <w:spacing w:after="0" w:line="360" w:lineRule="auto"/>
        <w:jc w:val="both"/>
        <w:rPr>
          <w:rFonts w:cs="Arial"/>
          <w:color w:val="000000"/>
          <w:sz w:val="20"/>
          <w:szCs w:val="20"/>
        </w:rPr>
      </w:pPr>
    </w:p>
    <w:p w14:paraId="7E01EE09" w14:textId="77777777" w:rsidR="00AA3D37" w:rsidRPr="00F81477" w:rsidRDefault="004146CA" w:rsidP="00C247D7">
      <w:pPr>
        <w:pStyle w:val="Tekstpodstawowy3"/>
        <w:spacing w:after="0" w:line="360" w:lineRule="auto"/>
        <w:jc w:val="center"/>
        <w:rPr>
          <w:rFonts w:cs="Arial"/>
          <w:b/>
          <w:color w:val="000000"/>
          <w:sz w:val="24"/>
          <w:szCs w:val="24"/>
        </w:rPr>
      </w:pPr>
      <w:r w:rsidRPr="00F81477">
        <w:rPr>
          <w:rFonts w:cs="Arial"/>
          <w:b/>
          <w:color w:val="000000"/>
          <w:sz w:val="24"/>
          <w:szCs w:val="24"/>
        </w:rPr>
        <w:t>INFORMACJ</w:t>
      </w:r>
      <w:r w:rsidR="00AA3D37" w:rsidRPr="00F81477">
        <w:rPr>
          <w:rFonts w:cs="Arial"/>
          <w:b/>
          <w:color w:val="000000"/>
          <w:sz w:val="24"/>
          <w:szCs w:val="24"/>
        </w:rPr>
        <w:t>E OGÓLNE</w:t>
      </w:r>
    </w:p>
    <w:p w14:paraId="2B15CA02" w14:textId="77777777" w:rsidR="00845421" w:rsidRPr="009C193B" w:rsidRDefault="00845421" w:rsidP="00BA2B54">
      <w:pPr>
        <w:pStyle w:val="Tekstpodstawowy3"/>
        <w:numPr>
          <w:ilvl w:val="1"/>
          <w:numId w:val="3"/>
        </w:numPr>
        <w:tabs>
          <w:tab w:val="left" w:pos="709"/>
        </w:tabs>
        <w:spacing w:before="120" w:line="360" w:lineRule="auto"/>
        <w:ind w:left="709"/>
        <w:jc w:val="both"/>
        <w:rPr>
          <w:rFonts w:cs="Arial"/>
          <w:sz w:val="20"/>
          <w:szCs w:val="20"/>
        </w:rPr>
      </w:pPr>
      <w:r w:rsidRPr="009C193B">
        <w:rPr>
          <w:rFonts w:cs="Arial"/>
          <w:sz w:val="20"/>
          <w:szCs w:val="20"/>
        </w:rPr>
        <w:t xml:space="preserve">Złożone </w:t>
      </w:r>
      <w:r w:rsidRPr="009C193B">
        <w:rPr>
          <w:rFonts w:cs="Arial"/>
          <w:iCs/>
          <w:sz w:val="20"/>
          <w:szCs w:val="20"/>
        </w:rPr>
        <w:t>wnioski o dofinansowanie</w:t>
      </w:r>
      <w:r w:rsidRPr="009C193B">
        <w:rPr>
          <w:rFonts w:cs="Arial"/>
          <w:sz w:val="20"/>
          <w:szCs w:val="20"/>
        </w:rPr>
        <w:t xml:space="preserve"> podlegają ocenie formalnej i merytorycznej,</w:t>
      </w:r>
      <w:r w:rsidR="00C828E3">
        <w:rPr>
          <w:rFonts w:cs="Arial"/>
          <w:sz w:val="20"/>
          <w:szCs w:val="20"/>
        </w:rPr>
        <w:t xml:space="preserve"> zgodnie z zapisami </w:t>
      </w:r>
      <w:r w:rsidR="00FE7268">
        <w:rPr>
          <w:rFonts w:cs="Arial"/>
          <w:sz w:val="20"/>
          <w:szCs w:val="20"/>
        </w:rPr>
        <w:t>S</w:t>
      </w:r>
      <w:r w:rsidR="00CD79A8">
        <w:rPr>
          <w:rFonts w:cs="Arial"/>
          <w:sz w:val="20"/>
          <w:szCs w:val="20"/>
        </w:rPr>
        <w:t>Z</w:t>
      </w:r>
      <w:r w:rsidR="00FE7268">
        <w:rPr>
          <w:rFonts w:cs="Arial"/>
          <w:sz w:val="20"/>
          <w:szCs w:val="20"/>
        </w:rPr>
        <w:t>OP</w:t>
      </w:r>
      <w:r w:rsidRPr="009C193B">
        <w:rPr>
          <w:rFonts w:cs="Arial"/>
          <w:sz w:val="20"/>
          <w:szCs w:val="20"/>
        </w:rPr>
        <w:t>. Zasady przeprowadzania oceny wniosków określa regulamin</w:t>
      </w:r>
      <w:r w:rsidR="00127003">
        <w:rPr>
          <w:rFonts w:cs="Arial"/>
          <w:sz w:val="20"/>
          <w:szCs w:val="20"/>
        </w:rPr>
        <w:t xml:space="preserve"> pracy</w:t>
      </w:r>
      <w:r w:rsidR="00C058E3">
        <w:rPr>
          <w:rFonts w:cs="Arial"/>
          <w:sz w:val="20"/>
          <w:szCs w:val="20"/>
        </w:rPr>
        <w:t xml:space="preserve"> KOP</w:t>
      </w:r>
      <w:r w:rsidRPr="009C193B">
        <w:rPr>
          <w:rFonts w:cs="Arial"/>
          <w:sz w:val="20"/>
          <w:szCs w:val="20"/>
        </w:rPr>
        <w:t>.</w:t>
      </w:r>
    </w:p>
    <w:p w14:paraId="7DF36725" w14:textId="0810C48A" w:rsidR="00815801" w:rsidRPr="00290C60" w:rsidRDefault="00815801" w:rsidP="00BA2B54">
      <w:pPr>
        <w:numPr>
          <w:ilvl w:val="1"/>
          <w:numId w:val="3"/>
        </w:numPr>
        <w:spacing w:before="120" w:after="120" w:line="360" w:lineRule="auto"/>
        <w:ind w:left="709"/>
        <w:jc w:val="both"/>
        <w:rPr>
          <w:rFonts w:eastAsia="Calibri" w:cs="Arial"/>
          <w:color w:val="000000"/>
          <w:sz w:val="20"/>
          <w:szCs w:val="20"/>
          <w:lang w:eastAsia="en-US"/>
        </w:rPr>
      </w:pPr>
      <w:r w:rsidRPr="1C6CA180">
        <w:rPr>
          <w:rFonts w:eastAsia="Calibri" w:cs="Arial"/>
          <w:color w:val="000000" w:themeColor="text1"/>
          <w:sz w:val="20"/>
          <w:szCs w:val="20"/>
          <w:lang w:eastAsia="en-US"/>
        </w:rPr>
        <w:t>Ocena wniosków prowadzona jest w</w:t>
      </w:r>
      <w:r w:rsidR="008861FE" w:rsidRPr="1C6CA180">
        <w:rPr>
          <w:rFonts w:eastAsia="Calibri" w:cs="Arial"/>
          <w:color w:val="000000" w:themeColor="text1"/>
          <w:sz w:val="20"/>
          <w:szCs w:val="20"/>
          <w:lang w:eastAsia="en-US"/>
        </w:rPr>
        <w:t xml:space="preserve"> oparciu o </w:t>
      </w:r>
      <w:r w:rsidRPr="1C6CA180">
        <w:rPr>
          <w:rFonts w:eastAsia="Calibri" w:cs="Arial"/>
          <w:color w:val="000000" w:themeColor="text1"/>
          <w:sz w:val="20"/>
          <w:szCs w:val="20"/>
          <w:lang w:eastAsia="en-US"/>
        </w:rPr>
        <w:t>kryteria wyboru projekt</w:t>
      </w:r>
      <w:r w:rsidR="002A2EA5" w:rsidRPr="1C6CA180">
        <w:rPr>
          <w:rFonts w:eastAsia="Calibri" w:cs="Arial"/>
          <w:color w:val="000000" w:themeColor="text1"/>
          <w:sz w:val="20"/>
          <w:szCs w:val="20"/>
          <w:lang w:eastAsia="en-US"/>
        </w:rPr>
        <w:t>u</w:t>
      </w:r>
      <w:r w:rsidRPr="1C6CA180">
        <w:rPr>
          <w:rFonts w:eastAsia="Calibri" w:cs="Arial"/>
          <w:color w:val="000000" w:themeColor="text1"/>
          <w:sz w:val="20"/>
          <w:szCs w:val="20"/>
          <w:lang w:eastAsia="en-US"/>
        </w:rPr>
        <w:t>, będące załącznikiem do niniejszego regulaminu.</w:t>
      </w:r>
    </w:p>
    <w:p w14:paraId="7DC8EE06" w14:textId="77777777" w:rsidR="009D78E2" w:rsidRPr="00290C60" w:rsidRDefault="009D78E2" w:rsidP="009D78E2">
      <w:pPr>
        <w:spacing w:before="120" w:after="120" w:line="360" w:lineRule="auto"/>
        <w:ind w:left="709"/>
        <w:jc w:val="both"/>
        <w:rPr>
          <w:rFonts w:eastAsia="Calibri" w:cs="Arial"/>
          <w:color w:val="000000"/>
          <w:sz w:val="20"/>
          <w:szCs w:val="20"/>
          <w:lang w:val="x-none" w:eastAsia="en-US"/>
        </w:rPr>
      </w:pPr>
      <w:r w:rsidRPr="00290C60">
        <w:rPr>
          <w:rFonts w:eastAsia="Calibri" w:cs="Arial"/>
          <w:color w:val="000000"/>
          <w:sz w:val="20"/>
          <w:szCs w:val="20"/>
          <w:lang w:val="x-none" w:eastAsia="en-US"/>
        </w:rPr>
        <w:t>Systematyka stosowanych kryteriów:</w:t>
      </w:r>
    </w:p>
    <w:p w14:paraId="2060587D" w14:textId="77777777" w:rsidR="009D78E2" w:rsidRDefault="009D78E2" w:rsidP="009D78E2">
      <w:pPr>
        <w:numPr>
          <w:ilvl w:val="2"/>
          <w:numId w:val="3"/>
        </w:numPr>
        <w:spacing w:after="0" w:line="360" w:lineRule="auto"/>
        <w:contextualSpacing/>
        <w:jc w:val="both"/>
        <w:rPr>
          <w:rFonts w:cs="Arial"/>
          <w:color w:val="000000"/>
          <w:sz w:val="20"/>
          <w:szCs w:val="20"/>
        </w:rPr>
      </w:pPr>
      <w:r w:rsidRPr="00290C60">
        <w:rPr>
          <w:rFonts w:cs="Arial"/>
          <w:color w:val="000000"/>
          <w:sz w:val="20"/>
          <w:szCs w:val="20"/>
        </w:rPr>
        <w:lastRenderedPageBreak/>
        <w:t xml:space="preserve">kryteria formalne – 0/1, ocena KOP </w:t>
      </w:r>
      <w:r>
        <w:rPr>
          <w:rFonts w:cs="Arial"/>
          <w:color w:val="000000"/>
          <w:sz w:val="20"/>
          <w:szCs w:val="20"/>
        </w:rPr>
        <w:t>–</w:t>
      </w:r>
      <w:r w:rsidRPr="00290C60">
        <w:rPr>
          <w:rFonts w:cs="Arial"/>
          <w:color w:val="000000"/>
          <w:sz w:val="20"/>
          <w:szCs w:val="20"/>
        </w:rPr>
        <w:t xml:space="preserve"> pracownik</w:t>
      </w:r>
      <w:r>
        <w:rPr>
          <w:rFonts w:cs="Arial"/>
          <w:color w:val="000000"/>
          <w:sz w:val="20"/>
          <w:szCs w:val="20"/>
        </w:rPr>
        <w:t xml:space="preserve"> MJWPU</w:t>
      </w:r>
      <w:r w:rsidRPr="00290C60">
        <w:rPr>
          <w:rFonts w:cs="Arial"/>
          <w:color w:val="000000"/>
          <w:sz w:val="20"/>
          <w:szCs w:val="20"/>
        </w:rPr>
        <w:t>, etap oceny formalnej;</w:t>
      </w:r>
    </w:p>
    <w:p w14:paraId="2B2F7413" w14:textId="77777777" w:rsidR="009D78E2" w:rsidRPr="008438AF" w:rsidRDefault="009D78E2" w:rsidP="009D78E2">
      <w:pPr>
        <w:pStyle w:val="Akapitzlist"/>
        <w:numPr>
          <w:ilvl w:val="2"/>
          <w:numId w:val="3"/>
        </w:numPr>
        <w:spacing w:after="0" w:line="360" w:lineRule="auto"/>
        <w:rPr>
          <w:rFonts w:cs="Arial"/>
          <w:color w:val="000000"/>
          <w:sz w:val="20"/>
          <w:szCs w:val="20"/>
        </w:rPr>
      </w:pPr>
      <w:r w:rsidRPr="0082216E">
        <w:rPr>
          <w:rFonts w:cs="Calibri"/>
          <w:sz w:val="20"/>
          <w:szCs w:val="20"/>
        </w:rPr>
        <w:t xml:space="preserve">kryteria dostępu </w:t>
      </w:r>
      <w:r w:rsidR="000844BB">
        <w:rPr>
          <w:rFonts w:cs="Calibri"/>
          <w:sz w:val="20"/>
          <w:szCs w:val="20"/>
        </w:rPr>
        <w:t>– 0/1</w:t>
      </w:r>
      <w:r w:rsidRPr="008438AF">
        <w:rPr>
          <w:rFonts w:cs="Calibri"/>
          <w:sz w:val="20"/>
          <w:szCs w:val="20"/>
        </w:rPr>
        <w:t>, ocena KOP – ekspert, etap oceny merytorycznej;</w:t>
      </w:r>
    </w:p>
    <w:p w14:paraId="5684CD60" w14:textId="77777777" w:rsidR="009D78E2" w:rsidRPr="008438AF" w:rsidRDefault="009D78E2" w:rsidP="009D78E2">
      <w:pPr>
        <w:pStyle w:val="Akapitzlist"/>
        <w:numPr>
          <w:ilvl w:val="2"/>
          <w:numId w:val="3"/>
        </w:numPr>
        <w:spacing w:after="0" w:line="360" w:lineRule="auto"/>
        <w:rPr>
          <w:rFonts w:cs="Arial"/>
          <w:color w:val="000000"/>
          <w:sz w:val="20"/>
          <w:szCs w:val="20"/>
        </w:rPr>
      </w:pPr>
      <w:r w:rsidRPr="008438AF">
        <w:rPr>
          <w:rFonts w:cs="Arial"/>
          <w:color w:val="000000"/>
          <w:sz w:val="20"/>
          <w:szCs w:val="20"/>
        </w:rPr>
        <w:t>kryteria merytoryczne ogólne – 0/1, ocena KOP - ekspert, etap oceny merytorycznej;</w:t>
      </w:r>
    </w:p>
    <w:p w14:paraId="3FC7B8DD" w14:textId="63B1AE9C" w:rsidR="00865422" w:rsidRPr="00AA18FF" w:rsidRDefault="00865422" w:rsidP="00BA2B54">
      <w:pPr>
        <w:numPr>
          <w:ilvl w:val="1"/>
          <w:numId w:val="3"/>
        </w:numPr>
        <w:spacing w:before="120" w:after="120" w:line="360" w:lineRule="auto"/>
        <w:ind w:left="709"/>
        <w:jc w:val="both"/>
        <w:rPr>
          <w:rFonts w:eastAsia="Calibri" w:cs="Arial"/>
          <w:color w:val="000000"/>
          <w:sz w:val="20"/>
          <w:szCs w:val="20"/>
          <w:lang w:eastAsia="en-US"/>
        </w:rPr>
      </w:pPr>
      <w:r w:rsidRPr="49100B95">
        <w:rPr>
          <w:rFonts w:eastAsia="Calibri" w:cs="Arial"/>
          <w:color w:val="000000" w:themeColor="text1"/>
          <w:sz w:val="20"/>
          <w:szCs w:val="20"/>
          <w:lang w:eastAsia="en-US"/>
        </w:rPr>
        <w:t>Ocena 0/1 oznacza, że niespełnienie któregokolwiek z wymaganych kryteriów wyklucza projekt z dalszej oceny.</w:t>
      </w:r>
    </w:p>
    <w:p w14:paraId="6A8707BD" w14:textId="77777777" w:rsidR="00AA18FF" w:rsidRPr="008164E1" w:rsidRDefault="00AA18FF" w:rsidP="00AA18FF">
      <w:pPr>
        <w:numPr>
          <w:ilvl w:val="1"/>
          <w:numId w:val="3"/>
        </w:numPr>
        <w:spacing w:before="120" w:after="120" w:line="360" w:lineRule="auto"/>
        <w:jc w:val="both"/>
        <w:rPr>
          <w:rFonts w:eastAsia="Calibri" w:cs="Arial"/>
          <w:sz w:val="20"/>
          <w:szCs w:val="20"/>
          <w:lang w:eastAsia="en-US"/>
        </w:rPr>
      </w:pPr>
      <w:r w:rsidRPr="008164E1">
        <w:rPr>
          <w:rFonts w:eastAsia="Calibri" w:cs="Arial"/>
          <w:sz w:val="20"/>
          <w:szCs w:val="20"/>
          <w:lang w:eastAsia="en-US"/>
        </w:rPr>
        <w:t>Uzupełnienie lub poprawienie wniosku nie może prowadzić do jego istotnej modyfikacji polegającej na nieuzasadnionej zmianie: celów projektu, zakresu rzeczowego projektu (w tym kategorii wydatków), zwiększeniu kwoty dofinansowania, zwiększeniu wydatków kwalifikowalnych, zwiększeniu procentu dofinansowania, zmniejszeniu wartości wskaźników.</w:t>
      </w:r>
    </w:p>
    <w:p w14:paraId="5940C5E2" w14:textId="77777777" w:rsidR="00AA18FF" w:rsidRPr="008164E1" w:rsidRDefault="00AA18FF" w:rsidP="00AA18FF">
      <w:pPr>
        <w:spacing w:before="120" w:after="120" w:line="360" w:lineRule="auto"/>
        <w:ind w:left="720"/>
        <w:jc w:val="both"/>
        <w:rPr>
          <w:rFonts w:eastAsia="Calibri" w:cs="Arial"/>
          <w:b/>
          <w:sz w:val="20"/>
          <w:szCs w:val="20"/>
          <w:lang w:eastAsia="en-US"/>
        </w:rPr>
      </w:pPr>
      <w:r w:rsidRPr="008164E1">
        <w:rPr>
          <w:rFonts w:eastAsia="Calibri" w:cs="Arial"/>
          <w:b/>
          <w:sz w:val="20"/>
          <w:szCs w:val="20"/>
          <w:lang w:eastAsia="en-US"/>
        </w:rPr>
        <w:t>Uwaga</w:t>
      </w:r>
    </w:p>
    <w:p w14:paraId="6C0BB9B8" w14:textId="40F214AD" w:rsidR="00815801" w:rsidRPr="008164E1" w:rsidRDefault="00AA18FF" w:rsidP="00AA18FF">
      <w:pPr>
        <w:spacing w:before="120" w:after="120" w:line="360" w:lineRule="auto"/>
        <w:ind w:left="720"/>
        <w:jc w:val="both"/>
        <w:rPr>
          <w:rFonts w:eastAsia="Calibri" w:cs="Arial"/>
          <w:b/>
          <w:sz w:val="20"/>
          <w:szCs w:val="20"/>
          <w:lang w:eastAsia="en-US"/>
        </w:rPr>
      </w:pPr>
      <w:r w:rsidRPr="008164E1">
        <w:rPr>
          <w:rFonts w:eastAsia="Calibri" w:cs="Arial"/>
          <w:b/>
          <w:sz w:val="20"/>
          <w:szCs w:val="20"/>
          <w:lang w:eastAsia="en-US"/>
        </w:rPr>
        <w:t>Uzupełnienie wniosku o dofinansowanie projektu, musi zostać podpisane elektronicznie przez osobę upoważnioną lub posiadającą odpowiednie upoważnienie. Upoważnienie należy dołączyć w systemie MEWA 2.0 do dokumentacji projektowej. Dokument ten, powinien spełniać wymagania wskazane w rozdziale 16 niniejszego regulaminu.</w:t>
      </w:r>
    </w:p>
    <w:p w14:paraId="18E0B3F8" w14:textId="77777777" w:rsidR="00AA3D37" w:rsidRPr="00F81477" w:rsidRDefault="00EA282C" w:rsidP="00C247D7">
      <w:pPr>
        <w:pStyle w:val="Tekstpodstawowy3"/>
        <w:spacing w:before="360" w:after="360" w:line="360" w:lineRule="auto"/>
        <w:ind w:left="709"/>
        <w:jc w:val="center"/>
        <w:rPr>
          <w:rFonts w:cs="Arial"/>
          <w:b/>
          <w:color w:val="000000"/>
          <w:sz w:val="24"/>
          <w:szCs w:val="24"/>
        </w:rPr>
      </w:pPr>
      <w:r>
        <w:rPr>
          <w:rFonts w:cs="Arial"/>
          <w:b/>
          <w:color w:val="000000"/>
          <w:sz w:val="24"/>
          <w:szCs w:val="24"/>
        </w:rPr>
        <w:t>ETAP OCENY FORMALNEJ</w:t>
      </w:r>
    </w:p>
    <w:p w14:paraId="7F64E8C3" w14:textId="77777777" w:rsidR="009C193B" w:rsidRPr="009C193B" w:rsidRDefault="009C193B" w:rsidP="00BA2B54">
      <w:pPr>
        <w:numPr>
          <w:ilvl w:val="1"/>
          <w:numId w:val="3"/>
        </w:numPr>
        <w:spacing w:before="120" w:after="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Ocena formalna przeprowadzana jest przez pracowników MJWPU. </w:t>
      </w:r>
    </w:p>
    <w:p w14:paraId="5D427F78" w14:textId="77777777" w:rsidR="009C193B" w:rsidRPr="009C193B" w:rsidRDefault="009C193B" w:rsidP="00BA2B54">
      <w:pPr>
        <w:numPr>
          <w:ilvl w:val="1"/>
          <w:numId w:val="3"/>
        </w:numPr>
        <w:spacing w:before="120" w:after="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Ocena formalna wniosku co do </w:t>
      </w:r>
      <w:r w:rsidRPr="005C7107">
        <w:rPr>
          <w:rFonts w:eastAsia="Calibri" w:cs="Arial"/>
          <w:sz w:val="20"/>
          <w:szCs w:val="20"/>
          <w:lang w:eastAsia="en-US"/>
        </w:rPr>
        <w:t xml:space="preserve">zasady trwa do 45 dni licząc </w:t>
      </w:r>
      <w:r w:rsidRPr="009C193B">
        <w:rPr>
          <w:rFonts w:eastAsia="Calibri" w:cs="Arial"/>
          <w:color w:val="000000"/>
          <w:sz w:val="20"/>
          <w:szCs w:val="20"/>
          <w:lang w:eastAsia="en-US"/>
        </w:rPr>
        <w:t>od dnia n</w:t>
      </w:r>
      <w:r w:rsidR="00D13B73">
        <w:rPr>
          <w:rFonts w:eastAsia="Calibri" w:cs="Arial"/>
          <w:color w:val="000000"/>
          <w:sz w:val="20"/>
          <w:szCs w:val="20"/>
          <w:lang w:eastAsia="en-US"/>
        </w:rPr>
        <w:t>astępnego po zakończeniu naboru.</w:t>
      </w:r>
    </w:p>
    <w:p w14:paraId="5B20F788" w14:textId="77777777" w:rsidR="009C193B"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W trakcie oceny formalnej wnioskodawca ma możliwość uzupełnienia lub poprawienia wniosku, zgodnie z uwagami MJWPU, w terminie 7 dni od dnia następującego po dniu wysłania wezwania. </w:t>
      </w:r>
    </w:p>
    <w:p w14:paraId="1AC50D8D" w14:textId="77777777" w:rsidR="003F1081" w:rsidRPr="0082216E" w:rsidRDefault="003F1081" w:rsidP="003F1081">
      <w:pPr>
        <w:pStyle w:val="Akapitzlist"/>
        <w:numPr>
          <w:ilvl w:val="1"/>
          <w:numId w:val="3"/>
        </w:numPr>
        <w:jc w:val="both"/>
        <w:rPr>
          <w:rFonts w:eastAsia="Calibri" w:cs="Arial"/>
          <w:sz w:val="20"/>
          <w:szCs w:val="20"/>
          <w:lang w:eastAsia="en-US"/>
        </w:rPr>
      </w:pPr>
      <w:bookmarkStart w:id="26" w:name="_Hlk148690821"/>
      <w:r w:rsidRPr="0082216E">
        <w:rPr>
          <w:rFonts w:eastAsia="Calibri" w:cs="Arial"/>
          <w:sz w:val="20"/>
          <w:szCs w:val="20"/>
          <w:lang w:eastAsia="en-US"/>
        </w:rPr>
        <w:t>Dopuszcza się więcej niż jednokrotną możliwość poprawy lub uzupełnienia wniosku, zgodnie z uwagami MJWPU, w terminie 7 dni od dnia następującego po dniu wysłania wezwania.</w:t>
      </w:r>
    </w:p>
    <w:bookmarkEnd w:id="26"/>
    <w:p w14:paraId="14A59857"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Wezwanie do uzupełnienia lub poprawienia wniosku przekazywane jest wnioskodawcy drogą elektroniczną na jego konto w systemie MEWA 2.0. </w:t>
      </w:r>
    </w:p>
    <w:p w14:paraId="2FD20B56"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Calibri"/>
          <w:color w:val="000000"/>
          <w:sz w:val="20"/>
          <w:szCs w:val="20"/>
          <w:lang w:eastAsia="en-US"/>
        </w:rPr>
        <w:t>Wnioskodawca może uzupełnić lub poprawić wniosek tylko na wezwanie MJWPU.</w:t>
      </w:r>
    </w:p>
    <w:p w14:paraId="2809B1E5"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Jeśli wnioskodawca uzupełni lub poprawi wniosek niezgodnie z zakresem określonym w wezwaniu, MJWPU </w:t>
      </w:r>
      <w:r w:rsidRPr="009C193B">
        <w:rPr>
          <w:rFonts w:eastAsia="Calibri" w:cs="Calibri"/>
          <w:color w:val="000000"/>
          <w:sz w:val="20"/>
          <w:szCs w:val="20"/>
          <w:lang w:eastAsia="en-US"/>
        </w:rPr>
        <w:t>ocenia projekt na podstawie wersji wniosku uwzględniającej dokonane uzupełnienia lub poprawę, pomimo że są niezgodne z zakresem wezwania.</w:t>
      </w:r>
    </w:p>
    <w:p w14:paraId="3AA0E4A9"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Ocena formalna wniosków, które podlegały uzupełnieniu lub poprawie, jest dokonywana w terminie 14 dni od dnia złożenia przez wnioskodawcę uzupełnionego lub poprawionego wniosku o dofinansowanie. W takim przypadku 45-dniowy termin oceny formalnej zostaje przedłużony o 14 dni, przy czym do terminu na ocenę formalną nie wlicza się czasu uzupełniania wniosku przez wnioskodawcę.</w:t>
      </w:r>
    </w:p>
    <w:p w14:paraId="4970F53F"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W przypadku, gdy przed zakończeniem oceny oceniając</w:t>
      </w:r>
      <w:r w:rsidR="009C35F7">
        <w:rPr>
          <w:rFonts w:eastAsia="Calibri" w:cs="Arial"/>
          <w:color w:val="000000"/>
          <w:sz w:val="20"/>
          <w:szCs w:val="20"/>
          <w:lang w:eastAsia="en-US"/>
        </w:rPr>
        <w:t xml:space="preserve">y zauważą oczywistą omyłkę lub </w:t>
      </w:r>
      <w:r w:rsidRPr="009C193B">
        <w:rPr>
          <w:rFonts w:eastAsia="Calibri" w:cs="Arial"/>
          <w:color w:val="000000"/>
          <w:sz w:val="20"/>
          <w:szCs w:val="20"/>
          <w:lang w:eastAsia="en-US"/>
        </w:rPr>
        <w:t>brak spełnienia kryteriów wyboru projekt</w:t>
      </w:r>
      <w:r w:rsidR="002A2EA5">
        <w:rPr>
          <w:rFonts w:eastAsia="Calibri" w:cs="Arial"/>
          <w:color w:val="000000"/>
          <w:sz w:val="20"/>
          <w:szCs w:val="20"/>
          <w:lang w:eastAsia="en-US"/>
        </w:rPr>
        <w:t>u</w:t>
      </w:r>
      <w:r w:rsidRPr="009C193B">
        <w:rPr>
          <w:rFonts w:eastAsia="Calibri" w:cs="Arial"/>
          <w:color w:val="000000"/>
          <w:sz w:val="20"/>
          <w:szCs w:val="20"/>
          <w:lang w:eastAsia="en-US"/>
        </w:rPr>
        <w:t>, którego nie zauważono przed zakończeniem oceny wniosku, przeprowadzan</w:t>
      </w:r>
      <w:r w:rsidR="009C35F7">
        <w:rPr>
          <w:rFonts w:eastAsia="Calibri" w:cs="Arial"/>
          <w:color w:val="000000"/>
          <w:sz w:val="20"/>
          <w:szCs w:val="20"/>
          <w:lang w:eastAsia="en-US"/>
        </w:rPr>
        <w:t xml:space="preserve">a jest </w:t>
      </w:r>
      <w:r w:rsidR="009C35F7">
        <w:rPr>
          <w:rFonts w:eastAsia="Calibri" w:cs="Arial"/>
          <w:color w:val="000000"/>
          <w:sz w:val="20"/>
          <w:szCs w:val="20"/>
          <w:lang w:eastAsia="en-US"/>
        </w:rPr>
        <w:lastRenderedPageBreak/>
        <w:t xml:space="preserve">ponowna ocena wniosku i </w:t>
      </w:r>
      <w:r w:rsidRPr="009C193B">
        <w:rPr>
          <w:rFonts w:eastAsia="Calibri" w:cs="Arial"/>
          <w:color w:val="000000"/>
          <w:sz w:val="20"/>
          <w:szCs w:val="20"/>
          <w:lang w:eastAsia="en-US"/>
        </w:rPr>
        <w:t>do wnioskodawcy kierowane jest kolejne wezwanie. Wnioskodawca w takim przypadku ma możliwość kolejnego uzupełnienia lub poprawy wniosku w terminie 7 dni, licząc od dnia następnego po dniu wysłania wezwania. Ocena formalna wniosków, które podlegały ponownemu uzupełnieniu lub poprawie, jest dokonywana w terminie nie dłuższym niż 14 dni od dnia złożenia przez wnioskodawcę poprawionego wniosku o dofinansowanie. W takim przypadku termin oceny formalnej zostaje przedłużony o</w:t>
      </w:r>
      <w:r w:rsidR="002748B5">
        <w:rPr>
          <w:rFonts w:eastAsia="Calibri" w:cs="Arial"/>
          <w:color w:val="000000"/>
          <w:sz w:val="20"/>
          <w:szCs w:val="20"/>
          <w:lang w:eastAsia="en-US"/>
        </w:rPr>
        <w:t> </w:t>
      </w:r>
      <w:r w:rsidRPr="009C193B">
        <w:rPr>
          <w:rFonts w:eastAsia="Calibri" w:cs="Arial"/>
          <w:color w:val="000000"/>
          <w:sz w:val="20"/>
          <w:szCs w:val="20"/>
          <w:lang w:eastAsia="en-US"/>
        </w:rPr>
        <w:t>kolejne 14 dni, przy czym do terminu na ocenę formalną nie wlicza się czasu uzupełniania wniosku przez wnioskodawcę. Zasada jednokrotnej poprawy jest zachowana, gdyż wnioskodawca dostał jednokrotną możliwość poprawy każdego z błędów.</w:t>
      </w:r>
    </w:p>
    <w:p w14:paraId="0D7D412A"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W uzasadnionych przypadkach, na wniosek MJWPU, IZ może podjąć decyzję o wydłużeniu oceny formalnej. Wniosek o wydłużenie terminu na ocenę formalną MJWPU składa nie później niż 7 dni przed upływem terminu oceny.</w:t>
      </w:r>
    </w:p>
    <w:p w14:paraId="1939A27B" w14:textId="77777777" w:rsidR="008B4C5A" w:rsidRPr="00174B84" w:rsidRDefault="008B4C5A" w:rsidP="00BA2B54">
      <w:pPr>
        <w:pStyle w:val="Tekstpodstawowy3"/>
        <w:numPr>
          <w:ilvl w:val="1"/>
          <w:numId w:val="3"/>
        </w:numPr>
        <w:spacing w:before="120" w:after="0" w:line="360" w:lineRule="auto"/>
        <w:ind w:left="709"/>
        <w:jc w:val="both"/>
        <w:rPr>
          <w:rFonts w:cs="Arial"/>
          <w:sz w:val="20"/>
          <w:szCs w:val="20"/>
        </w:rPr>
      </w:pPr>
      <w:r w:rsidRPr="00174B84">
        <w:rPr>
          <w:rFonts w:cs="Arial"/>
          <w:sz w:val="20"/>
          <w:szCs w:val="20"/>
        </w:rPr>
        <w:t>Wnioski złożone nie za pośrednictwem systemu informatycznego MEWA 2.0 oraz poza terminem wskazanym w</w:t>
      </w:r>
      <w:r w:rsidR="002748B5">
        <w:rPr>
          <w:rFonts w:cs="Arial"/>
          <w:sz w:val="20"/>
          <w:szCs w:val="20"/>
        </w:rPr>
        <w:t> </w:t>
      </w:r>
      <w:r w:rsidRPr="00174B84">
        <w:rPr>
          <w:rFonts w:cs="Arial"/>
          <w:sz w:val="20"/>
          <w:szCs w:val="20"/>
        </w:rPr>
        <w:t>regulaminie wyboru projekt</w:t>
      </w:r>
      <w:r w:rsidR="002A2EA5">
        <w:rPr>
          <w:rFonts w:cs="Arial"/>
          <w:sz w:val="20"/>
          <w:szCs w:val="20"/>
        </w:rPr>
        <w:t>u</w:t>
      </w:r>
      <w:r w:rsidRPr="00174B84">
        <w:rPr>
          <w:rFonts w:cs="Arial"/>
          <w:sz w:val="20"/>
          <w:szCs w:val="20"/>
        </w:rPr>
        <w:t>, nie podlegają ocenie.</w:t>
      </w:r>
    </w:p>
    <w:p w14:paraId="531B0154" w14:textId="77777777" w:rsidR="009C193B" w:rsidRPr="00174B84" w:rsidRDefault="009C193B" w:rsidP="00BA2B54">
      <w:pPr>
        <w:numPr>
          <w:ilvl w:val="1"/>
          <w:numId w:val="3"/>
        </w:numPr>
        <w:spacing w:before="120" w:after="120" w:line="360" w:lineRule="auto"/>
        <w:ind w:left="709"/>
        <w:jc w:val="both"/>
        <w:rPr>
          <w:rFonts w:eastAsia="Calibri" w:cs="Arial"/>
          <w:sz w:val="20"/>
          <w:szCs w:val="20"/>
          <w:lang w:eastAsia="en-US"/>
        </w:rPr>
      </w:pPr>
      <w:r w:rsidRPr="00174B84">
        <w:rPr>
          <w:rFonts w:eastAsia="Calibri" w:cs="Arial"/>
          <w:sz w:val="20"/>
          <w:szCs w:val="20"/>
          <w:lang w:eastAsia="en-US"/>
        </w:rPr>
        <w:t>Ocena formalna wniosku kończy się z chwilą:</w:t>
      </w:r>
    </w:p>
    <w:p w14:paraId="4E0ED9A4" w14:textId="77777777" w:rsidR="00EA282C" w:rsidRPr="00174B84" w:rsidRDefault="005E653B" w:rsidP="00BA2B54">
      <w:pPr>
        <w:numPr>
          <w:ilvl w:val="2"/>
          <w:numId w:val="3"/>
        </w:numPr>
        <w:spacing w:before="120" w:after="120" w:line="360" w:lineRule="auto"/>
        <w:jc w:val="both"/>
        <w:rPr>
          <w:rFonts w:eastAsia="Calibri" w:cs="Arial"/>
          <w:sz w:val="20"/>
          <w:szCs w:val="20"/>
          <w:lang w:eastAsia="en-US"/>
        </w:rPr>
      </w:pPr>
      <w:r>
        <w:rPr>
          <w:rFonts w:eastAsia="Calibri" w:cs="Arial"/>
          <w:sz w:val="20"/>
          <w:szCs w:val="20"/>
          <w:lang w:eastAsia="en-US"/>
        </w:rPr>
        <w:t>zakwalifikowania</w:t>
      </w:r>
      <w:r w:rsidR="009C193B" w:rsidRPr="00174B84">
        <w:rPr>
          <w:rFonts w:eastAsia="Calibri" w:cs="Arial"/>
          <w:sz w:val="20"/>
          <w:szCs w:val="20"/>
          <w:lang w:eastAsia="en-US"/>
        </w:rPr>
        <w:t xml:space="preserve"> projektu do kolejnego etapu oceny;</w:t>
      </w:r>
    </w:p>
    <w:p w14:paraId="2AC05886" w14:textId="77777777" w:rsidR="009B04B4" w:rsidRPr="005C7107" w:rsidRDefault="009C193B" w:rsidP="005C7107">
      <w:pPr>
        <w:numPr>
          <w:ilvl w:val="2"/>
          <w:numId w:val="3"/>
        </w:numPr>
        <w:spacing w:before="120" w:after="120" w:line="360" w:lineRule="auto"/>
        <w:jc w:val="both"/>
        <w:rPr>
          <w:rFonts w:eastAsia="Calibri" w:cs="Arial"/>
          <w:sz w:val="20"/>
          <w:szCs w:val="20"/>
          <w:lang w:eastAsia="en-US"/>
        </w:rPr>
      </w:pPr>
      <w:r w:rsidRPr="0082216E">
        <w:rPr>
          <w:rFonts w:eastAsia="Calibri" w:cs="Arial"/>
          <w:sz w:val="20"/>
          <w:szCs w:val="20"/>
          <w:lang w:eastAsia="en-US"/>
        </w:rPr>
        <w:t xml:space="preserve">negatywnej ocenie projektu </w:t>
      </w:r>
      <w:r w:rsidR="000D6391" w:rsidRPr="0082216E">
        <w:rPr>
          <w:rFonts w:eastAsia="Calibri" w:cs="Arial"/>
          <w:sz w:val="20"/>
          <w:szCs w:val="20"/>
          <w:lang w:eastAsia="en-US"/>
        </w:rPr>
        <w:t xml:space="preserve">w rozumieniu art. 56 ust. 5 </w:t>
      </w:r>
      <w:r w:rsidRPr="0082216E">
        <w:rPr>
          <w:rFonts w:eastAsia="Calibri" w:cs="Arial"/>
          <w:sz w:val="20"/>
          <w:szCs w:val="20"/>
          <w:lang w:eastAsia="en-US"/>
        </w:rPr>
        <w:t>ustawy.</w:t>
      </w:r>
    </w:p>
    <w:p w14:paraId="3010CE65" w14:textId="77777777" w:rsidR="00AA3D37" w:rsidRPr="00F81477" w:rsidRDefault="00EA282C" w:rsidP="003601A0">
      <w:pPr>
        <w:pStyle w:val="Tekstpodstawowy3"/>
        <w:keepNext/>
        <w:spacing w:before="360" w:after="360" w:line="360" w:lineRule="auto"/>
        <w:ind w:left="709"/>
        <w:jc w:val="center"/>
        <w:rPr>
          <w:rFonts w:cs="Arial"/>
          <w:b/>
          <w:color w:val="000000"/>
          <w:sz w:val="24"/>
          <w:szCs w:val="24"/>
        </w:rPr>
      </w:pPr>
      <w:r>
        <w:rPr>
          <w:rFonts w:cs="Arial"/>
          <w:b/>
          <w:color w:val="000000"/>
          <w:sz w:val="24"/>
          <w:szCs w:val="24"/>
        </w:rPr>
        <w:t xml:space="preserve">ETAP </w:t>
      </w:r>
      <w:r w:rsidR="00AA3D37" w:rsidRPr="00F81477">
        <w:rPr>
          <w:rFonts w:cs="Arial"/>
          <w:b/>
          <w:color w:val="000000"/>
          <w:sz w:val="24"/>
          <w:szCs w:val="24"/>
        </w:rPr>
        <w:t>O</w:t>
      </w:r>
      <w:r>
        <w:rPr>
          <w:rFonts w:cs="Arial"/>
          <w:b/>
          <w:color w:val="000000"/>
          <w:sz w:val="24"/>
          <w:szCs w:val="24"/>
        </w:rPr>
        <w:t>CENY</w:t>
      </w:r>
      <w:r w:rsidR="00AA3D37" w:rsidRPr="00F81477">
        <w:rPr>
          <w:rFonts w:cs="Arial"/>
          <w:b/>
          <w:color w:val="000000"/>
          <w:sz w:val="24"/>
          <w:szCs w:val="24"/>
        </w:rPr>
        <w:t xml:space="preserve"> MERYTORYCZN</w:t>
      </w:r>
      <w:r>
        <w:rPr>
          <w:rFonts w:cs="Arial"/>
          <w:b/>
          <w:color w:val="000000"/>
          <w:sz w:val="24"/>
          <w:szCs w:val="24"/>
        </w:rPr>
        <w:t>EJ</w:t>
      </w:r>
    </w:p>
    <w:p w14:paraId="0FCAB7A2" w14:textId="77777777" w:rsidR="00865422" w:rsidRPr="00865422" w:rsidRDefault="00865422" w:rsidP="00BA2B54">
      <w:pPr>
        <w:keepNext/>
        <w:numPr>
          <w:ilvl w:val="1"/>
          <w:numId w:val="3"/>
        </w:numPr>
        <w:spacing w:before="120" w:after="120" w:line="360" w:lineRule="auto"/>
        <w:jc w:val="both"/>
        <w:rPr>
          <w:rFonts w:cs="Arial"/>
          <w:color w:val="000000"/>
          <w:sz w:val="20"/>
          <w:szCs w:val="20"/>
        </w:rPr>
      </w:pPr>
      <w:r w:rsidRPr="00865422">
        <w:rPr>
          <w:rFonts w:cs="Arial"/>
          <w:color w:val="000000"/>
          <w:sz w:val="20"/>
          <w:szCs w:val="20"/>
        </w:rPr>
        <w:t xml:space="preserve">Ocena merytoryczna </w:t>
      </w:r>
      <w:r w:rsidRPr="005C7107">
        <w:rPr>
          <w:rFonts w:cs="Arial"/>
          <w:sz w:val="20"/>
          <w:szCs w:val="20"/>
        </w:rPr>
        <w:t xml:space="preserve">trwa do 60 dni. </w:t>
      </w:r>
      <w:r w:rsidRPr="00865422">
        <w:rPr>
          <w:rFonts w:cs="Arial"/>
          <w:color w:val="000000"/>
          <w:sz w:val="20"/>
          <w:szCs w:val="20"/>
        </w:rPr>
        <w:t>Termin na ocenę merytoryczną liczony jest od dnia zakończenia oceny formalnej wniosków. Na etapie oceny merytorycznej wnioskodawca ma możliwość uzupełnienia wniosku zgodnie z uwagami MJWPU. W takim przypadku termin oceny merytorycznej zostaje przedłużony o nie więcej niż 14 dni, przy czym do terminu na ocenę merytoryczną nie wlicza się czasu uzupełniania wniosku przez wnioskodawcę.</w:t>
      </w:r>
    </w:p>
    <w:p w14:paraId="6EF38B81" w14:textId="77777777" w:rsidR="00865422" w:rsidRPr="00865422" w:rsidRDefault="00865422" w:rsidP="00BA2B54">
      <w:pPr>
        <w:numPr>
          <w:ilvl w:val="1"/>
          <w:numId w:val="3"/>
        </w:numPr>
        <w:spacing w:before="120" w:after="120" w:line="360" w:lineRule="auto"/>
        <w:jc w:val="both"/>
        <w:rPr>
          <w:rFonts w:cs="Arial"/>
          <w:color w:val="000000"/>
          <w:sz w:val="20"/>
          <w:szCs w:val="20"/>
        </w:rPr>
      </w:pPr>
      <w:r w:rsidRPr="00865422">
        <w:rPr>
          <w:rFonts w:cs="Arial"/>
          <w:color w:val="000000"/>
          <w:sz w:val="20"/>
          <w:szCs w:val="20"/>
        </w:rPr>
        <w:t>W uzasadnionych przypadkach, na wniosek MJWPU, IZ może podjąć decyzję o przedłużeniu oceny merytorycznej. Wniosek o przedłużenie terminu oceny merytorycznej MJWPU składa nie później niż 7 dni przed upływem terminu oceny.</w:t>
      </w:r>
    </w:p>
    <w:p w14:paraId="103BC2E9" w14:textId="77777777" w:rsidR="00865422" w:rsidRPr="00B330E8" w:rsidRDefault="00865422" w:rsidP="00BA2B54">
      <w:pPr>
        <w:numPr>
          <w:ilvl w:val="1"/>
          <w:numId w:val="3"/>
        </w:numPr>
        <w:spacing w:before="120" w:after="120" w:line="360" w:lineRule="auto"/>
        <w:jc w:val="both"/>
        <w:rPr>
          <w:rFonts w:cs="Arial"/>
          <w:color w:val="000000"/>
          <w:sz w:val="20"/>
          <w:szCs w:val="20"/>
        </w:rPr>
      </w:pPr>
      <w:r w:rsidRPr="00865422">
        <w:rPr>
          <w:rFonts w:cs="Arial"/>
          <w:color w:val="000000"/>
          <w:sz w:val="20"/>
          <w:szCs w:val="20"/>
        </w:rPr>
        <w:t>W trakcie oceny merytorycznej</w:t>
      </w:r>
      <w:r w:rsidR="005F4485">
        <w:rPr>
          <w:rFonts w:cs="Arial"/>
          <w:color w:val="000000"/>
          <w:sz w:val="20"/>
          <w:szCs w:val="20"/>
        </w:rPr>
        <w:t>,</w:t>
      </w:r>
      <w:r w:rsidRPr="00865422">
        <w:rPr>
          <w:rFonts w:cs="Arial"/>
          <w:color w:val="000000"/>
          <w:sz w:val="20"/>
          <w:szCs w:val="20"/>
        </w:rPr>
        <w:t xml:space="preserve"> </w:t>
      </w:r>
      <w:r w:rsidR="005F4485" w:rsidRPr="005F4485">
        <w:rPr>
          <w:rFonts w:cs="Arial"/>
          <w:color w:val="000000"/>
          <w:sz w:val="20"/>
          <w:szCs w:val="20"/>
        </w:rPr>
        <w:t xml:space="preserve">jeżeli zostało to przewidziane w danym kryterium, </w:t>
      </w:r>
      <w:r w:rsidRPr="00865422">
        <w:rPr>
          <w:rFonts w:cs="Arial"/>
          <w:color w:val="000000"/>
          <w:sz w:val="20"/>
          <w:szCs w:val="20"/>
        </w:rPr>
        <w:t xml:space="preserve">wnioskodawca ma możliwość </w:t>
      </w:r>
      <w:r w:rsidR="003F1081">
        <w:rPr>
          <w:rFonts w:cs="Arial"/>
          <w:color w:val="000000"/>
          <w:sz w:val="20"/>
          <w:szCs w:val="20"/>
        </w:rPr>
        <w:t>p</w:t>
      </w:r>
      <w:r w:rsidRPr="00865422">
        <w:rPr>
          <w:rFonts w:cs="Arial"/>
          <w:color w:val="000000"/>
          <w:sz w:val="20"/>
          <w:szCs w:val="20"/>
        </w:rPr>
        <w:t xml:space="preserve">oprawy lub uzupełnienia wniosku, </w:t>
      </w:r>
      <w:r w:rsidR="005F4485">
        <w:rPr>
          <w:rFonts w:cs="Arial"/>
          <w:color w:val="000000"/>
          <w:sz w:val="20"/>
          <w:szCs w:val="20"/>
        </w:rPr>
        <w:t>w zakresie wskazanym przez</w:t>
      </w:r>
      <w:r w:rsidRPr="00865422">
        <w:rPr>
          <w:rFonts w:cs="Arial"/>
          <w:color w:val="000000"/>
          <w:sz w:val="20"/>
          <w:szCs w:val="20"/>
        </w:rPr>
        <w:t xml:space="preserve"> MJWPU, </w:t>
      </w:r>
      <w:r w:rsidRPr="00865422">
        <w:rPr>
          <w:rFonts w:cs="Arial"/>
          <w:b/>
          <w:bCs/>
          <w:color w:val="000000"/>
          <w:sz w:val="20"/>
          <w:szCs w:val="20"/>
        </w:rPr>
        <w:t>w</w:t>
      </w:r>
      <w:r w:rsidRPr="00865422">
        <w:rPr>
          <w:rFonts w:cs="Arial"/>
          <w:color w:val="000000"/>
          <w:sz w:val="20"/>
          <w:szCs w:val="20"/>
        </w:rPr>
        <w:t xml:space="preserve"> </w:t>
      </w:r>
      <w:r w:rsidRPr="00865422">
        <w:rPr>
          <w:rFonts w:cs="Arial"/>
          <w:b/>
          <w:bCs/>
          <w:color w:val="000000"/>
          <w:sz w:val="20"/>
          <w:szCs w:val="20"/>
        </w:rPr>
        <w:t xml:space="preserve">terminie </w:t>
      </w:r>
      <w:r w:rsidR="006D030B" w:rsidRPr="00BB194A">
        <w:rPr>
          <w:rFonts w:cs="Arial"/>
          <w:b/>
          <w:bCs/>
          <w:sz w:val="20"/>
          <w:szCs w:val="20"/>
        </w:rPr>
        <w:t>14</w:t>
      </w:r>
      <w:r w:rsidR="00A42679" w:rsidRPr="006D030B">
        <w:rPr>
          <w:rFonts w:cs="Arial"/>
          <w:b/>
          <w:bCs/>
          <w:color w:val="FF0000"/>
          <w:sz w:val="20"/>
          <w:szCs w:val="20"/>
        </w:rPr>
        <w:t xml:space="preserve"> </w:t>
      </w:r>
      <w:r w:rsidRPr="00865422">
        <w:rPr>
          <w:rFonts w:cs="Arial"/>
          <w:b/>
          <w:bCs/>
          <w:color w:val="000000"/>
          <w:sz w:val="20"/>
          <w:szCs w:val="20"/>
        </w:rPr>
        <w:t>dni od dnia następującego po dniu wysłania wezwania</w:t>
      </w:r>
      <w:r w:rsidRPr="00865422">
        <w:rPr>
          <w:rFonts w:cs="Arial"/>
          <w:color w:val="000000"/>
          <w:sz w:val="20"/>
          <w:szCs w:val="20"/>
        </w:rPr>
        <w:t xml:space="preserve">. </w:t>
      </w:r>
    </w:p>
    <w:p w14:paraId="5FB11F9D" w14:textId="77777777" w:rsidR="003F1081" w:rsidRPr="00D97F94" w:rsidRDefault="003F1081"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 xml:space="preserve">Dopuszcza się więcej niż jednokrotną możliwość poprawy lub uzupełnienia wniosku, zgodnie z uwagami MJWPU, w terminie </w:t>
      </w:r>
      <w:r w:rsidR="00F505F2">
        <w:rPr>
          <w:rFonts w:eastAsia="Calibri" w:cs="Arial"/>
          <w:color w:val="000000"/>
          <w:sz w:val="20"/>
          <w:szCs w:val="20"/>
          <w:lang w:eastAsia="en-US"/>
        </w:rPr>
        <w:t>14</w:t>
      </w:r>
      <w:r w:rsidRPr="00D97F94">
        <w:rPr>
          <w:rFonts w:eastAsia="Calibri" w:cs="Arial"/>
          <w:color w:val="000000"/>
          <w:sz w:val="20"/>
          <w:szCs w:val="20"/>
          <w:lang w:eastAsia="en-US"/>
        </w:rPr>
        <w:t xml:space="preserve"> dni od dnia następującego po dniu wysłania wezwania.</w:t>
      </w:r>
    </w:p>
    <w:p w14:paraId="2916A201" w14:textId="77777777" w:rsidR="00865422" w:rsidRPr="00D97F94" w:rsidRDefault="00865422"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Przez uzupełnienie wniosku należy rozumieć złożenie dodatkowych informacji l</w:t>
      </w:r>
      <w:r w:rsidR="009C35F7" w:rsidRPr="00D97F94">
        <w:rPr>
          <w:rFonts w:eastAsia="Calibri" w:cs="Arial"/>
          <w:color w:val="000000"/>
          <w:sz w:val="20"/>
          <w:szCs w:val="20"/>
          <w:lang w:eastAsia="en-US"/>
        </w:rPr>
        <w:t xml:space="preserve">ub wyjaśnienie </w:t>
      </w:r>
      <w:r w:rsidRPr="00D97F94">
        <w:rPr>
          <w:rFonts w:eastAsia="Calibri" w:cs="Arial"/>
          <w:color w:val="000000"/>
          <w:sz w:val="20"/>
          <w:szCs w:val="20"/>
          <w:lang w:eastAsia="en-US"/>
        </w:rPr>
        <w:t xml:space="preserve">wątpliwości KOP. Ewentualne zmiany treści wniosku o dofinansowanie, będące konsekwencją złożonych wyjaśnień, mogą </w:t>
      </w:r>
      <w:r w:rsidRPr="00D97F94">
        <w:rPr>
          <w:rFonts w:eastAsia="Calibri" w:cs="Arial"/>
          <w:color w:val="000000"/>
          <w:sz w:val="20"/>
          <w:szCs w:val="20"/>
          <w:lang w:eastAsia="en-US"/>
        </w:rPr>
        <w:lastRenderedPageBreak/>
        <w:t>mieć wyłącznie charakter porządkowy i doprecyzowujący. Wyjaśnienia nie mogą również odnosić się do kwestii całkowicie pominiętych przez wnioskodawcę we wniosku o dofinansowanie.</w:t>
      </w:r>
    </w:p>
    <w:p w14:paraId="6451BD47" w14:textId="77777777" w:rsidR="00CD4AB7" w:rsidRPr="00D97F94" w:rsidRDefault="00CD4AB7"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 xml:space="preserve">Jeśli wnioskodawca nie uzupełni lub nie poprawi </w:t>
      </w:r>
      <w:r w:rsidR="00F27CF8" w:rsidRPr="00D97F94">
        <w:rPr>
          <w:rFonts w:eastAsia="Calibri" w:cs="Arial"/>
          <w:color w:val="000000"/>
          <w:sz w:val="20"/>
          <w:szCs w:val="20"/>
          <w:lang w:eastAsia="en-US"/>
        </w:rPr>
        <w:t>wniosku w wyznaczonym terminie</w:t>
      </w:r>
      <w:r w:rsidRPr="00D97F94">
        <w:rPr>
          <w:rFonts w:eastAsia="Calibri" w:cs="Arial"/>
          <w:color w:val="000000"/>
          <w:sz w:val="20"/>
          <w:szCs w:val="20"/>
          <w:lang w:eastAsia="en-US"/>
        </w:rPr>
        <w:t>, MJWPU ocenia projekt na podstawie wersji wniosku, która została przekazana do uzupełnienia lub poprawienia.</w:t>
      </w:r>
    </w:p>
    <w:p w14:paraId="2ED7407C" w14:textId="77777777" w:rsidR="00CD4AB7" w:rsidRPr="00D97F94" w:rsidRDefault="00CD4AB7"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Jeśli wnioskodawca uzupełni lub poprawi wniosek niezgodnie z zakresem określonym w wezwaniu, MJWPU ocenia projekt na podstawie wersji wniosku uwzględniającej dokonane uzupełnienia lub poprawę, pomimo że są niezgodne z zakresem wezwania.</w:t>
      </w:r>
    </w:p>
    <w:p w14:paraId="12D199E9" w14:textId="77777777" w:rsidR="009D78E2" w:rsidRPr="00D97F94" w:rsidRDefault="009D78E2" w:rsidP="00F505F2">
      <w:p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Uwaga</w:t>
      </w:r>
      <w:r w:rsidR="00841A0C">
        <w:rPr>
          <w:rFonts w:eastAsia="Calibri" w:cs="Arial"/>
          <w:color w:val="000000"/>
          <w:sz w:val="20"/>
          <w:szCs w:val="20"/>
          <w:lang w:eastAsia="en-US"/>
        </w:rPr>
        <w:t>:</w:t>
      </w:r>
    </w:p>
    <w:p w14:paraId="0E0A305A" w14:textId="77777777" w:rsidR="009D78E2" w:rsidRPr="00D97F94" w:rsidRDefault="009D78E2" w:rsidP="00F505F2">
      <w:p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Uzupełnienie wniosku o dofinansowanie projektu, musi zostać podpisane elektronicznie przez osobę upoważnioną lub posiadającą odpowiednie upoważnienie. Upoważnienie należy dołączyć w systemie MEWA do dokumentacji projektowej. Dokument ten, powinien spełniać wymagania wskazane w rozdziale 1</w:t>
      </w:r>
      <w:r w:rsidR="00336B45">
        <w:rPr>
          <w:rFonts w:eastAsia="Calibri" w:cs="Arial"/>
          <w:color w:val="000000"/>
          <w:sz w:val="20"/>
          <w:szCs w:val="20"/>
          <w:lang w:eastAsia="en-US"/>
        </w:rPr>
        <w:t>5</w:t>
      </w:r>
      <w:r w:rsidRPr="00D97F94">
        <w:rPr>
          <w:rFonts w:eastAsia="Calibri" w:cs="Arial"/>
          <w:color w:val="000000"/>
          <w:sz w:val="20"/>
          <w:szCs w:val="20"/>
          <w:lang w:eastAsia="en-US"/>
        </w:rPr>
        <w:t xml:space="preserve"> niniejszego </w:t>
      </w:r>
      <w:r w:rsidR="00F27CF8" w:rsidRPr="00D97F94">
        <w:rPr>
          <w:rFonts w:eastAsia="Calibri" w:cs="Arial"/>
          <w:color w:val="000000"/>
          <w:sz w:val="20"/>
          <w:szCs w:val="20"/>
          <w:lang w:eastAsia="en-US"/>
        </w:rPr>
        <w:t>regulaminu</w:t>
      </w:r>
      <w:r w:rsidRPr="00D97F94">
        <w:rPr>
          <w:rFonts w:eastAsia="Calibri" w:cs="Arial"/>
          <w:color w:val="000000"/>
          <w:sz w:val="20"/>
          <w:szCs w:val="20"/>
          <w:lang w:eastAsia="en-US"/>
        </w:rPr>
        <w:t>.</w:t>
      </w:r>
    </w:p>
    <w:p w14:paraId="37EDA2B8" w14:textId="77777777" w:rsidR="00BA0655" w:rsidRPr="00D97F94" w:rsidRDefault="00BA0655" w:rsidP="00D97F94">
      <w:pPr>
        <w:numPr>
          <w:ilvl w:val="1"/>
          <w:numId w:val="3"/>
        </w:numPr>
        <w:spacing w:before="120" w:after="120" w:line="360" w:lineRule="auto"/>
        <w:ind w:left="709"/>
        <w:jc w:val="both"/>
        <w:rPr>
          <w:rFonts w:eastAsia="Calibri" w:cs="Arial"/>
          <w:color w:val="000000"/>
          <w:sz w:val="20"/>
          <w:szCs w:val="20"/>
          <w:lang w:eastAsia="en-US"/>
        </w:rPr>
      </w:pPr>
      <w:r w:rsidRPr="00D97F94">
        <w:rPr>
          <w:rFonts w:eastAsia="Calibri" w:cs="Arial"/>
          <w:color w:val="000000"/>
          <w:sz w:val="20"/>
          <w:szCs w:val="20"/>
          <w:lang w:eastAsia="en-US"/>
        </w:rPr>
        <w:t>MJWPU przekazuje wnioskodawcy w formie elektronicznej informację o wybraniu projektu do dofinansowania albo negatywnej ocenie projektu w rozumieniu art. 56 ust. 5 ustawy.</w:t>
      </w:r>
    </w:p>
    <w:p w14:paraId="32884543" w14:textId="77777777" w:rsidR="00CE457E" w:rsidRPr="002748B5" w:rsidRDefault="00174B84" w:rsidP="00D97F94">
      <w:pPr>
        <w:numPr>
          <w:ilvl w:val="1"/>
          <w:numId w:val="3"/>
        </w:numPr>
        <w:spacing w:before="120" w:after="120" w:line="360" w:lineRule="auto"/>
        <w:ind w:left="709"/>
        <w:jc w:val="both"/>
        <w:rPr>
          <w:rFonts w:eastAsia="Calibri" w:cs="Arial"/>
          <w:sz w:val="20"/>
          <w:szCs w:val="20"/>
          <w:lang w:eastAsia="en-US"/>
        </w:rPr>
      </w:pPr>
      <w:r w:rsidRPr="00C851B4">
        <w:rPr>
          <w:rFonts w:eastAsia="Calibri" w:cs="Arial"/>
          <w:sz w:val="20"/>
          <w:szCs w:val="20"/>
          <w:lang w:eastAsia="en-US"/>
        </w:rPr>
        <w:t>Wyniki oceny projekt</w:t>
      </w:r>
      <w:r w:rsidR="002A2EA5" w:rsidRPr="00C851B4">
        <w:rPr>
          <w:rFonts w:eastAsia="Calibri" w:cs="Arial"/>
          <w:sz w:val="20"/>
          <w:szCs w:val="20"/>
          <w:lang w:eastAsia="en-US"/>
        </w:rPr>
        <w:t>u</w:t>
      </w:r>
      <w:r w:rsidRPr="00C851B4">
        <w:rPr>
          <w:rFonts w:eastAsia="Calibri" w:cs="Arial"/>
          <w:sz w:val="20"/>
          <w:szCs w:val="20"/>
          <w:lang w:eastAsia="en-US"/>
        </w:rPr>
        <w:t xml:space="preserve"> podawane są do publicznej wiadomości w serwisie FEM oraz na portalu FE.</w:t>
      </w:r>
    </w:p>
    <w:p w14:paraId="30D5DBB4" w14:textId="77777777" w:rsidR="00AA3D37" w:rsidRPr="002748B5" w:rsidRDefault="00AA3D37" w:rsidP="00331FDB">
      <w:pPr>
        <w:pStyle w:val="Tekstpodstawowy3"/>
        <w:keepNext/>
        <w:spacing w:before="360" w:after="360" w:line="360" w:lineRule="auto"/>
        <w:jc w:val="center"/>
        <w:rPr>
          <w:rFonts w:cs="Arial"/>
          <w:b/>
          <w:sz w:val="24"/>
          <w:szCs w:val="24"/>
        </w:rPr>
      </w:pPr>
      <w:r w:rsidRPr="002748B5">
        <w:rPr>
          <w:rFonts w:cs="Arial"/>
          <w:b/>
          <w:sz w:val="24"/>
          <w:szCs w:val="24"/>
        </w:rPr>
        <w:t>FORMA I SPOSÓB KOMUNIKACJI W TRAKCIE OCENY WNIOSKÓW</w:t>
      </w:r>
    </w:p>
    <w:p w14:paraId="175A635B" w14:textId="77777777" w:rsidR="00EA282C" w:rsidRPr="00F15636" w:rsidRDefault="00EA282C" w:rsidP="00146B70">
      <w:pPr>
        <w:numPr>
          <w:ilvl w:val="1"/>
          <w:numId w:val="3"/>
        </w:numPr>
        <w:spacing w:before="120" w:after="120" w:line="360" w:lineRule="auto"/>
        <w:ind w:left="709"/>
        <w:jc w:val="both"/>
        <w:rPr>
          <w:rFonts w:eastAsia="Calibri" w:cs="Arial"/>
          <w:color w:val="000000"/>
          <w:sz w:val="20"/>
          <w:szCs w:val="20"/>
          <w:lang w:eastAsia="en-US"/>
        </w:rPr>
      </w:pPr>
      <w:r w:rsidRPr="00F15636">
        <w:rPr>
          <w:rFonts w:eastAsia="Calibri" w:cs="Arial"/>
          <w:color w:val="000000"/>
          <w:sz w:val="20"/>
          <w:szCs w:val="20"/>
          <w:lang w:eastAsia="en-US"/>
        </w:rPr>
        <w:t xml:space="preserve">Wnioskodawca składając wniosek o dofinansowanie wyraża zgodę na komunikację z MJWPU wyłącznie poprzez system MEWA 2.0. Niezachowanie wskazanej formy komunikacji powoduje, że wniosek o dofinansowanie </w:t>
      </w:r>
      <w:r w:rsidRPr="00F15636">
        <w:rPr>
          <w:rFonts w:eastAsia="Calibri" w:cs="Arial"/>
          <w:color w:val="000000"/>
          <w:sz w:val="20"/>
          <w:szCs w:val="20"/>
          <w:lang w:eastAsia="en-US"/>
        </w:rPr>
        <w:br/>
        <w:t xml:space="preserve">nie podlega ocenie. Oświadczenie dotyczące świadomości skutków niezachowania formy komunikacji </w:t>
      </w:r>
      <w:r w:rsidRPr="00F15636">
        <w:rPr>
          <w:rFonts w:eastAsia="Calibri" w:cs="Arial"/>
          <w:color w:val="000000"/>
          <w:sz w:val="20"/>
          <w:szCs w:val="20"/>
          <w:lang w:eastAsia="en-US"/>
        </w:rPr>
        <w:br/>
        <w:t>oraz odpowiedzialności karnej znajduje się w formularzu wniosku o dofinansowanie projektu.</w:t>
      </w:r>
    </w:p>
    <w:p w14:paraId="01A2612B" w14:textId="77777777" w:rsidR="00F15636" w:rsidRDefault="00F15636" w:rsidP="00146B70">
      <w:pPr>
        <w:numPr>
          <w:ilvl w:val="1"/>
          <w:numId w:val="3"/>
        </w:numPr>
        <w:spacing w:before="120" w:after="120" w:line="360" w:lineRule="auto"/>
        <w:ind w:left="709"/>
        <w:jc w:val="both"/>
        <w:rPr>
          <w:rFonts w:eastAsia="Calibri" w:cs="Arial"/>
          <w:color w:val="000000"/>
          <w:sz w:val="20"/>
          <w:szCs w:val="20"/>
          <w:lang w:eastAsia="en-US"/>
        </w:rPr>
      </w:pPr>
      <w:r w:rsidRPr="00F15636">
        <w:rPr>
          <w:rFonts w:eastAsia="Calibri" w:cs="Arial"/>
          <w:color w:val="000000"/>
          <w:sz w:val="20"/>
          <w:szCs w:val="20"/>
          <w:lang w:eastAsia="en-US"/>
        </w:rPr>
        <w:t>Aby odebrać zadanie, należy profilem zaufanym ePUAP lub podpisem kwalifikowanym podpisać urzędowe poświadczenie odbioru (UPO).</w:t>
      </w:r>
    </w:p>
    <w:p w14:paraId="4D76708F" w14:textId="77777777" w:rsidR="000D6391" w:rsidRDefault="00EA282C" w:rsidP="00146B70">
      <w:pPr>
        <w:numPr>
          <w:ilvl w:val="1"/>
          <w:numId w:val="3"/>
        </w:numPr>
        <w:spacing w:before="120" w:after="120" w:line="360" w:lineRule="auto"/>
        <w:ind w:left="709"/>
        <w:jc w:val="both"/>
        <w:rPr>
          <w:rFonts w:eastAsia="Calibri" w:cs="Arial"/>
          <w:color w:val="000000"/>
          <w:sz w:val="20"/>
          <w:szCs w:val="20"/>
          <w:lang w:eastAsia="en-US"/>
        </w:rPr>
      </w:pPr>
      <w:r w:rsidRPr="00EA282C">
        <w:rPr>
          <w:rFonts w:eastAsia="Calibri" w:cs="Arial"/>
          <w:color w:val="000000"/>
          <w:sz w:val="20"/>
          <w:szCs w:val="20"/>
          <w:lang w:eastAsia="en-US"/>
        </w:rPr>
        <w:t>Zawiadomienie</w:t>
      </w:r>
      <w:r w:rsidR="00C7017D">
        <w:rPr>
          <w:rFonts w:eastAsia="Calibri" w:cs="Arial"/>
          <w:color w:val="000000"/>
          <w:sz w:val="20"/>
          <w:szCs w:val="20"/>
          <w:lang w:eastAsia="en-US"/>
        </w:rPr>
        <w:t>,</w:t>
      </w:r>
      <w:r w:rsidRPr="00EA282C">
        <w:rPr>
          <w:rFonts w:eastAsia="Calibri" w:cs="Arial"/>
          <w:color w:val="000000"/>
          <w:sz w:val="20"/>
          <w:szCs w:val="20"/>
          <w:lang w:eastAsia="en-US"/>
        </w:rPr>
        <w:t xml:space="preserve"> o możliwości odebrania pisma w formie dokumentu elektronicznego</w:t>
      </w:r>
      <w:r w:rsidR="00C7017D">
        <w:rPr>
          <w:rFonts w:eastAsia="Calibri" w:cs="Arial"/>
          <w:color w:val="000000"/>
          <w:sz w:val="20"/>
          <w:szCs w:val="20"/>
          <w:lang w:eastAsia="en-US"/>
        </w:rPr>
        <w:t>,</w:t>
      </w:r>
      <w:r w:rsidRPr="00EA282C">
        <w:rPr>
          <w:rFonts w:eastAsia="Calibri" w:cs="Arial"/>
          <w:color w:val="000000"/>
          <w:sz w:val="20"/>
          <w:szCs w:val="20"/>
          <w:lang w:eastAsia="en-US"/>
        </w:rPr>
        <w:t xml:space="preserve"> wysyłane jest na podany w </w:t>
      </w:r>
      <w:r w:rsidR="00F75E84" w:rsidRPr="00F75E84">
        <w:rPr>
          <w:rFonts w:eastAsia="Calibri" w:cs="Arial"/>
          <w:color w:val="000000"/>
          <w:sz w:val="20"/>
          <w:szCs w:val="20"/>
          <w:lang w:eastAsia="en-US"/>
        </w:rPr>
        <w:t>sekcji J</w:t>
      </w:r>
      <w:r w:rsidR="00F75E84">
        <w:rPr>
          <w:rFonts w:eastAsia="Calibri" w:cs="Arial"/>
          <w:color w:val="000000"/>
          <w:sz w:val="20"/>
          <w:szCs w:val="20"/>
          <w:lang w:eastAsia="en-US"/>
        </w:rPr>
        <w:t xml:space="preserve"> </w:t>
      </w:r>
      <w:r w:rsidRPr="00EA282C">
        <w:rPr>
          <w:rFonts w:eastAsia="Calibri" w:cs="Arial"/>
          <w:color w:val="000000"/>
          <w:sz w:val="20"/>
          <w:szCs w:val="20"/>
          <w:lang w:eastAsia="en-US"/>
        </w:rPr>
        <w:t xml:space="preserve">wniosku o dofinansowanie adres e-mail. Wnioskodawca zobowiązany jest do zapewnienia sprawnie działającej skrzynki poczty elektronicznej, na którą MJWPU będzie kierować korespondencję, jak również do aktualizacji adresu e-mail w przypadku jego zmiany. Odpowiedzialność za brak skutecznego kanału szybkiej komunikacji leży po stronie wnioskodawcy. Zaleca się sprawdzanie zawartości folderu wiadomości - śmieci (SPAM) skrzynki pocztowej. </w:t>
      </w:r>
    </w:p>
    <w:p w14:paraId="53C8F1CB" w14:textId="77777777" w:rsidR="00F15636" w:rsidRDefault="000D6391"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Wnioskodawca zobowiązany jest także na bieżąco monitorować konto wni</w:t>
      </w:r>
      <w:r w:rsidR="00176C43" w:rsidRPr="00146B70">
        <w:rPr>
          <w:rFonts w:eastAsia="Calibri" w:cs="Arial"/>
          <w:color w:val="000000"/>
          <w:sz w:val="20"/>
          <w:szCs w:val="20"/>
          <w:lang w:eastAsia="en-US"/>
        </w:rPr>
        <w:t xml:space="preserve">oskodawcy </w:t>
      </w:r>
      <w:r w:rsidR="008B4C5A" w:rsidRPr="00146B70">
        <w:rPr>
          <w:rFonts w:eastAsia="Calibri" w:cs="Arial"/>
          <w:color w:val="000000"/>
          <w:sz w:val="20"/>
          <w:szCs w:val="20"/>
          <w:lang w:eastAsia="en-US"/>
        </w:rPr>
        <w:t xml:space="preserve">w MEWA 2.0 </w:t>
      </w:r>
      <w:r w:rsidR="00176C43" w:rsidRPr="00146B70">
        <w:rPr>
          <w:rFonts w:eastAsia="Calibri" w:cs="Arial"/>
          <w:color w:val="000000"/>
          <w:sz w:val="20"/>
          <w:szCs w:val="20"/>
          <w:lang w:eastAsia="en-US"/>
        </w:rPr>
        <w:t>m.in. w </w:t>
      </w:r>
      <w:r w:rsidRPr="00146B70">
        <w:rPr>
          <w:rFonts w:eastAsia="Calibri" w:cs="Arial"/>
          <w:color w:val="000000"/>
          <w:sz w:val="20"/>
          <w:szCs w:val="20"/>
          <w:lang w:eastAsia="en-US"/>
        </w:rPr>
        <w:t>zakresie kor</w:t>
      </w:r>
      <w:r w:rsidR="00096A94" w:rsidRPr="00146B70">
        <w:rPr>
          <w:rFonts w:eastAsia="Calibri" w:cs="Arial"/>
          <w:color w:val="000000"/>
          <w:sz w:val="20"/>
          <w:szCs w:val="20"/>
          <w:lang w:eastAsia="en-US"/>
        </w:rPr>
        <w:t>espondencji przesyłanej przez MJWPU</w:t>
      </w:r>
      <w:r w:rsidRPr="00146B70">
        <w:rPr>
          <w:rFonts w:eastAsia="Calibri" w:cs="Arial"/>
          <w:color w:val="000000"/>
          <w:sz w:val="20"/>
          <w:szCs w:val="20"/>
          <w:lang w:eastAsia="en-US"/>
        </w:rPr>
        <w:t>.</w:t>
      </w:r>
    </w:p>
    <w:p w14:paraId="5EF0E7DD" w14:textId="77777777" w:rsidR="00316362" w:rsidRPr="003E637E" w:rsidRDefault="00316362"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Wnioskodawca w przypadku poprawy/uzupełnienia wniosku o dofinansowanie wprowadza poprawki we wniosku o dofinansowanie oraz wysyła go za pośrednictwem formularza udostępnionego w systemie MEWA 2.0.</w:t>
      </w:r>
    </w:p>
    <w:p w14:paraId="5AFBF16F" w14:textId="77777777" w:rsidR="00096A94" w:rsidRPr="00096A94" w:rsidRDefault="00096A94"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lastRenderedPageBreak/>
        <w:t xml:space="preserve">Termin 7 dni na poprawę/uzupełnienie wniosku o dofinansowanie podczas oceny formalnej oraz </w:t>
      </w:r>
      <w:r w:rsidR="00F505F2">
        <w:rPr>
          <w:rFonts w:eastAsia="Calibri" w:cs="Arial"/>
          <w:color w:val="000000"/>
          <w:sz w:val="20"/>
          <w:szCs w:val="20"/>
          <w:lang w:eastAsia="en-US"/>
        </w:rPr>
        <w:t>14</w:t>
      </w:r>
      <w:r w:rsidRPr="00146B70">
        <w:rPr>
          <w:rFonts w:eastAsia="Calibri" w:cs="Arial"/>
          <w:color w:val="000000"/>
          <w:sz w:val="20"/>
          <w:szCs w:val="20"/>
          <w:lang w:eastAsia="en-US"/>
        </w:rPr>
        <w:t xml:space="preserve"> dni podczas oceny merytorycznej jest liczony od dnia następnego po dniu wysłania wezwania przez MJWPU. O dotrzymaniu terminu decyduje data przesłania wniosku w systemie MEWA 2.0.</w:t>
      </w:r>
    </w:p>
    <w:p w14:paraId="0E6A1B99" w14:textId="77777777" w:rsidR="00F15636" w:rsidRDefault="00F15636"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Termin na poprawę wniosków NIE jest liczony od odebrania wezwania przez wnioskodawcę.</w:t>
      </w:r>
    </w:p>
    <w:p w14:paraId="17B1821E" w14:textId="77777777" w:rsidR="00F15636" w:rsidRPr="002748B5" w:rsidRDefault="00AA3D37"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 xml:space="preserve">Informacje MJWPU do wnioskodawcy dotyczące negatywnej </w:t>
      </w:r>
      <w:r w:rsidRPr="002748B5">
        <w:rPr>
          <w:rFonts w:eastAsia="Calibri" w:cs="Arial"/>
          <w:color w:val="000000"/>
          <w:sz w:val="20"/>
          <w:szCs w:val="20"/>
          <w:lang w:eastAsia="en-US"/>
        </w:rPr>
        <w:t>oceny</w:t>
      </w:r>
      <w:r w:rsidR="00C851B4" w:rsidRPr="002748B5">
        <w:rPr>
          <w:rFonts w:eastAsia="Calibri" w:cs="Arial"/>
          <w:color w:val="000000"/>
          <w:sz w:val="20"/>
          <w:szCs w:val="20"/>
          <w:lang w:eastAsia="en-US"/>
        </w:rPr>
        <w:t xml:space="preserve"> </w:t>
      </w:r>
      <w:r w:rsidR="00C851B4" w:rsidRPr="002748B5">
        <w:rPr>
          <w:rFonts w:cs="Arial"/>
          <w:color w:val="000000"/>
          <w:sz w:val="20"/>
          <w:szCs w:val="20"/>
        </w:rPr>
        <w:t>formalnej</w:t>
      </w:r>
      <w:r w:rsidRPr="002748B5">
        <w:rPr>
          <w:rFonts w:eastAsia="Calibri" w:cs="Arial"/>
          <w:color w:val="000000"/>
          <w:sz w:val="20"/>
          <w:szCs w:val="20"/>
          <w:lang w:eastAsia="en-US"/>
        </w:rPr>
        <w:t xml:space="preserve"> oraz zakończenia merytorycznej oceny wniosku o dofinansowanie </w:t>
      </w:r>
      <w:r w:rsidR="00634A44" w:rsidRPr="002748B5">
        <w:rPr>
          <w:rFonts w:eastAsia="Calibri" w:cs="Arial"/>
          <w:color w:val="000000"/>
          <w:sz w:val="20"/>
          <w:szCs w:val="20"/>
          <w:lang w:eastAsia="en-US"/>
        </w:rPr>
        <w:t xml:space="preserve">są </w:t>
      </w:r>
      <w:r w:rsidRPr="002748B5">
        <w:rPr>
          <w:rFonts w:eastAsia="Calibri" w:cs="Arial"/>
          <w:color w:val="000000"/>
          <w:sz w:val="20"/>
          <w:szCs w:val="20"/>
          <w:lang w:eastAsia="en-US"/>
        </w:rPr>
        <w:t xml:space="preserve">doręczane za pośrednictwem systemu MEWA 2.0, zgodnie z przepisami KPA </w:t>
      </w:r>
      <w:r w:rsidR="00C84496" w:rsidRPr="002748B5">
        <w:rPr>
          <w:rFonts w:eastAsia="Calibri" w:cs="Arial"/>
          <w:color w:val="000000"/>
          <w:sz w:val="20"/>
          <w:szCs w:val="20"/>
          <w:lang w:eastAsia="en-US"/>
        </w:rPr>
        <w:t>o </w:t>
      </w:r>
      <w:r w:rsidR="00E20E4B" w:rsidRPr="002748B5">
        <w:rPr>
          <w:rFonts w:eastAsia="Calibri" w:cs="Arial"/>
          <w:color w:val="000000"/>
          <w:sz w:val="20"/>
          <w:szCs w:val="20"/>
          <w:lang w:eastAsia="en-US"/>
        </w:rPr>
        <w:t>doręczeniach</w:t>
      </w:r>
      <w:r w:rsidRPr="002748B5">
        <w:rPr>
          <w:rFonts w:eastAsia="Calibri" w:cs="Arial"/>
          <w:color w:val="000000"/>
          <w:sz w:val="20"/>
          <w:szCs w:val="20"/>
          <w:lang w:eastAsia="en-US"/>
        </w:rPr>
        <w:t>.</w:t>
      </w:r>
    </w:p>
    <w:p w14:paraId="0FD981F5" w14:textId="77777777" w:rsidR="00F15636" w:rsidRDefault="009F50FD" w:rsidP="00146B70">
      <w:pPr>
        <w:numPr>
          <w:ilvl w:val="1"/>
          <w:numId w:val="3"/>
        </w:numPr>
        <w:spacing w:before="120" w:after="120" w:line="360" w:lineRule="auto"/>
        <w:ind w:left="709"/>
        <w:jc w:val="both"/>
        <w:rPr>
          <w:rFonts w:eastAsia="Calibri" w:cs="Arial"/>
          <w:color w:val="000000"/>
          <w:sz w:val="20"/>
          <w:szCs w:val="20"/>
          <w:lang w:eastAsia="en-US"/>
        </w:rPr>
      </w:pPr>
      <w:r w:rsidRPr="002748B5">
        <w:rPr>
          <w:rFonts w:eastAsia="Calibri" w:cs="Arial"/>
          <w:color w:val="000000"/>
          <w:sz w:val="20"/>
          <w:szCs w:val="20"/>
          <w:lang w:eastAsia="en-US"/>
        </w:rPr>
        <w:t>W celu doręczenia pisma dotyczącego wyniku oceny (negatywnej oceny</w:t>
      </w:r>
      <w:r w:rsidR="00C851B4" w:rsidRPr="002748B5">
        <w:rPr>
          <w:rFonts w:eastAsia="Calibri" w:cs="Arial"/>
          <w:color w:val="000000"/>
          <w:sz w:val="20"/>
          <w:szCs w:val="20"/>
          <w:lang w:eastAsia="en-US"/>
        </w:rPr>
        <w:t xml:space="preserve"> formalnej</w:t>
      </w:r>
      <w:r w:rsidRPr="002748B5">
        <w:rPr>
          <w:rFonts w:eastAsia="Calibri" w:cs="Arial"/>
          <w:color w:val="000000"/>
          <w:sz w:val="20"/>
          <w:szCs w:val="20"/>
          <w:lang w:eastAsia="en-US"/>
        </w:rPr>
        <w:t xml:space="preserve"> oraz</w:t>
      </w:r>
      <w:r w:rsidRPr="00146B70">
        <w:rPr>
          <w:rFonts w:eastAsia="Calibri" w:cs="Arial"/>
          <w:color w:val="000000"/>
          <w:sz w:val="20"/>
          <w:szCs w:val="20"/>
          <w:lang w:eastAsia="en-US"/>
        </w:rPr>
        <w:t xml:space="preserve"> zakończenia oceny merytorycznej) wniosku o dofinansowanie za pośrednictwem systemu MEWA 2.0 MJWPU przesyła na adres poczty elektronicznej wnioskodawcy wskazany we wniosku o dofinansowanie projektu, zawiadomienie zawierające:</w:t>
      </w:r>
    </w:p>
    <w:p w14:paraId="265B4B4E" w14:textId="77777777" w:rsidR="00146B70" w:rsidRDefault="00146B70" w:rsidP="00146B70">
      <w:pPr>
        <w:pStyle w:val="Akapitzlist"/>
        <w:numPr>
          <w:ilvl w:val="2"/>
          <w:numId w:val="3"/>
        </w:numPr>
        <w:spacing w:line="360" w:lineRule="auto"/>
        <w:ind w:left="1429"/>
        <w:rPr>
          <w:rFonts w:eastAsia="Calibri" w:cs="Arial"/>
          <w:color w:val="000000"/>
          <w:sz w:val="20"/>
          <w:szCs w:val="20"/>
          <w:lang w:eastAsia="en-US"/>
        </w:rPr>
      </w:pPr>
      <w:r>
        <w:rPr>
          <w:rFonts w:eastAsia="Calibri" w:cs="Arial"/>
          <w:color w:val="000000"/>
          <w:sz w:val="20"/>
          <w:szCs w:val="20"/>
          <w:lang w:eastAsia="en-US"/>
        </w:rPr>
        <w:t>wsk</w:t>
      </w:r>
      <w:r w:rsidRPr="00146B70">
        <w:rPr>
          <w:rFonts w:eastAsia="Calibri" w:cs="Arial"/>
          <w:color w:val="000000"/>
          <w:sz w:val="20"/>
          <w:szCs w:val="20"/>
          <w:lang w:eastAsia="en-US"/>
        </w:rPr>
        <w:t>azanie, że wnioskodawca może odebrać pismo w formie dokumentu elektronicznego;</w:t>
      </w:r>
    </w:p>
    <w:p w14:paraId="1764A4C3"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wskazanie, że wnioskodawca może odebrać pismo w formie dokumentu elektronicznego;</w:t>
      </w:r>
    </w:p>
    <w:p w14:paraId="0B1193E0"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wskazanie adresu elektronicznego, z którego może pobrać pismo i pod którym powinien dokonać potwierdzenia doręczenia pisma;</w:t>
      </w:r>
    </w:p>
    <w:p w14:paraId="3C62B358"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 xml:space="preserve">pouczenie dotyczące sposobu odbioru pisma w systemie </w:t>
      </w:r>
      <w:r w:rsidRPr="00146B70">
        <w:rPr>
          <w:rFonts w:cs="Arial"/>
          <w:sz w:val="20"/>
          <w:szCs w:val="20"/>
        </w:rPr>
        <w:t>MEWA 2.0;</w:t>
      </w:r>
    </w:p>
    <w:p w14:paraId="31870EF0"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doręczenie informacji skierowanej do wnioskodawcy dotyczące negatywnej oceny formalnej lub zakończenia merytorycznej oceny wniosku o dofinansowanie, uznaje się za skuteczne, jeżeli wnioskodawca potwierdzi odbiór pisma w systemie MEWA 2.0;</w:t>
      </w:r>
    </w:p>
    <w:p w14:paraId="2554CA1B" w14:textId="77777777" w:rsidR="00146B70" w:rsidRPr="00146B70" w:rsidRDefault="009F50FD"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sz w:val="20"/>
          <w:szCs w:val="20"/>
        </w:rPr>
        <w:t>wskazanie, że doręczenie uważa się za dokonane po upływie 14 dni od przesłania pierwszego zawiadomienia, również w sytuacji, gdy faktyczny odbiór pisma nastąpił po tej dacie;</w:t>
      </w:r>
    </w:p>
    <w:p w14:paraId="40DA3B23" w14:textId="77777777" w:rsidR="00DB1C5B" w:rsidRPr="00146B70" w:rsidRDefault="00DB1C5B" w:rsidP="00146B70">
      <w:pPr>
        <w:pStyle w:val="Akapitzlist"/>
        <w:numPr>
          <w:ilvl w:val="2"/>
          <w:numId w:val="3"/>
        </w:numPr>
        <w:spacing w:line="360" w:lineRule="auto"/>
        <w:ind w:left="1429"/>
        <w:rPr>
          <w:rFonts w:eastAsia="Calibri" w:cs="Arial"/>
          <w:color w:val="000000"/>
          <w:sz w:val="20"/>
          <w:szCs w:val="20"/>
          <w:lang w:eastAsia="en-US"/>
        </w:rPr>
      </w:pPr>
      <w:r w:rsidRPr="00146B70">
        <w:rPr>
          <w:rFonts w:cs="Arial"/>
          <w:color w:val="000000" w:themeColor="text1"/>
          <w:sz w:val="20"/>
          <w:szCs w:val="20"/>
        </w:rPr>
        <w:t>informację, że w przypadku nieodebrania pisma w formie dokumentu elektronicznego, MJWPU po upływie 7 dni, licząc od dnia wysłania zawiadomienia, wysyła powtórne zawiadomienie o możliwości odebrania pisma. W przypadku nieodebrania pisma po powtórnym zawiadomieniu, doręczenie uważa się za dokonane po upływie 14 dni od przesłania pierwszego zawiadomienia.</w:t>
      </w:r>
    </w:p>
    <w:p w14:paraId="0F1B7294" w14:textId="77777777" w:rsidR="008B4C5A" w:rsidRDefault="008B4C5A"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Wszystkie wnioski wraz ze złożonymi załącznikami po rozstrzygnięciu naboru:</w:t>
      </w:r>
    </w:p>
    <w:p w14:paraId="2B074878" w14:textId="2EB158A7" w:rsidR="00146B70" w:rsidRPr="00146B70" w:rsidRDefault="00146B70" w:rsidP="00034F6E">
      <w:pPr>
        <w:numPr>
          <w:ilvl w:val="2"/>
          <w:numId w:val="3"/>
        </w:numPr>
        <w:spacing w:before="120" w:after="120" w:line="360" w:lineRule="auto"/>
        <w:jc w:val="both"/>
        <w:rPr>
          <w:rFonts w:eastAsia="Calibri" w:cs="Arial"/>
          <w:color w:val="000000"/>
          <w:sz w:val="20"/>
          <w:szCs w:val="20"/>
          <w:lang w:eastAsia="en-US"/>
        </w:rPr>
      </w:pPr>
      <w:r>
        <w:rPr>
          <w:rFonts w:cs="Arial"/>
          <w:sz w:val="20"/>
          <w:szCs w:val="20"/>
        </w:rPr>
        <w:t>wy</w:t>
      </w:r>
      <w:r w:rsidRPr="00FA3876">
        <w:rPr>
          <w:rFonts w:cs="Arial"/>
          <w:sz w:val="20"/>
          <w:szCs w:val="20"/>
        </w:rPr>
        <w:t>brane do dofinansowania (po zakończeniu</w:t>
      </w:r>
      <w:r>
        <w:rPr>
          <w:rFonts w:cs="Arial"/>
          <w:sz w:val="20"/>
          <w:szCs w:val="20"/>
        </w:rPr>
        <w:t xml:space="preserve"> warunków wskazanych w </w:t>
      </w:r>
      <w:r w:rsidR="00034F6E" w:rsidRPr="00034F6E">
        <w:rPr>
          <w:rFonts w:cs="Arial"/>
          <w:sz w:val="20"/>
          <w:szCs w:val="20"/>
        </w:rPr>
        <w:t>zasad</w:t>
      </w:r>
      <w:r w:rsidR="00034F6E">
        <w:rPr>
          <w:rFonts w:cs="Arial"/>
          <w:sz w:val="20"/>
          <w:szCs w:val="20"/>
        </w:rPr>
        <w:t>ach</w:t>
      </w:r>
      <w:r w:rsidR="00034F6E" w:rsidRPr="00034F6E">
        <w:rPr>
          <w:rFonts w:cs="Arial"/>
          <w:sz w:val="20"/>
          <w:szCs w:val="20"/>
        </w:rPr>
        <w:t xml:space="preserve"> realizacji projektu</w:t>
      </w:r>
      <w:r w:rsidRPr="00FA3876">
        <w:rPr>
          <w:rFonts w:cs="Arial"/>
          <w:sz w:val="20"/>
          <w:szCs w:val="20"/>
        </w:rPr>
        <w:t>);</w:t>
      </w:r>
    </w:p>
    <w:p w14:paraId="5173FFFB" w14:textId="77777777" w:rsidR="008B4C5A" w:rsidRPr="00146B70" w:rsidRDefault="008B4C5A" w:rsidP="00146B70">
      <w:pPr>
        <w:numPr>
          <w:ilvl w:val="2"/>
          <w:numId w:val="3"/>
        </w:numPr>
        <w:spacing w:before="120" w:after="120" w:line="360" w:lineRule="auto"/>
        <w:jc w:val="both"/>
        <w:rPr>
          <w:rFonts w:eastAsia="Calibri" w:cs="Arial"/>
          <w:color w:val="000000"/>
          <w:sz w:val="20"/>
          <w:szCs w:val="20"/>
          <w:lang w:eastAsia="en-US"/>
        </w:rPr>
      </w:pPr>
      <w:r w:rsidRPr="00146B70">
        <w:rPr>
          <w:rFonts w:cs="Arial"/>
          <w:sz w:val="20"/>
          <w:szCs w:val="20"/>
        </w:rPr>
        <w:t>które otrzymały ocenę negatywną</w:t>
      </w:r>
      <w:r w:rsidRPr="00146B70">
        <w:rPr>
          <w:rFonts w:cs="Arial"/>
          <w:strike/>
          <w:sz w:val="20"/>
          <w:szCs w:val="20"/>
        </w:rPr>
        <w:t>;</w:t>
      </w:r>
    </w:p>
    <w:p w14:paraId="6A301899" w14:textId="77777777" w:rsidR="008B4C5A" w:rsidRPr="00FA3876" w:rsidRDefault="008B4C5A" w:rsidP="00C247D7">
      <w:pPr>
        <w:pStyle w:val="Tekstpodstawowy3"/>
        <w:spacing w:before="120" w:line="360" w:lineRule="auto"/>
        <w:ind w:left="709" w:firstLine="709"/>
        <w:jc w:val="both"/>
        <w:rPr>
          <w:rFonts w:cs="Arial"/>
          <w:sz w:val="20"/>
          <w:szCs w:val="20"/>
        </w:rPr>
      </w:pPr>
      <w:r w:rsidRPr="00FA3876">
        <w:rPr>
          <w:rFonts w:cs="Arial"/>
          <w:sz w:val="20"/>
          <w:szCs w:val="20"/>
        </w:rPr>
        <w:t>są archiwizowane w systemie MEWA 2.0.</w:t>
      </w:r>
    </w:p>
    <w:p w14:paraId="522C8C4F" w14:textId="77777777" w:rsidR="00E40ED8" w:rsidRDefault="00150C6E" w:rsidP="00146B70">
      <w:pPr>
        <w:numPr>
          <w:ilvl w:val="1"/>
          <w:numId w:val="3"/>
        </w:numPr>
        <w:spacing w:before="120" w:after="120" w:line="360" w:lineRule="auto"/>
        <w:ind w:left="709"/>
        <w:jc w:val="both"/>
        <w:rPr>
          <w:rFonts w:eastAsia="Calibri" w:cs="Arial"/>
          <w:color w:val="000000"/>
          <w:sz w:val="20"/>
          <w:szCs w:val="20"/>
          <w:lang w:eastAsia="en-US"/>
        </w:rPr>
      </w:pPr>
      <w:r w:rsidRPr="00146B70">
        <w:rPr>
          <w:rFonts w:eastAsia="Calibri" w:cs="Arial"/>
          <w:color w:val="000000"/>
          <w:sz w:val="20"/>
          <w:szCs w:val="20"/>
          <w:lang w:eastAsia="en-US"/>
        </w:rPr>
        <w:t>Z uwagi na elektroniczną formę składania wniosków</w:t>
      </w:r>
      <w:r w:rsidR="006E6432" w:rsidRPr="00146B70">
        <w:rPr>
          <w:rFonts w:eastAsia="Calibri" w:cs="Arial"/>
          <w:color w:val="000000"/>
          <w:sz w:val="20"/>
          <w:szCs w:val="20"/>
          <w:lang w:eastAsia="en-US"/>
        </w:rPr>
        <w:t>,</w:t>
      </w:r>
      <w:r w:rsidRPr="00146B70">
        <w:rPr>
          <w:rFonts w:eastAsia="Calibri" w:cs="Arial"/>
          <w:color w:val="000000"/>
          <w:sz w:val="20"/>
          <w:szCs w:val="20"/>
          <w:lang w:eastAsia="en-US"/>
        </w:rPr>
        <w:t xml:space="preserve"> </w:t>
      </w:r>
      <w:r w:rsidR="008861FE" w:rsidRPr="00146B70">
        <w:rPr>
          <w:rFonts w:eastAsia="Calibri" w:cs="Arial"/>
          <w:color w:val="000000"/>
          <w:sz w:val="20"/>
          <w:szCs w:val="20"/>
          <w:lang w:eastAsia="en-US"/>
        </w:rPr>
        <w:t xml:space="preserve">MJWPU </w:t>
      </w:r>
      <w:r w:rsidRPr="00146B70">
        <w:rPr>
          <w:rFonts w:eastAsia="Calibri" w:cs="Arial"/>
          <w:color w:val="000000"/>
          <w:sz w:val="20"/>
          <w:szCs w:val="20"/>
          <w:lang w:eastAsia="en-US"/>
        </w:rPr>
        <w:t>nie przewiduje ich zwrotu.</w:t>
      </w:r>
    </w:p>
    <w:p w14:paraId="17F8809D" w14:textId="77777777" w:rsidR="00583C31" w:rsidRDefault="00583C31" w:rsidP="00583C31">
      <w:pPr>
        <w:spacing w:before="120" w:after="120" w:line="360" w:lineRule="auto"/>
        <w:jc w:val="both"/>
        <w:rPr>
          <w:rFonts w:eastAsia="Calibri" w:cs="Arial"/>
          <w:color w:val="000000"/>
          <w:sz w:val="20"/>
          <w:szCs w:val="20"/>
          <w:lang w:eastAsia="en-US"/>
        </w:rPr>
      </w:pPr>
    </w:p>
    <w:p w14:paraId="729B6B83" w14:textId="77777777" w:rsidR="00583C31" w:rsidRDefault="00583C31" w:rsidP="00583C31">
      <w:pPr>
        <w:spacing w:before="120" w:after="120" w:line="360" w:lineRule="auto"/>
        <w:jc w:val="both"/>
        <w:rPr>
          <w:rFonts w:eastAsia="Calibri" w:cs="Arial"/>
          <w:color w:val="000000"/>
          <w:sz w:val="20"/>
          <w:szCs w:val="20"/>
          <w:lang w:eastAsia="en-US"/>
        </w:rPr>
      </w:pPr>
    </w:p>
    <w:p w14:paraId="76246035" w14:textId="77777777" w:rsidR="00583C31" w:rsidRPr="00146B70" w:rsidRDefault="00583C31" w:rsidP="00583C31">
      <w:pPr>
        <w:spacing w:before="120" w:after="120" w:line="360" w:lineRule="auto"/>
        <w:jc w:val="both"/>
        <w:rPr>
          <w:rFonts w:eastAsia="Calibri" w:cs="Arial"/>
          <w:color w:val="000000"/>
          <w:sz w:val="20"/>
          <w:szCs w:val="20"/>
          <w:lang w:eastAsia="en-US"/>
        </w:rPr>
      </w:pPr>
    </w:p>
    <w:p w14:paraId="120F8DAA" w14:textId="1775A71A" w:rsidR="00306DA7" w:rsidRPr="003930D6" w:rsidRDefault="003930D6" w:rsidP="003930D6">
      <w:pPr>
        <w:pStyle w:val="Nagwek1"/>
        <w:numPr>
          <w:ilvl w:val="0"/>
          <w:numId w:val="18"/>
        </w:numPr>
        <w:jc w:val="center"/>
      </w:pPr>
      <w:bookmarkStart w:id="27" w:name="_Toc121316218"/>
      <w:r>
        <w:lastRenderedPageBreak/>
        <w:t xml:space="preserve"> </w:t>
      </w:r>
      <w:bookmarkStart w:id="28" w:name="_Toc195787775"/>
      <w:r w:rsidR="00306DA7" w:rsidRPr="003930D6">
        <w:t>KONTROL</w:t>
      </w:r>
      <w:r w:rsidR="00563025" w:rsidRPr="003930D6">
        <w:t>A</w:t>
      </w:r>
      <w:r w:rsidR="00306DA7" w:rsidRPr="003930D6">
        <w:t xml:space="preserve"> ZAMÓWIEŃ</w:t>
      </w:r>
      <w:bookmarkEnd w:id="27"/>
      <w:bookmarkEnd w:id="28"/>
    </w:p>
    <w:p w14:paraId="79BA79DD" w14:textId="77777777" w:rsidR="00AC05A5" w:rsidRPr="00AC05A5" w:rsidRDefault="00AC05A5" w:rsidP="00AC05A5"/>
    <w:p w14:paraId="01E1FB97" w14:textId="77777777" w:rsidR="00794D8E" w:rsidRPr="00794D8E" w:rsidRDefault="00794D8E" w:rsidP="006F16B0">
      <w:pPr>
        <w:pStyle w:val="Akapitzlist"/>
        <w:spacing w:before="120" w:after="120" w:line="360" w:lineRule="auto"/>
        <w:ind w:left="360"/>
        <w:contextualSpacing w:val="0"/>
        <w:jc w:val="both"/>
        <w:rPr>
          <w:rFonts w:cs="Arial"/>
          <w:vanish/>
          <w:color w:val="000000"/>
          <w:sz w:val="20"/>
          <w:szCs w:val="20"/>
        </w:rPr>
      </w:pPr>
    </w:p>
    <w:p w14:paraId="5708C3F7" w14:textId="00EC0DFE" w:rsidR="00797A32" w:rsidRDefault="00797A32" w:rsidP="007550EF">
      <w:pPr>
        <w:pStyle w:val="Akapitzlist"/>
        <w:numPr>
          <w:ilvl w:val="1"/>
          <w:numId w:val="14"/>
        </w:numPr>
        <w:spacing w:before="120" w:after="120" w:line="360" w:lineRule="auto"/>
        <w:jc w:val="both"/>
        <w:rPr>
          <w:rFonts w:cs="Arial"/>
          <w:color w:val="000000"/>
          <w:sz w:val="20"/>
          <w:szCs w:val="20"/>
        </w:rPr>
      </w:pPr>
      <w:r w:rsidRPr="0037593C">
        <w:rPr>
          <w:rFonts w:cs="Arial"/>
          <w:color w:val="000000"/>
          <w:sz w:val="20"/>
          <w:szCs w:val="20"/>
        </w:rPr>
        <w:t xml:space="preserve">MJWPU jest uprawniona do kontroli prawidłowości udzielenia zamówienia związanego z realizacją projektu, dokonanego przed </w:t>
      </w:r>
      <w:r w:rsidR="00034F6E" w:rsidRPr="00034F6E">
        <w:rPr>
          <w:rFonts w:cs="Arial"/>
          <w:color w:val="000000"/>
          <w:sz w:val="20"/>
          <w:szCs w:val="20"/>
        </w:rPr>
        <w:t xml:space="preserve">uchwałą dotyczącą zasad realizacji projektu </w:t>
      </w:r>
      <w:r w:rsidRPr="0037593C">
        <w:rPr>
          <w:rFonts w:cs="Arial"/>
          <w:color w:val="000000"/>
          <w:sz w:val="20"/>
          <w:szCs w:val="20"/>
        </w:rPr>
        <w:t>współfinansowanego z Europejskiego Funduszu Rozwoju Regionalnego w ramach FEM 2021-2021. Kontrola obejmuje zgodność działania z przepisami ustawy Pzp lub z zasadą konkurencyjności określoną w wytycznych w zakresie kwalifikowalności wydatków.</w:t>
      </w:r>
    </w:p>
    <w:p w14:paraId="4A3E2FE6" w14:textId="77777777" w:rsidR="00FD2B10" w:rsidRPr="008A44E0" w:rsidRDefault="00FD2B10" w:rsidP="007550EF">
      <w:pPr>
        <w:numPr>
          <w:ilvl w:val="1"/>
          <w:numId w:val="14"/>
        </w:numPr>
        <w:spacing w:before="120" w:after="120" w:line="360" w:lineRule="auto"/>
        <w:ind w:left="709"/>
        <w:jc w:val="both"/>
        <w:rPr>
          <w:rFonts w:cs="Arial"/>
          <w:color w:val="000000"/>
          <w:sz w:val="20"/>
          <w:szCs w:val="20"/>
        </w:rPr>
      </w:pPr>
      <w:r w:rsidRPr="00BA7E19">
        <w:rPr>
          <w:rFonts w:cs="Arial"/>
          <w:color w:val="000000"/>
          <w:sz w:val="20"/>
          <w:szCs w:val="20"/>
        </w:rPr>
        <w:t>W przypadku stwierdzenia uchybień lub nieprawidłowości w wyniku kontroli postępowań o udzielenie zamówienia, o których mowa w pkt. 11.1., MJWPU wydaje odpowiednio rekomendację warunkową lub negatywną. </w:t>
      </w:r>
    </w:p>
    <w:p w14:paraId="4EC06B5D" w14:textId="77777777" w:rsidR="00CB54F0" w:rsidRPr="00F81477" w:rsidRDefault="00CB54F0" w:rsidP="007550EF">
      <w:pPr>
        <w:numPr>
          <w:ilvl w:val="1"/>
          <w:numId w:val="14"/>
        </w:numPr>
        <w:spacing w:before="120" w:after="120" w:line="360" w:lineRule="auto"/>
        <w:ind w:left="709"/>
        <w:jc w:val="both"/>
        <w:rPr>
          <w:rFonts w:cs="Arial"/>
          <w:sz w:val="20"/>
          <w:szCs w:val="20"/>
        </w:rPr>
      </w:pPr>
      <w:r w:rsidRPr="008A44E0">
        <w:rPr>
          <w:rFonts w:cs="Arial"/>
          <w:color w:val="000000"/>
          <w:sz w:val="20"/>
          <w:szCs w:val="20"/>
        </w:rPr>
        <w:t>W przypadku, gdy wydana zostanie rekomendacja warunkowa w</w:t>
      </w:r>
      <w:r w:rsidR="0002706C" w:rsidRPr="008A44E0">
        <w:rPr>
          <w:rFonts w:cs="Arial"/>
          <w:color w:val="000000"/>
          <w:sz w:val="20"/>
          <w:szCs w:val="20"/>
        </w:rPr>
        <w:t>nioskodawca zostanie wezwany do </w:t>
      </w:r>
      <w:r w:rsidRPr="008A44E0">
        <w:rPr>
          <w:rFonts w:cs="Arial"/>
          <w:color w:val="000000"/>
          <w:sz w:val="20"/>
          <w:szCs w:val="20"/>
        </w:rPr>
        <w:t>przedstawienia</w:t>
      </w:r>
      <w:r w:rsidRPr="00F81477">
        <w:rPr>
          <w:rFonts w:cs="Arial"/>
          <w:sz w:val="20"/>
          <w:szCs w:val="20"/>
        </w:rPr>
        <w:t xml:space="preserve"> do współfinansowania innych wydatków nie obarczonych błędem.</w:t>
      </w:r>
    </w:p>
    <w:p w14:paraId="4094F676" w14:textId="40DBAB3D" w:rsidR="00872A84" w:rsidRDefault="00797A32" w:rsidP="007550EF">
      <w:pPr>
        <w:pStyle w:val="Akapitzlist"/>
        <w:numPr>
          <w:ilvl w:val="1"/>
          <w:numId w:val="14"/>
        </w:numPr>
        <w:spacing w:before="120" w:after="120" w:line="360" w:lineRule="auto"/>
        <w:jc w:val="both"/>
        <w:rPr>
          <w:rFonts w:cs="Arial"/>
          <w:color w:val="000000"/>
          <w:sz w:val="20"/>
          <w:szCs w:val="20"/>
        </w:rPr>
      </w:pPr>
      <w:r w:rsidRPr="00872A84">
        <w:rPr>
          <w:rFonts w:cs="Arial"/>
          <w:color w:val="000000"/>
          <w:sz w:val="20"/>
          <w:szCs w:val="20"/>
        </w:rPr>
        <w:t xml:space="preserve">Jeżeli wnioskodawca nie przedstawi do współfinansowania wydatków, o których mowa w pkt. 11.3., wówczas zostanie przygotowany projekt </w:t>
      </w:r>
      <w:r w:rsidR="00034F6E" w:rsidRPr="00872A84">
        <w:rPr>
          <w:rFonts w:cs="Arial"/>
          <w:color w:val="000000"/>
          <w:sz w:val="20"/>
          <w:szCs w:val="20"/>
        </w:rPr>
        <w:t>zasad realizacji projektu</w:t>
      </w:r>
      <w:r w:rsidRPr="00872A84">
        <w:rPr>
          <w:rFonts w:cs="Arial"/>
          <w:color w:val="000000"/>
          <w:sz w:val="20"/>
          <w:szCs w:val="20"/>
        </w:rPr>
        <w:t xml:space="preserve"> z urealnioną kwotą dofinansowania (pomniejszoną o ewentualne oszczędności poprzetargowe i o wydatki niekwalifikowalne, w związku ze stwierdzonymi naruszeniami) albo projekt aneksu do </w:t>
      </w:r>
      <w:r w:rsidR="00034F6E" w:rsidRPr="00872A84">
        <w:rPr>
          <w:rFonts w:cs="Arial"/>
          <w:color w:val="000000"/>
          <w:sz w:val="20"/>
          <w:szCs w:val="20"/>
        </w:rPr>
        <w:t>zasad realizacji projektu</w:t>
      </w:r>
      <w:r w:rsidRPr="00872A84">
        <w:rPr>
          <w:rFonts w:cs="Arial"/>
          <w:color w:val="000000"/>
          <w:sz w:val="20"/>
          <w:szCs w:val="20"/>
        </w:rPr>
        <w:t xml:space="preserve"> o dofinansowanie, stosownie pomniejszający (urealniający) kwotę dofinansowania, który jest zawierany za zgodą wnioskodawcy jednocześnie z </w:t>
      </w:r>
      <w:r w:rsidR="00872A84" w:rsidRPr="00872A84">
        <w:rPr>
          <w:rFonts w:cs="Arial"/>
          <w:color w:val="000000"/>
          <w:sz w:val="20"/>
          <w:szCs w:val="20"/>
        </w:rPr>
        <w:t>zasad</w:t>
      </w:r>
      <w:r w:rsidR="00872A84">
        <w:rPr>
          <w:rFonts w:cs="Arial"/>
          <w:color w:val="000000"/>
          <w:sz w:val="20"/>
          <w:szCs w:val="20"/>
        </w:rPr>
        <w:t>ami</w:t>
      </w:r>
      <w:r w:rsidR="00872A84" w:rsidRPr="00872A84">
        <w:rPr>
          <w:rFonts w:cs="Arial"/>
          <w:color w:val="000000"/>
          <w:sz w:val="20"/>
          <w:szCs w:val="20"/>
        </w:rPr>
        <w:t xml:space="preserve"> realizacji projektu</w:t>
      </w:r>
      <w:r w:rsidR="00872A84">
        <w:rPr>
          <w:rFonts w:cs="Arial"/>
          <w:color w:val="000000"/>
          <w:sz w:val="20"/>
          <w:szCs w:val="20"/>
        </w:rPr>
        <w:t>.</w:t>
      </w:r>
    </w:p>
    <w:p w14:paraId="24F16902" w14:textId="72123C01" w:rsidR="00F15636" w:rsidRPr="00872A84" w:rsidRDefault="00872A84" w:rsidP="007550EF">
      <w:pPr>
        <w:pStyle w:val="Akapitzlist"/>
        <w:numPr>
          <w:ilvl w:val="1"/>
          <w:numId w:val="14"/>
        </w:numPr>
        <w:spacing w:before="120" w:after="120" w:line="360" w:lineRule="auto"/>
        <w:jc w:val="both"/>
        <w:rPr>
          <w:rFonts w:cs="Arial"/>
          <w:color w:val="000000"/>
          <w:sz w:val="20"/>
          <w:szCs w:val="20"/>
        </w:rPr>
      </w:pPr>
      <w:r w:rsidRPr="00872A84">
        <w:rPr>
          <w:rFonts w:cs="Arial"/>
          <w:color w:val="000000"/>
          <w:sz w:val="20"/>
          <w:szCs w:val="20"/>
        </w:rPr>
        <w:t xml:space="preserve"> </w:t>
      </w:r>
      <w:r w:rsidR="00CB54F0" w:rsidRPr="00872A84">
        <w:rPr>
          <w:rFonts w:cs="Arial"/>
          <w:color w:val="000000"/>
          <w:sz w:val="20"/>
          <w:szCs w:val="20"/>
        </w:rPr>
        <w:t>W przypadku, gdy wydana zostanie rekomendacja negatywna</w:t>
      </w:r>
      <w:r w:rsidR="00382B4F" w:rsidRPr="00872A84">
        <w:rPr>
          <w:rFonts w:cs="Arial"/>
          <w:color w:val="000000"/>
          <w:sz w:val="20"/>
          <w:szCs w:val="20"/>
        </w:rPr>
        <w:t>,</w:t>
      </w:r>
      <w:r w:rsidR="00CB54F0" w:rsidRPr="00872A84">
        <w:rPr>
          <w:rFonts w:cs="Arial"/>
          <w:color w:val="FF0000"/>
          <w:sz w:val="20"/>
          <w:szCs w:val="20"/>
        </w:rPr>
        <w:t xml:space="preserve"> </w:t>
      </w:r>
      <w:r w:rsidR="005C7107" w:rsidRPr="00872A84">
        <w:rPr>
          <w:rFonts w:cs="Arial"/>
          <w:sz w:val="20"/>
          <w:szCs w:val="20"/>
        </w:rPr>
        <w:t>projekt nie może otrzymać dofinansowania.</w:t>
      </w:r>
    </w:p>
    <w:p w14:paraId="5C563C6E" w14:textId="67E34B28" w:rsidR="005E653B" w:rsidRPr="00AC05A5" w:rsidRDefault="005E653B" w:rsidP="007550EF">
      <w:pPr>
        <w:numPr>
          <w:ilvl w:val="1"/>
          <w:numId w:val="14"/>
        </w:numPr>
        <w:spacing w:before="120" w:after="120" w:line="360" w:lineRule="auto"/>
        <w:jc w:val="both"/>
        <w:rPr>
          <w:rStyle w:val="Hipercze"/>
          <w:rFonts w:cs="Arial"/>
          <w:color w:val="auto"/>
          <w:sz w:val="20"/>
          <w:szCs w:val="20"/>
          <w:u w:val="none"/>
        </w:rPr>
      </w:pPr>
      <w:r w:rsidRPr="008A44E0">
        <w:rPr>
          <w:rFonts w:cs="Arial"/>
          <w:color w:val="000000"/>
          <w:sz w:val="20"/>
          <w:szCs w:val="20"/>
        </w:rPr>
        <w:t>Przed przystąpieniem do przeprowadzenia procedury zamówienia, w celu prawidłowej realizacji postępowania Pzp, wnioskodawca zobowiązany jest do zapoznania się z aktualnymi dokumentami i komunikatami opublikowanymi w serwisie internetowym</w:t>
      </w:r>
      <w:r w:rsidRPr="00F15636">
        <w:rPr>
          <w:rFonts w:cs="Arial"/>
          <w:sz w:val="20"/>
          <w:szCs w:val="20"/>
        </w:rPr>
        <w:t xml:space="preserve"> Urzędu Zamówień Publicznych:</w:t>
      </w:r>
      <w:r>
        <w:rPr>
          <w:rFonts w:cs="Arial"/>
          <w:sz w:val="20"/>
          <w:szCs w:val="20"/>
        </w:rPr>
        <w:t xml:space="preserve"> </w:t>
      </w:r>
      <w:r w:rsidR="00C64793" w:rsidRPr="00C64793">
        <w:rPr>
          <w:rStyle w:val="Hipercze"/>
          <w:rFonts w:cs="Arial"/>
          <w:color w:val="000000"/>
          <w:sz w:val="20"/>
          <w:szCs w:val="20"/>
        </w:rPr>
        <w:t>https://www.gov.pl/web/uzp/</w:t>
      </w:r>
    </w:p>
    <w:p w14:paraId="3DFF60CF" w14:textId="4DA6AB06" w:rsidR="00563025" w:rsidRPr="003930D6" w:rsidRDefault="003930D6" w:rsidP="003930D6">
      <w:pPr>
        <w:pStyle w:val="Nagwek1"/>
        <w:numPr>
          <w:ilvl w:val="0"/>
          <w:numId w:val="18"/>
        </w:numPr>
        <w:jc w:val="center"/>
      </w:pPr>
      <w:bookmarkStart w:id="29" w:name="_Toc121316219"/>
      <w:r>
        <w:t xml:space="preserve"> </w:t>
      </w:r>
      <w:bookmarkStart w:id="30" w:name="_Toc195787776"/>
      <w:r w:rsidR="00563025" w:rsidRPr="003930D6">
        <w:t>BAZA KONKURENCYJNOŚCI FUNDUSZY EUROPEJSKICH</w:t>
      </w:r>
      <w:bookmarkEnd w:id="29"/>
      <w:bookmarkEnd w:id="30"/>
    </w:p>
    <w:p w14:paraId="0931B48D" w14:textId="77777777" w:rsidR="00AC05A5" w:rsidRPr="00AC05A5" w:rsidRDefault="00AC05A5" w:rsidP="00AC05A5"/>
    <w:p w14:paraId="52E84669" w14:textId="77777777" w:rsidR="008A44E0" w:rsidRDefault="008A44E0" w:rsidP="00B974AF">
      <w:pPr>
        <w:pStyle w:val="Akapitzlist"/>
        <w:spacing w:before="120" w:after="120" w:line="360" w:lineRule="auto"/>
        <w:ind w:left="360"/>
        <w:contextualSpacing w:val="0"/>
        <w:jc w:val="both"/>
        <w:rPr>
          <w:rFonts w:cs="Arial"/>
          <w:vanish/>
          <w:color w:val="000000"/>
          <w:sz w:val="20"/>
          <w:szCs w:val="20"/>
        </w:rPr>
      </w:pPr>
    </w:p>
    <w:p w14:paraId="33E20509" w14:textId="77777777" w:rsidR="00FD2B10" w:rsidRPr="008A44E0" w:rsidRDefault="00DE2C77" w:rsidP="00DE2C77">
      <w:pPr>
        <w:spacing w:before="120" w:after="120" w:line="360" w:lineRule="auto"/>
        <w:ind w:left="709" w:hanging="709"/>
        <w:jc w:val="both"/>
        <w:rPr>
          <w:rFonts w:cs="Arial"/>
          <w:color w:val="000000"/>
          <w:sz w:val="20"/>
          <w:szCs w:val="20"/>
        </w:rPr>
      </w:pPr>
      <w:r>
        <w:rPr>
          <w:rFonts w:cs="Arial"/>
          <w:color w:val="000000"/>
          <w:sz w:val="20"/>
          <w:szCs w:val="20"/>
        </w:rPr>
        <w:t>11.1</w:t>
      </w:r>
      <w:r>
        <w:rPr>
          <w:rFonts w:cs="Arial"/>
          <w:color w:val="000000"/>
          <w:sz w:val="20"/>
          <w:szCs w:val="20"/>
        </w:rPr>
        <w:tab/>
        <w:t>Z</w:t>
      </w:r>
      <w:r w:rsidR="00FD2B10" w:rsidRPr="008A44E0">
        <w:rPr>
          <w:rFonts w:cs="Arial"/>
          <w:color w:val="000000"/>
          <w:sz w:val="20"/>
          <w:szCs w:val="20"/>
        </w:rPr>
        <w:t>godnie z wytycznymi w zakresie kwalifikowalności wydatków, wnioskodawcy/beneficjenci są zobowiązani do stosowania zasady konkurencyjności, która gwarantuje zachowanie uczciwej konkurencji i równe traktowanie wykonawców przy realizacji projektów dofinansowanych z funduszy europejskich. </w:t>
      </w:r>
    </w:p>
    <w:p w14:paraId="00E7EA6A" w14:textId="217AEC2F" w:rsidR="005E653B" w:rsidRPr="00DE2C77" w:rsidRDefault="00DE2C77" w:rsidP="00DE2C77">
      <w:pPr>
        <w:spacing w:before="120" w:after="120" w:line="360" w:lineRule="auto"/>
        <w:ind w:left="709" w:hanging="709"/>
        <w:jc w:val="both"/>
        <w:rPr>
          <w:rFonts w:cs="Arial"/>
          <w:color w:val="000000"/>
          <w:sz w:val="20"/>
          <w:szCs w:val="20"/>
        </w:rPr>
      </w:pPr>
      <w:r>
        <w:rPr>
          <w:rFonts w:cs="Arial"/>
          <w:color w:val="000000"/>
          <w:sz w:val="20"/>
          <w:szCs w:val="20"/>
        </w:rPr>
        <w:t>11.2</w:t>
      </w:r>
      <w:r>
        <w:rPr>
          <w:rFonts w:cs="Arial"/>
          <w:color w:val="000000"/>
          <w:sz w:val="20"/>
          <w:szCs w:val="20"/>
        </w:rPr>
        <w:tab/>
      </w:r>
      <w:r w:rsidR="005E653B" w:rsidRPr="008A44E0">
        <w:rPr>
          <w:rFonts w:cs="Arial"/>
          <w:color w:val="000000"/>
          <w:sz w:val="20"/>
          <w:szCs w:val="20"/>
        </w:rPr>
        <w:t>Beneficjenci</w:t>
      </w:r>
      <w:r w:rsidR="005E653B" w:rsidRPr="00DE2C77">
        <w:rPr>
          <w:rFonts w:cs="Arial"/>
          <w:color w:val="000000"/>
          <w:sz w:val="20"/>
          <w:szCs w:val="20"/>
        </w:rPr>
        <w:t xml:space="preserve"> środków unijnych oraz wnioskodawcy są zobowiązani do publikacji zapytań ofertowych niezbędnych do realizacji projektów w Bazie Konkurencyjności Funduszy Europejskich</w:t>
      </w:r>
      <w:r w:rsidR="00E833B9">
        <w:rPr>
          <w:rFonts w:cs="Arial"/>
          <w:color w:val="000000"/>
          <w:sz w:val="20"/>
          <w:szCs w:val="20"/>
        </w:rPr>
        <w:t xml:space="preserve"> (BK2021)</w:t>
      </w:r>
      <w:r w:rsidR="005E653B" w:rsidRPr="00DE2C77">
        <w:rPr>
          <w:rFonts w:cs="Arial"/>
          <w:color w:val="000000"/>
          <w:sz w:val="20"/>
          <w:szCs w:val="20"/>
        </w:rPr>
        <w:t xml:space="preserve">. Baza jest dostępna pod adresem: </w:t>
      </w:r>
      <w:hyperlink r:id="rId20" w:history="1">
        <w:r w:rsidR="005E653B" w:rsidRPr="007B251A">
          <w:rPr>
            <w:color w:val="000000"/>
            <w:sz w:val="20"/>
            <w:szCs w:val="20"/>
          </w:rPr>
          <w:t>https://bazakonkurencyjnosci.funduszeeuropejskie.gov.pl/.</w:t>
        </w:r>
      </w:hyperlink>
      <w:r w:rsidR="005E653B" w:rsidRPr="00DE2C77">
        <w:rPr>
          <w:rFonts w:cs="Arial"/>
          <w:color w:val="000000"/>
          <w:sz w:val="20"/>
          <w:szCs w:val="20"/>
        </w:rPr>
        <w:t xml:space="preserve"> Wszystkie oferty powinny być składane za pośrednictwem BK2021. Komunikacja </w:t>
      </w:r>
      <w:r w:rsidR="007B251A">
        <w:rPr>
          <w:rFonts w:cs="Arial"/>
          <w:color w:val="000000"/>
          <w:sz w:val="20"/>
          <w:szCs w:val="20"/>
        </w:rPr>
        <w:t xml:space="preserve">między zamawiającym a oferentem </w:t>
      </w:r>
      <w:r w:rsidR="005E653B" w:rsidRPr="00DE2C77">
        <w:rPr>
          <w:rFonts w:cs="Arial"/>
          <w:color w:val="000000"/>
          <w:sz w:val="20"/>
          <w:szCs w:val="20"/>
        </w:rPr>
        <w:t>(pytania/odpowiedzi) również musi odbywać się za pośrednictwem BK2021.</w:t>
      </w:r>
    </w:p>
    <w:p w14:paraId="5C188433" w14:textId="0A47C6DA" w:rsidR="00FD2B10" w:rsidRPr="00DE2C77" w:rsidRDefault="00DE2C77" w:rsidP="00DE2C77">
      <w:pPr>
        <w:spacing w:before="120" w:after="120" w:line="360" w:lineRule="auto"/>
        <w:ind w:left="709" w:hanging="709"/>
        <w:jc w:val="both"/>
        <w:rPr>
          <w:rFonts w:cs="Arial"/>
          <w:color w:val="000000"/>
          <w:sz w:val="20"/>
          <w:szCs w:val="20"/>
        </w:rPr>
      </w:pPr>
      <w:r>
        <w:rPr>
          <w:rFonts w:cs="Arial"/>
          <w:color w:val="000000"/>
          <w:sz w:val="20"/>
          <w:szCs w:val="20"/>
        </w:rPr>
        <w:t>11.3</w:t>
      </w:r>
      <w:r>
        <w:rPr>
          <w:rFonts w:cs="Arial"/>
          <w:color w:val="000000"/>
          <w:sz w:val="20"/>
          <w:szCs w:val="20"/>
        </w:rPr>
        <w:tab/>
      </w:r>
      <w:r w:rsidR="00FD2B10" w:rsidRPr="00DE2C77">
        <w:rPr>
          <w:rFonts w:cs="Arial"/>
          <w:color w:val="000000"/>
          <w:sz w:val="20"/>
          <w:szCs w:val="20"/>
        </w:rPr>
        <w:t xml:space="preserve">W przypadku zamówień realizowanych przez beneficjentów, którzy nie są zamawiającymi w rozumieniu Pzp, wartość zamówienia ustala się w odniesieniu do danego projektu. Wnioskodawcy/beneficjenci powinni </w:t>
      </w:r>
      <w:r w:rsidR="00FD2B10" w:rsidRPr="00DE2C77">
        <w:rPr>
          <w:rFonts w:cs="Arial"/>
          <w:color w:val="000000"/>
          <w:sz w:val="20"/>
          <w:szCs w:val="20"/>
        </w:rPr>
        <w:lastRenderedPageBreak/>
        <w:t xml:space="preserve">realizować wydatki zgodnie z zasadą konkurencyjności, jeśli wartość realizowanych przez nich zamówień przekroczy </w:t>
      </w:r>
      <w:r w:rsidR="00D10313">
        <w:rPr>
          <w:rFonts w:cs="Arial"/>
          <w:color w:val="000000"/>
          <w:sz w:val="20"/>
          <w:szCs w:val="20"/>
        </w:rPr>
        <w:t>8</w:t>
      </w:r>
      <w:r w:rsidR="00FD2B10" w:rsidRPr="00DE2C77">
        <w:rPr>
          <w:rFonts w:cs="Arial"/>
          <w:color w:val="000000"/>
          <w:sz w:val="20"/>
          <w:szCs w:val="20"/>
        </w:rPr>
        <w:t>0 000 PLN netto.</w:t>
      </w:r>
    </w:p>
    <w:p w14:paraId="3394925D" w14:textId="324B849C" w:rsidR="00316362" w:rsidRPr="00DE2C77" w:rsidRDefault="00DE2C77" w:rsidP="00DE2C77">
      <w:pPr>
        <w:spacing w:before="120" w:after="120" w:line="360" w:lineRule="auto"/>
        <w:ind w:left="709" w:hanging="709"/>
        <w:jc w:val="both"/>
        <w:rPr>
          <w:rFonts w:cs="Arial"/>
          <w:color w:val="000000"/>
          <w:sz w:val="20"/>
          <w:szCs w:val="20"/>
        </w:rPr>
      </w:pPr>
      <w:bookmarkStart w:id="31" w:name="_Toc121316221"/>
      <w:r>
        <w:rPr>
          <w:rFonts w:cs="Arial"/>
          <w:color w:val="000000"/>
          <w:sz w:val="20"/>
          <w:szCs w:val="20"/>
        </w:rPr>
        <w:t>11.4</w:t>
      </w:r>
      <w:r>
        <w:rPr>
          <w:rFonts w:cs="Arial"/>
          <w:color w:val="000000"/>
          <w:sz w:val="20"/>
          <w:szCs w:val="20"/>
        </w:rPr>
        <w:tab/>
      </w:r>
      <w:r w:rsidR="00316362" w:rsidRPr="00DE2C77">
        <w:rPr>
          <w:rFonts w:cs="Arial"/>
          <w:color w:val="000000"/>
          <w:sz w:val="20"/>
          <w:szCs w:val="20"/>
        </w:rPr>
        <w:t>Podmioty, które są zamawiającymi w rozumieniu Pzp, po stwierdzeniu, że szacunkowa wartość zamówienia nie przekracza wartości kwoty 130 000 złotych netto</w:t>
      </w:r>
      <w:r w:rsidR="005F3E21" w:rsidRPr="00DE2C77">
        <w:rPr>
          <w:rFonts w:cs="Arial"/>
          <w:color w:val="000000"/>
          <w:sz w:val="20"/>
          <w:szCs w:val="20"/>
        </w:rPr>
        <w:t>,</w:t>
      </w:r>
      <w:r w:rsidR="00316362" w:rsidRPr="00DE2C77">
        <w:rPr>
          <w:rFonts w:cs="Arial"/>
          <w:color w:val="000000"/>
          <w:sz w:val="20"/>
          <w:szCs w:val="20"/>
        </w:rPr>
        <w:t xml:space="preserve"> określają wartość zamówienia w odniesieniu do danego projektu w celu stwierdzenia czy zamówienie podlega zasadzie konkurencyjności</w:t>
      </w:r>
      <w:r w:rsidR="00616A11" w:rsidRPr="00DE2C77">
        <w:rPr>
          <w:rFonts w:cs="Arial"/>
          <w:color w:val="000000"/>
          <w:sz w:val="20"/>
          <w:szCs w:val="20"/>
        </w:rPr>
        <w:t>.</w:t>
      </w:r>
    </w:p>
    <w:p w14:paraId="65BFC60F" w14:textId="77777777" w:rsidR="00A007BA" w:rsidRPr="00DE2C77" w:rsidRDefault="00DE2C77" w:rsidP="00DE2C77">
      <w:pPr>
        <w:spacing w:before="120" w:after="120" w:line="360" w:lineRule="auto"/>
        <w:ind w:left="709" w:hanging="709"/>
        <w:jc w:val="both"/>
        <w:rPr>
          <w:rFonts w:cs="Arial"/>
          <w:color w:val="000000"/>
          <w:sz w:val="20"/>
          <w:szCs w:val="20"/>
        </w:rPr>
      </w:pPr>
      <w:r>
        <w:rPr>
          <w:rFonts w:cs="Arial"/>
          <w:color w:val="000000"/>
          <w:sz w:val="20"/>
          <w:szCs w:val="20"/>
        </w:rPr>
        <w:t>11.5</w:t>
      </w:r>
      <w:r>
        <w:rPr>
          <w:rFonts w:cs="Arial"/>
          <w:color w:val="000000"/>
          <w:sz w:val="20"/>
          <w:szCs w:val="20"/>
        </w:rPr>
        <w:tab/>
      </w:r>
      <w:r w:rsidR="00A007BA" w:rsidRPr="00DE2C77">
        <w:rPr>
          <w:rFonts w:cs="Arial"/>
          <w:color w:val="000000"/>
          <w:sz w:val="20"/>
          <w:szCs w:val="20"/>
        </w:rPr>
        <w:t>Przypadki, w których nie ma obowiązku stosowania zasady konkurencyjności, zostały opisane w sekcji 3.2.1 „Wyłączenia” wytycznych w zakresie kwalifikowalności wydatków.</w:t>
      </w:r>
    </w:p>
    <w:p w14:paraId="20FCF46C" w14:textId="08A5E8A5" w:rsidR="00797A32" w:rsidRPr="003930D6" w:rsidRDefault="003930D6" w:rsidP="003930D6">
      <w:pPr>
        <w:pStyle w:val="Nagwek1"/>
        <w:numPr>
          <w:ilvl w:val="0"/>
          <w:numId w:val="18"/>
        </w:numPr>
        <w:jc w:val="center"/>
        <w:rPr>
          <w:rStyle w:val="normaltextrun"/>
        </w:rPr>
      </w:pPr>
      <w:bookmarkStart w:id="32" w:name="_Toc148963453"/>
      <w:bookmarkEnd w:id="31"/>
      <w:r>
        <w:t xml:space="preserve"> </w:t>
      </w:r>
      <w:bookmarkStart w:id="33" w:name="_Toc195787777"/>
      <w:r w:rsidR="004A2F6A" w:rsidRPr="003930D6">
        <w:t>ZASADY REALIZACJI PROJEKTU</w:t>
      </w:r>
      <w:bookmarkEnd w:id="32"/>
      <w:bookmarkEnd w:id="33"/>
    </w:p>
    <w:p w14:paraId="482CA906" w14:textId="77777777" w:rsidR="005E653B" w:rsidRPr="00B40785" w:rsidRDefault="005E653B" w:rsidP="00B40785">
      <w:pPr>
        <w:keepNext/>
        <w:spacing w:before="120" w:after="120" w:line="360" w:lineRule="auto"/>
        <w:jc w:val="both"/>
        <w:rPr>
          <w:rStyle w:val="normaltextrun"/>
          <w:rFonts w:cs="Arial"/>
          <w:sz w:val="20"/>
          <w:szCs w:val="20"/>
        </w:rPr>
      </w:pPr>
    </w:p>
    <w:p w14:paraId="69564A45" w14:textId="77777777" w:rsidR="00EC06F3" w:rsidRPr="00583C31" w:rsidRDefault="004A2F6A" w:rsidP="00EC06F3">
      <w:pPr>
        <w:keepNext/>
        <w:numPr>
          <w:ilvl w:val="1"/>
          <w:numId w:val="4"/>
        </w:numPr>
        <w:spacing w:before="120" w:after="120" w:line="360" w:lineRule="auto"/>
        <w:ind w:left="709"/>
        <w:contextualSpacing/>
        <w:jc w:val="both"/>
        <w:rPr>
          <w:rFonts w:cs="Arial"/>
          <w:sz w:val="20"/>
          <w:szCs w:val="20"/>
        </w:rPr>
      </w:pPr>
      <w:r w:rsidRPr="004A2F6A">
        <w:rPr>
          <w:rFonts w:cs="Arial"/>
          <w:sz w:val="20"/>
          <w:szCs w:val="20"/>
        </w:rPr>
        <w:t>Zarząd Województwa Mazowieckiego może podjąć uchwałę w sprawie Zasad realizacji projektu niekonkurencyjnego współfinansowanego z Europejskiego Funduszu Rozwoju Regionalnego w ramach programu Fundusze Europejskie dla Mazowsza 2021-2027, gdy wniosek znajduje się na liście projektów wybranych do dofinansowania, oraz dołączone zostały wszystkie załączniki wymagane na etapie podjęcia uchwały i nie ma innych przeszkód formalnych i prawnych a alokacja dostępna w ramach naboru pozwala na dofinansowanie realizacji projektu.</w:t>
      </w:r>
    </w:p>
    <w:p w14:paraId="6CA76841" w14:textId="26C4DCC5" w:rsidR="004A2F6A" w:rsidRPr="00583C31" w:rsidRDefault="004A2F6A" w:rsidP="00EC06F3">
      <w:pPr>
        <w:keepNext/>
        <w:numPr>
          <w:ilvl w:val="1"/>
          <w:numId w:val="4"/>
        </w:numPr>
        <w:spacing w:before="120" w:after="120" w:line="360" w:lineRule="auto"/>
        <w:ind w:left="709"/>
        <w:contextualSpacing/>
        <w:jc w:val="both"/>
        <w:rPr>
          <w:rFonts w:cs="Arial"/>
          <w:sz w:val="20"/>
          <w:szCs w:val="20"/>
        </w:rPr>
      </w:pPr>
      <w:r w:rsidRPr="00583C31">
        <w:rPr>
          <w:rFonts w:cs="Arial"/>
          <w:sz w:val="20"/>
          <w:szCs w:val="20"/>
        </w:rPr>
        <w:t>Wnioskodawca, którego projekt został wybrany do dofinansowania</w:t>
      </w:r>
      <w:r w:rsidR="00EC06F3" w:rsidRPr="00583C31">
        <w:rPr>
          <w:rFonts w:cs="Arial"/>
          <w:sz w:val="20"/>
          <w:szCs w:val="20"/>
        </w:rPr>
        <w:t xml:space="preserve">, z zastrzeżeniem wyjątków przewidzianych w regulaminie, </w:t>
      </w:r>
      <w:r w:rsidRPr="00583C31">
        <w:rPr>
          <w:rFonts w:cs="Arial"/>
          <w:sz w:val="20"/>
          <w:szCs w:val="20"/>
        </w:rPr>
        <w:t>jest zobowiązany do przesłania przez system MEWA 2.0 wszystkich dokumentów niezbędnych do podjęcia przez Zarząd Województwa Mazowieckiego uchwały w sprawie Zasad realizacji projektu, wyszczególnionych w liście załączników w pkt. 15.2 i 15.3. Niezłożenie dokumentacji w wyznaczonym terminie może oznaczać brak rezerwacji środków na dany projekt.</w:t>
      </w:r>
    </w:p>
    <w:p w14:paraId="6D57866A" w14:textId="77777777" w:rsidR="004A2F6A" w:rsidRPr="00583C31" w:rsidRDefault="004A2F6A" w:rsidP="003930D6">
      <w:pPr>
        <w:keepNext/>
        <w:numPr>
          <w:ilvl w:val="1"/>
          <w:numId w:val="4"/>
        </w:numPr>
        <w:spacing w:before="120" w:after="120" w:line="360" w:lineRule="auto"/>
        <w:ind w:left="709"/>
        <w:contextualSpacing/>
        <w:jc w:val="both"/>
        <w:rPr>
          <w:rFonts w:cs="Arial"/>
          <w:sz w:val="20"/>
          <w:szCs w:val="20"/>
        </w:rPr>
      </w:pPr>
      <w:r w:rsidRPr="00583C31">
        <w:rPr>
          <w:rFonts w:cs="Arial"/>
          <w:sz w:val="20"/>
          <w:szCs w:val="20"/>
        </w:rPr>
        <w:t>Termin na złożenie/ poprawę/uzupełnienie załączników i innych dokumentów niezbędnych do przyjęcia zasad wynosi 14 dni od dnia następnego po dniu wysłania wezwania przez MJWPU. O dotrzymaniu terminu decyduje data przesłania dokumentów w systemie MEWA 2.0.</w:t>
      </w:r>
    </w:p>
    <w:p w14:paraId="5E4A82FB" w14:textId="77777777" w:rsidR="00EC06F3" w:rsidRPr="00583C31" w:rsidRDefault="004A2F6A" w:rsidP="00EC06F3">
      <w:pPr>
        <w:keepNext/>
        <w:numPr>
          <w:ilvl w:val="1"/>
          <w:numId w:val="4"/>
        </w:numPr>
        <w:spacing w:before="120" w:after="120" w:line="360" w:lineRule="auto"/>
        <w:ind w:left="709"/>
        <w:contextualSpacing/>
        <w:jc w:val="both"/>
        <w:rPr>
          <w:rFonts w:cs="Arial"/>
          <w:sz w:val="20"/>
          <w:szCs w:val="20"/>
        </w:rPr>
      </w:pPr>
      <w:r w:rsidRPr="00583C31">
        <w:rPr>
          <w:rFonts w:cs="Arial"/>
          <w:sz w:val="20"/>
          <w:szCs w:val="20"/>
        </w:rPr>
        <w:t>W przypadku dokumentów, które utraciły ważność przed terminem podjęcia przez Zarząd Województwa Mazowieckiego uchwały w sprawie zasad realizacji projektu lub wymagają aktualizacji danych (np. harmonogram rzeczowo-finansowy realizacji projektu), wnioskodawca zobowiązany jest do dokonania ich aktualizacji i przesłania do MJWPU w terminie wskazanym odrębnym pismem.</w:t>
      </w:r>
    </w:p>
    <w:p w14:paraId="2B7D1A0B" w14:textId="5CBD1E91" w:rsidR="004A2F6A" w:rsidRPr="00583C31" w:rsidRDefault="004A2F6A" w:rsidP="00EC06F3">
      <w:pPr>
        <w:keepNext/>
        <w:numPr>
          <w:ilvl w:val="1"/>
          <w:numId w:val="4"/>
        </w:numPr>
        <w:spacing w:before="120" w:after="120" w:line="360" w:lineRule="auto"/>
        <w:ind w:left="709"/>
        <w:contextualSpacing/>
        <w:jc w:val="both"/>
        <w:rPr>
          <w:rFonts w:cs="Arial"/>
          <w:sz w:val="20"/>
          <w:szCs w:val="20"/>
        </w:rPr>
      </w:pPr>
      <w:r w:rsidRPr="00583C31">
        <w:rPr>
          <w:rFonts w:cs="Arial"/>
          <w:sz w:val="20"/>
          <w:szCs w:val="20"/>
        </w:rPr>
        <w:t>Warunkiem niezbędnym do podjęcia przez Zarząd Województwa Mazowieckiego uchwały w sprawie realizacji projektu włas</w:t>
      </w:r>
      <w:r w:rsidR="00EC06F3" w:rsidRPr="00583C31">
        <w:rPr>
          <w:rFonts w:cs="Arial"/>
          <w:sz w:val="20"/>
          <w:szCs w:val="20"/>
        </w:rPr>
        <w:t xml:space="preserve">nego Województwa Mazowieckiego, z zastrzeżeniem wyjątków przewidzianych w regulaminie, </w:t>
      </w:r>
      <w:r w:rsidRPr="00583C31">
        <w:rPr>
          <w:rFonts w:cs="Arial"/>
          <w:sz w:val="20"/>
          <w:szCs w:val="20"/>
        </w:rPr>
        <w:t>będzie dostarczenie wymaganych prawem zezwoleń dotyczących realizacji inwestycji.</w:t>
      </w:r>
    </w:p>
    <w:p w14:paraId="28BDD201" w14:textId="77777777" w:rsidR="004A2F6A" w:rsidRDefault="004A2F6A" w:rsidP="003930D6">
      <w:pPr>
        <w:keepNext/>
        <w:numPr>
          <w:ilvl w:val="1"/>
          <w:numId w:val="4"/>
        </w:numPr>
        <w:spacing w:before="120" w:after="120" w:line="360" w:lineRule="auto"/>
        <w:ind w:left="709"/>
        <w:contextualSpacing/>
        <w:jc w:val="both"/>
        <w:rPr>
          <w:rFonts w:cs="Arial"/>
          <w:sz w:val="20"/>
          <w:szCs w:val="20"/>
        </w:rPr>
      </w:pPr>
      <w:r w:rsidRPr="004A2F6A">
        <w:rPr>
          <w:rFonts w:cs="Arial"/>
          <w:sz w:val="20"/>
          <w:szCs w:val="20"/>
        </w:rPr>
        <w:t xml:space="preserve">Załączony do regulaminu wyboru projektów wzór Zasad realizacji projektu przyjęty przez Zarząd Województwa Mazowieckiego jest aktualny na dzień ogłoszenia naboru. W przypadku zmiany wzoru Zasad realizacji projektu wnioskodawca, który złożył projekt w trwającym naborze lub oczekuje na podjęcia przez ZWM uchwały w </w:t>
      </w:r>
      <w:r w:rsidRPr="004A2F6A">
        <w:rPr>
          <w:rFonts w:cs="Arial"/>
          <w:sz w:val="20"/>
          <w:szCs w:val="20"/>
        </w:rPr>
        <w:lastRenderedPageBreak/>
        <w:t xml:space="preserve">sprawie zasad realizacji projektu ma możliwość zapoznania się z aktualnie obowiązującym wzorem dostępnym na portalu FEM. </w:t>
      </w:r>
    </w:p>
    <w:p w14:paraId="7CF7EF46" w14:textId="6A3FB2DE" w:rsidR="004A2F6A" w:rsidRPr="004A2F6A" w:rsidRDefault="004A2F6A" w:rsidP="003930D6">
      <w:pPr>
        <w:keepNext/>
        <w:numPr>
          <w:ilvl w:val="1"/>
          <w:numId w:val="4"/>
        </w:numPr>
        <w:spacing w:before="120" w:after="120" w:line="360" w:lineRule="auto"/>
        <w:ind w:left="709"/>
        <w:contextualSpacing/>
        <w:jc w:val="both"/>
        <w:rPr>
          <w:rFonts w:cs="Arial"/>
          <w:sz w:val="20"/>
          <w:szCs w:val="20"/>
        </w:rPr>
      </w:pPr>
      <w:r w:rsidRPr="004A2F6A">
        <w:rPr>
          <w:rFonts w:cs="Arial"/>
          <w:sz w:val="20"/>
          <w:szCs w:val="20"/>
        </w:rPr>
        <w:t xml:space="preserve">Jeżeli MJWPU po wybraniu projektu do dofinansowania, a przed podjęciem uchwały albo podjęciem decyzji o dofinansowaniu projektu poweźmie wiedzę o okolicznościach mogących mieć negatywny wpływ na wynik oceny projektu, ponownie kieruje projekt do oceny w stosownym zakresie, o czym informuje wnioskodawcę. </w:t>
      </w:r>
    </w:p>
    <w:p w14:paraId="44F72412" w14:textId="77777777" w:rsidR="007A3CC9" w:rsidRPr="008804C1" w:rsidRDefault="007A3CC9" w:rsidP="008804C1">
      <w:pPr>
        <w:pStyle w:val="Akapitzlist"/>
        <w:spacing w:before="120" w:after="120" w:line="360" w:lineRule="auto"/>
        <w:ind w:left="709"/>
        <w:jc w:val="both"/>
        <w:rPr>
          <w:rFonts w:cs="Calibri"/>
          <w:color w:val="000000"/>
          <w:sz w:val="20"/>
          <w:szCs w:val="20"/>
          <w:shd w:val="clear" w:color="auto" w:fill="FFFFFF"/>
        </w:rPr>
      </w:pPr>
    </w:p>
    <w:p w14:paraId="78B38DB2" w14:textId="77777777" w:rsidR="009B04B4" w:rsidRDefault="00417CF1" w:rsidP="00BA2B54">
      <w:pPr>
        <w:pStyle w:val="Akapitzlist"/>
        <w:keepNext/>
        <w:numPr>
          <w:ilvl w:val="0"/>
          <w:numId w:val="4"/>
        </w:numPr>
        <w:spacing w:before="120" w:after="120" w:line="360" w:lineRule="auto"/>
        <w:jc w:val="center"/>
        <w:outlineLvl w:val="0"/>
        <w:rPr>
          <w:rFonts w:cs="Arial"/>
          <w:b/>
          <w:bCs/>
          <w:color w:val="000000"/>
          <w:sz w:val="28"/>
          <w:szCs w:val="28"/>
        </w:rPr>
      </w:pPr>
      <w:bookmarkStart w:id="34" w:name="_Toc195787778"/>
      <w:r w:rsidRPr="00417CF1">
        <w:rPr>
          <w:rFonts w:cs="Arial"/>
          <w:b/>
          <w:bCs/>
          <w:color w:val="000000"/>
          <w:sz w:val="28"/>
          <w:szCs w:val="28"/>
        </w:rPr>
        <w:t>SYSTEM TELEINFORMATYCZNY CST2021</w:t>
      </w:r>
      <w:bookmarkEnd w:id="34"/>
    </w:p>
    <w:p w14:paraId="1B4FD8D5" w14:textId="77777777" w:rsidR="00AC05A5" w:rsidRDefault="00AC05A5" w:rsidP="00AC05A5">
      <w:pPr>
        <w:pStyle w:val="Akapitzlist"/>
        <w:keepNext/>
        <w:spacing w:before="120" w:after="120" w:line="360" w:lineRule="auto"/>
        <w:ind w:left="480"/>
        <w:outlineLvl w:val="0"/>
        <w:rPr>
          <w:rFonts w:cs="Arial"/>
          <w:b/>
          <w:bCs/>
          <w:color w:val="000000"/>
          <w:sz w:val="28"/>
          <w:szCs w:val="28"/>
        </w:rPr>
      </w:pPr>
    </w:p>
    <w:p w14:paraId="613E1DE5" w14:textId="77777777" w:rsidR="00672AC5" w:rsidRPr="00672AC5" w:rsidRDefault="00672AC5" w:rsidP="0079764D">
      <w:pPr>
        <w:pStyle w:val="Akapitzlist"/>
        <w:keepNext/>
        <w:tabs>
          <w:tab w:val="left" w:pos="709"/>
        </w:tabs>
        <w:spacing w:before="120" w:after="120" w:line="360" w:lineRule="auto"/>
        <w:ind w:left="709"/>
        <w:jc w:val="both"/>
        <w:rPr>
          <w:rFonts w:cs="Arial"/>
          <w:vanish/>
        </w:rPr>
      </w:pPr>
    </w:p>
    <w:p w14:paraId="270DD513" w14:textId="256DEC01" w:rsidR="00316362" w:rsidRPr="007A2AE0" w:rsidRDefault="00316362" w:rsidP="0079764D">
      <w:pPr>
        <w:pStyle w:val="Akapitzlist"/>
        <w:keepNext/>
        <w:numPr>
          <w:ilvl w:val="1"/>
          <w:numId w:val="4"/>
        </w:numPr>
        <w:tabs>
          <w:tab w:val="left" w:pos="709"/>
        </w:tabs>
        <w:spacing w:before="120" w:after="120" w:line="360" w:lineRule="auto"/>
        <w:ind w:left="709"/>
        <w:jc w:val="both"/>
        <w:rPr>
          <w:rFonts w:cs="Arial"/>
          <w:sz w:val="20"/>
          <w:szCs w:val="20"/>
        </w:rPr>
      </w:pPr>
      <w:r w:rsidRPr="003E637E">
        <w:rPr>
          <w:rFonts w:cs="Arial"/>
          <w:sz w:val="20"/>
          <w:szCs w:val="20"/>
        </w:rPr>
        <w:t>CST2021 (Centralny system teleinformatyczny) jest systemem wspierającym realizację programów operacyjnych realizowanych w ramach Funduszy Europejskich 2021-2027. Beneficjent jest zobowiązany do pracy w tym systemie po</w:t>
      </w:r>
      <w:r w:rsidR="0082216E">
        <w:rPr>
          <w:rFonts w:cs="Arial"/>
          <w:sz w:val="20"/>
          <w:szCs w:val="20"/>
        </w:rPr>
        <w:t xml:space="preserve"> </w:t>
      </w:r>
      <w:r w:rsidR="0079764D">
        <w:rPr>
          <w:rFonts w:cs="Arial"/>
          <w:sz w:val="20"/>
          <w:szCs w:val="20"/>
        </w:rPr>
        <w:t xml:space="preserve">uchwaleniu </w:t>
      </w:r>
      <w:r w:rsidR="0079764D" w:rsidRPr="0079764D">
        <w:rPr>
          <w:rFonts w:cs="Arial"/>
          <w:sz w:val="20"/>
          <w:szCs w:val="20"/>
        </w:rPr>
        <w:t>zasad realizacji projektu</w:t>
      </w:r>
      <w:r w:rsidRPr="003E637E">
        <w:rPr>
          <w:rFonts w:cs="Arial"/>
          <w:sz w:val="20"/>
          <w:szCs w:val="20"/>
        </w:rPr>
        <w:t xml:space="preserve">. Aktualne instrukcje użytkowania systemu będą zamieszczone na stronie: </w:t>
      </w:r>
      <w:hyperlink r:id="rId21" w:history="1">
        <w:r w:rsidR="007A2AE0" w:rsidRPr="007A2AE0">
          <w:rPr>
            <w:rStyle w:val="Hipercze"/>
            <w:color w:val="auto"/>
            <w:sz w:val="20"/>
            <w:szCs w:val="20"/>
          </w:rPr>
          <w:t>https://instrukcje.cst2021.gov.pl/</w:t>
        </w:r>
      </w:hyperlink>
      <w:r w:rsidR="007A2AE0">
        <w:rPr>
          <w:sz w:val="20"/>
          <w:szCs w:val="20"/>
        </w:rPr>
        <w:t>.</w:t>
      </w:r>
    </w:p>
    <w:p w14:paraId="58B40F8B" w14:textId="1FAC01D9" w:rsidR="00316362" w:rsidRPr="003E637E" w:rsidRDefault="007B251A" w:rsidP="00BA2B54">
      <w:pPr>
        <w:pStyle w:val="Akapitzlist"/>
        <w:numPr>
          <w:ilvl w:val="1"/>
          <w:numId w:val="4"/>
        </w:numPr>
        <w:spacing w:before="120" w:after="120" w:line="360" w:lineRule="auto"/>
        <w:ind w:left="720"/>
        <w:jc w:val="both"/>
        <w:rPr>
          <w:rFonts w:cs="Arial"/>
          <w:sz w:val="20"/>
          <w:szCs w:val="20"/>
        </w:rPr>
      </w:pPr>
      <w:r>
        <w:rPr>
          <w:rFonts w:cs="Arial"/>
          <w:sz w:val="20"/>
          <w:szCs w:val="20"/>
        </w:rPr>
        <w:t xml:space="preserve">System </w:t>
      </w:r>
      <w:r w:rsidR="00316362" w:rsidRPr="003E637E">
        <w:rPr>
          <w:rFonts w:cs="Arial"/>
          <w:sz w:val="20"/>
          <w:szCs w:val="20"/>
        </w:rPr>
        <w:t xml:space="preserve">CST2021 zapewnia spełnienie obowiązków nałożonych na państwa członkowskie UE odpowiednimi zapisami prawa, w zakresie umożliwienia beneficjentom realizującym projekty współfinansowane ze środków unijnych wymiany wszelkich informacji w zakresie projektów drogą elektroniczną w </w:t>
      </w:r>
      <w:r w:rsidR="00316362" w:rsidRPr="002748B5">
        <w:rPr>
          <w:rFonts w:cs="Arial"/>
          <w:sz w:val="20"/>
          <w:szCs w:val="20"/>
        </w:rPr>
        <w:t xml:space="preserve">rozumieniu </w:t>
      </w:r>
      <w:r w:rsidR="00607609" w:rsidRPr="002748B5">
        <w:rPr>
          <w:rFonts w:cs="Arial"/>
          <w:sz w:val="20"/>
          <w:szCs w:val="20"/>
        </w:rPr>
        <w:t xml:space="preserve">art. 69 ust. 8 </w:t>
      </w:r>
      <w:r w:rsidR="00316362" w:rsidRPr="002748B5">
        <w:rPr>
          <w:rFonts w:cs="Arial"/>
          <w:sz w:val="20"/>
          <w:szCs w:val="20"/>
        </w:rPr>
        <w:t>rozporządzenia</w:t>
      </w:r>
      <w:r w:rsidR="00316362" w:rsidRPr="003E637E">
        <w:rPr>
          <w:rFonts w:cs="Arial"/>
          <w:sz w:val="20"/>
          <w:szCs w:val="20"/>
        </w:rPr>
        <w:t xml:space="preserve"> ogólnego. Zakres wykorzystania </w:t>
      </w:r>
      <w:r w:rsidR="0007586E">
        <w:rPr>
          <w:rFonts w:cs="Arial"/>
          <w:sz w:val="20"/>
          <w:szCs w:val="20"/>
        </w:rPr>
        <w:t xml:space="preserve">CST2021 określają </w:t>
      </w:r>
      <w:r w:rsidR="006A25C1">
        <w:rPr>
          <w:rFonts w:cs="Arial"/>
          <w:sz w:val="20"/>
          <w:szCs w:val="20"/>
        </w:rPr>
        <w:t>W</w:t>
      </w:r>
      <w:r w:rsidR="00316362" w:rsidRPr="003E637E">
        <w:rPr>
          <w:rFonts w:cs="Arial"/>
          <w:sz w:val="20"/>
          <w:szCs w:val="20"/>
        </w:rPr>
        <w:t>ytyczne dotyczące warunków gromadzenia i przekazywania danych w postaci elektronicznej</w:t>
      </w:r>
      <w:r w:rsidR="006A25C1">
        <w:rPr>
          <w:rFonts w:cs="Arial"/>
          <w:sz w:val="20"/>
          <w:szCs w:val="20"/>
        </w:rPr>
        <w:t xml:space="preserve"> na lata 2021-2027 wydane przez</w:t>
      </w:r>
      <w:r w:rsidR="006A25C1">
        <w:rPr>
          <w:rFonts w:asciiTheme="minorHAnsi" w:hAnsiTheme="minorHAnsi" w:cstheme="minorHAnsi"/>
          <w:bCs/>
          <w:sz w:val="20"/>
          <w:szCs w:val="20"/>
        </w:rPr>
        <w:t xml:space="preserve"> </w:t>
      </w:r>
      <w:r w:rsidR="006A25C1" w:rsidRPr="006A25C1">
        <w:rPr>
          <w:rFonts w:cs="Arial"/>
          <w:bCs/>
          <w:sz w:val="20"/>
          <w:szCs w:val="20"/>
        </w:rPr>
        <w:t>MFiPR</w:t>
      </w:r>
      <w:r w:rsidR="00316362" w:rsidRPr="003E637E">
        <w:rPr>
          <w:rFonts w:cs="Arial"/>
          <w:sz w:val="20"/>
          <w:szCs w:val="20"/>
        </w:rPr>
        <w:t>, opracowane na podstawie art. 5 ust. 1 pkt 9 ustawy</w:t>
      </w:r>
      <w:r w:rsidR="00C5779D">
        <w:rPr>
          <w:rFonts w:cs="Arial"/>
          <w:sz w:val="20"/>
          <w:szCs w:val="20"/>
        </w:rPr>
        <w:t>.</w:t>
      </w:r>
    </w:p>
    <w:p w14:paraId="0EC538F1" w14:textId="77777777" w:rsidR="00127003" w:rsidRPr="00AD6DED" w:rsidRDefault="00127003" w:rsidP="00BA2B54">
      <w:pPr>
        <w:pStyle w:val="Akapitzlist"/>
        <w:numPr>
          <w:ilvl w:val="1"/>
          <w:numId w:val="4"/>
        </w:numPr>
        <w:spacing w:before="120" w:after="120" w:line="360" w:lineRule="auto"/>
        <w:ind w:left="720"/>
        <w:jc w:val="both"/>
        <w:rPr>
          <w:rFonts w:cs="Arial"/>
          <w:sz w:val="20"/>
          <w:szCs w:val="20"/>
        </w:rPr>
      </w:pPr>
      <w:r w:rsidRPr="00AD6DED">
        <w:rPr>
          <w:rFonts w:cs="Arial"/>
          <w:sz w:val="20"/>
          <w:szCs w:val="20"/>
        </w:rPr>
        <w:t xml:space="preserve">Wzór </w:t>
      </w:r>
      <w:r w:rsidR="00BF3F6F" w:rsidRPr="00AD6DED">
        <w:rPr>
          <w:rFonts w:cs="Arial"/>
          <w:sz w:val="20"/>
          <w:szCs w:val="20"/>
        </w:rPr>
        <w:t>Zasad realizacji projekt</w:t>
      </w:r>
      <w:r w:rsidR="00F72A98">
        <w:rPr>
          <w:rFonts w:cs="Arial"/>
          <w:sz w:val="20"/>
          <w:szCs w:val="20"/>
        </w:rPr>
        <w:t>u</w:t>
      </w:r>
      <w:r w:rsidRPr="00AD6DED">
        <w:rPr>
          <w:rFonts w:cs="Arial"/>
          <w:sz w:val="20"/>
          <w:szCs w:val="20"/>
        </w:rPr>
        <w:t>, stanowiący załącznik do niniejszego regulaminu naboru</w:t>
      </w:r>
      <w:r w:rsidR="00594FBA" w:rsidRPr="00AD6DED">
        <w:rPr>
          <w:rFonts w:cs="Arial"/>
          <w:sz w:val="20"/>
          <w:szCs w:val="20"/>
        </w:rPr>
        <w:t>, zobowiązuje beneficjenta</w:t>
      </w:r>
      <w:r w:rsidRPr="00AD6DED">
        <w:rPr>
          <w:rFonts w:cs="Arial"/>
          <w:sz w:val="20"/>
          <w:szCs w:val="20"/>
        </w:rPr>
        <w:t>, aby w ramach procesu rozliczania realizowanego projektu wykorzystywał system CST2021. </w:t>
      </w:r>
    </w:p>
    <w:p w14:paraId="79E778F3" w14:textId="77777777" w:rsidR="00D10313" w:rsidRDefault="00594FBA" w:rsidP="00D10313">
      <w:pPr>
        <w:pStyle w:val="Akapitzlist"/>
        <w:numPr>
          <w:ilvl w:val="1"/>
          <w:numId w:val="4"/>
        </w:numPr>
        <w:spacing w:before="120" w:after="120" w:line="360" w:lineRule="auto"/>
        <w:ind w:left="720"/>
        <w:jc w:val="both"/>
        <w:rPr>
          <w:rFonts w:cs="Arial"/>
          <w:sz w:val="20"/>
          <w:szCs w:val="20"/>
        </w:rPr>
      </w:pPr>
      <w:r>
        <w:rPr>
          <w:rFonts w:cs="Arial"/>
          <w:sz w:val="20"/>
          <w:szCs w:val="20"/>
        </w:rPr>
        <w:t>Przy użyciu CST2021, beneficjent</w:t>
      </w:r>
      <w:r w:rsidR="0007586E">
        <w:rPr>
          <w:rFonts w:cs="Arial"/>
          <w:sz w:val="20"/>
          <w:szCs w:val="20"/>
        </w:rPr>
        <w:t xml:space="preserve"> będzie zobowiązany</w:t>
      </w:r>
      <w:r w:rsidR="00127003" w:rsidRPr="007E32F9">
        <w:rPr>
          <w:rFonts w:cs="Arial"/>
          <w:sz w:val="20"/>
          <w:szCs w:val="20"/>
        </w:rPr>
        <w:t xml:space="preserve"> m.in. składać wnioski o płatn</w:t>
      </w:r>
      <w:r w:rsidR="00176C43">
        <w:rPr>
          <w:rFonts w:cs="Arial"/>
          <w:sz w:val="20"/>
          <w:szCs w:val="20"/>
        </w:rPr>
        <w:t>ość, prowadzić korespondencję z </w:t>
      </w:r>
      <w:r w:rsidR="00127003" w:rsidRPr="007E32F9">
        <w:rPr>
          <w:rFonts w:cs="Arial"/>
          <w:sz w:val="20"/>
          <w:szCs w:val="20"/>
        </w:rPr>
        <w:t>MJWPU, czy też przekazywać dane dotyczące planowanego harmonogramu płatności w projekcie. </w:t>
      </w:r>
    </w:p>
    <w:p w14:paraId="791F8E65" w14:textId="1258F624" w:rsidR="00D10313" w:rsidRPr="00D10313" w:rsidRDefault="00D10313" w:rsidP="00D10313">
      <w:pPr>
        <w:pStyle w:val="Akapitzlist"/>
        <w:numPr>
          <w:ilvl w:val="1"/>
          <w:numId w:val="4"/>
        </w:numPr>
        <w:spacing w:before="120" w:after="120" w:line="360" w:lineRule="auto"/>
        <w:ind w:left="720"/>
        <w:jc w:val="both"/>
        <w:rPr>
          <w:rFonts w:cs="Arial"/>
          <w:sz w:val="20"/>
          <w:szCs w:val="20"/>
        </w:rPr>
      </w:pPr>
      <w:bookmarkStart w:id="35" w:name="_GoBack"/>
      <w:bookmarkEnd w:id="35"/>
      <w:r w:rsidRPr="00D10313">
        <w:rPr>
          <w:rFonts w:cs="Arial"/>
          <w:sz w:val="20"/>
          <w:szCs w:val="20"/>
        </w:rPr>
        <w:t>Uprawnienia do CST2021 będą nadawane osobie uprawnionej do reprezentowania Beneficjenta na podstawie Wniosku o dodanie osoby uprawnionej zarządzającej projektem po stronie Beneficjenta, zgodnie ze wzorem stanowiącym załącznik do niniejszego regulaminu oraz zgodnie z wytycznymi wskazanymi w pkt. 13.2.</w:t>
      </w:r>
    </w:p>
    <w:p w14:paraId="32DAC227" w14:textId="77777777" w:rsidR="00127003" w:rsidRPr="007E32F9" w:rsidRDefault="00127003" w:rsidP="00BA2B54">
      <w:pPr>
        <w:pStyle w:val="Akapitzlist"/>
        <w:numPr>
          <w:ilvl w:val="1"/>
          <w:numId w:val="4"/>
        </w:numPr>
        <w:spacing w:before="120" w:after="120" w:line="360" w:lineRule="auto"/>
        <w:ind w:left="720"/>
        <w:jc w:val="both"/>
        <w:rPr>
          <w:rFonts w:cs="Arial"/>
          <w:sz w:val="20"/>
          <w:szCs w:val="20"/>
        </w:rPr>
      </w:pPr>
      <w:r w:rsidRPr="007E32F9">
        <w:rPr>
          <w:rFonts w:cs="Arial"/>
          <w:sz w:val="20"/>
          <w:szCs w:val="20"/>
        </w:rPr>
        <w:t>Uwierzytelnianie użytkownika będzie następować poprzez wykorzystanie profilu zaufanego ePUAP lub podpisu elektronicznego weryfikowanego za pomocą kwalifikowanego certyfikatu. </w:t>
      </w:r>
    </w:p>
    <w:p w14:paraId="0D572125" w14:textId="77777777" w:rsidR="00127003" w:rsidRPr="007E32F9" w:rsidRDefault="00127003" w:rsidP="00BA2B54">
      <w:pPr>
        <w:pStyle w:val="Akapitzlist"/>
        <w:numPr>
          <w:ilvl w:val="1"/>
          <w:numId w:val="4"/>
        </w:numPr>
        <w:spacing w:before="120" w:after="120" w:line="360" w:lineRule="auto"/>
        <w:ind w:left="720"/>
        <w:jc w:val="both"/>
        <w:rPr>
          <w:rFonts w:cs="Arial"/>
          <w:sz w:val="20"/>
          <w:szCs w:val="20"/>
        </w:rPr>
      </w:pPr>
      <w:r w:rsidRPr="007E32F9">
        <w:rPr>
          <w:rFonts w:cs="Arial"/>
          <w:sz w:val="20"/>
          <w:szCs w:val="20"/>
        </w:rPr>
        <w:t>Jeżeli z powodów technicznych ePUAP przestanie działać, uwierzytelnianie użytkownika będzie następować poprzez wykorzystanie loginu i hasła wygenerowanego przez CST2021. W takim przypadku funkcję loginu będzie pełnił PESEL danej osoby uprawnionej (w przypadku wnioskodawcy krajowego) albo adres e-mail (w przypadku wnioskodawcy zagranicznego). </w:t>
      </w:r>
    </w:p>
    <w:p w14:paraId="7F4EC71C" w14:textId="77777777" w:rsidR="00034F6E" w:rsidRDefault="00127003" w:rsidP="00034F6E">
      <w:pPr>
        <w:pStyle w:val="Akapitzlist"/>
        <w:numPr>
          <w:ilvl w:val="1"/>
          <w:numId w:val="4"/>
        </w:numPr>
        <w:spacing w:before="120" w:after="120" w:line="360" w:lineRule="auto"/>
        <w:ind w:left="720"/>
        <w:jc w:val="both"/>
        <w:rPr>
          <w:rFonts w:cs="Arial"/>
          <w:sz w:val="20"/>
          <w:szCs w:val="20"/>
        </w:rPr>
      </w:pPr>
      <w:r w:rsidRPr="007E32F9">
        <w:rPr>
          <w:rFonts w:cs="Arial"/>
          <w:sz w:val="20"/>
          <w:szCs w:val="20"/>
        </w:rPr>
        <w:t>Wszystkie osob</w:t>
      </w:r>
      <w:r w:rsidR="00594FBA">
        <w:rPr>
          <w:rFonts w:cs="Arial"/>
          <w:sz w:val="20"/>
          <w:szCs w:val="20"/>
        </w:rPr>
        <w:t xml:space="preserve">y uprawnione przez beneficjenta </w:t>
      </w:r>
      <w:r w:rsidRPr="007E32F9">
        <w:rPr>
          <w:rFonts w:cs="Arial"/>
          <w:sz w:val="20"/>
          <w:szCs w:val="20"/>
        </w:rPr>
        <w:t>będą zobowiązane do przestrzegania regulaminu bezpieczeństwa informacji przetwarzanych w</w:t>
      </w:r>
      <w:r w:rsidR="007B251A">
        <w:rPr>
          <w:rFonts w:cs="Arial"/>
          <w:sz w:val="20"/>
          <w:szCs w:val="20"/>
        </w:rPr>
        <w:t xml:space="preserve"> </w:t>
      </w:r>
      <w:r w:rsidRPr="007E32F9">
        <w:rPr>
          <w:rFonts w:cs="Arial"/>
          <w:sz w:val="20"/>
          <w:szCs w:val="20"/>
        </w:rPr>
        <w:t>centraln</w:t>
      </w:r>
      <w:r w:rsidR="007B251A">
        <w:rPr>
          <w:rFonts w:cs="Arial"/>
          <w:sz w:val="20"/>
          <w:szCs w:val="20"/>
        </w:rPr>
        <w:t>ym</w:t>
      </w:r>
      <w:r w:rsidRPr="007E32F9">
        <w:rPr>
          <w:rFonts w:cs="Arial"/>
          <w:sz w:val="20"/>
          <w:szCs w:val="20"/>
        </w:rPr>
        <w:t xml:space="preserve"> system</w:t>
      </w:r>
      <w:r w:rsidR="007B251A">
        <w:rPr>
          <w:rFonts w:cs="Arial"/>
          <w:sz w:val="20"/>
          <w:szCs w:val="20"/>
        </w:rPr>
        <w:t>ie teleinformatycznym</w:t>
      </w:r>
      <w:r w:rsidRPr="007E32F9">
        <w:rPr>
          <w:rFonts w:cs="Arial"/>
          <w:sz w:val="20"/>
          <w:szCs w:val="20"/>
        </w:rPr>
        <w:t>. </w:t>
      </w:r>
    </w:p>
    <w:p w14:paraId="145F9A4D" w14:textId="70AEDC85" w:rsidR="00227B68" w:rsidRPr="00034F6E" w:rsidRDefault="00227B68" w:rsidP="00034F6E">
      <w:pPr>
        <w:pStyle w:val="Akapitzlist"/>
        <w:numPr>
          <w:ilvl w:val="1"/>
          <w:numId w:val="4"/>
        </w:numPr>
        <w:spacing w:before="120" w:after="120" w:line="360" w:lineRule="auto"/>
        <w:ind w:left="720"/>
        <w:jc w:val="both"/>
        <w:rPr>
          <w:rFonts w:cs="Arial"/>
          <w:sz w:val="20"/>
          <w:szCs w:val="20"/>
        </w:rPr>
      </w:pPr>
      <w:r w:rsidRPr="00034F6E">
        <w:rPr>
          <w:rFonts w:cs="Arial"/>
          <w:sz w:val="20"/>
          <w:szCs w:val="20"/>
        </w:rPr>
        <w:t xml:space="preserve">Beneficjent i MJWPU uznają za prawnie wiążące przyjęte w </w:t>
      </w:r>
      <w:r w:rsidR="00034F6E" w:rsidRPr="00034F6E">
        <w:rPr>
          <w:rFonts w:cs="Arial"/>
          <w:sz w:val="20"/>
          <w:szCs w:val="20"/>
        </w:rPr>
        <w:t xml:space="preserve">zasadach realizacji projektu </w:t>
      </w:r>
      <w:r w:rsidRPr="00034F6E">
        <w:rPr>
          <w:rFonts w:cs="Arial"/>
          <w:sz w:val="20"/>
          <w:szCs w:val="20"/>
        </w:rPr>
        <w:t>rozwiązania stosowane w zakresie komunikacji i wymiany danych w CST2021, bez możliwości kwestionowania skutków ich stosowania.</w:t>
      </w:r>
    </w:p>
    <w:p w14:paraId="2114BDA5" w14:textId="77777777" w:rsidR="00034F6E" w:rsidRPr="00034F6E" w:rsidRDefault="00594FBA" w:rsidP="00034F6E">
      <w:pPr>
        <w:pStyle w:val="Akapitzlist"/>
        <w:numPr>
          <w:ilvl w:val="1"/>
          <w:numId w:val="4"/>
        </w:numPr>
        <w:spacing w:before="120" w:after="120" w:line="360" w:lineRule="auto"/>
        <w:ind w:left="720"/>
        <w:jc w:val="both"/>
        <w:rPr>
          <w:rFonts w:cs="Arial"/>
          <w:sz w:val="20"/>
          <w:szCs w:val="20"/>
        </w:rPr>
      </w:pPr>
      <w:r w:rsidRPr="007305FB">
        <w:rPr>
          <w:rFonts w:eastAsia="Calibri" w:cs="Calibri"/>
          <w:sz w:val="20"/>
          <w:szCs w:val="20"/>
        </w:rPr>
        <w:lastRenderedPageBreak/>
        <w:t>Beneficjent zapewni stały dostę</w:t>
      </w:r>
      <w:r w:rsidR="00732D6E">
        <w:rPr>
          <w:rFonts w:eastAsia="Calibri" w:cs="Calibri"/>
          <w:sz w:val="20"/>
          <w:szCs w:val="20"/>
        </w:rPr>
        <w:t>p do systemów CST2021 i MEWA 2.0</w:t>
      </w:r>
      <w:r w:rsidRPr="007305FB">
        <w:rPr>
          <w:rFonts w:eastAsia="Calibri" w:cs="Calibri"/>
          <w:sz w:val="20"/>
          <w:szCs w:val="20"/>
        </w:rPr>
        <w:t xml:space="preserve"> dla osób upoważnionych do podejmowania decyzji i wiążących zobowiązań, w </w:t>
      </w:r>
      <w:r w:rsidR="00F72A98">
        <w:rPr>
          <w:rFonts w:eastAsia="Calibri" w:cs="Calibri"/>
          <w:sz w:val="20"/>
          <w:szCs w:val="20"/>
        </w:rPr>
        <w:t>okresie realizacji i trwałości p</w:t>
      </w:r>
      <w:r w:rsidRPr="007305FB">
        <w:rPr>
          <w:rFonts w:eastAsia="Calibri" w:cs="Calibri"/>
          <w:sz w:val="20"/>
          <w:szCs w:val="20"/>
        </w:rPr>
        <w:t>rojektu.</w:t>
      </w:r>
    </w:p>
    <w:p w14:paraId="075A0DD4" w14:textId="7B55AE82" w:rsidR="00316362" w:rsidRPr="00034F6E" w:rsidRDefault="00227B68" w:rsidP="00034F6E">
      <w:pPr>
        <w:pStyle w:val="Akapitzlist"/>
        <w:numPr>
          <w:ilvl w:val="1"/>
          <w:numId w:val="4"/>
        </w:numPr>
        <w:spacing w:before="120" w:after="120" w:line="360" w:lineRule="auto"/>
        <w:ind w:left="720"/>
        <w:jc w:val="both"/>
        <w:rPr>
          <w:rFonts w:cs="Arial"/>
          <w:sz w:val="20"/>
          <w:szCs w:val="20"/>
        </w:rPr>
      </w:pPr>
      <w:r w:rsidRPr="00034F6E">
        <w:rPr>
          <w:rFonts w:cs="Arial"/>
          <w:sz w:val="20"/>
          <w:szCs w:val="20"/>
        </w:rPr>
        <w:t xml:space="preserve">Beneficjent zapewni, że wszystkie osoby, upoważnione w systemie CST2021 zapoznały się z założeniami projektu zawartymi we wniosku o dofinansowanie, zapisami </w:t>
      </w:r>
      <w:r w:rsidR="00034F6E" w:rsidRPr="00034F6E">
        <w:rPr>
          <w:rFonts w:cs="Arial"/>
          <w:sz w:val="20"/>
          <w:szCs w:val="20"/>
        </w:rPr>
        <w:t>zasad realizacji projektu</w:t>
      </w:r>
      <w:r w:rsidRPr="00034F6E">
        <w:rPr>
          <w:rFonts w:cs="Arial"/>
          <w:sz w:val="20"/>
          <w:szCs w:val="20"/>
        </w:rPr>
        <w:t>.</w:t>
      </w:r>
      <w:bookmarkStart w:id="36" w:name="_Toc121316223"/>
    </w:p>
    <w:p w14:paraId="24D1456D" w14:textId="77777777" w:rsidR="002C3346" w:rsidRPr="002C3346" w:rsidRDefault="00316362" w:rsidP="00BA2B54">
      <w:pPr>
        <w:pStyle w:val="Akapitzlist"/>
        <w:numPr>
          <w:ilvl w:val="1"/>
          <w:numId w:val="4"/>
        </w:numPr>
        <w:spacing w:before="120" w:after="120" w:line="360" w:lineRule="auto"/>
        <w:ind w:left="709"/>
        <w:jc w:val="both"/>
      </w:pPr>
      <w:r w:rsidRPr="002C3346">
        <w:rPr>
          <w:rFonts w:cs="Arial"/>
          <w:sz w:val="20"/>
          <w:szCs w:val="20"/>
        </w:rPr>
        <w:t>Przekazanie dokumentów drogą elektroniczną nie zdejmuje z beneficjenta obowiązku przechowywania oryginałów dokumentów, które są wymagane podczas kontroli na </w:t>
      </w:r>
      <w:r w:rsidR="007A2AE0" w:rsidRPr="002C3346">
        <w:rPr>
          <w:rFonts w:cs="Arial"/>
          <w:sz w:val="20"/>
          <w:szCs w:val="20"/>
        </w:rPr>
        <w:t>miejscu w siedzibie beneficjenta</w:t>
      </w:r>
      <w:r w:rsidRPr="002C3346">
        <w:rPr>
          <w:rFonts w:cs="Arial"/>
          <w:sz w:val="20"/>
          <w:szCs w:val="20"/>
        </w:rPr>
        <w:t>.</w:t>
      </w:r>
    </w:p>
    <w:p w14:paraId="0B611E0C" w14:textId="77777777" w:rsidR="002C3346" w:rsidRPr="002C3346" w:rsidRDefault="002C3346" w:rsidP="002C3346">
      <w:pPr>
        <w:pStyle w:val="Akapitzlist"/>
        <w:spacing w:before="120" w:after="120" w:line="360" w:lineRule="auto"/>
        <w:ind w:left="709"/>
        <w:jc w:val="both"/>
      </w:pPr>
    </w:p>
    <w:p w14:paraId="27CA75B9" w14:textId="77777777" w:rsidR="003E6CF0" w:rsidRDefault="00417CF1" w:rsidP="00BA2B54">
      <w:pPr>
        <w:pStyle w:val="Akapitzlist"/>
        <w:numPr>
          <w:ilvl w:val="0"/>
          <w:numId w:val="4"/>
        </w:numPr>
        <w:spacing w:before="120" w:after="120" w:line="360" w:lineRule="auto"/>
        <w:jc w:val="center"/>
        <w:outlineLvl w:val="0"/>
        <w:rPr>
          <w:rFonts w:cs="Arial"/>
          <w:b/>
          <w:bCs/>
          <w:color w:val="000000"/>
          <w:sz w:val="28"/>
          <w:szCs w:val="28"/>
        </w:rPr>
      </w:pPr>
      <w:bookmarkStart w:id="37" w:name="_Toc195787779"/>
      <w:r w:rsidRPr="002C3346">
        <w:rPr>
          <w:rFonts w:cs="Arial"/>
          <w:b/>
          <w:bCs/>
          <w:color w:val="000000"/>
          <w:sz w:val="28"/>
          <w:szCs w:val="28"/>
        </w:rPr>
        <w:t>ZASADY HORYZONTALNE</w:t>
      </w:r>
      <w:bookmarkEnd w:id="37"/>
    </w:p>
    <w:p w14:paraId="1D12F900" w14:textId="77777777" w:rsidR="002C3346" w:rsidRPr="002748B5" w:rsidRDefault="002C3346" w:rsidP="002C3346">
      <w:pPr>
        <w:pStyle w:val="Akapitzlist"/>
        <w:spacing w:before="120" w:after="120" w:line="360" w:lineRule="auto"/>
        <w:ind w:left="480"/>
        <w:outlineLvl w:val="0"/>
        <w:rPr>
          <w:rFonts w:cs="Arial"/>
          <w:color w:val="000000"/>
          <w:sz w:val="24"/>
          <w:szCs w:val="24"/>
        </w:rPr>
      </w:pPr>
    </w:p>
    <w:p w14:paraId="7BE730B7"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Zgodnie z zapisami art. 9 Rozporządzenia ogólnego należy przestrzegać, na każdym z etapów wdrażania programów (tj. podczas przygotowywania, wdrażania, monitorowania, sprawozdawczości, ewaluacji, promocji i kontroli), zasad horyzontalnych, w tym równości szans kobiet i mężczyzn oraz równości szans </w:t>
      </w:r>
      <w:r w:rsidR="00FF2D90" w:rsidRPr="00BF3F6F">
        <w:rPr>
          <w:rFonts w:eastAsia="Calibri" w:cs="Calibri"/>
          <w:sz w:val="20"/>
          <w:szCs w:val="20"/>
        </w:rPr>
        <w:br/>
      </w:r>
      <w:r w:rsidRPr="00BF3F6F">
        <w:rPr>
          <w:rFonts w:eastAsia="Calibri" w:cs="Calibri"/>
          <w:sz w:val="20"/>
          <w:szCs w:val="20"/>
        </w:rPr>
        <w:t>i niedyskryminacji.</w:t>
      </w:r>
    </w:p>
    <w:p w14:paraId="6F44D3C4"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Wybrany projekt do dofinansowania musi być zgodny z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 Inwestycje muszą wykazać zgodność działań odnośnie przestrzegania zobowiązań w zakresie praw człowieka, a mianowicie Kartą Praw Podstawowych (KPP), Europejskim Filarem Praw Społecznych, Strategią na rzecz praw osób niepełnosprawnych 2021-2030. </w:t>
      </w:r>
    </w:p>
    <w:p w14:paraId="3E7CE6A3" w14:textId="0C514C9B"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Cele </w:t>
      </w:r>
      <w:r w:rsidR="00EC5C2F">
        <w:rPr>
          <w:rFonts w:eastAsia="Calibri" w:cs="Calibri"/>
          <w:sz w:val="20"/>
          <w:szCs w:val="20"/>
        </w:rPr>
        <w:t>funduszy unijnych</w:t>
      </w:r>
      <w:r w:rsidR="00EC5C2F" w:rsidRPr="00BF3F6F">
        <w:rPr>
          <w:rFonts w:eastAsia="Calibri" w:cs="Calibri"/>
          <w:sz w:val="20"/>
          <w:szCs w:val="20"/>
        </w:rPr>
        <w:t xml:space="preserve"> </w:t>
      </w:r>
      <w:r w:rsidRPr="00BF3F6F">
        <w:rPr>
          <w:rFonts w:eastAsia="Calibri" w:cs="Calibri"/>
          <w:sz w:val="20"/>
          <w:szCs w:val="20"/>
        </w:rPr>
        <w:t xml:space="preserve">należy realizować zgodnie z celem wspierania zrównoważonego rozwoju i zasady „nie czyń poważnych szkód”. Projekty realizowane w ramach FEM 2021-2027 muszą przyczyniać się do realizacji opisanych zasad horyzontalnych. </w:t>
      </w:r>
    </w:p>
    <w:p w14:paraId="58A8CC5C" w14:textId="77777777" w:rsidR="005E653B" w:rsidRPr="00BF3F6F" w:rsidRDefault="005E653B"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Szczegółowe informację zawarte są w załączniku do regulaminu naboru pt. ,,Zasady horyzontalne’’.</w:t>
      </w:r>
    </w:p>
    <w:p w14:paraId="5EB4DAC2" w14:textId="77777777" w:rsidR="005E653B" w:rsidRPr="00680959" w:rsidRDefault="005E653B" w:rsidP="005E653B">
      <w:pPr>
        <w:pStyle w:val="Akapitzlist"/>
        <w:spacing w:before="120" w:after="120" w:line="360" w:lineRule="auto"/>
        <w:ind w:left="709"/>
        <w:jc w:val="both"/>
        <w:rPr>
          <w:rFonts w:cs="Arial"/>
        </w:rPr>
      </w:pPr>
    </w:p>
    <w:p w14:paraId="5B392F8C" w14:textId="77777777" w:rsidR="001D496D" w:rsidRPr="002C3346" w:rsidRDefault="001D496D" w:rsidP="001D496D">
      <w:pPr>
        <w:pStyle w:val="Akapitzlist"/>
        <w:spacing w:before="120" w:after="120" w:line="360" w:lineRule="auto"/>
        <w:ind w:left="709"/>
        <w:jc w:val="both"/>
        <w:rPr>
          <w:rFonts w:cs="Arial"/>
          <w:sz w:val="20"/>
          <w:szCs w:val="20"/>
        </w:rPr>
      </w:pPr>
    </w:p>
    <w:p w14:paraId="3BE1FD5A" w14:textId="0397C46F" w:rsidR="002C3346" w:rsidRPr="008804C1" w:rsidRDefault="001D496D" w:rsidP="008804C1">
      <w:pPr>
        <w:pStyle w:val="Akapitzlist"/>
        <w:numPr>
          <w:ilvl w:val="0"/>
          <w:numId w:val="4"/>
        </w:numPr>
        <w:spacing w:before="120" w:after="120" w:line="360" w:lineRule="auto"/>
        <w:jc w:val="center"/>
        <w:outlineLvl w:val="0"/>
        <w:rPr>
          <w:rFonts w:cs="Arial"/>
          <w:b/>
          <w:bCs/>
          <w:color w:val="000000"/>
          <w:sz w:val="28"/>
          <w:szCs w:val="28"/>
        </w:rPr>
      </w:pPr>
      <w:bookmarkStart w:id="38" w:name="_Toc195787780"/>
      <w:r w:rsidRPr="002C3346">
        <w:rPr>
          <w:rFonts w:cs="Arial"/>
          <w:b/>
          <w:bCs/>
          <w:color w:val="000000"/>
          <w:sz w:val="28"/>
          <w:szCs w:val="28"/>
        </w:rPr>
        <w:t xml:space="preserve">ZAŁĄCZNIKI DO WNIOSKU O DOFINANSOWANIE </w:t>
      </w:r>
      <w:r w:rsidR="00BF3F6F">
        <w:rPr>
          <w:rFonts w:cs="Arial"/>
          <w:b/>
          <w:bCs/>
          <w:color w:val="000000"/>
          <w:sz w:val="28"/>
          <w:szCs w:val="28"/>
        </w:rPr>
        <w:br/>
      </w:r>
      <w:r w:rsidRPr="002C3346">
        <w:rPr>
          <w:rFonts w:cs="Arial"/>
          <w:b/>
          <w:bCs/>
          <w:color w:val="000000"/>
          <w:sz w:val="28"/>
          <w:szCs w:val="28"/>
        </w:rPr>
        <w:t>ORAZ DO </w:t>
      </w:r>
      <w:r w:rsidR="00034F6E" w:rsidRPr="00034F6E">
        <w:rPr>
          <w:rFonts w:cs="Arial"/>
          <w:b/>
          <w:bCs/>
          <w:sz w:val="28"/>
          <w:szCs w:val="28"/>
        </w:rPr>
        <w:t>ZASAD REALIZACJI PROJEKTU</w:t>
      </w:r>
      <w:r w:rsidR="00034F6E" w:rsidRPr="00034F6E">
        <w:rPr>
          <w:rFonts w:cs="Arial"/>
          <w:b/>
          <w:bCs/>
          <w:sz w:val="28"/>
          <w:szCs w:val="28"/>
          <w:vertAlign w:val="superscript"/>
        </w:rPr>
        <w:t xml:space="preserve"> </w:t>
      </w:r>
      <w:r w:rsidR="008804C1" w:rsidRPr="007251F9">
        <w:rPr>
          <w:rFonts w:cs="Arial"/>
          <w:b/>
          <w:bCs/>
          <w:color w:val="000000"/>
          <w:sz w:val="28"/>
          <w:szCs w:val="28"/>
          <w:vertAlign w:val="superscript"/>
        </w:rPr>
        <w:footnoteReference w:id="2"/>
      </w:r>
      <w:bookmarkEnd w:id="38"/>
    </w:p>
    <w:bookmarkEnd w:id="36"/>
    <w:p w14:paraId="67C14A52" w14:textId="77777777" w:rsidR="007251F9" w:rsidRDefault="007251F9" w:rsidP="007251F9">
      <w:pPr>
        <w:pStyle w:val="Akapitzlist"/>
        <w:spacing w:before="120" w:after="120" w:line="360" w:lineRule="auto"/>
        <w:jc w:val="both"/>
        <w:rPr>
          <w:rFonts w:cs="Calibri"/>
          <w:b/>
          <w:bCs/>
          <w:color w:val="000000"/>
          <w:sz w:val="20"/>
          <w:szCs w:val="20"/>
        </w:rPr>
      </w:pPr>
    </w:p>
    <w:p w14:paraId="7D4D29D1" w14:textId="77777777" w:rsidR="00536FE5" w:rsidRDefault="00F405AF" w:rsidP="00E55E81">
      <w:pPr>
        <w:pStyle w:val="Akapitzlist"/>
        <w:numPr>
          <w:ilvl w:val="1"/>
          <w:numId w:val="4"/>
        </w:numPr>
        <w:spacing w:before="120" w:after="120" w:line="360" w:lineRule="auto"/>
        <w:ind w:left="720"/>
        <w:jc w:val="both"/>
        <w:rPr>
          <w:rFonts w:eastAsia="Calibri" w:cs="Calibri"/>
          <w:b/>
          <w:bCs/>
          <w:sz w:val="20"/>
          <w:szCs w:val="20"/>
        </w:rPr>
      </w:pPr>
      <w:r w:rsidRPr="00E55E81">
        <w:rPr>
          <w:rFonts w:eastAsia="Calibri" w:cs="Calibri"/>
          <w:b/>
          <w:bCs/>
          <w:sz w:val="20"/>
          <w:szCs w:val="20"/>
        </w:rPr>
        <w:t>Wraz z wnioskiem o dofinansowanie projektu wnioskodawca jest zobowiązany</w:t>
      </w:r>
      <w:r w:rsidR="00D51DD4" w:rsidRPr="00E55E81">
        <w:rPr>
          <w:rFonts w:eastAsia="Calibri" w:cs="Calibri"/>
          <w:b/>
          <w:bCs/>
          <w:sz w:val="20"/>
          <w:szCs w:val="20"/>
        </w:rPr>
        <w:t xml:space="preserve"> </w:t>
      </w:r>
      <w:r w:rsidRPr="00E55E81">
        <w:rPr>
          <w:rFonts w:eastAsia="Calibri" w:cs="Calibri"/>
          <w:b/>
          <w:bCs/>
          <w:sz w:val="20"/>
          <w:szCs w:val="20"/>
        </w:rPr>
        <w:t>dołączyć załączniki ogólne:</w:t>
      </w:r>
    </w:p>
    <w:p w14:paraId="4C31AEEF" w14:textId="77777777" w:rsidR="00635DD5" w:rsidRPr="00E55E81" w:rsidRDefault="00635DD5" w:rsidP="00635DD5">
      <w:pPr>
        <w:pStyle w:val="Akapitzlist"/>
        <w:numPr>
          <w:ilvl w:val="2"/>
          <w:numId w:val="4"/>
        </w:numPr>
        <w:spacing w:before="120" w:after="120" w:line="360" w:lineRule="auto"/>
        <w:ind w:left="1418"/>
        <w:jc w:val="both"/>
        <w:rPr>
          <w:rFonts w:eastAsia="Calibri" w:cs="Calibri"/>
          <w:b/>
          <w:bCs/>
          <w:sz w:val="20"/>
          <w:szCs w:val="20"/>
        </w:rPr>
      </w:pPr>
      <w:r w:rsidRPr="0088375F">
        <w:rPr>
          <w:sz w:val="20"/>
          <w:szCs w:val="20"/>
        </w:rPr>
        <w:t>studium wykonalności, które w celu ułatwienia oceny MJWPU zaleca dołączyć w wersji edytowalnej, w tym wszystkie tabele finansowe powinny być sporządzone w arkuszu kalkulacyjnym i zawierać aktywne formuły - załącznik obowiązkowy</w:t>
      </w:r>
      <w:r>
        <w:rPr>
          <w:sz w:val="20"/>
          <w:szCs w:val="20"/>
        </w:rPr>
        <w:t>;</w:t>
      </w:r>
    </w:p>
    <w:p w14:paraId="2910EFF3" w14:textId="77777777" w:rsidR="00635DD5" w:rsidRPr="00E55E81" w:rsidRDefault="00635DD5" w:rsidP="00635DD5">
      <w:pPr>
        <w:pStyle w:val="Akapitzlist"/>
        <w:numPr>
          <w:ilvl w:val="2"/>
          <w:numId w:val="4"/>
        </w:numPr>
        <w:spacing w:before="120" w:after="120" w:line="360" w:lineRule="auto"/>
        <w:ind w:left="1418"/>
        <w:jc w:val="both"/>
        <w:rPr>
          <w:sz w:val="20"/>
          <w:szCs w:val="20"/>
        </w:rPr>
      </w:pPr>
      <w:r w:rsidRPr="0088375F">
        <w:rPr>
          <w:sz w:val="20"/>
          <w:szCs w:val="20"/>
        </w:rPr>
        <w:t>formularz do wniosku</w:t>
      </w:r>
      <w:r>
        <w:rPr>
          <w:sz w:val="20"/>
          <w:szCs w:val="20"/>
        </w:rPr>
        <w:t xml:space="preserve"> o dofinansowanie w zakresie OOŚ</w:t>
      </w:r>
      <w:r w:rsidRPr="0088375F">
        <w:rPr>
          <w:sz w:val="20"/>
          <w:szCs w:val="20"/>
        </w:rPr>
        <w:t xml:space="preserve"> z uwzg</w:t>
      </w:r>
      <w:r>
        <w:rPr>
          <w:sz w:val="20"/>
          <w:szCs w:val="20"/>
        </w:rPr>
        <w:t>l</w:t>
      </w:r>
      <w:r w:rsidRPr="0088375F">
        <w:rPr>
          <w:sz w:val="20"/>
          <w:szCs w:val="20"/>
        </w:rPr>
        <w:t>ędnieniem zasady „nie czyń poważnych szkód” do no significant harm (dnsh) - załącznik obowiązkowy;</w:t>
      </w:r>
    </w:p>
    <w:p w14:paraId="6E708FA6" w14:textId="77777777" w:rsidR="00EC2F69" w:rsidRPr="00E55E81" w:rsidRDefault="00EC2F69" w:rsidP="00EC2F69">
      <w:pPr>
        <w:pStyle w:val="Akapitzlist"/>
        <w:numPr>
          <w:ilvl w:val="2"/>
          <w:numId w:val="4"/>
        </w:numPr>
        <w:spacing w:before="120" w:after="120" w:line="360" w:lineRule="auto"/>
        <w:ind w:left="1418"/>
        <w:jc w:val="both"/>
        <w:rPr>
          <w:sz w:val="20"/>
          <w:szCs w:val="20"/>
        </w:rPr>
      </w:pPr>
      <w:r w:rsidRPr="0088375F">
        <w:rPr>
          <w:sz w:val="20"/>
          <w:szCs w:val="20"/>
        </w:rPr>
        <w:lastRenderedPageBreak/>
        <w:t>deklarację organu odpowiedzialnego za monitorowanie obszarów Natura 2000. Organem właściwym do wydania deklaracji jest RDOŚ - załącznik obowiązkowy;</w:t>
      </w:r>
    </w:p>
    <w:p w14:paraId="2DE25070" w14:textId="1ECE9FDD" w:rsidR="008164E1" w:rsidRPr="008164E1" w:rsidRDefault="00EC2F69" w:rsidP="008164E1">
      <w:pPr>
        <w:pStyle w:val="Akapitzlist"/>
        <w:numPr>
          <w:ilvl w:val="2"/>
          <w:numId w:val="4"/>
        </w:numPr>
        <w:spacing w:before="120" w:after="120" w:line="360" w:lineRule="auto"/>
        <w:ind w:left="1418"/>
        <w:jc w:val="both"/>
        <w:rPr>
          <w:rFonts w:cs="Calibri"/>
          <w:b/>
          <w:bCs/>
          <w:color w:val="000000"/>
          <w:sz w:val="20"/>
          <w:szCs w:val="20"/>
        </w:rPr>
      </w:pPr>
      <w:r w:rsidRPr="0088375F">
        <w:rPr>
          <w:sz w:val="20"/>
          <w:szCs w:val="20"/>
        </w:rPr>
        <w:t xml:space="preserve">dokumentację w zakresie oceny oddziaływania na środowisko – należy załączyć jedynie w przypadku, gdy projekt dotyczy przedsięwzięć o których mowa w art. 59 ustawy z dnia 3 października 2008 r. o udostępnianiu informacji o środowisku i jego ochronie, udziale społeczeństwa w ochronie środowiska oraz o ocenach oddziaływania na środowisko </w:t>
      </w:r>
      <w:r w:rsidR="00583C31" w:rsidRPr="00583C31">
        <w:rPr>
          <w:sz w:val="20"/>
          <w:szCs w:val="20"/>
        </w:rPr>
        <w:t>(Dz.U. z 2024 r. poz. 1112, z późn. zm.);</w:t>
      </w:r>
    </w:p>
    <w:p w14:paraId="6818397C" w14:textId="6953D809" w:rsidR="008164E1" w:rsidRPr="008164E1" w:rsidRDefault="008164E1" w:rsidP="008164E1">
      <w:pPr>
        <w:pStyle w:val="Akapitzlist"/>
        <w:numPr>
          <w:ilvl w:val="2"/>
          <w:numId w:val="4"/>
        </w:numPr>
        <w:spacing w:before="120" w:after="120" w:line="360" w:lineRule="auto"/>
        <w:ind w:left="1418"/>
        <w:jc w:val="both"/>
        <w:rPr>
          <w:rFonts w:cs="Calibri"/>
          <w:b/>
          <w:bCs/>
          <w:sz w:val="20"/>
          <w:szCs w:val="20"/>
        </w:rPr>
      </w:pPr>
      <w:r w:rsidRPr="008164E1">
        <w:rPr>
          <w:sz w:val="20"/>
          <w:szCs w:val="20"/>
        </w:rPr>
        <w:t xml:space="preserve">deklarację organu odpowiedzialnego za gospodarkę wodną - należy załączyć jedynie w przypadku, gdy projekt dotyczy jednolitych części wód (powierzchniowych i/lub podziemnych). Z obowiązku przedłożenia powyższej deklaracji wyłączone są przedsięwzięcia, dla których wydano decyzję </w:t>
      </w:r>
      <w:r>
        <w:rPr>
          <w:sz w:val="20"/>
          <w:szCs w:val="20"/>
        </w:rPr>
        <w:br/>
      </w:r>
      <w:r w:rsidRPr="008164E1">
        <w:rPr>
          <w:sz w:val="20"/>
          <w:szCs w:val="20"/>
        </w:rPr>
        <w:t>o środowiskowych uwarunkowaniach, w której znajduje się analiza oddziaływania inwestycji na jednolite części wód;</w:t>
      </w:r>
    </w:p>
    <w:p w14:paraId="09D2110D" w14:textId="2FF3EFE7" w:rsidR="00635DD5" w:rsidRPr="00E55E81" w:rsidRDefault="00635DD5" w:rsidP="00635DD5">
      <w:pPr>
        <w:pStyle w:val="Akapitzlist"/>
        <w:numPr>
          <w:ilvl w:val="2"/>
          <w:numId w:val="4"/>
        </w:numPr>
        <w:spacing w:before="120" w:after="120" w:line="360" w:lineRule="auto"/>
        <w:ind w:left="1418"/>
        <w:jc w:val="both"/>
        <w:rPr>
          <w:sz w:val="20"/>
          <w:szCs w:val="20"/>
        </w:rPr>
      </w:pPr>
      <w:r w:rsidRPr="0088375F">
        <w:rPr>
          <w:sz w:val="20"/>
          <w:szCs w:val="20"/>
        </w:rPr>
        <w:t>wyciąg z dokumentacji technicznej i/lub specyfikacja techniczna. W przypadku projektów inwestycyjnych wymagających zgłoszenia robót budowlanych, wnioskodawca zobowiązany jest dostarczyć opis techniczny zawarty w dokumentacji technicznej lub wyciąg z opisu technicznego. Ponadto, na żądanie MJWPU, wnioskodawca zobowiązany jest dostarczyć pełną dokumentację techniczną projektu. W przypadku zakupów środków trwałych należy dostarczyć specyfikację techniczną</w:t>
      </w:r>
      <w:r>
        <w:rPr>
          <w:sz w:val="20"/>
          <w:szCs w:val="20"/>
        </w:rPr>
        <w:t xml:space="preserve"> - </w:t>
      </w:r>
      <w:r w:rsidRPr="0088375F">
        <w:rPr>
          <w:sz w:val="20"/>
          <w:szCs w:val="20"/>
        </w:rPr>
        <w:t>załącznik obowiązkowy;</w:t>
      </w:r>
    </w:p>
    <w:p w14:paraId="7744E92F" w14:textId="77777777" w:rsidR="00EC2F69" w:rsidRPr="00E55E81" w:rsidRDefault="00EC2F69" w:rsidP="00EC2F69">
      <w:pPr>
        <w:pStyle w:val="Akapitzlist"/>
        <w:numPr>
          <w:ilvl w:val="2"/>
          <w:numId w:val="4"/>
        </w:numPr>
        <w:spacing w:before="120" w:after="120" w:line="360" w:lineRule="auto"/>
        <w:ind w:left="1418"/>
        <w:jc w:val="both"/>
        <w:rPr>
          <w:sz w:val="20"/>
          <w:szCs w:val="20"/>
        </w:rPr>
      </w:pPr>
      <w:r w:rsidRPr="0088375F">
        <w:rPr>
          <w:sz w:val="20"/>
          <w:szCs w:val="20"/>
        </w:rPr>
        <w:t>dokumenty dotyczące zagospodarowania przestrzennego (kopia decyzji o warunkach zabudowy lub kopia decyzji o ustaleniu lokalizacji inwestycji celu publicznego lub wypis i wyrys z miejscowego planu zagospodarowania przestrzennego);</w:t>
      </w:r>
    </w:p>
    <w:p w14:paraId="29B2A69D" w14:textId="77777777" w:rsidR="00EC2F69" w:rsidRPr="00E55E81" w:rsidRDefault="00EC2F69" w:rsidP="00EC2F69">
      <w:pPr>
        <w:pStyle w:val="Akapitzlist"/>
        <w:numPr>
          <w:ilvl w:val="2"/>
          <w:numId w:val="4"/>
        </w:numPr>
        <w:spacing w:before="120" w:after="120" w:line="360" w:lineRule="auto"/>
        <w:ind w:left="1418" w:hanging="709"/>
        <w:jc w:val="both"/>
        <w:rPr>
          <w:sz w:val="20"/>
          <w:szCs w:val="20"/>
        </w:rPr>
      </w:pPr>
      <w:r w:rsidRPr="0088375F">
        <w:rPr>
          <w:sz w:val="20"/>
          <w:szCs w:val="20"/>
        </w:rPr>
        <w:t xml:space="preserve">kopię </w:t>
      </w:r>
      <w:r w:rsidRPr="00845BCB">
        <w:rPr>
          <w:sz w:val="20"/>
          <w:szCs w:val="20"/>
        </w:rPr>
        <w:t xml:space="preserve">Zezwolenia na Realizację Inwestycji Drogowej, </w:t>
      </w:r>
      <w:r w:rsidRPr="0088375F">
        <w:rPr>
          <w:sz w:val="20"/>
          <w:szCs w:val="20"/>
        </w:rPr>
        <w:t>pozwolenia (pozwoleń) na budowę/zgłoszenia (zgłoszeń) budowy lub wykonywania robót budowlanych oraz zmiany sposobu użytkowania obiektu budowlanego lub jego części – w przypadku projektów dla których do dnia złożenia wniosku załącznik (załączniki) uzyskano;</w:t>
      </w:r>
    </w:p>
    <w:p w14:paraId="5AE4D60B" w14:textId="2AC915A0" w:rsidR="00635DD5" w:rsidRPr="00500434" w:rsidRDefault="00635DD5" w:rsidP="00635DD5">
      <w:pPr>
        <w:pStyle w:val="Akapitzlist"/>
        <w:numPr>
          <w:ilvl w:val="2"/>
          <w:numId w:val="4"/>
        </w:numPr>
        <w:spacing w:before="120" w:after="120" w:line="360" w:lineRule="auto"/>
        <w:ind w:left="1418"/>
        <w:jc w:val="both"/>
        <w:rPr>
          <w:sz w:val="20"/>
          <w:szCs w:val="20"/>
        </w:rPr>
      </w:pPr>
      <w:r w:rsidRPr="00500434">
        <w:rPr>
          <w:sz w:val="20"/>
          <w:szCs w:val="20"/>
        </w:rPr>
        <w:t>dokument upoważniający osobę/osoby do reprezentowania wnioskodawcy. Pełnomocnictwo należy załączyć jedynie w przypadku, gdy wniosek lub jego uzupełnienie podpisywany jest przez inną osobę niż wskazaną do reprezentacji w dokumencie rejestrowym. Pełnomocnictwo powinno zawierać następujące dane:</w:t>
      </w:r>
      <w:r w:rsidR="0056071B" w:rsidRPr="00500434">
        <w:rPr>
          <w:sz w:val="20"/>
          <w:szCs w:val="20"/>
        </w:rPr>
        <w:t xml:space="preserve"> </w:t>
      </w:r>
      <w:r w:rsidRPr="00500434">
        <w:rPr>
          <w:sz w:val="20"/>
          <w:szCs w:val="20"/>
        </w:rPr>
        <w:t>oznaczenie mocodawcy oraz jego/ich dane osobowe - imię, nazwisko, oznaczenie osoby pełnomocnika określenie zakresu umocowania oraz podpis/podpisy identyfikujące mocodawcę;</w:t>
      </w:r>
    </w:p>
    <w:p w14:paraId="571F2763" w14:textId="58DC846E" w:rsidR="00DE0824" w:rsidRPr="00EC2F69" w:rsidRDefault="00DE0824" w:rsidP="00EC2F69">
      <w:pPr>
        <w:pStyle w:val="Akapitzlist"/>
        <w:numPr>
          <w:ilvl w:val="2"/>
          <w:numId w:val="4"/>
        </w:numPr>
        <w:spacing w:before="120" w:after="120" w:line="360" w:lineRule="auto"/>
        <w:ind w:left="1418"/>
        <w:jc w:val="both"/>
        <w:rPr>
          <w:sz w:val="20"/>
          <w:szCs w:val="20"/>
        </w:rPr>
      </w:pPr>
      <w:r w:rsidRPr="00DE0824">
        <w:rPr>
          <w:sz w:val="20"/>
          <w:szCs w:val="20"/>
        </w:rPr>
        <w:t>dokumenty niezbędne do oceny finansowej kondycji wnioskodawcy - załącznik obowiązkowy dla wszystkich projektów:</w:t>
      </w:r>
      <w:r w:rsidR="00EC2F69">
        <w:rPr>
          <w:sz w:val="20"/>
          <w:szCs w:val="20"/>
        </w:rPr>
        <w:t xml:space="preserve"> </w:t>
      </w:r>
      <w:r w:rsidRPr="00EC2F69">
        <w:rPr>
          <w:sz w:val="20"/>
          <w:szCs w:val="20"/>
        </w:rPr>
        <w:t>w przypadku jednostek samorządu terytorialnego – opinię składu orzekającego RIO o sprawozdaniu z wykonania budżetu za ostatni rok lub aktualną uchwałę o przyjęciu budżetu (bez załączników finansowych) wraz z uproszczonym sprawozdaniem finansowym (bilans oraz rachunek zysków i strat za ostatni zamknięty rok obrotowy);</w:t>
      </w:r>
    </w:p>
    <w:p w14:paraId="39C98477" w14:textId="0CE0EEA6" w:rsidR="00DE0824" w:rsidRDefault="00DE0824" w:rsidP="00DE0824">
      <w:pPr>
        <w:pStyle w:val="Akapitzlist"/>
        <w:spacing w:before="120" w:after="120" w:line="360" w:lineRule="auto"/>
        <w:ind w:left="1418"/>
        <w:jc w:val="both"/>
        <w:rPr>
          <w:sz w:val="20"/>
          <w:szCs w:val="20"/>
        </w:rPr>
      </w:pPr>
      <w:r w:rsidRPr="00DE0824">
        <w:rPr>
          <w:sz w:val="20"/>
          <w:szCs w:val="20"/>
        </w:rPr>
        <w:t>W przypadku, gdy załączone do wniosku o dofinansowanie dokumenty finansowe są niewystarczające do oceny kryterium merytorycznego ogólnego pn. „Wykonalność finansowa”, wnioskodawca może zostać poproszony dodatkowo o przedstawienie dokumentów potwierdzających zabezpieczenie finansowych środków na realizację przedsięwzięcia;</w:t>
      </w:r>
    </w:p>
    <w:p w14:paraId="56021B4D" w14:textId="77777777" w:rsidR="00635DD5" w:rsidRPr="0088375F" w:rsidRDefault="00635DD5" w:rsidP="00635DD5">
      <w:pPr>
        <w:pStyle w:val="Akapitzlist"/>
        <w:numPr>
          <w:ilvl w:val="2"/>
          <w:numId w:val="4"/>
        </w:numPr>
        <w:spacing w:before="120" w:after="120" w:line="360" w:lineRule="auto"/>
        <w:ind w:left="1418"/>
        <w:jc w:val="both"/>
        <w:rPr>
          <w:sz w:val="20"/>
          <w:szCs w:val="20"/>
        </w:rPr>
      </w:pPr>
      <w:r w:rsidRPr="0088375F">
        <w:rPr>
          <w:sz w:val="20"/>
          <w:szCs w:val="20"/>
        </w:rPr>
        <w:lastRenderedPageBreak/>
        <w:t>oświadczenie o posiadanym prawie do dysponowania nieruchomością w celu realizacji projektu</w:t>
      </w:r>
      <w:r>
        <w:rPr>
          <w:sz w:val="20"/>
          <w:szCs w:val="20"/>
        </w:rPr>
        <w:t xml:space="preserve"> oraz jego trwałości</w:t>
      </w:r>
      <w:r w:rsidRPr="0088375F">
        <w:rPr>
          <w:sz w:val="20"/>
          <w:szCs w:val="20"/>
        </w:rPr>
        <w:t xml:space="preserve"> - załącznik obowiązkowy;</w:t>
      </w:r>
    </w:p>
    <w:p w14:paraId="29DE385C" w14:textId="77777777" w:rsidR="00635DD5" w:rsidRPr="0088375F" w:rsidRDefault="00635DD5" w:rsidP="00635DD5">
      <w:pPr>
        <w:pStyle w:val="Akapitzlist"/>
        <w:numPr>
          <w:ilvl w:val="2"/>
          <w:numId w:val="4"/>
        </w:numPr>
        <w:spacing w:before="120" w:after="120" w:line="360" w:lineRule="auto"/>
        <w:ind w:left="1418"/>
        <w:jc w:val="both"/>
        <w:rPr>
          <w:sz w:val="20"/>
          <w:szCs w:val="20"/>
        </w:rPr>
      </w:pPr>
      <w:r w:rsidRPr="0088375F">
        <w:rPr>
          <w:sz w:val="20"/>
          <w:szCs w:val="20"/>
        </w:rPr>
        <w:t>mapę z lokalizacją planowanej inwestycji, wykonaną przy pomocy np. Google Maps, aplikacji ze strony: http://www.qgis.org/pl/site/forusers/download.html lub narysowana w innym programie graficznym z możliwością swobodnego odtworzenia. Możliwe jest również naniesienie lokalizacji planowanej inwestycji na mapę topograficzną w skali 1:10 000, 1:25 000 lub w podobnej skali. Mapa prezentująca inwestycję powinna umożliwić identyfikację lokalizacji projektu - załącznik obowiązkowy dla wszystkich projektów;</w:t>
      </w:r>
    </w:p>
    <w:p w14:paraId="33599A2F" w14:textId="77777777" w:rsidR="00EC2F69" w:rsidRDefault="00635DD5" w:rsidP="00EC2F69">
      <w:pPr>
        <w:pStyle w:val="Akapitzlist"/>
        <w:numPr>
          <w:ilvl w:val="2"/>
          <w:numId w:val="4"/>
        </w:numPr>
        <w:spacing w:before="120" w:after="120" w:line="360" w:lineRule="auto"/>
        <w:ind w:left="1418"/>
        <w:jc w:val="both"/>
        <w:rPr>
          <w:sz w:val="20"/>
          <w:szCs w:val="20"/>
        </w:rPr>
      </w:pPr>
      <w:r w:rsidRPr="0088375F">
        <w:rPr>
          <w:sz w:val="20"/>
          <w:szCs w:val="20"/>
        </w:rPr>
        <w:t xml:space="preserve">oświadczenie dotyczące zgodności projektu z zasadą „nie czyń poważnych szkód” „Do No Significant </w:t>
      </w:r>
      <w:r w:rsidRPr="007C0867">
        <w:rPr>
          <w:sz w:val="20"/>
          <w:szCs w:val="20"/>
        </w:rPr>
        <w:t>Harm” (DNSH) - załącznik obowiązkowy;</w:t>
      </w:r>
    </w:p>
    <w:p w14:paraId="69DA26F5" w14:textId="10414751" w:rsidR="00EC2F69" w:rsidRPr="002F6DA6" w:rsidRDefault="00EC2F69" w:rsidP="00EC2F69">
      <w:pPr>
        <w:pStyle w:val="Akapitzlist"/>
        <w:numPr>
          <w:ilvl w:val="2"/>
          <w:numId w:val="4"/>
        </w:numPr>
        <w:spacing w:before="120" w:after="120" w:line="360" w:lineRule="auto"/>
        <w:ind w:left="1418"/>
        <w:jc w:val="both"/>
        <w:rPr>
          <w:sz w:val="20"/>
          <w:szCs w:val="20"/>
        </w:rPr>
      </w:pPr>
      <w:r w:rsidRPr="002F6DA6">
        <w:rPr>
          <w:sz w:val="20"/>
          <w:szCs w:val="20"/>
        </w:rPr>
        <w:t>oświadczenie o kwalifikowalności podatku od towarów i usług;</w:t>
      </w:r>
    </w:p>
    <w:p w14:paraId="145116A6" w14:textId="77777777" w:rsidR="00635DD5" w:rsidRPr="007C0867" w:rsidRDefault="00635DD5" w:rsidP="00635DD5">
      <w:pPr>
        <w:pStyle w:val="Akapitzlist"/>
        <w:numPr>
          <w:ilvl w:val="2"/>
          <w:numId w:val="4"/>
        </w:numPr>
        <w:spacing w:before="120" w:after="120" w:line="360" w:lineRule="auto"/>
        <w:ind w:left="1418"/>
        <w:jc w:val="both"/>
        <w:rPr>
          <w:sz w:val="20"/>
          <w:szCs w:val="20"/>
        </w:rPr>
      </w:pPr>
      <w:r w:rsidRPr="007C0867">
        <w:rPr>
          <w:sz w:val="20"/>
          <w:szCs w:val="20"/>
        </w:rPr>
        <w:t>inne niezbędne dokumenty wymagane prawem lub kategorią projektu;</w:t>
      </w:r>
    </w:p>
    <w:p w14:paraId="171F1962" w14:textId="1E122153" w:rsidR="00635DD5" w:rsidRPr="00635DD5" w:rsidRDefault="00635DD5" w:rsidP="00635DD5">
      <w:pPr>
        <w:pStyle w:val="Akapitzlist"/>
        <w:numPr>
          <w:ilvl w:val="2"/>
          <w:numId w:val="4"/>
        </w:numPr>
        <w:spacing w:before="120" w:after="120" w:line="360" w:lineRule="auto"/>
        <w:ind w:left="1418"/>
        <w:jc w:val="both"/>
        <w:rPr>
          <w:sz w:val="20"/>
          <w:szCs w:val="20"/>
        </w:rPr>
      </w:pPr>
      <w:r w:rsidRPr="007C0867">
        <w:rPr>
          <w:sz w:val="20"/>
          <w:szCs w:val="20"/>
        </w:rPr>
        <w:t xml:space="preserve">inne dokumenty istotne z punktu widzenia </w:t>
      </w:r>
      <w:r w:rsidRPr="0088375F">
        <w:rPr>
          <w:sz w:val="20"/>
          <w:szCs w:val="20"/>
        </w:rPr>
        <w:t>wnioskodawcy.</w:t>
      </w:r>
    </w:p>
    <w:p w14:paraId="2BAB92DA" w14:textId="737449F9" w:rsidR="00034F6E" w:rsidRDefault="00034F6E" w:rsidP="00034F6E">
      <w:pPr>
        <w:pStyle w:val="Akapitzlist"/>
        <w:numPr>
          <w:ilvl w:val="1"/>
          <w:numId w:val="4"/>
        </w:numPr>
        <w:spacing w:before="120" w:after="120" w:line="360" w:lineRule="auto"/>
        <w:ind w:left="720"/>
        <w:jc w:val="both"/>
        <w:rPr>
          <w:rFonts w:eastAsia="Calibri" w:cs="Calibri"/>
          <w:b/>
          <w:bCs/>
          <w:sz w:val="20"/>
          <w:szCs w:val="20"/>
        </w:rPr>
      </w:pPr>
      <w:r w:rsidRPr="00E55E81">
        <w:rPr>
          <w:rFonts w:eastAsia="Calibri" w:cs="Calibri"/>
          <w:b/>
          <w:bCs/>
          <w:sz w:val="20"/>
          <w:szCs w:val="20"/>
        </w:rPr>
        <w:t xml:space="preserve">Wnioskodawca zobowiązany jest </w:t>
      </w:r>
      <w:r w:rsidR="00EC06F3" w:rsidRPr="00EC06F3">
        <w:rPr>
          <w:rFonts w:eastAsia="Calibri" w:cs="Calibri"/>
          <w:b/>
          <w:bCs/>
          <w:sz w:val="20"/>
          <w:szCs w:val="20"/>
        </w:rPr>
        <w:t>przygotować</w:t>
      </w:r>
      <w:r w:rsidRPr="00E55E81">
        <w:rPr>
          <w:rFonts w:eastAsia="Calibri" w:cs="Calibri"/>
          <w:b/>
          <w:bCs/>
          <w:sz w:val="20"/>
          <w:szCs w:val="20"/>
        </w:rPr>
        <w:t xml:space="preserve"> przed podjęciem przez Zarząd Województwa Mazowieckiego uchwały w sprawie </w:t>
      </w:r>
      <w:bookmarkStart w:id="39" w:name="_Hlk148693991"/>
      <w:r w:rsidRPr="00E55E81">
        <w:rPr>
          <w:rFonts w:eastAsia="Calibri" w:cs="Calibri"/>
          <w:b/>
          <w:bCs/>
          <w:sz w:val="20"/>
          <w:szCs w:val="20"/>
        </w:rPr>
        <w:t>realizacji projektu niekonkurencyjnego współfinansowanego z Europejskiego Funduszu Rozwoju Regionalnego w ramach programu Fundusze Europejskie dla Mazowsza 2021-2027</w:t>
      </w:r>
      <w:bookmarkEnd w:id="39"/>
      <w:r w:rsidR="004B7BAB">
        <w:rPr>
          <w:rStyle w:val="Odwoanieprzypisudolnego"/>
          <w:rFonts w:eastAsia="Calibri" w:cs="Calibri"/>
          <w:b/>
          <w:bCs/>
          <w:sz w:val="20"/>
          <w:szCs w:val="20"/>
        </w:rPr>
        <w:footnoteReference w:id="3"/>
      </w:r>
      <w:r w:rsidRPr="00E55E81">
        <w:rPr>
          <w:rFonts w:eastAsia="Calibri" w:cs="Calibri"/>
          <w:b/>
          <w:bCs/>
          <w:sz w:val="20"/>
          <w:szCs w:val="20"/>
        </w:rPr>
        <w:t>:</w:t>
      </w:r>
    </w:p>
    <w:p w14:paraId="5DF1FD9C" w14:textId="77777777" w:rsidR="0079764D" w:rsidRDefault="00034F6E" w:rsidP="0079764D">
      <w:pPr>
        <w:pStyle w:val="Akapitzlist"/>
        <w:numPr>
          <w:ilvl w:val="2"/>
          <w:numId w:val="4"/>
        </w:numPr>
        <w:spacing w:before="120" w:after="120" w:line="360" w:lineRule="auto"/>
        <w:ind w:left="1418"/>
        <w:jc w:val="both"/>
        <w:rPr>
          <w:rFonts w:cs="Arial"/>
          <w:sz w:val="20"/>
          <w:szCs w:val="20"/>
        </w:rPr>
      </w:pPr>
      <w:r w:rsidRPr="00034F6E">
        <w:rPr>
          <w:rFonts w:cs="Arial"/>
          <w:sz w:val="20"/>
          <w:szCs w:val="20"/>
        </w:rPr>
        <w:t xml:space="preserve">Harmonogram zamówień publicznych; </w:t>
      </w:r>
    </w:p>
    <w:p w14:paraId="4050B69E" w14:textId="1E99E6DA" w:rsidR="0079764D" w:rsidRPr="0079764D" w:rsidRDefault="0079764D" w:rsidP="0079764D">
      <w:pPr>
        <w:pStyle w:val="Akapitzlist"/>
        <w:numPr>
          <w:ilvl w:val="2"/>
          <w:numId w:val="4"/>
        </w:numPr>
        <w:spacing w:before="120" w:after="120" w:line="360" w:lineRule="auto"/>
        <w:ind w:left="1418"/>
        <w:jc w:val="both"/>
        <w:rPr>
          <w:rFonts w:cs="Arial"/>
          <w:sz w:val="20"/>
          <w:szCs w:val="20"/>
        </w:rPr>
      </w:pPr>
      <w:r w:rsidRPr="0079764D">
        <w:rPr>
          <w:rFonts w:cs="Arial"/>
          <w:sz w:val="20"/>
          <w:szCs w:val="20"/>
        </w:rPr>
        <w:t>Wniosek o nadanie/zmianę/wycofanie dostępu dla osoby uprawnionej w ramach CST2021</w:t>
      </w:r>
      <w:r w:rsidR="00AC4587">
        <w:rPr>
          <w:rStyle w:val="Odwoanieprzypisudolnego"/>
          <w:rFonts w:cs="Arial"/>
          <w:sz w:val="20"/>
          <w:szCs w:val="20"/>
        </w:rPr>
        <w:footnoteReference w:id="4"/>
      </w:r>
      <w:r w:rsidRPr="0079764D">
        <w:rPr>
          <w:rFonts w:cs="Arial"/>
          <w:sz w:val="20"/>
          <w:szCs w:val="20"/>
        </w:rPr>
        <w:t>;</w:t>
      </w:r>
    </w:p>
    <w:p w14:paraId="5617A7EB" w14:textId="4570BD16" w:rsidR="00034F6E" w:rsidRPr="00034F6E" w:rsidRDefault="00034F6E" w:rsidP="00034F6E">
      <w:pPr>
        <w:pStyle w:val="Akapitzlist"/>
        <w:numPr>
          <w:ilvl w:val="2"/>
          <w:numId w:val="4"/>
        </w:numPr>
        <w:spacing w:before="120" w:after="120" w:line="360" w:lineRule="auto"/>
        <w:ind w:left="1418"/>
        <w:jc w:val="both"/>
        <w:rPr>
          <w:rFonts w:cs="Arial"/>
          <w:sz w:val="20"/>
          <w:szCs w:val="20"/>
        </w:rPr>
      </w:pPr>
      <w:r w:rsidRPr="00034F6E">
        <w:rPr>
          <w:rFonts w:cs="Arial"/>
          <w:sz w:val="20"/>
          <w:szCs w:val="20"/>
        </w:rPr>
        <w:t>Upoważnienie/pełnomocnictwo do podpisywania załączników w imieniu Beneficjenta;</w:t>
      </w:r>
    </w:p>
    <w:p w14:paraId="59ACFC19" w14:textId="7845F06A" w:rsidR="00DC3ECB" w:rsidRPr="00583C31" w:rsidRDefault="00034F6E" w:rsidP="00DC3ECB">
      <w:pPr>
        <w:pStyle w:val="Akapitzlist"/>
        <w:numPr>
          <w:ilvl w:val="2"/>
          <w:numId w:val="4"/>
        </w:numPr>
        <w:spacing w:before="120" w:after="120" w:line="360" w:lineRule="auto"/>
        <w:ind w:left="1418"/>
        <w:jc w:val="both"/>
        <w:rPr>
          <w:rFonts w:cs="Arial"/>
          <w:sz w:val="20"/>
          <w:szCs w:val="20"/>
        </w:rPr>
      </w:pPr>
      <w:r w:rsidRPr="00583C31">
        <w:rPr>
          <w:rFonts w:cs="Arial"/>
          <w:sz w:val="20"/>
          <w:szCs w:val="20"/>
        </w:rPr>
        <w:t>Upoważnienie/pełnomocnictwo do podpisywania w imieniu Beneficjenta podpisem elektronicznym korespondencji z MJWPU</w:t>
      </w:r>
      <w:r w:rsidR="00DC3ECB" w:rsidRPr="00583C31">
        <w:rPr>
          <w:rFonts w:cs="Arial"/>
          <w:sz w:val="20"/>
          <w:szCs w:val="20"/>
        </w:rPr>
        <w:t>;</w:t>
      </w:r>
    </w:p>
    <w:p w14:paraId="202AA9EF" w14:textId="77777777" w:rsidR="00547421" w:rsidRPr="00583C31" w:rsidRDefault="00547421" w:rsidP="00547421">
      <w:pPr>
        <w:pStyle w:val="Akapitzlist"/>
        <w:numPr>
          <w:ilvl w:val="2"/>
          <w:numId w:val="4"/>
        </w:numPr>
        <w:spacing w:before="120" w:after="120" w:line="360" w:lineRule="auto"/>
        <w:ind w:left="1418"/>
        <w:jc w:val="both"/>
        <w:rPr>
          <w:rFonts w:cs="Arial"/>
          <w:sz w:val="20"/>
          <w:szCs w:val="20"/>
        </w:rPr>
      </w:pPr>
      <w:r w:rsidRPr="00583C31">
        <w:rPr>
          <w:rFonts w:cs="Arial"/>
          <w:sz w:val="20"/>
          <w:szCs w:val="20"/>
        </w:rPr>
        <w:t>zaświadczenie z banku o posiadanym rachunku bankowym na potrzeby realizacji projektu;</w:t>
      </w:r>
    </w:p>
    <w:p w14:paraId="7F6CF946" w14:textId="77777777" w:rsidR="00EC06F3" w:rsidRPr="00583C31" w:rsidRDefault="00547421" w:rsidP="00EC06F3">
      <w:pPr>
        <w:pStyle w:val="Akapitzlist"/>
        <w:numPr>
          <w:ilvl w:val="2"/>
          <w:numId w:val="4"/>
        </w:numPr>
        <w:spacing w:before="120" w:after="120" w:line="360" w:lineRule="auto"/>
        <w:ind w:left="1418"/>
        <w:jc w:val="both"/>
        <w:rPr>
          <w:rFonts w:cs="Arial"/>
          <w:sz w:val="20"/>
          <w:szCs w:val="20"/>
        </w:rPr>
      </w:pPr>
      <w:r w:rsidRPr="00583C31">
        <w:rPr>
          <w:rFonts w:cs="Arial"/>
          <w:sz w:val="20"/>
          <w:szCs w:val="20"/>
        </w:rPr>
        <w:t>dokumenty potwierdzające prawo do dysponowania wszystkimi gruntami lub obiektami na cele inwestycyjne, na terenie których projekt ma być realizowany (jeśli dotyczy);</w:t>
      </w:r>
    </w:p>
    <w:p w14:paraId="4ABF74B8" w14:textId="0E31F80F" w:rsidR="00EC06F3" w:rsidRPr="00583C31" w:rsidRDefault="00EC06F3" w:rsidP="00EC06F3">
      <w:pPr>
        <w:pStyle w:val="Akapitzlist"/>
        <w:numPr>
          <w:ilvl w:val="2"/>
          <w:numId w:val="4"/>
        </w:numPr>
        <w:spacing w:before="120" w:after="120" w:line="360" w:lineRule="auto"/>
        <w:ind w:left="1418"/>
        <w:jc w:val="both"/>
        <w:rPr>
          <w:rFonts w:cs="Arial"/>
          <w:sz w:val="20"/>
          <w:szCs w:val="20"/>
        </w:rPr>
      </w:pPr>
      <w:r w:rsidRPr="00583C31">
        <w:rPr>
          <w:rFonts w:cs="Arial"/>
          <w:sz w:val="20"/>
          <w:szCs w:val="20"/>
        </w:rPr>
        <w:t>kopię Zezwolenia na Realizację Inwestycji Drogowej, pozwolenia (pozwoleń) na budowę/zgłoszenia (zgłoszeń) budowy lub wykonywania robót budowlanych oraz zmiany sposobu użytkowania obiektu budowlanego lub jego części, i, o ile dokumenty nie zostały złożone na wcześniejszym etapie.</w:t>
      </w:r>
    </w:p>
    <w:p w14:paraId="2A4B6E36" w14:textId="77777777" w:rsidR="00034F6E" w:rsidRPr="00583C31" w:rsidRDefault="00034F6E" w:rsidP="00034F6E">
      <w:pPr>
        <w:pStyle w:val="Akapitzlist"/>
        <w:numPr>
          <w:ilvl w:val="1"/>
          <w:numId w:val="4"/>
        </w:numPr>
        <w:spacing w:before="120" w:after="120" w:line="360" w:lineRule="auto"/>
        <w:ind w:left="720"/>
        <w:jc w:val="both"/>
        <w:rPr>
          <w:rFonts w:eastAsia="Calibri" w:cs="Calibri"/>
          <w:b/>
          <w:bCs/>
          <w:sz w:val="20"/>
          <w:szCs w:val="20"/>
        </w:rPr>
      </w:pPr>
      <w:r w:rsidRPr="00583C31">
        <w:rPr>
          <w:rFonts w:eastAsia="Calibri" w:cs="Calibri"/>
          <w:b/>
          <w:bCs/>
          <w:sz w:val="20"/>
          <w:szCs w:val="20"/>
        </w:rPr>
        <w:t>Jakie dokumenty należy dołączyć do Zasad realizacji projektu niekonkurencyjnego współfinansowanego z Europejskiego Funduszu Rozwoju Regionalnego w ramach programu Fundusze Europejskie dla Mazowsza 2021-2027:</w:t>
      </w:r>
    </w:p>
    <w:p w14:paraId="2F7077E6"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lastRenderedPageBreak/>
        <w:t>załącznik nr 1: Wniosek o dofinansowanie projektu;</w:t>
      </w:r>
    </w:p>
    <w:p w14:paraId="08B49085"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2: Harmonogram płatności;</w:t>
      </w:r>
    </w:p>
    <w:p w14:paraId="1218E941"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3: Oświadczenie o kwalifikowalności podatku od towarów i usług;</w:t>
      </w:r>
    </w:p>
    <w:p w14:paraId="60B91929"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4: Wyciąg z zapisów Podręcznika wnioskodawcy i beneficjenta Funduszy Europejskich dla Mazowsza 2021-2027 w zakresie informacji i promocji;</w:t>
      </w:r>
    </w:p>
    <w:p w14:paraId="38071CBA"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5: Wykaz pomniejszenia wartości dofinansowania projektu w zakresie obowiązków komunikacyjnych beneficjentów Funduszy Europejskich;</w:t>
      </w:r>
    </w:p>
    <w:p w14:paraId="03E5D574" w14:textId="77777777" w:rsidR="00034F6E" w:rsidRP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6: Klauzula informacyjna Instytucji Zarządzającej;</w:t>
      </w:r>
    </w:p>
    <w:p w14:paraId="233A7A5D" w14:textId="1C6F5E5A" w:rsidR="00034F6E" w:rsidRDefault="00034F6E" w:rsidP="00034F6E">
      <w:pPr>
        <w:pStyle w:val="Akapitzlist"/>
        <w:numPr>
          <w:ilvl w:val="2"/>
          <w:numId w:val="4"/>
        </w:numPr>
        <w:spacing w:before="120" w:after="120" w:line="360" w:lineRule="auto"/>
        <w:ind w:left="1417"/>
        <w:jc w:val="both"/>
        <w:rPr>
          <w:rFonts w:cs="Arial"/>
          <w:sz w:val="20"/>
          <w:szCs w:val="20"/>
        </w:rPr>
      </w:pPr>
      <w:r w:rsidRPr="00034F6E">
        <w:rPr>
          <w:rFonts w:cs="Arial"/>
          <w:sz w:val="20"/>
          <w:szCs w:val="20"/>
        </w:rPr>
        <w:t>załącznik nr 7: Klauzula informa</w:t>
      </w:r>
      <w:r>
        <w:rPr>
          <w:rFonts w:cs="Arial"/>
          <w:sz w:val="20"/>
          <w:szCs w:val="20"/>
        </w:rPr>
        <w:t>cyjna Instytucji Pośredniczącej</w:t>
      </w:r>
      <w:r w:rsidR="00CA3394">
        <w:rPr>
          <w:rFonts w:cs="Arial"/>
          <w:sz w:val="20"/>
          <w:szCs w:val="20"/>
        </w:rPr>
        <w:t>;</w:t>
      </w:r>
    </w:p>
    <w:p w14:paraId="6191F472" w14:textId="77777777" w:rsidR="00E55E81" w:rsidRPr="00E55E81" w:rsidRDefault="00E55E81" w:rsidP="00E55E81">
      <w:pPr>
        <w:pStyle w:val="Akapitzlist"/>
        <w:spacing w:before="120" w:after="120" w:line="360" w:lineRule="auto"/>
        <w:ind w:left="2136"/>
        <w:jc w:val="both"/>
        <w:rPr>
          <w:rFonts w:eastAsia="Calibri" w:cs="Calibri"/>
          <w:b/>
          <w:bCs/>
          <w:sz w:val="20"/>
          <w:szCs w:val="20"/>
        </w:rPr>
      </w:pPr>
    </w:p>
    <w:p w14:paraId="375BABD5" w14:textId="77777777" w:rsidR="00A37681" w:rsidRDefault="00A37681" w:rsidP="00BA2B54">
      <w:pPr>
        <w:pStyle w:val="Akapitzlist"/>
        <w:numPr>
          <w:ilvl w:val="0"/>
          <w:numId w:val="4"/>
        </w:numPr>
        <w:spacing w:before="120" w:after="120" w:line="360" w:lineRule="auto"/>
        <w:jc w:val="center"/>
        <w:outlineLvl w:val="0"/>
        <w:rPr>
          <w:rFonts w:cs="Arial"/>
          <w:b/>
          <w:bCs/>
          <w:color w:val="000000"/>
          <w:sz w:val="28"/>
          <w:szCs w:val="28"/>
        </w:rPr>
      </w:pPr>
      <w:bookmarkStart w:id="40" w:name="_Toc121316224"/>
      <w:bookmarkStart w:id="41" w:name="_Toc195787781"/>
      <w:r w:rsidRPr="00A37681">
        <w:rPr>
          <w:rFonts w:cs="Arial"/>
          <w:b/>
          <w:bCs/>
          <w:color w:val="000000"/>
          <w:sz w:val="28"/>
          <w:szCs w:val="28"/>
        </w:rPr>
        <w:t>POSTANOWIENIA KOŃCOWE</w:t>
      </w:r>
      <w:bookmarkEnd w:id="40"/>
      <w:bookmarkEnd w:id="41"/>
    </w:p>
    <w:p w14:paraId="52DBCBDE" w14:textId="77777777" w:rsidR="00845BCB" w:rsidRPr="00A37681" w:rsidRDefault="00845BCB" w:rsidP="00845BCB">
      <w:pPr>
        <w:pStyle w:val="Akapitzlist"/>
        <w:spacing w:before="120" w:after="120" w:line="360" w:lineRule="auto"/>
        <w:ind w:left="480"/>
        <w:outlineLvl w:val="0"/>
        <w:rPr>
          <w:rFonts w:cs="Arial"/>
          <w:b/>
          <w:bCs/>
          <w:color w:val="000000"/>
          <w:sz w:val="28"/>
          <w:szCs w:val="28"/>
        </w:rPr>
      </w:pPr>
    </w:p>
    <w:p w14:paraId="5528D40C" w14:textId="77777777" w:rsidR="00911159" w:rsidRPr="00E55E81" w:rsidRDefault="00911159"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W trakcie trwania naboru MJWPU zastrzega możliwość zmiany zapisów w treści regulaminu oraz jego załączników w porozumieniu z Instytucją Zarządzającą na zasadach określonych w art. 51 ust. 3-7 ustawy</w:t>
      </w:r>
      <w:r w:rsidR="00176C43" w:rsidRPr="00E55E81">
        <w:rPr>
          <w:rFonts w:eastAsia="Calibri" w:cs="Calibri"/>
          <w:sz w:val="20"/>
          <w:szCs w:val="20"/>
        </w:rPr>
        <w:t>. W </w:t>
      </w:r>
      <w:r w:rsidRPr="00E55E81">
        <w:rPr>
          <w:rFonts w:eastAsia="Calibri" w:cs="Calibri"/>
          <w:sz w:val="20"/>
          <w:szCs w:val="20"/>
        </w:rPr>
        <w:t xml:space="preserve">przypadku zmiany regulaminu MJWPU zamieszcza w każdym miejscu, w którym podała do publicznej wiadomości regulamin tj. na portalu Funduszy Europejskich oraz </w:t>
      </w:r>
      <w:r w:rsidR="00FE7454" w:rsidRPr="00E55E81">
        <w:rPr>
          <w:rFonts w:eastAsia="Calibri" w:cs="Calibri"/>
          <w:sz w:val="20"/>
          <w:szCs w:val="20"/>
        </w:rPr>
        <w:t xml:space="preserve">stronie internetowej </w:t>
      </w:r>
      <w:hyperlink r:id="rId22" w:history="1">
        <w:r w:rsidR="00D35FAB" w:rsidRPr="00C77273">
          <w:rPr>
            <w:rStyle w:val="Hipercze"/>
            <w:rFonts w:eastAsia="Calibri" w:cs="Calibri"/>
            <w:sz w:val="20"/>
            <w:szCs w:val="20"/>
          </w:rPr>
          <w:t>www.funduszeuedlamazowsza.eu</w:t>
        </w:r>
      </w:hyperlink>
      <w:r w:rsidR="00BA7E19">
        <w:rPr>
          <w:rFonts w:eastAsia="Calibri" w:cs="Calibri"/>
          <w:sz w:val="20"/>
          <w:szCs w:val="20"/>
        </w:rPr>
        <w:t xml:space="preserve"> </w:t>
      </w:r>
      <w:r w:rsidR="00FE7454" w:rsidRPr="00E55E81">
        <w:rPr>
          <w:rFonts w:eastAsia="Calibri" w:cs="Calibri"/>
          <w:sz w:val="20"/>
          <w:szCs w:val="20"/>
        </w:rPr>
        <w:t xml:space="preserve"> </w:t>
      </w:r>
      <w:r w:rsidRPr="00E55E81">
        <w:rPr>
          <w:rFonts w:eastAsia="Calibri" w:cs="Calibri"/>
          <w:sz w:val="20"/>
          <w:szCs w:val="20"/>
        </w:rPr>
        <w:t>informację o jego zmianie wraz z aktualną treścią regulaminu, uzasadnieniem oraz terminem, od którego zmiana obowiązuje. Informowanie o z</w:t>
      </w:r>
      <w:r w:rsidR="00176C43" w:rsidRPr="00E55E81">
        <w:rPr>
          <w:rFonts w:eastAsia="Calibri" w:cs="Calibri"/>
          <w:sz w:val="20"/>
          <w:szCs w:val="20"/>
        </w:rPr>
        <w:t>mianach regulaminu odbywa się z </w:t>
      </w:r>
      <w:r w:rsidRPr="00E55E81">
        <w:rPr>
          <w:rFonts w:eastAsia="Calibri" w:cs="Calibri"/>
          <w:sz w:val="20"/>
          <w:szCs w:val="20"/>
        </w:rPr>
        <w:t>uwzględnieniem reguły określonej w art. 45 ust. 2 ustawy.</w:t>
      </w:r>
    </w:p>
    <w:p w14:paraId="1A5BA661" w14:textId="77777777" w:rsidR="00227B68" w:rsidRPr="00E55E81" w:rsidRDefault="00227B6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MJWPU, po uzyskaniu zgody IZ, unieważnia nabór w przypadku, o którym mowa w art. 58 ust. 1 pkt 1-3 ustawy.</w:t>
      </w:r>
    </w:p>
    <w:p w14:paraId="490A9ECB" w14:textId="77777777" w:rsidR="008954FD" w:rsidRPr="00E55E81" w:rsidRDefault="00227B6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 xml:space="preserve">W sprawach nieuregulowanych niniejszym regulaminem decyduje MJWPU w porozumieniu z Instytucją </w:t>
      </w:r>
      <w:r w:rsidR="00C4775B" w:rsidRPr="00E55E81">
        <w:rPr>
          <w:rFonts w:eastAsia="Calibri" w:cs="Calibri"/>
          <w:sz w:val="20"/>
          <w:szCs w:val="20"/>
        </w:rPr>
        <w:t>Zarządzając</w:t>
      </w:r>
      <w:r w:rsidR="009C35F7" w:rsidRPr="00E55E81">
        <w:rPr>
          <w:rFonts w:eastAsia="Calibri" w:cs="Calibri"/>
          <w:sz w:val="20"/>
          <w:szCs w:val="20"/>
        </w:rPr>
        <w:t xml:space="preserve">ą, z zastrzeżeniem </w:t>
      </w:r>
      <w:r w:rsidR="009C35F7" w:rsidRPr="00422756">
        <w:rPr>
          <w:rFonts w:eastAsia="Calibri" w:cs="Calibri"/>
          <w:sz w:val="20"/>
          <w:szCs w:val="20"/>
        </w:rPr>
        <w:t xml:space="preserve">punktu 1.3 </w:t>
      </w:r>
      <w:r w:rsidR="00C4775B" w:rsidRPr="00422756">
        <w:rPr>
          <w:rFonts w:eastAsia="Calibri" w:cs="Calibri"/>
          <w:sz w:val="20"/>
          <w:szCs w:val="20"/>
        </w:rPr>
        <w:t xml:space="preserve">rozdziału </w:t>
      </w:r>
      <w:r w:rsidR="009C35F7" w:rsidRPr="00422756">
        <w:rPr>
          <w:rFonts w:eastAsia="Calibri" w:cs="Calibri"/>
          <w:sz w:val="20"/>
          <w:szCs w:val="20"/>
        </w:rPr>
        <w:t xml:space="preserve">nr </w:t>
      </w:r>
      <w:r w:rsidR="00C4775B" w:rsidRPr="00422756">
        <w:rPr>
          <w:rFonts w:eastAsia="Calibri" w:cs="Calibri"/>
          <w:sz w:val="20"/>
          <w:szCs w:val="20"/>
        </w:rPr>
        <w:t>1.</w:t>
      </w:r>
    </w:p>
    <w:p w14:paraId="377ABD7E" w14:textId="77777777" w:rsidR="008954FD" w:rsidRPr="00E55E81" w:rsidRDefault="003C5F69"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Wnioskodawca ma obowiązek niezwłocznego informowania pisemnie MJWPU o wszystkich zmianach mających istotne znaczenie z punktu widzenia informacji zawartych we wniosku o dofinansowanie.</w:t>
      </w:r>
    </w:p>
    <w:p w14:paraId="7AC46C40" w14:textId="77777777" w:rsidR="008954FD" w:rsidRDefault="00EA312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Do regulaminu załącza się</w:t>
      </w:r>
      <w:r w:rsidR="00E55E81">
        <w:rPr>
          <w:rFonts w:eastAsia="Calibri" w:cs="Calibri"/>
          <w:sz w:val="20"/>
          <w:szCs w:val="20"/>
        </w:rPr>
        <w:t>:</w:t>
      </w:r>
    </w:p>
    <w:p w14:paraId="5C79DF84" w14:textId="77777777" w:rsidR="00E55E81" w:rsidRPr="002A1B0A"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kryteria wyboru projekt</w:t>
      </w:r>
      <w:r w:rsidR="00BA4DCF">
        <w:rPr>
          <w:rFonts w:ascii="Calibri" w:hAnsi="Calibri" w:cs="Arial"/>
          <w:bCs/>
          <w:color w:val="000000"/>
          <w:sz w:val="20"/>
          <w:szCs w:val="20"/>
        </w:rPr>
        <w:t>u</w:t>
      </w:r>
      <w:r w:rsidRPr="0000176F">
        <w:rPr>
          <w:rFonts w:ascii="Calibri" w:hAnsi="Calibri" w:cs="Arial"/>
          <w:bCs/>
          <w:color w:val="000000"/>
          <w:sz w:val="20"/>
          <w:szCs w:val="20"/>
        </w:rPr>
        <w:t>;</w:t>
      </w:r>
    </w:p>
    <w:p w14:paraId="4A80A5FE"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wniosku o dofinansowanie projektu;</w:t>
      </w:r>
    </w:p>
    <w:p w14:paraId="3147DE63" w14:textId="77777777" w:rsidR="00147C4A" w:rsidRDefault="00E55E81" w:rsidP="00147C4A">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instrukcję wypełniania wniosku;</w:t>
      </w:r>
    </w:p>
    <w:p w14:paraId="77843AB0" w14:textId="77777777" w:rsidR="00034F6E" w:rsidRPr="00213A9B" w:rsidRDefault="00635DD5" w:rsidP="00034F6E">
      <w:pPr>
        <w:pStyle w:val="Tekstpodstawowy"/>
        <w:numPr>
          <w:ilvl w:val="2"/>
          <w:numId w:val="4"/>
        </w:numPr>
        <w:spacing w:before="120" w:after="120" w:line="360" w:lineRule="auto"/>
        <w:ind w:left="1418" w:hanging="709"/>
        <w:rPr>
          <w:rFonts w:ascii="Calibri" w:hAnsi="Calibri" w:cs="Arial"/>
          <w:bCs/>
          <w:sz w:val="20"/>
          <w:szCs w:val="20"/>
        </w:rPr>
      </w:pPr>
      <w:r w:rsidRPr="00213A9B">
        <w:rPr>
          <w:rFonts w:ascii="Calibri" w:hAnsi="Calibri" w:cs="Arial"/>
          <w:bCs/>
          <w:sz w:val="20"/>
          <w:szCs w:val="20"/>
        </w:rPr>
        <w:t>wskazania do studium wykonalności;</w:t>
      </w:r>
    </w:p>
    <w:p w14:paraId="57850ECF" w14:textId="51C7C2AD" w:rsidR="00E55E81" w:rsidRPr="00034F6E" w:rsidRDefault="00E55E81" w:rsidP="00034F6E">
      <w:pPr>
        <w:pStyle w:val="Tekstpodstawowy"/>
        <w:numPr>
          <w:ilvl w:val="2"/>
          <w:numId w:val="4"/>
        </w:numPr>
        <w:spacing w:before="120" w:after="120" w:line="360" w:lineRule="auto"/>
        <w:ind w:left="1418" w:hanging="709"/>
        <w:rPr>
          <w:rFonts w:ascii="Calibri" w:hAnsi="Calibri" w:cs="Arial"/>
          <w:bCs/>
          <w:color w:val="00B050"/>
          <w:sz w:val="20"/>
          <w:szCs w:val="20"/>
        </w:rPr>
      </w:pPr>
      <w:r w:rsidRPr="00034F6E">
        <w:rPr>
          <w:rFonts w:ascii="Calibri" w:hAnsi="Calibri" w:cs="Arial"/>
          <w:bCs/>
          <w:color w:val="000000"/>
          <w:sz w:val="20"/>
          <w:szCs w:val="20"/>
        </w:rPr>
        <w:t xml:space="preserve">wzór </w:t>
      </w:r>
      <w:r w:rsidR="00034F6E" w:rsidRPr="00034F6E">
        <w:rPr>
          <w:rFonts w:ascii="Calibri" w:hAnsi="Calibri" w:cs="Arial"/>
          <w:bCs/>
          <w:color w:val="000000"/>
          <w:sz w:val="20"/>
          <w:szCs w:val="20"/>
        </w:rPr>
        <w:t xml:space="preserve">zasad realizacji projektu </w:t>
      </w:r>
      <w:r w:rsidRPr="00034F6E">
        <w:rPr>
          <w:rFonts w:ascii="Calibri" w:hAnsi="Calibri" w:cs="Arial"/>
          <w:bCs/>
          <w:color w:val="000000"/>
          <w:sz w:val="20"/>
          <w:szCs w:val="20"/>
        </w:rPr>
        <w:t>wraz z załącznikami;</w:t>
      </w:r>
    </w:p>
    <w:p w14:paraId="2695FB56" w14:textId="4CE2EB0E"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 xml:space="preserve">wzór formularza do wniosku o dofinansowanie w zakresie </w:t>
      </w:r>
      <w:r w:rsidR="00E8629A">
        <w:rPr>
          <w:rFonts w:ascii="Calibri" w:hAnsi="Calibri" w:cs="Arial"/>
          <w:bCs/>
          <w:color w:val="000000"/>
          <w:sz w:val="20"/>
          <w:szCs w:val="20"/>
        </w:rPr>
        <w:t>OOŚ</w:t>
      </w:r>
      <w:r w:rsidRPr="0000176F">
        <w:rPr>
          <w:rFonts w:ascii="Calibri" w:hAnsi="Calibri" w:cs="Arial"/>
          <w:bCs/>
          <w:color w:val="000000"/>
          <w:sz w:val="20"/>
          <w:szCs w:val="20"/>
        </w:rPr>
        <w:t xml:space="preserve"> z uwzg</w:t>
      </w:r>
      <w:r>
        <w:rPr>
          <w:rFonts w:ascii="Calibri" w:hAnsi="Calibri" w:cs="Arial"/>
          <w:bCs/>
          <w:color w:val="000000"/>
          <w:sz w:val="20"/>
          <w:szCs w:val="20"/>
        </w:rPr>
        <w:t>l</w:t>
      </w:r>
      <w:r w:rsidRPr="0000176F">
        <w:rPr>
          <w:rFonts w:ascii="Calibri" w:hAnsi="Calibri" w:cs="Arial"/>
          <w:bCs/>
          <w:color w:val="000000"/>
          <w:sz w:val="20"/>
          <w:szCs w:val="20"/>
        </w:rPr>
        <w:t xml:space="preserve">ędnieniem zasady „nie czyń poważnych szkód” </w:t>
      </w:r>
      <w:r w:rsidR="007D09C4">
        <w:rPr>
          <w:rFonts w:ascii="Calibri" w:hAnsi="Calibri" w:cs="Arial"/>
          <w:bCs/>
          <w:color w:val="000000"/>
          <w:sz w:val="20"/>
          <w:szCs w:val="20"/>
        </w:rPr>
        <w:t>„</w:t>
      </w:r>
      <w:r w:rsidR="007D09C4" w:rsidRPr="007D09C4">
        <w:rPr>
          <w:rFonts w:ascii="Calibri" w:hAnsi="Calibri" w:cs="Arial"/>
          <w:bCs/>
          <w:color w:val="000000"/>
          <w:sz w:val="20"/>
          <w:szCs w:val="20"/>
        </w:rPr>
        <w:t>Do No Significant Harm</w:t>
      </w:r>
      <w:r w:rsidR="007D09C4">
        <w:rPr>
          <w:rFonts w:ascii="Calibri" w:hAnsi="Calibri" w:cs="Arial"/>
          <w:bCs/>
          <w:color w:val="000000"/>
          <w:sz w:val="20"/>
          <w:szCs w:val="20"/>
        </w:rPr>
        <w:t>”</w:t>
      </w:r>
      <w:r w:rsidR="007D09C4" w:rsidRPr="007D09C4" w:rsidDel="007D09C4">
        <w:rPr>
          <w:rFonts w:ascii="Calibri" w:hAnsi="Calibri" w:cs="Arial"/>
          <w:bCs/>
          <w:color w:val="000000"/>
          <w:sz w:val="20"/>
          <w:szCs w:val="20"/>
        </w:rPr>
        <w:t xml:space="preserve"> </w:t>
      </w:r>
      <w:r w:rsidRPr="0000176F">
        <w:rPr>
          <w:rFonts w:ascii="Calibri" w:hAnsi="Calibri" w:cs="Arial"/>
          <w:bCs/>
          <w:color w:val="000000"/>
          <w:sz w:val="20"/>
          <w:szCs w:val="20"/>
        </w:rPr>
        <w:t>(dnsh);</w:t>
      </w:r>
    </w:p>
    <w:p w14:paraId="62D7C771"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harmonogramu zamówień w ramach projektu;</w:t>
      </w:r>
    </w:p>
    <w:p w14:paraId="0B0B128B"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wniosku o dodanie osoby uprawnionej zarządzającej projektem po stronie beneficjenta;</w:t>
      </w:r>
    </w:p>
    <w:p w14:paraId="42D325D4" w14:textId="55774170" w:rsidR="00E55E81" w:rsidRPr="007D5B0A"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7D5B0A">
        <w:rPr>
          <w:rFonts w:ascii="Calibri" w:hAnsi="Calibri" w:cs="Arial"/>
          <w:bCs/>
          <w:color w:val="000000"/>
          <w:sz w:val="20"/>
          <w:szCs w:val="20"/>
        </w:rPr>
        <w:lastRenderedPageBreak/>
        <w:t>wzór oświadczenia o posiadanym prawie do dysponowania nieruchomością w celu realizacji projektu</w:t>
      </w:r>
      <w:r w:rsidRPr="007D5B0A">
        <w:t xml:space="preserve"> </w:t>
      </w:r>
      <w:r w:rsidRPr="007D5B0A">
        <w:rPr>
          <w:rFonts w:ascii="Calibri" w:hAnsi="Calibri" w:cs="Arial"/>
          <w:bCs/>
          <w:color w:val="000000"/>
          <w:sz w:val="20"/>
          <w:szCs w:val="20"/>
        </w:rPr>
        <w:t>oraz jego trwałości;</w:t>
      </w:r>
    </w:p>
    <w:p w14:paraId="3FE0E2CC" w14:textId="77777777" w:rsidR="00EC2F69" w:rsidRDefault="00E55E81" w:rsidP="00EC2F69">
      <w:pPr>
        <w:pStyle w:val="Tekstpodstawowy"/>
        <w:numPr>
          <w:ilvl w:val="2"/>
          <w:numId w:val="4"/>
        </w:numPr>
        <w:spacing w:before="120" w:after="120" w:line="360" w:lineRule="auto"/>
        <w:ind w:left="1418" w:hanging="709"/>
        <w:rPr>
          <w:rFonts w:ascii="Calibri" w:hAnsi="Calibri" w:cs="Arial"/>
          <w:bCs/>
          <w:sz w:val="20"/>
          <w:szCs w:val="20"/>
        </w:rPr>
      </w:pPr>
      <w:r w:rsidRPr="00B87F0F">
        <w:rPr>
          <w:rFonts w:ascii="Calibri" w:hAnsi="Calibri" w:cs="Arial"/>
          <w:bCs/>
          <w:sz w:val="20"/>
          <w:szCs w:val="20"/>
        </w:rPr>
        <w:t>wzór oświadczenia dotyczące zgodności projektu z zasadą „nie czyń poważnych szkód” „Do No Significant Harm” (DNSH);</w:t>
      </w:r>
    </w:p>
    <w:p w14:paraId="64F7834F" w14:textId="21D56356" w:rsidR="00EC2F69" w:rsidRPr="002F6DA6" w:rsidRDefault="00EC2F69" w:rsidP="00EC2F69">
      <w:pPr>
        <w:pStyle w:val="Tekstpodstawowy"/>
        <w:numPr>
          <w:ilvl w:val="2"/>
          <w:numId w:val="4"/>
        </w:numPr>
        <w:spacing w:before="120" w:after="120" w:line="360" w:lineRule="auto"/>
        <w:ind w:left="1418" w:hanging="709"/>
        <w:rPr>
          <w:rFonts w:ascii="Calibri" w:hAnsi="Calibri" w:cs="Arial"/>
          <w:bCs/>
          <w:sz w:val="20"/>
          <w:szCs w:val="20"/>
        </w:rPr>
      </w:pPr>
      <w:r w:rsidRPr="002F6DA6">
        <w:rPr>
          <w:rFonts w:ascii="Calibri" w:hAnsi="Calibri" w:cs="Arial"/>
          <w:bCs/>
          <w:sz w:val="20"/>
          <w:szCs w:val="20"/>
        </w:rPr>
        <w:t>wzór oświadczenia o kwalifikowalności podatku od towarów i usług;</w:t>
      </w:r>
    </w:p>
    <w:p w14:paraId="0E7D1B68" w14:textId="77777777" w:rsidR="00E55E81" w:rsidRPr="0000176F"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zasady horyzontalne</w:t>
      </w:r>
      <w:r>
        <w:rPr>
          <w:rFonts w:ascii="Calibri" w:hAnsi="Calibri" w:cs="Arial"/>
          <w:bCs/>
          <w:color w:val="000000"/>
          <w:sz w:val="20"/>
          <w:szCs w:val="20"/>
        </w:rPr>
        <w:t>.</w:t>
      </w:r>
    </w:p>
    <w:p w14:paraId="70912332" w14:textId="77777777" w:rsidR="00E55E81" w:rsidRPr="00E55E81" w:rsidRDefault="00E55E81" w:rsidP="00E55E81">
      <w:pPr>
        <w:pStyle w:val="Akapitzlist"/>
        <w:spacing w:before="120" w:after="120" w:line="360" w:lineRule="auto"/>
        <w:ind w:left="2136"/>
        <w:jc w:val="both"/>
        <w:rPr>
          <w:rFonts w:eastAsia="Calibri" w:cs="Calibri"/>
          <w:sz w:val="20"/>
          <w:szCs w:val="20"/>
        </w:rPr>
      </w:pPr>
    </w:p>
    <w:p w14:paraId="0B001AC5" w14:textId="77777777" w:rsidR="00A37681" w:rsidRDefault="00A37681" w:rsidP="00BA2B54">
      <w:pPr>
        <w:pStyle w:val="Akapitzlist"/>
        <w:keepNext/>
        <w:numPr>
          <w:ilvl w:val="0"/>
          <w:numId w:val="4"/>
        </w:numPr>
        <w:spacing w:before="120" w:after="120" w:line="360" w:lineRule="auto"/>
        <w:jc w:val="center"/>
        <w:outlineLvl w:val="0"/>
        <w:rPr>
          <w:rFonts w:cs="Arial"/>
          <w:b/>
          <w:bCs/>
          <w:color w:val="000000"/>
          <w:sz w:val="28"/>
          <w:szCs w:val="28"/>
        </w:rPr>
      </w:pPr>
      <w:bookmarkStart w:id="42" w:name="_Toc121316226"/>
      <w:bookmarkStart w:id="43" w:name="_Toc195787782"/>
      <w:r w:rsidRPr="00A37681">
        <w:rPr>
          <w:rFonts w:cs="Arial"/>
          <w:b/>
          <w:bCs/>
          <w:color w:val="000000"/>
          <w:sz w:val="28"/>
          <w:szCs w:val="28"/>
        </w:rPr>
        <w:t>KONTAKT I DODATKOWE INFORMACJE</w:t>
      </w:r>
      <w:bookmarkEnd w:id="42"/>
      <w:bookmarkEnd w:id="43"/>
    </w:p>
    <w:p w14:paraId="1E0FB6BC" w14:textId="77777777" w:rsidR="002A2EA5" w:rsidRPr="00A37681" w:rsidRDefault="002A2EA5" w:rsidP="002A2EA5">
      <w:pPr>
        <w:pStyle w:val="Akapitzlist"/>
        <w:keepNext/>
        <w:spacing w:before="120" w:after="120" w:line="360" w:lineRule="auto"/>
        <w:ind w:left="480"/>
        <w:outlineLvl w:val="0"/>
        <w:rPr>
          <w:rFonts w:cs="Arial"/>
          <w:b/>
          <w:bCs/>
          <w:color w:val="000000"/>
          <w:sz w:val="28"/>
          <w:szCs w:val="28"/>
        </w:rPr>
      </w:pPr>
    </w:p>
    <w:p w14:paraId="5BE2027E" w14:textId="77777777" w:rsidR="006E1738" w:rsidRDefault="006E173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Dodatkowe informacje dla ubiegających się o dofinansowanie są udzielane w MJWPU w Głównym Punkcie Informacyjnym Funduszy Europejskich, Lokalnych Punktach Informacyjnych Funduszy Europejskich oraz Punktach Informacyjnych Funduszy Europejskich dla Mazowsza.</w:t>
      </w:r>
    </w:p>
    <w:p w14:paraId="08867E75" w14:textId="77777777" w:rsidR="00E55E81" w:rsidRPr="005A13B6" w:rsidRDefault="00E55E81" w:rsidP="00E55E81">
      <w:pPr>
        <w:pStyle w:val="Default"/>
        <w:numPr>
          <w:ilvl w:val="2"/>
          <w:numId w:val="4"/>
        </w:numPr>
        <w:adjustRightInd/>
        <w:spacing w:line="360" w:lineRule="auto"/>
        <w:ind w:left="1560" w:hanging="709"/>
        <w:jc w:val="both"/>
        <w:rPr>
          <w:rFonts w:cs="Arial"/>
          <w:b/>
          <w:bCs/>
          <w:sz w:val="20"/>
          <w:szCs w:val="20"/>
        </w:rPr>
      </w:pPr>
      <w:r w:rsidRPr="005A13B6">
        <w:rPr>
          <w:b/>
          <w:bCs/>
          <w:sz w:val="20"/>
          <w:szCs w:val="20"/>
        </w:rPr>
        <w:t>Główny Punkt Informacyjny Funduszy Europejskich:</w:t>
      </w:r>
    </w:p>
    <w:p w14:paraId="2AAE0A73" w14:textId="77777777" w:rsidR="00E55E81" w:rsidRDefault="00E55E81" w:rsidP="00E55E81">
      <w:pPr>
        <w:pStyle w:val="Default"/>
        <w:adjustRightInd/>
        <w:spacing w:line="360" w:lineRule="auto"/>
        <w:ind w:left="1560"/>
        <w:jc w:val="both"/>
        <w:rPr>
          <w:sz w:val="20"/>
          <w:szCs w:val="20"/>
        </w:rPr>
      </w:pPr>
      <w:r w:rsidRPr="005A13B6">
        <w:rPr>
          <w:sz w:val="20"/>
          <w:szCs w:val="20"/>
        </w:rPr>
        <w:t>00-189 Warszawa, ul. Inflancka 4</w:t>
      </w:r>
    </w:p>
    <w:p w14:paraId="71D39D3D" w14:textId="77777777" w:rsidR="00E55E81" w:rsidRDefault="00E55E81" w:rsidP="00E55E81">
      <w:pPr>
        <w:pStyle w:val="Default"/>
        <w:adjustRightInd/>
        <w:spacing w:line="360" w:lineRule="auto"/>
        <w:ind w:left="1560"/>
        <w:jc w:val="both"/>
        <w:rPr>
          <w:sz w:val="20"/>
          <w:szCs w:val="20"/>
        </w:rPr>
      </w:pPr>
      <w:r>
        <w:rPr>
          <w:sz w:val="20"/>
          <w:szCs w:val="20"/>
        </w:rPr>
        <w:t>godz. pracy: pn – 8.00-18.00, wt-pt – 8.00-16.00;</w:t>
      </w:r>
    </w:p>
    <w:p w14:paraId="5E442797" w14:textId="77777777" w:rsidR="00E55E81" w:rsidRPr="005A13B6" w:rsidRDefault="00E55E81" w:rsidP="00E55E81">
      <w:pPr>
        <w:pStyle w:val="Default"/>
        <w:adjustRightInd/>
        <w:spacing w:line="360" w:lineRule="auto"/>
        <w:ind w:left="1560"/>
        <w:jc w:val="both"/>
        <w:rPr>
          <w:rFonts w:cs="Arial"/>
          <w:b/>
          <w:bCs/>
          <w:sz w:val="20"/>
          <w:szCs w:val="20"/>
        </w:rPr>
      </w:pPr>
      <w:r>
        <w:rPr>
          <w:sz w:val="20"/>
          <w:szCs w:val="20"/>
        </w:rPr>
        <w:t>tel.: 22 542 27 11, 22 542 20 38;</w:t>
      </w:r>
    </w:p>
    <w:p w14:paraId="77AFC490"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Ostrołęce:</w:t>
      </w:r>
    </w:p>
    <w:p w14:paraId="2D14BA0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07 - 410 Ostrołęka, ul. J. Piłsudskiego 38,</w:t>
      </w:r>
    </w:p>
    <w:p w14:paraId="0F327ABD"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1E9B5B5C"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15;</w:t>
      </w:r>
    </w:p>
    <w:p w14:paraId="490CA2D3"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Radomiu:</w:t>
      </w:r>
    </w:p>
    <w:p w14:paraId="04CF60A8"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26 - 610 Radom, ul. Kościuszki 5a,</w:t>
      </w:r>
    </w:p>
    <w:p w14:paraId="22BBC501"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18818524"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13;</w:t>
      </w:r>
    </w:p>
    <w:p w14:paraId="3BDD7E62"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Siedlcach:</w:t>
      </w:r>
    </w:p>
    <w:p w14:paraId="3B465A4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08 – 110 Siedlce, ul. Wiszniewskiego 4,</w:t>
      </w:r>
    </w:p>
    <w:p w14:paraId="150340F9"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-pt – 8.00-16.00;</w:t>
      </w:r>
    </w:p>
    <w:p w14:paraId="38E053B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12;</w:t>
      </w:r>
    </w:p>
    <w:p w14:paraId="10F97E36" w14:textId="77777777" w:rsidR="005A13B6" w:rsidRPr="00C82E08" w:rsidRDefault="00AC484B" w:rsidP="00C82E08">
      <w:pPr>
        <w:pStyle w:val="Default"/>
        <w:numPr>
          <w:ilvl w:val="2"/>
          <w:numId w:val="4"/>
        </w:numPr>
        <w:adjustRightInd/>
        <w:spacing w:line="360" w:lineRule="auto"/>
        <w:ind w:left="1560" w:hanging="709"/>
        <w:jc w:val="both"/>
        <w:rPr>
          <w:b/>
          <w:bCs/>
          <w:sz w:val="20"/>
          <w:szCs w:val="20"/>
        </w:rPr>
      </w:pPr>
      <w:r>
        <w:rPr>
          <w:b/>
          <w:bCs/>
          <w:sz w:val="20"/>
          <w:szCs w:val="20"/>
        </w:rPr>
        <w:t xml:space="preserve">Lokalny </w:t>
      </w:r>
      <w:r w:rsidR="005A13B6" w:rsidRPr="005A13B6">
        <w:rPr>
          <w:b/>
          <w:bCs/>
          <w:sz w:val="20"/>
          <w:szCs w:val="20"/>
        </w:rPr>
        <w:t>Punkt Informacyjny Funduszy Europejskich w Ciechanowie</w:t>
      </w:r>
    </w:p>
    <w:p w14:paraId="4E6B9D75" w14:textId="77777777" w:rsidR="005A13B6" w:rsidRPr="00C82E08" w:rsidRDefault="00C82E08" w:rsidP="00C82E08">
      <w:pPr>
        <w:pStyle w:val="Default"/>
        <w:adjustRightInd/>
        <w:spacing w:line="360" w:lineRule="auto"/>
        <w:ind w:left="1560"/>
        <w:jc w:val="both"/>
        <w:rPr>
          <w:sz w:val="20"/>
          <w:szCs w:val="20"/>
        </w:rPr>
      </w:pPr>
      <w:r>
        <w:rPr>
          <w:sz w:val="20"/>
          <w:szCs w:val="20"/>
        </w:rPr>
        <w:t xml:space="preserve">06 </w:t>
      </w:r>
      <w:r w:rsidR="005A13B6" w:rsidRPr="00C82E08">
        <w:rPr>
          <w:sz w:val="20"/>
          <w:szCs w:val="20"/>
        </w:rPr>
        <w:t>- 400 Ciechanów, Pl. Kościuszki 5,</w:t>
      </w:r>
    </w:p>
    <w:p w14:paraId="1184620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1EB270A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 xml:space="preserve">tel. </w:t>
      </w:r>
      <w:r w:rsidR="00AC484B" w:rsidRPr="00AC484B">
        <w:rPr>
          <w:sz w:val="20"/>
          <w:szCs w:val="20"/>
        </w:rPr>
        <w:t>22 542 27 16</w:t>
      </w:r>
    </w:p>
    <w:p w14:paraId="3E998287" w14:textId="77777777" w:rsidR="002F5F2E" w:rsidRPr="00C82E08" w:rsidRDefault="00AC484B" w:rsidP="00C82E08">
      <w:pPr>
        <w:pStyle w:val="Default"/>
        <w:numPr>
          <w:ilvl w:val="2"/>
          <w:numId w:val="4"/>
        </w:numPr>
        <w:adjustRightInd/>
        <w:spacing w:line="360" w:lineRule="auto"/>
        <w:ind w:left="1560" w:hanging="709"/>
        <w:jc w:val="both"/>
        <w:rPr>
          <w:b/>
          <w:bCs/>
          <w:sz w:val="20"/>
          <w:szCs w:val="20"/>
        </w:rPr>
      </w:pPr>
      <w:r>
        <w:rPr>
          <w:b/>
          <w:bCs/>
          <w:sz w:val="20"/>
          <w:szCs w:val="20"/>
        </w:rPr>
        <w:t xml:space="preserve">Lokalny </w:t>
      </w:r>
      <w:r w:rsidR="002F5F2E" w:rsidRPr="002F5F2E">
        <w:rPr>
          <w:b/>
          <w:bCs/>
          <w:sz w:val="20"/>
          <w:szCs w:val="20"/>
        </w:rPr>
        <w:t>Punkt Informacyjny Funduszy Europejskich w Płocku</w:t>
      </w:r>
    </w:p>
    <w:p w14:paraId="22313B2E"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09 - 400 Płock, ul. Kolegialna 19,</w:t>
      </w:r>
    </w:p>
    <w:p w14:paraId="55B807C9"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godz. pracy: pn – pt – 8.00-16.00;</w:t>
      </w:r>
    </w:p>
    <w:p w14:paraId="100F8D14"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 xml:space="preserve">tel. </w:t>
      </w:r>
      <w:r w:rsidR="00AC484B" w:rsidRPr="00AC484B">
        <w:rPr>
          <w:sz w:val="20"/>
          <w:szCs w:val="20"/>
        </w:rPr>
        <w:t>22 542 27 14</w:t>
      </w:r>
    </w:p>
    <w:p w14:paraId="3FA3F0B0" w14:textId="77777777" w:rsidR="002F5F2E" w:rsidRPr="00C82E08" w:rsidRDefault="002F5F2E" w:rsidP="00C82E08">
      <w:pPr>
        <w:pStyle w:val="Default"/>
        <w:adjustRightInd/>
        <w:spacing w:line="360" w:lineRule="auto"/>
        <w:ind w:left="1560"/>
        <w:jc w:val="both"/>
        <w:rPr>
          <w:b/>
          <w:bCs/>
          <w:sz w:val="20"/>
          <w:szCs w:val="20"/>
        </w:rPr>
      </w:pPr>
    </w:p>
    <w:p w14:paraId="0F55612A" w14:textId="77777777" w:rsidR="002F5F2E" w:rsidRPr="002F5F2E" w:rsidRDefault="002F5F2E" w:rsidP="002F5F2E">
      <w:pPr>
        <w:pStyle w:val="Default"/>
        <w:spacing w:after="60" w:line="360" w:lineRule="auto"/>
        <w:ind w:left="1417" w:hanging="709"/>
        <w:jc w:val="both"/>
        <w:rPr>
          <w:rFonts w:cs="Arial"/>
          <w:bCs/>
          <w:sz w:val="20"/>
          <w:szCs w:val="20"/>
        </w:rPr>
      </w:pPr>
      <w:r w:rsidRPr="002F5F2E">
        <w:rPr>
          <w:rFonts w:cs="Arial"/>
          <w:b/>
          <w:bCs/>
          <w:sz w:val="20"/>
          <w:szCs w:val="20"/>
        </w:rPr>
        <w:t>Infolinia:</w:t>
      </w:r>
      <w:r w:rsidRPr="002F5F2E">
        <w:rPr>
          <w:rFonts w:cs="Arial"/>
          <w:bCs/>
          <w:sz w:val="20"/>
          <w:szCs w:val="20"/>
        </w:rPr>
        <w:t xml:space="preserve"> 801 101 101/22 542 27 99 pn – 8.00-18.00, wt-pt - godz. 8.00-16.00;</w:t>
      </w:r>
    </w:p>
    <w:p w14:paraId="597D37D6" w14:textId="77777777" w:rsidR="002F5F2E" w:rsidRPr="00585DF0" w:rsidRDefault="002F5F2E" w:rsidP="002F5F2E">
      <w:pPr>
        <w:pStyle w:val="Default"/>
        <w:spacing w:after="60" w:line="360" w:lineRule="auto"/>
        <w:ind w:left="1417" w:hanging="709"/>
        <w:jc w:val="both"/>
        <w:rPr>
          <w:rFonts w:cs="Arial"/>
          <w:bCs/>
          <w:sz w:val="20"/>
          <w:szCs w:val="20"/>
        </w:rPr>
      </w:pPr>
      <w:r w:rsidRPr="00585DF0">
        <w:rPr>
          <w:rFonts w:cs="Arial"/>
          <w:b/>
          <w:bCs/>
          <w:sz w:val="20"/>
          <w:szCs w:val="20"/>
        </w:rPr>
        <w:t>e-mail:</w:t>
      </w:r>
      <w:r w:rsidRPr="00585DF0">
        <w:rPr>
          <w:rFonts w:cs="Arial"/>
          <w:bCs/>
          <w:sz w:val="20"/>
          <w:szCs w:val="20"/>
        </w:rPr>
        <w:t xml:space="preserve"> </w:t>
      </w:r>
      <w:hyperlink r:id="rId23" w:history="1">
        <w:r w:rsidRPr="00585DF0">
          <w:rPr>
            <w:rStyle w:val="Hipercze"/>
            <w:rFonts w:cs="Arial"/>
            <w:bCs/>
            <w:sz w:val="20"/>
            <w:szCs w:val="20"/>
          </w:rPr>
          <w:t>pife.warszawa@mazowia.eu</w:t>
        </w:r>
      </w:hyperlink>
      <w:r w:rsidRPr="00585DF0">
        <w:rPr>
          <w:rFonts w:cs="Arial"/>
          <w:bCs/>
          <w:sz w:val="20"/>
          <w:szCs w:val="20"/>
        </w:rPr>
        <w:t>;</w:t>
      </w:r>
    </w:p>
    <w:p w14:paraId="33D3F3B2" w14:textId="77777777" w:rsidR="001E7391" w:rsidRPr="00A04067" w:rsidRDefault="00AF4367" w:rsidP="00C247D7">
      <w:pPr>
        <w:pStyle w:val="Default"/>
        <w:spacing w:after="60" w:line="360" w:lineRule="auto"/>
        <w:ind w:left="1417" w:hanging="709"/>
        <w:jc w:val="both"/>
        <w:rPr>
          <w:rFonts w:cs="Arial"/>
          <w:sz w:val="20"/>
          <w:szCs w:val="20"/>
        </w:rPr>
      </w:pPr>
      <w:r>
        <w:rPr>
          <w:rFonts w:cs="Arial"/>
          <w:sz w:val="20"/>
          <w:szCs w:val="20"/>
        </w:rPr>
        <w:t>o</w:t>
      </w:r>
      <w:r w:rsidR="001E7391" w:rsidRPr="00A04067">
        <w:rPr>
          <w:rFonts w:cs="Arial"/>
          <w:sz w:val="20"/>
          <w:szCs w:val="20"/>
        </w:rPr>
        <w:t>płata za połączenie zgodna z taryfą danego operatora.</w:t>
      </w:r>
    </w:p>
    <w:p w14:paraId="6538BD2B" w14:textId="77777777" w:rsidR="003C7622" w:rsidRDefault="001E7391" w:rsidP="00C82E08">
      <w:pPr>
        <w:pStyle w:val="Akapitzlist"/>
        <w:numPr>
          <w:ilvl w:val="1"/>
          <w:numId w:val="4"/>
        </w:numPr>
        <w:spacing w:before="120" w:after="120" w:line="360" w:lineRule="auto"/>
        <w:ind w:left="720"/>
        <w:jc w:val="both"/>
        <w:rPr>
          <w:rFonts w:eastAsia="Calibri" w:cs="Calibri"/>
          <w:sz w:val="20"/>
          <w:szCs w:val="20"/>
        </w:rPr>
      </w:pPr>
      <w:r w:rsidRPr="00C82E08">
        <w:rPr>
          <w:rFonts w:eastAsia="Calibri" w:cs="Calibri"/>
          <w:sz w:val="20"/>
          <w:szCs w:val="20"/>
        </w:rPr>
        <w:t xml:space="preserve">MJWPU będzie organizowała spotkania dla wnioskodawców w formie szkoleń warsztatowych. W ramach spotkań zostaną przedstawione założenia </w:t>
      </w:r>
      <w:r w:rsidR="00E34207" w:rsidRPr="00C82E08">
        <w:rPr>
          <w:rFonts w:eastAsia="Calibri" w:cs="Calibri"/>
          <w:sz w:val="20"/>
          <w:szCs w:val="20"/>
        </w:rPr>
        <w:t xml:space="preserve">programu Fundusze Europejskie dla Mazowsza 2021-2027 </w:t>
      </w:r>
      <w:r w:rsidRPr="00C82E08">
        <w:rPr>
          <w:rFonts w:eastAsia="Calibri" w:cs="Calibri"/>
          <w:sz w:val="20"/>
          <w:szCs w:val="20"/>
        </w:rPr>
        <w:t xml:space="preserve">oraz zasady aplikowania o środki w ramach </w:t>
      </w:r>
      <w:r w:rsidR="00E34207" w:rsidRPr="00C82E08">
        <w:rPr>
          <w:rFonts w:eastAsia="Calibri" w:cs="Calibri"/>
          <w:sz w:val="20"/>
          <w:szCs w:val="20"/>
        </w:rPr>
        <w:t>naboru</w:t>
      </w:r>
      <w:r w:rsidR="007D7CA7" w:rsidRPr="00C82E08">
        <w:rPr>
          <w:rFonts w:eastAsia="Calibri" w:cs="Calibri"/>
          <w:sz w:val="20"/>
          <w:szCs w:val="20"/>
        </w:rPr>
        <w:t>.</w:t>
      </w:r>
    </w:p>
    <w:p w14:paraId="4CBDFBBA" w14:textId="77777777" w:rsidR="00C82E08" w:rsidRPr="00A37681" w:rsidRDefault="00C82E08" w:rsidP="00C82E08">
      <w:pPr>
        <w:pStyle w:val="Tekstpodstawowy"/>
        <w:numPr>
          <w:ilvl w:val="2"/>
          <w:numId w:val="4"/>
        </w:numPr>
        <w:spacing w:before="120" w:after="120" w:line="360" w:lineRule="auto"/>
        <w:ind w:left="1560" w:hanging="851"/>
        <w:rPr>
          <w:rFonts w:ascii="Calibri" w:hAnsi="Calibri" w:cs="Calibri"/>
          <w:b/>
          <w:sz w:val="20"/>
          <w:szCs w:val="20"/>
        </w:rPr>
      </w:pPr>
      <w:r w:rsidRPr="00A37681">
        <w:rPr>
          <w:rFonts w:ascii="Calibri" w:hAnsi="Calibri" w:cs="Arial"/>
          <w:sz w:val="20"/>
          <w:szCs w:val="20"/>
        </w:rPr>
        <w:t xml:space="preserve">Informacje na temat planowanych spotkań są publikowane w serwisie FEM </w:t>
      </w:r>
      <w:hyperlink r:id="rId24" w:history="1">
        <w:r w:rsidR="00D35FAB" w:rsidRPr="00C77273">
          <w:rPr>
            <w:rStyle w:val="Hipercze"/>
            <w:rFonts w:ascii="Calibri" w:hAnsi="Calibri" w:cs="Arial"/>
            <w:sz w:val="20"/>
            <w:szCs w:val="20"/>
          </w:rPr>
          <w:t>www.funduszeuedlamazowsza.eu</w:t>
        </w:r>
      </w:hyperlink>
      <w:r w:rsidRPr="00A37681">
        <w:rPr>
          <w:rFonts w:ascii="Calibri" w:hAnsi="Calibri" w:cs="Arial"/>
          <w:sz w:val="20"/>
          <w:szCs w:val="20"/>
        </w:rPr>
        <w:t>.</w:t>
      </w:r>
    </w:p>
    <w:p w14:paraId="2F6EF7FF" w14:textId="77777777" w:rsidR="00C82E08" w:rsidRPr="00A37681" w:rsidRDefault="00C82E08" w:rsidP="00C82E08">
      <w:pPr>
        <w:pStyle w:val="Tekstpodstawowy"/>
        <w:numPr>
          <w:ilvl w:val="2"/>
          <w:numId w:val="4"/>
        </w:numPr>
        <w:spacing w:before="120" w:after="120" w:line="360" w:lineRule="auto"/>
        <w:ind w:left="1560" w:hanging="851"/>
        <w:rPr>
          <w:rFonts w:ascii="Calibri" w:hAnsi="Calibri" w:cs="Arial"/>
          <w:sz w:val="20"/>
          <w:szCs w:val="20"/>
        </w:rPr>
      </w:pPr>
      <w:r w:rsidRPr="00A37681">
        <w:rPr>
          <w:rFonts w:ascii="Calibri" w:hAnsi="Calibri" w:cs="Arial"/>
          <w:sz w:val="20"/>
          <w:szCs w:val="20"/>
        </w:rPr>
        <w:t xml:space="preserve">Zgłoszenia wnioskodawców będą przyjmowane drogą elektroniczną poprzez rejestrację w serwisie FEM </w:t>
      </w:r>
      <w:hyperlink r:id="rId25" w:history="1">
        <w:r w:rsidR="00D35FAB" w:rsidRPr="00C77273">
          <w:rPr>
            <w:rStyle w:val="Hipercze"/>
            <w:rFonts w:ascii="Calibri" w:hAnsi="Calibri" w:cs="Arial"/>
            <w:sz w:val="20"/>
            <w:szCs w:val="20"/>
          </w:rPr>
          <w:t>www.funduszeuedlamazowsza.eu</w:t>
        </w:r>
      </w:hyperlink>
      <w:r w:rsidRPr="00A37681">
        <w:rPr>
          <w:rFonts w:ascii="Calibri" w:hAnsi="Calibri" w:cs="Arial"/>
          <w:sz w:val="20"/>
          <w:szCs w:val="20"/>
        </w:rPr>
        <w:t>.</w:t>
      </w:r>
    </w:p>
    <w:p w14:paraId="4F2CBAEA" w14:textId="77777777" w:rsidR="00C82E08" w:rsidRPr="00C82E08" w:rsidRDefault="00C82E08" w:rsidP="00C82E08">
      <w:pPr>
        <w:pStyle w:val="Akapitzlist"/>
        <w:spacing w:before="120" w:after="120" w:line="360" w:lineRule="auto"/>
        <w:ind w:left="2136"/>
        <w:jc w:val="both"/>
        <w:rPr>
          <w:rFonts w:eastAsia="Calibri" w:cs="Calibri"/>
          <w:sz w:val="20"/>
          <w:szCs w:val="20"/>
        </w:rPr>
      </w:pPr>
    </w:p>
    <w:p w14:paraId="020B9594" w14:textId="77777777" w:rsidR="00FE7454" w:rsidRPr="007D7E5F" w:rsidRDefault="007D7E5F" w:rsidP="00C247D7">
      <w:pPr>
        <w:pStyle w:val="Default"/>
        <w:spacing w:line="360" w:lineRule="auto"/>
        <w:ind w:left="709"/>
        <w:jc w:val="both"/>
        <w:rPr>
          <w:rFonts w:cs="Arial"/>
          <w:sz w:val="20"/>
          <w:szCs w:val="20"/>
        </w:rPr>
      </w:pPr>
      <w:r w:rsidRPr="00F81477">
        <w:rPr>
          <w:rFonts w:cs="Arial"/>
          <w:sz w:val="20"/>
          <w:szCs w:val="20"/>
        </w:rPr>
        <w:t>Liczba miejsc dla każdego szkolenia jest ograniczona. W przypadku większej liczby osób chętnych do</w:t>
      </w:r>
      <w:r w:rsidR="006F16B0">
        <w:rPr>
          <w:rFonts w:cs="Arial"/>
          <w:sz w:val="20"/>
          <w:szCs w:val="20"/>
        </w:rPr>
        <w:t> </w:t>
      </w:r>
      <w:r w:rsidRPr="00F81477">
        <w:rPr>
          <w:rFonts w:cs="Arial"/>
          <w:sz w:val="20"/>
          <w:szCs w:val="20"/>
        </w:rPr>
        <w:t>uczestnictwa w szkoleniu niż przewidziana liczba miejsc, o zakwalifikowaniu na szkolen</w:t>
      </w:r>
      <w:r>
        <w:rPr>
          <w:rFonts w:cs="Arial"/>
          <w:sz w:val="20"/>
          <w:szCs w:val="20"/>
        </w:rPr>
        <w:t>ie decyduje kolejność zgłoszeń.</w:t>
      </w:r>
    </w:p>
    <w:p w14:paraId="1175F7D4" w14:textId="77777777" w:rsidR="001E7391" w:rsidRPr="00C82E08" w:rsidRDefault="001E7391" w:rsidP="00C82E08">
      <w:pPr>
        <w:pStyle w:val="Akapitzlist"/>
        <w:numPr>
          <w:ilvl w:val="1"/>
          <w:numId w:val="4"/>
        </w:numPr>
        <w:spacing w:before="120" w:after="120" w:line="360" w:lineRule="auto"/>
        <w:ind w:left="720"/>
        <w:jc w:val="both"/>
        <w:rPr>
          <w:rFonts w:eastAsia="Calibri" w:cs="Calibri"/>
          <w:sz w:val="20"/>
          <w:szCs w:val="20"/>
        </w:rPr>
      </w:pPr>
      <w:r w:rsidRPr="00C82E08">
        <w:rPr>
          <w:rFonts w:eastAsia="Calibri" w:cs="Calibri"/>
          <w:sz w:val="20"/>
          <w:szCs w:val="20"/>
        </w:rPr>
        <w:t>Spotkania będą prowadzone nieodpłatnie przez pracowników MJWPU.</w:t>
      </w:r>
    </w:p>
    <w:p w14:paraId="75B1482C" w14:textId="77777777" w:rsidR="001E7391" w:rsidRPr="008F66C2" w:rsidRDefault="001E7391" w:rsidP="007550EF">
      <w:pPr>
        <w:pStyle w:val="Nagwek1"/>
        <w:keepNext/>
        <w:numPr>
          <w:ilvl w:val="0"/>
          <w:numId w:val="13"/>
        </w:numPr>
        <w:jc w:val="center"/>
        <w:rPr>
          <w:rFonts w:cs="Arial"/>
          <w:color w:val="000000"/>
        </w:rPr>
      </w:pPr>
      <w:bookmarkStart w:id="44" w:name="_Toc195787783"/>
      <w:r w:rsidRPr="2F7CAED3">
        <w:rPr>
          <w:rFonts w:cs="Arial"/>
          <w:color w:val="000000" w:themeColor="text1"/>
        </w:rPr>
        <w:t>WYKAZ DEFINICJI I SKRÓTÓW</w:t>
      </w:r>
      <w:bookmarkEnd w:id="44"/>
    </w:p>
    <w:p w14:paraId="2D2AADC1" w14:textId="77777777" w:rsidR="001E7391" w:rsidRPr="00F81477" w:rsidRDefault="001E7391" w:rsidP="007D6355">
      <w:pPr>
        <w:pStyle w:val="ZnakZnakZnak1ZnakZnak"/>
        <w:keepNext/>
        <w:spacing w:before="120" w:after="120" w:line="360" w:lineRule="auto"/>
        <w:rPr>
          <w:rFonts w:cs="Arial"/>
          <w:b/>
          <w:color w:val="000000"/>
          <w:sz w:val="16"/>
          <w:szCs w:val="16"/>
        </w:rPr>
      </w:pPr>
    </w:p>
    <w:p w14:paraId="5958A2FF" w14:textId="77777777" w:rsidR="00732969" w:rsidRPr="00EA65E0" w:rsidRDefault="009B34E2" w:rsidP="007550EF">
      <w:pPr>
        <w:pStyle w:val="Tekstpodstawowy"/>
        <w:keepNext/>
        <w:numPr>
          <w:ilvl w:val="1"/>
          <w:numId w:val="13"/>
        </w:numPr>
        <w:spacing w:before="120" w:after="120" w:line="360" w:lineRule="auto"/>
        <w:ind w:left="709" w:hanging="709"/>
        <w:rPr>
          <w:rFonts w:ascii="Calibri" w:hAnsi="Calibri" w:cs="Arial"/>
          <w:bCs/>
          <w:color w:val="000000"/>
          <w:sz w:val="20"/>
          <w:szCs w:val="20"/>
        </w:rPr>
      </w:pPr>
      <w:r w:rsidRPr="00EA65E0">
        <w:rPr>
          <w:rFonts w:ascii="Calibri" w:hAnsi="Calibri" w:cs="Arial"/>
          <w:bCs/>
          <w:color w:val="000000"/>
          <w:sz w:val="20"/>
          <w:szCs w:val="20"/>
        </w:rPr>
        <w:t>Użyte w regulaminie określenia oznaczają:</w:t>
      </w:r>
    </w:p>
    <w:p w14:paraId="38720154" w14:textId="77777777" w:rsidR="00980A3D" w:rsidRPr="00980A3D" w:rsidRDefault="003C3BC2" w:rsidP="007550EF">
      <w:pPr>
        <w:numPr>
          <w:ilvl w:val="2"/>
          <w:numId w:val="13"/>
        </w:numPr>
        <w:spacing w:before="120" w:after="120" w:line="360" w:lineRule="auto"/>
        <w:ind w:left="1418" w:hanging="709"/>
        <w:jc w:val="both"/>
        <w:rPr>
          <w:rFonts w:cs="Arial"/>
          <w:bCs/>
          <w:color w:val="000000"/>
          <w:sz w:val="20"/>
          <w:szCs w:val="20"/>
        </w:rPr>
      </w:pPr>
      <w:r w:rsidRPr="00980A3D">
        <w:rPr>
          <w:rFonts w:cs="Arial"/>
          <w:b/>
          <w:bCs/>
          <w:color w:val="000000" w:themeColor="text1"/>
          <w:sz w:val="20"/>
          <w:szCs w:val="20"/>
        </w:rPr>
        <w:t>beneficjent</w:t>
      </w:r>
      <w:r w:rsidR="00980A3D" w:rsidRPr="00980A3D">
        <w:rPr>
          <w:rFonts w:cs="Arial"/>
          <w:color w:val="000000" w:themeColor="text1"/>
          <w:sz w:val="20"/>
          <w:szCs w:val="20"/>
        </w:rPr>
        <w:t xml:space="preserve"> – podmiot, o którym mowa w art. 2 pkt 9 rozporządzenia ogólnego;</w:t>
      </w:r>
    </w:p>
    <w:p w14:paraId="08A9D48D" w14:textId="696F5C5A" w:rsidR="00C8699B" w:rsidRDefault="009C3173" w:rsidP="007550EF">
      <w:pPr>
        <w:numPr>
          <w:ilvl w:val="2"/>
          <w:numId w:val="13"/>
        </w:numPr>
        <w:spacing w:before="120" w:after="120" w:line="360" w:lineRule="auto"/>
        <w:ind w:left="1418" w:hanging="709"/>
        <w:jc w:val="both"/>
        <w:rPr>
          <w:rFonts w:cs="Arial"/>
          <w:bCs/>
          <w:color w:val="000000"/>
          <w:sz w:val="20"/>
          <w:szCs w:val="20"/>
        </w:rPr>
      </w:pPr>
      <w:r>
        <w:rPr>
          <w:b/>
          <w:color w:val="000000"/>
          <w:sz w:val="20"/>
          <w:szCs w:val="20"/>
        </w:rPr>
        <w:t>B</w:t>
      </w:r>
      <w:r w:rsidR="00814BEF" w:rsidRPr="00980A3D">
        <w:rPr>
          <w:b/>
          <w:color w:val="000000"/>
          <w:sz w:val="20"/>
          <w:szCs w:val="20"/>
        </w:rPr>
        <w:t xml:space="preserve">aza </w:t>
      </w:r>
      <w:r>
        <w:rPr>
          <w:b/>
          <w:color w:val="000000"/>
          <w:sz w:val="20"/>
          <w:szCs w:val="20"/>
        </w:rPr>
        <w:t>K</w:t>
      </w:r>
      <w:r w:rsidR="00814BEF" w:rsidRPr="00D43929">
        <w:rPr>
          <w:b/>
          <w:color w:val="000000"/>
          <w:sz w:val="20"/>
          <w:szCs w:val="20"/>
        </w:rPr>
        <w:t>onkurencyjności</w:t>
      </w:r>
      <w:r w:rsidR="00D36F9C" w:rsidRPr="00D43929">
        <w:rPr>
          <w:b/>
          <w:color w:val="000000"/>
          <w:sz w:val="20"/>
          <w:szCs w:val="20"/>
        </w:rPr>
        <w:t xml:space="preserve"> </w:t>
      </w:r>
      <w:r>
        <w:rPr>
          <w:b/>
          <w:color w:val="000000"/>
          <w:sz w:val="20"/>
          <w:szCs w:val="20"/>
        </w:rPr>
        <w:t xml:space="preserve">Funduszy Europejskich </w:t>
      </w:r>
      <w:r w:rsidR="0088006B" w:rsidRPr="00D43929">
        <w:rPr>
          <w:rFonts w:cs="Arial"/>
          <w:bCs/>
          <w:color w:val="000000"/>
          <w:sz w:val="20"/>
          <w:szCs w:val="20"/>
        </w:rPr>
        <w:t>(BK2021</w:t>
      </w:r>
      <w:r w:rsidR="0088006B" w:rsidRPr="00A10D0C">
        <w:rPr>
          <w:rFonts w:cs="Arial"/>
          <w:bCs/>
          <w:color w:val="000000"/>
          <w:sz w:val="20"/>
          <w:szCs w:val="20"/>
        </w:rPr>
        <w:t>) – strona internetowa prowadzona przez ministra właściwego do spraw rozwoju regionalnego przeznaczona do zamieszczania zapytań ofertowych zgodnie z zasadą konkurencyjności określoną w podrozdziale 3.2</w:t>
      </w:r>
      <w:r w:rsidR="0088006B" w:rsidRPr="00A10D0C">
        <w:t xml:space="preserve"> </w:t>
      </w:r>
      <w:r w:rsidR="00D43929">
        <w:rPr>
          <w:rFonts w:cs="Arial"/>
          <w:bCs/>
          <w:color w:val="000000"/>
          <w:sz w:val="20"/>
          <w:szCs w:val="20"/>
        </w:rPr>
        <w:t>wytycznych w zakresie</w:t>
      </w:r>
      <w:r w:rsidR="00BA7E19">
        <w:rPr>
          <w:rFonts w:cs="Arial"/>
          <w:bCs/>
          <w:color w:val="000000"/>
          <w:sz w:val="20"/>
          <w:szCs w:val="20"/>
        </w:rPr>
        <w:t xml:space="preserve"> </w:t>
      </w:r>
      <w:r w:rsidR="0088006B" w:rsidRPr="00A10D0C">
        <w:rPr>
          <w:rFonts w:cs="Arial"/>
          <w:bCs/>
          <w:color w:val="000000"/>
          <w:sz w:val="20"/>
          <w:szCs w:val="20"/>
        </w:rPr>
        <w:t>kwalifikowalności wydatków</w:t>
      </w:r>
      <w:r w:rsidR="00C8699B">
        <w:rPr>
          <w:rFonts w:cs="Arial"/>
          <w:bCs/>
          <w:color w:val="000000"/>
          <w:sz w:val="20"/>
          <w:szCs w:val="20"/>
        </w:rPr>
        <w:t>:</w:t>
      </w:r>
    </w:p>
    <w:p w14:paraId="764BE150" w14:textId="77777777" w:rsidR="0088006B" w:rsidRPr="00A10D0C" w:rsidRDefault="0088006B" w:rsidP="00C8699B">
      <w:pPr>
        <w:spacing w:before="120" w:after="120" w:line="360" w:lineRule="auto"/>
        <w:ind w:left="1418"/>
        <w:jc w:val="both"/>
        <w:rPr>
          <w:rFonts w:cs="Arial"/>
          <w:bCs/>
          <w:color w:val="000000"/>
          <w:sz w:val="20"/>
          <w:szCs w:val="20"/>
        </w:rPr>
      </w:pPr>
      <w:r w:rsidRPr="00A10D0C">
        <w:rPr>
          <w:rFonts w:cs="Arial"/>
          <w:bCs/>
          <w:color w:val="000000"/>
          <w:sz w:val="20"/>
          <w:szCs w:val="20"/>
        </w:rPr>
        <w:t>(https://bazakonkurencyjnosci.funduszeeuropejskie.gov.pl/)</w:t>
      </w:r>
    </w:p>
    <w:p w14:paraId="580FADD3" w14:textId="25FC3F76" w:rsidR="00814BEF" w:rsidRDefault="00814BEF" w:rsidP="005A5830">
      <w:pPr>
        <w:pStyle w:val="Tekstpodstawowy"/>
        <w:numPr>
          <w:ilvl w:val="2"/>
          <w:numId w:val="13"/>
        </w:numPr>
        <w:spacing w:before="120" w:after="120" w:line="360" w:lineRule="auto"/>
        <w:ind w:left="1418"/>
        <w:rPr>
          <w:rFonts w:ascii="Calibri" w:hAnsi="Calibri" w:cs="Arial"/>
          <w:bCs/>
          <w:color w:val="000000"/>
          <w:sz w:val="20"/>
          <w:szCs w:val="20"/>
        </w:rPr>
      </w:pPr>
      <w:r w:rsidRPr="003F6A5D">
        <w:rPr>
          <w:rFonts w:ascii="Calibri" w:hAnsi="Calibri" w:cs="Arial"/>
          <w:b/>
          <w:color w:val="000000"/>
          <w:sz w:val="20"/>
          <w:szCs w:val="20"/>
        </w:rPr>
        <w:t>Działanie</w:t>
      </w:r>
      <w:r w:rsidRPr="003F6A5D">
        <w:rPr>
          <w:rFonts w:ascii="Calibri" w:hAnsi="Calibri" w:cs="Arial"/>
          <w:bCs/>
          <w:color w:val="000000"/>
          <w:sz w:val="20"/>
          <w:szCs w:val="20"/>
        </w:rPr>
        <w:t xml:space="preserve"> –</w:t>
      </w:r>
      <w:r w:rsidR="00A9697E" w:rsidRPr="00A9697E">
        <w:rPr>
          <w:rFonts w:ascii="Calibri" w:hAnsi="Calibri" w:cs="Arial"/>
          <w:bCs/>
          <w:color w:val="000000"/>
          <w:sz w:val="20"/>
          <w:szCs w:val="20"/>
        </w:rPr>
        <w:t xml:space="preserve"> </w:t>
      </w:r>
      <w:r w:rsidR="003106B6">
        <w:rPr>
          <w:rFonts w:ascii="Calibri" w:hAnsi="Calibri" w:cs="Arial"/>
          <w:bCs/>
          <w:color w:val="000000"/>
          <w:sz w:val="20"/>
          <w:szCs w:val="20"/>
        </w:rPr>
        <w:t xml:space="preserve">Działanie </w:t>
      </w:r>
      <w:r w:rsidR="005A5830">
        <w:rPr>
          <w:rFonts w:ascii="Calibri" w:hAnsi="Calibri" w:cs="Arial"/>
          <w:bCs/>
          <w:color w:val="000000"/>
          <w:sz w:val="20"/>
          <w:szCs w:val="20"/>
        </w:rPr>
        <w:t xml:space="preserve">4.1 </w:t>
      </w:r>
      <w:r w:rsidR="005A5830" w:rsidRPr="005A5830">
        <w:rPr>
          <w:rFonts w:ascii="Calibri" w:hAnsi="Calibri" w:cs="Arial"/>
          <w:bCs/>
          <w:color w:val="000000"/>
          <w:sz w:val="20"/>
          <w:szCs w:val="20"/>
        </w:rPr>
        <w:t>Transport regionalny i lokalny</w:t>
      </w:r>
      <w:r w:rsidRPr="003F6A5D">
        <w:rPr>
          <w:rFonts w:ascii="Calibri" w:hAnsi="Calibri" w:cs="Arial"/>
          <w:bCs/>
          <w:color w:val="000000"/>
          <w:sz w:val="20"/>
          <w:szCs w:val="20"/>
        </w:rPr>
        <w:t>;</w:t>
      </w:r>
    </w:p>
    <w:p w14:paraId="06123E48" w14:textId="77777777" w:rsidR="00FA17A4" w:rsidRDefault="001E7391" w:rsidP="00FA17A4">
      <w:pPr>
        <w:pStyle w:val="Tekstpodstawowy"/>
        <w:numPr>
          <w:ilvl w:val="2"/>
          <w:numId w:val="13"/>
        </w:numPr>
        <w:spacing w:before="120" w:after="120" w:line="360" w:lineRule="auto"/>
        <w:ind w:left="1418" w:hanging="709"/>
        <w:rPr>
          <w:rFonts w:asciiTheme="minorHAnsi" w:hAnsiTheme="minorHAnsi" w:cstheme="minorBidi"/>
          <w:color w:val="000000"/>
          <w:sz w:val="20"/>
          <w:szCs w:val="20"/>
        </w:rPr>
      </w:pPr>
      <w:r w:rsidRPr="6732C531">
        <w:rPr>
          <w:rFonts w:asciiTheme="minorHAnsi" w:hAnsiTheme="minorHAnsi" w:cstheme="minorBidi"/>
          <w:b/>
          <w:sz w:val="20"/>
          <w:szCs w:val="20"/>
        </w:rPr>
        <w:t>Instytucja Zarządzająca (IZ)</w:t>
      </w:r>
      <w:r w:rsidRPr="6732C531">
        <w:rPr>
          <w:rFonts w:asciiTheme="minorHAnsi" w:hAnsiTheme="minorHAnsi" w:cstheme="minorBidi"/>
          <w:sz w:val="20"/>
          <w:szCs w:val="20"/>
        </w:rPr>
        <w:t xml:space="preserve"> – Zarząd Województwa Mazowieckiego, w imieniu którego część zadań wynikających z pełnienia roli IZ wykonuje Departament Rozwoju Regionalnego i Funduszy Europejskich Urzędu Marszałkowskiego Województwa Mazowieckiego z siedzibą </w:t>
      </w:r>
      <w:r w:rsidR="000E1FF3" w:rsidRPr="6732C531">
        <w:rPr>
          <w:rFonts w:asciiTheme="minorHAnsi" w:hAnsiTheme="minorHAnsi" w:cstheme="minorBidi"/>
          <w:sz w:val="20"/>
          <w:szCs w:val="20"/>
        </w:rPr>
        <w:t xml:space="preserve">w Warszawie, ul. </w:t>
      </w:r>
      <w:r w:rsidR="00316362" w:rsidRPr="6732C531">
        <w:rPr>
          <w:rFonts w:asciiTheme="minorHAnsi" w:hAnsiTheme="minorHAnsi" w:cstheme="minorBidi"/>
          <w:sz w:val="20"/>
          <w:szCs w:val="20"/>
        </w:rPr>
        <w:t xml:space="preserve">B. </w:t>
      </w:r>
      <w:r w:rsidR="000E1FF3" w:rsidRPr="6732C531">
        <w:rPr>
          <w:rFonts w:asciiTheme="minorHAnsi" w:hAnsiTheme="minorHAnsi" w:cstheme="minorBidi"/>
          <w:sz w:val="20"/>
          <w:szCs w:val="20"/>
        </w:rPr>
        <w:t xml:space="preserve">Brechta 7, </w:t>
      </w:r>
      <w:r w:rsidR="006F16B0" w:rsidRPr="6732C531">
        <w:rPr>
          <w:rFonts w:asciiTheme="minorHAnsi" w:hAnsiTheme="minorHAnsi" w:cstheme="minorBidi"/>
          <w:sz w:val="20"/>
          <w:szCs w:val="20"/>
        </w:rPr>
        <w:t xml:space="preserve">  </w:t>
      </w:r>
      <w:r w:rsidR="000E1FF3" w:rsidRPr="6732C531">
        <w:rPr>
          <w:rFonts w:asciiTheme="minorHAnsi" w:hAnsiTheme="minorHAnsi" w:cstheme="minorBidi"/>
          <w:sz w:val="20"/>
          <w:szCs w:val="20"/>
        </w:rPr>
        <w:t>03-472</w:t>
      </w:r>
      <w:r w:rsidR="006F16B0" w:rsidRPr="6732C531">
        <w:rPr>
          <w:rFonts w:asciiTheme="minorHAnsi" w:hAnsiTheme="minorHAnsi" w:cstheme="minorBidi"/>
          <w:sz w:val="20"/>
          <w:szCs w:val="20"/>
        </w:rPr>
        <w:t> </w:t>
      </w:r>
      <w:r w:rsidRPr="6732C531">
        <w:rPr>
          <w:rFonts w:asciiTheme="minorHAnsi" w:hAnsiTheme="minorHAnsi" w:cstheme="minorBidi"/>
          <w:sz w:val="20"/>
          <w:szCs w:val="20"/>
        </w:rPr>
        <w:t>Warszawa;</w:t>
      </w:r>
    </w:p>
    <w:p w14:paraId="61C83649" w14:textId="2D372D77" w:rsidR="00814BEF" w:rsidRPr="00FA17A4" w:rsidRDefault="00A9697E" w:rsidP="00FA17A4">
      <w:pPr>
        <w:pStyle w:val="Tekstpodstawowy"/>
        <w:numPr>
          <w:ilvl w:val="2"/>
          <w:numId w:val="13"/>
        </w:numPr>
        <w:spacing w:before="120" w:after="120" w:line="360" w:lineRule="auto"/>
        <w:ind w:left="1418" w:hanging="709"/>
        <w:rPr>
          <w:rFonts w:asciiTheme="minorHAnsi" w:hAnsiTheme="minorHAnsi" w:cstheme="minorBidi"/>
          <w:color w:val="000000"/>
          <w:sz w:val="20"/>
          <w:szCs w:val="20"/>
        </w:rPr>
      </w:pPr>
      <w:r w:rsidRPr="00FA17A4">
        <w:rPr>
          <w:rFonts w:asciiTheme="minorHAnsi" w:hAnsiTheme="minorHAnsi" w:cstheme="minorBidi"/>
          <w:b/>
          <w:bCs/>
          <w:sz w:val="20"/>
          <w:szCs w:val="20"/>
        </w:rPr>
        <w:t>nabór</w:t>
      </w:r>
      <w:r w:rsidR="00814BEF" w:rsidRPr="00FA17A4">
        <w:rPr>
          <w:rFonts w:asciiTheme="minorHAnsi" w:hAnsiTheme="minorHAnsi" w:cstheme="minorBidi"/>
          <w:sz w:val="20"/>
          <w:szCs w:val="20"/>
        </w:rPr>
        <w:t xml:space="preserve"> –</w:t>
      </w:r>
      <w:r w:rsidRPr="00FA17A4">
        <w:rPr>
          <w:rFonts w:asciiTheme="minorHAnsi" w:hAnsiTheme="minorHAnsi" w:cstheme="minorBidi"/>
          <w:sz w:val="20"/>
          <w:szCs w:val="20"/>
        </w:rPr>
        <w:t xml:space="preserve"> </w:t>
      </w:r>
      <w:r w:rsidR="00FA17A4" w:rsidRPr="00FA17A4">
        <w:rPr>
          <w:rFonts w:asciiTheme="minorHAnsi" w:hAnsiTheme="minorHAnsi" w:cstheme="minorBidi"/>
          <w:sz w:val="20"/>
          <w:szCs w:val="20"/>
        </w:rPr>
        <w:t>FEMA.04.01-IP.01-0</w:t>
      </w:r>
      <w:r w:rsidR="005A5830">
        <w:rPr>
          <w:rFonts w:asciiTheme="minorHAnsi" w:hAnsiTheme="minorHAnsi" w:cstheme="minorBidi"/>
          <w:sz w:val="20"/>
          <w:szCs w:val="20"/>
        </w:rPr>
        <w:t>60</w:t>
      </w:r>
      <w:r w:rsidR="00FA17A4" w:rsidRPr="00FA17A4">
        <w:rPr>
          <w:rFonts w:asciiTheme="minorHAnsi" w:hAnsiTheme="minorHAnsi" w:cstheme="minorBidi"/>
          <w:sz w:val="20"/>
          <w:szCs w:val="20"/>
        </w:rPr>
        <w:t>/25</w:t>
      </w:r>
      <w:r w:rsidR="00814BEF" w:rsidRPr="00FA17A4">
        <w:rPr>
          <w:rFonts w:asciiTheme="minorHAnsi" w:hAnsiTheme="minorHAnsi" w:cstheme="minorBidi"/>
          <w:sz w:val="20"/>
          <w:szCs w:val="20"/>
        </w:rPr>
        <w:t>;</w:t>
      </w:r>
    </w:p>
    <w:p w14:paraId="4BDEE7B1" w14:textId="77777777" w:rsidR="00EE6FF8" w:rsidRPr="0014423C" w:rsidRDefault="00EE6FF8" w:rsidP="00EE6FF8">
      <w:pPr>
        <w:pStyle w:val="Tekstpodstawowy"/>
        <w:numPr>
          <w:ilvl w:val="2"/>
          <w:numId w:val="13"/>
        </w:numPr>
        <w:spacing w:before="120" w:after="120" w:line="360" w:lineRule="auto"/>
        <w:ind w:left="1418" w:hanging="709"/>
        <w:rPr>
          <w:rFonts w:asciiTheme="minorHAnsi" w:hAnsiTheme="minorHAnsi" w:cs="Calibri"/>
          <w:bCs/>
          <w:color w:val="000000"/>
          <w:sz w:val="20"/>
          <w:szCs w:val="20"/>
        </w:rPr>
      </w:pPr>
      <w:r w:rsidRPr="0014423C">
        <w:rPr>
          <w:rFonts w:asciiTheme="minorHAnsi" w:hAnsiTheme="minorHAnsi" w:cs="Calibri"/>
          <w:b/>
          <w:sz w:val="20"/>
          <w:szCs w:val="20"/>
        </w:rPr>
        <w:lastRenderedPageBreak/>
        <w:t>pomoc publiczna</w:t>
      </w:r>
      <w:r w:rsidRPr="0014423C">
        <w:rPr>
          <w:rFonts w:asciiTheme="minorHAnsi" w:hAnsiTheme="minorHAnsi" w:cs="Calibri"/>
          <w:sz w:val="20"/>
          <w:szCs w:val="20"/>
        </w:rPr>
        <w:t xml:space="preserve"> – wsparcie dla podmiotu gospodarczego prowadzącego działalność gospodarczą, o ile jednocześnie spełnione są następujące warunki określone w art. 107 ust. 1 Traktatu o funkcjonowaniu Unii Europejskiej (TFUE): a) występuje transfer środków publicznych; b) podmiot uzyskuje korzyść ekonomiczną; c) wsparcie ma charakter selektywny, tzn. uprzywilejowuje określony/-e podmiot/-y albo produkcję określonych towarów; d) grozi zakłóceniem lub zakłóca konkurencję na rynku unijnym oraz wpływa na wymianę handlową między krajami członkowskimi UE</w:t>
      </w:r>
      <w:r w:rsidRPr="0014423C">
        <w:rPr>
          <w:rFonts w:asciiTheme="minorHAnsi" w:hAnsiTheme="minorHAnsi" w:cs="Calibri"/>
          <w:bCs/>
          <w:color w:val="000000"/>
          <w:sz w:val="20"/>
          <w:szCs w:val="20"/>
        </w:rPr>
        <w:t>;</w:t>
      </w:r>
    </w:p>
    <w:p w14:paraId="58D76729" w14:textId="7A5C7EBC" w:rsidR="0053497E" w:rsidRPr="0053497E" w:rsidRDefault="0053497E" w:rsidP="007550EF">
      <w:pPr>
        <w:pStyle w:val="Tekstpodstawowy"/>
        <w:numPr>
          <w:ilvl w:val="2"/>
          <w:numId w:val="13"/>
        </w:numPr>
        <w:spacing w:before="120" w:after="120" w:line="360" w:lineRule="auto"/>
        <w:ind w:left="1418" w:hanging="709"/>
        <w:rPr>
          <w:rFonts w:asciiTheme="minorHAnsi" w:hAnsiTheme="minorHAnsi" w:cstheme="minorBidi"/>
          <w:sz w:val="20"/>
          <w:szCs w:val="20"/>
        </w:rPr>
      </w:pPr>
      <w:r w:rsidRPr="1FE529F4">
        <w:rPr>
          <w:rFonts w:asciiTheme="minorHAnsi" w:hAnsiTheme="minorHAnsi" w:cstheme="minorBidi"/>
          <w:b/>
          <w:sz w:val="20"/>
          <w:szCs w:val="20"/>
        </w:rPr>
        <w:t>portal FE</w:t>
      </w:r>
      <w:r w:rsidRPr="1FE529F4">
        <w:rPr>
          <w:rFonts w:asciiTheme="minorHAnsi" w:hAnsiTheme="minorHAnsi" w:cstheme="minorBidi"/>
          <w:sz w:val="20"/>
          <w:szCs w:val="20"/>
        </w:rPr>
        <w:t xml:space="preserve"> – portal internetowy administrowany przez MFIPR. Na dzień ogłoszenia naboru portal znajduje się pod adresem </w:t>
      </w:r>
      <w:hyperlink r:id="rId26">
        <w:r w:rsidRPr="1FE529F4">
          <w:rPr>
            <w:rFonts w:asciiTheme="minorHAnsi" w:hAnsiTheme="minorHAnsi" w:cstheme="minorBidi"/>
            <w:sz w:val="20"/>
            <w:szCs w:val="20"/>
          </w:rPr>
          <w:t>www.funduszeeuropejskie.gov.pl</w:t>
        </w:r>
      </w:hyperlink>
    </w:p>
    <w:p w14:paraId="5A9D6529" w14:textId="77777777" w:rsidR="00A81850" w:rsidRDefault="009B34E2" w:rsidP="007550EF">
      <w:pPr>
        <w:pStyle w:val="Tekstpodstawowy"/>
        <w:numPr>
          <w:ilvl w:val="2"/>
          <w:numId w:val="13"/>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projekt</w:t>
      </w:r>
      <w:r w:rsidRPr="0053497E">
        <w:rPr>
          <w:rFonts w:asciiTheme="minorHAnsi" w:hAnsiTheme="minorHAnsi" w:cstheme="minorHAnsi"/>
          <w:bCs/>
          <w:sz w:val="20"/>
          <w:szCs w:val="20"/>
        </w:rPr>
        <w:t xml:space="preserve"> – przedsięwzięcie będące przedmiotem wniosku o dofinansowanie;</w:t>
      </w:r>
    </w:p>
    <w:p w14:paraId="633ECADB" w14:textId="77777777" w:rsidR="005E2514" w:rsidRPr="004331AE" w:rsidRDefault="005E2514" w:rsidP="007550EF">
      <w:pPr>
        <w:pStyle w:val="Tekstpodstawowy"/>
        <w:numPr>
          <w:ilvl w:val="2"/>
          <w:numId w:val="13"/>
        </w:numPr>
        <w:spacing w:before="120" w:after="120" w:line="360" w:lineRule="auto"/>
        <w:ind w:left="1418" w:hanging="709"/>
        <w:rPr>
          <w:rFonts w:ascii="Calibri" w:hAnsi="Calibri" w:cs="Calibri"/>
          <w:bCs/>
          <w:sz w:val="20"/>
          <w:szCs w:val="20"/>
        </w:rPr>
      </w:pPr>
      <w:r w:rsidRPr="004331AE">
        <w:rPr>
          <w:rFonts w:ascii="Calibri" w:hAnsi="Calibri" w:cs="Calibri"/>
          <w:b/>
          <w:bCs/>
          <w:sz w:val="20"/>
          <w:szCs w:val="20"/>
        </w:rPr>
        <w:t>rozporządzenie ogólne</w:t>
      </w:r>
      <w:r w:rsidRPr="004331AE">
        <w:rPr>
          <w:rFonts w:ascii="Calibri" w:hAnsi="Calibri" w:cs="Calibri"/>
          <w:bCs/>
          <w:sz w:val="20"/>
          <w:szCs w:val="20"/>
        </w:rPr>
        <w:t xml:space="preserve"> </w:t>
      </w:r>
      <w:r w:rsidR="00A81850" w:rsidRPr="004331AE">
        <w:rPr>
          <w:rFonts w:ascii="Calibri" w:hAnsi="Calibri" w:cs="Calibri"/>
          <w:sz w:val="20"/>
          <w:szCs w:val="20"/>
        </w:rPr>
        <w:t>- rozporządzenie Parlamentu Europejskiego i Rady (UE) 2021/1060 z dnia 24</w:t>
      </w:r>
      <w:r w:rsidR="006F16B0">
        <w:rPr>
          <w:rFonts w:ascii="Calibri" w:hAnsi="Calibri" w:cs="Calibri"/>
          <w:sz w:val="20"/>
          <w:szCs w:val="20"/>
        </w:rPr>
        <w:t> </w:t>
      </w:r>
      <w:r w:rsidR="00A81850" w:rsidRPr="004331AE">
        <w:rPr>
          <w:rFonts w:ascii="Calibri" w:hAnsi="Calibri" w:cs="Calibri"/>
          <w:sz w:val="20"/>
          <w:szCs w:val="20"/>
        </w:rPr>
        <w:t>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176C43">
        <w:rPr>
          <w:rFonts w:ascii="Calibri" w:hAnsi="Calibri" w:cs="Calibri"/>
          <w:sz w:val="20"/>
          <w:szCs w:val="20"/>
        </w:rPr>
        <w:t> </w:t>
      </w:r>
      <w:r w:rsidR="00A81850" w:rsidRPr="004331AE">
        <w:rPr>
          <w:rFonts w:ascii="Calibri" w:hAnsi="Calibri" w:cs="Calibri"/>
          <w:sz w:val="20"/>
          <w:szCs w:val="20"/>
        </w:rPr>
        <w:t>Instrumentu Wsparcia Finansowego na rzecz Zarządzania Granicami i Polity</w:t>
      </w:r>
      <w:r w:rsidR="00C432FC">
        <w:rPr>
          <w:rFonts w:ascii="Calibri" w:hAnsi="Calibri" w:cs="Calibri"/>
          <w:sz w:val="20"/>
          <w:szCs w:val="20"/>
        </w:rPr>
        <w:t>ki Wizowej (Dz. Urz. UE L 231 z </w:t>
      </w:r>
      <w:r w:rsidR="00A81850" w:rsidRPr="004331AE">
        <w:rPr>
          <w:rFonts w:ascii="Calibri" w:hAnsi="Calibri" w:cs="Calibri"/>
          <w:sz w:val="20"/>
          <w:szCs w:val="20"/>
        </w:rPr>
        <w:t>30.06.2021, str. 159, z późn. zm.);</w:t>
      </w:r>
    </w:p>
    <w:p w14:paraId="7AF92226" w14:textId="77777777" w:rsidR="0053497E" w:rsidRPr="0053497E" w:rsidRDefault="0053497E" w:rsidP="007550EF">
      <w:pPr>
        <w:pStyle w:val="Tekstpodstawowy"/>
        <w:numPr>
          <w:ilvl w:val="2"/>
          <w:numId w:val="13"/>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serwis FEM</w:t>
      </w:r>
      <w:r w:rsidRPr="0053497E">
        <w:rPr>
          <w:rFonts w:asciiTheme="minorHAnsi" w:hAnsiTheme="minorHAnsi" w:cstheme="minorHAnsi"/>
          <w:bCs/>
          <w:sz w:val="20"/>
          <w:szCs w:val="20"/>
        </w:rPr>
        <w:t xml:space="preserve"> – serwis internetowy FEM 2021-2027. Na dzień ogłoszenia naboru serwis FEM jest w</w:t>
      </w:r>
      <w:r w:rsidR="006F16B0">
        <w:rPr>
          <w:rFonts w:asciiTheme="minorHAnsi" w:hAnsiTheme="minorHAnsi" w:cstheme="minorHAnsi"/>
          <w:bCs/>
          <w:sz w:val="20"/>
          <w:szCs w:val="20"/>
        </w:rPr>
        <w:t> </w:t>
      </w:r>
      <w:r w:rsidRPr="0053497E">
        <w:rPr>
          <w:rFonts w:asciiTheme="minorHAnsi" w:hAnsiTheme="minorHAnsi" w:cstheme="minorHAnsi"/>
          <w:bCs/>
          <w:sz w:val="20"/>
          <w:szCs w:val="20"/>
        </w:rPr>
        <w:t xml:space="preserve">trakcie realizacji. Do momentu powstania serwisu FEM wszelkie informację dotyczące FEM  2021-2027 będą dostępne w serwisie </w:t>
      </w:r>
      <w:hyperlink r:id="rId27" w:history="1">
        <w:r w:rsidR="00D35FAB" w:rsidRPr="00C77273">
          <w:rPr>
            <w:rStyle w:val="Hipercze"/>
            <w:rFonts w:asciiTheme="minorHAnsi" w:hAnsiTheme="minorHAnsi" w:cstheme="minorHAnsi"/>
            <w:bCs/>
            <w:sz w:val="20"/>
            <w:szCs w:val="20"/>
          </w:rPr>
          <w:t>www.funduszeuedlamazowsza.eu</w:t>
        </w:r>
      </w:hyperlink>
      <w:r w:rsidRPr="0053497E">
        <w:rPr>
          <w:rFonts w:asciiTheme="minorHAnsi" w:hAnsiTheme="minorHAnsi" w:cstheme="minorHAnsi"/>
          <w:bCs/>
          <w:sz w:val="20"/>
          <w:szCs w:val="20"/>
        </w:rPr>
        <w:t>;</w:t>
      </w:r>
    </w:p>
    <w:p w14:paraId="42A00FE7" w14:textId="7EC4B64E" w:rsidR="009B34E2" w:rsidRPr="004331AE" w:rsidRDefault="006B1D00" w:rsidP="007550EF">
      <w:pPr>
        <w:pStyle w:val="Tekstpodstawowy"/>
        <w:numPr>
          <w:ilvl w:val="2"/>
          <w:numId w:val="13"/>
        </w:numPr>
        <w:spacing w:before="120" w:after="120" w:line="360" w:lineRule="auto"/>
        <w:ind w:left="1418" w:hanging="709"/>
        <w:rPr>
          <w:rFonts w:asciiTheme="minorHAnsi" w:hAnsiTheme="minorHAnsi" w:cstheme="minorBidi"/>
          <w:sz w:val="20"/>
          <w:szCs w:val="20"/>
        </w:rPr>
      </w:pPr>
      <w:r w:rsidRPr="004331AE">
        <w:rPr>
          <w:rFonts w:asciiTheme="minorHAnsi" w:hAnsiTheme="minorHAnsi" w:cstheme="minorBidi"/>
          <w:b/>
          <w:bCs/>
          <w:sz w:val="20"/>
          <w:szCs w:val="20"/>
        </w:rPr>
        <w:t>ustawa</w:t>
      </w:r>
      <w:r w:rsidR="009B34E2" w:rsidRPr="004331AE">
        <w:rPr>
          <w:rFonts w:asciiTheme="minorHAnsi" w:hAnsiTheme="minorHAnsi" w:cstheme="minorBidi"/>
          <w:sz w:val="20"/>
          <w:szCs w:val="20"/>
        </w:rPr>
        <w:t xml:space="preserve"> – </w:t>
      </w:r>
      <w:r w:rsidRPr="004331AE">
        <w:rPr>
          <w:rFonts w:asciiTheme="minorHAnsi" w:hAnsiTheme="minorHAnsi" w:cstheme="minorBidi"/>
          <w:sz w:val="20"/>
          <w:szCs w:val="20"/>
        </w:rPr>
        <w:t>ustawa z dnia 28 kwietnia 2022 r. o zasadach realizacji zadań finansowanych ze środków europejskich w perspektywie finansowej 2021-2027</w:t>
      </w:r>
      <w:r w:rsidR="00527A3C">
        <w:rPr>
          <w:rFonts w:asciiTheme="minorHAnsi" w:hAnsiTheme="minorHAnsi" w:cstheme="minorBidi"/>
          <w:sz w:val="20"/>
          <w:szCs w:val="20"/>
        </w:rPr>
        <w:t xml:space="preserve"> </w:t>
      </w:r>
      <w:r w:rsidRPr="004331AE">
        <w:rPr>
          <w:rFonts w:asciiTheme="minorHAnsi" w:hAnsiTheme="minorHAnsi" w:cstheme="minorBidi"/>
          <w:sz w:val="20"/>
          <w:szCs w:val="20"/>
        </w:rPr>
        <w:t>(</w:t>
      </w:r>
      <w:r w:rsidR="00527A3C" w:rsidRPr="00527A3C">
        <w:rPr>
          <w:rFonts w:asciiTheme="minorHAnsi" w:hAnsiTheme="minorHAnsi" w:cstheme="minorBidi"/>
          <w:sz w:val="20"/>
          <w:szCs w:val="20"/>
        </w:rPr>
        <w:t xml:space="preserve">Dz. U. </w:t>
      </w:r>
      <w:r w:rsidR="00527A3C">
        <w:rPr>
          <w:rFonts w:asciiTheme="minorHAnsi" w:hAnsiTheme="minorHAnsi" w:cstheme="minorBidi"/>
          <w:sz w:val="20"/>
          <w:szCs w:val="20"/>
        </w:rPr>
        <w:t>poz. 1079</w:t>
      </w:r>
      <w:r w:rsidRPr="004331AE">
        <w:rPr>
          <w:rFonts w:asciiTheme="minorHAnsi" w:hAnsiTheme="minorHAnsi" w:cstheme="minorBidi"/>
          <w:sz w:val="20"/>
          <w:szCs w:val="20"/>
        </w:rPr>
        <w:t>);</w:t>
      </w:r>
    </w:p>
    <w:p w14:paraId="118EF3C0" w14:textId="77777777" w:rsidR="009B34E2" w:rsidRPr="00F0796A" w:rsidRDefault="009B34E2" w:rsidP="007550EF">
      <w:pPr>
        <w:pStyle w:val="Tekstpodstawowy"/>
        <w:numPr>
          <w:ilvl w:val="2"/>
          <w:numId w:val="13"/>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wniosek</w:t>
      </w:r>
      <w:r w:rsidR="00693822">
        <w:rPr>
          <w:rFonts w:asciiTheme="minorHAnsi" w:hAnsiTheme="minorHAnsi" w:cstheme="minorHAnsi"/>
          <w:bCs/>
          <w:sz w:val="20"/>
          <w:szCs w:val="20"/>
        </w:rPr>
        <w:t xml:space="preserve"> – </w:t>
      </w:r>
      <w:r w:rsidR="00693822" w:rsidRPr="00693822">
        <w:rPr>
          <w:rFonts w:asciiTheme="minorHAnsi" w:hAnsiTheme="minorHAnsi" w:cstheme="minorHAnsi"/>
          <w:bCs/>
          <w:sz w:val="20"/>
          <w:szCs w:val="20"/>
        </w:rPr>
        <w:t>wniosek o dofinansowanie projektu, sporządzony na ustalonym formularzu (w którym zawarte są informacje na temat wnioskodawcy oraz opis projektu, na podstawie których dokonuje się oceny spełniania przez ten projekt kryteriów wyboru projekt</w:t>
      </w:r>
      <w:r w:rsidR="00BA4DCF">
        <w:rPr>
          <w:rFonts w:asciiTheme="minorHAnsi" w:hAnsiTheme="minorHAnsi" w:cstheme="minorHAnsi"/>
          <w:bCs/>
          <w:sz w:val="20"/>
          <w:szCs w:val="20"/>
        </w:rPr>
        <w:t>u</w:t>
      </w:r>
      <w:r w:rsidR="00693822" w:rsidRPr="00693822">
        <w:rPr>
          <w:rFonts w:asciiTheme="minorHAnsi" w:hAnsiTheme="minorHAnsi" w:cstheme="minorHAnsi"/>
          <w:bCs/>
          <w:sz w:val="20"/>
          <w:szCs w:val="20"/>
        </w:rPr>
        <w:t xml:space="preserve">) wraz z </w:t>
      </w:r>
      <w:r w:rsidR="00C1453B">
        <w:rPr>
          <w:rFonts w:asciiTheme="minorHAnsi" w:hAnsiTheme="minorHAnsi" w:cstheme="minorHAnsi"/>
          <w:bCs/>
          <w:sz w:val="20"/>
          <w:szCs w:val="20"/>
        </w:rPr>
        <w:t>załącznikami złożony w</w:t>
      </w:r>
      <w:r w:rsidR="006F16B0">
        <w:rPr>
          <w:rFonts w:asciiTheme="minorHAnsi" w:hAnsiTheme="minorHAnsi" w:cstheme="minorHAnsi"/>
          <w:bCs/>
          <w:sz w:val="20"/>
          <w:szCs w:val="20"/>
        </w:rPr>
        <w:t> </w:t>
      </w:r>
      <w:r w:rsidR="00C1453B">
        <w:rPr>
          <w:rFonts w:asciiTheme="minorHAnsi" w:hAnsiTheme="minorHAnsi" w:cstheme="minorHAnsi"/>
          <w:bCs/>
          <w:sz w:val="20"/>
          <w:szCs w:val="20"/>
        </w:rPr>
        <w:t>naborze</w:t>
      </w:r>
      <w:r w:rsidR="00693822" w:rsidRPr="00693822">
        <w:rPr>
          <w:rFonts w:asciiTheme="minorHAnsi" w:hAnsiTheme="minorHAnsi" w:cstheme="minorHAnsi"/>
          <w:bCs/>
          <w:sz w:val="20"/>
          <w:szCs w:val="20"/>
        </w:rPr>
        <w:t>.</w:t>
      </w:r>
      <w:r w:rsidRPr="00F0796A">
        <w:rPr>
          <w:rFonts w:asciiTheme="minorHAnsi" w:hAnsiTheme="minorHAnsi" w:cstheme="minorHAnsi"/>
          <w:bCs/>
          <w:sz w:val="20"/>
          <w:szCs w:val="20"/>
        </w:rPr>
        <w:t>;</w:t>
      </w:r>
    </w:p>
    <w:p w14:paraId="3429D6A1" w14:textId="77777777" w:rsidR="009B34E2" w:rsidRPr="00F0796A" w:rsidRDefault="009B34E2" w:rsidP="007550EF">
      <w:pPr>
        <w:pStyle w:val="Tekstpodstawowy"/>
        <w:numPr>
          <w:ilvl w:val="2"/>
          <w:numId w:val="13"/>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wnioskodawca</w:t>
      </w:r>
      <w:r w:rsidRPr="00F0796A">
        <w:rPr>
          <w:rFonts w:asciiTheme="minorHAnsi" w:hAnsiTheme="minorHAnsi" w:cstheme="minorHAnsi"/>
          <w:bCs/>
          <w:sz w:val="20"/>
          <w:szCs w:val="20"/>
        </w:rPr>
        <w:t xml:space="preserve"> – podmiot, który złożył wniosek o dofinansowanie projektu;</w:t>
      </w:r>
    </w:p>
    <w:p w14:paraId="441BBC13" w14:textId="77777777" w:rsidR="009B34E2" w:rsidRPr="00F0796A" w:rsidRDefault="009B34E2" w:rsidP="007550EF">
      <w:pPr>
        <w:pStyle w:val="Tekstpodstawowy"/>
        <w:numPr>
          <w:ilvl w:val="2"/>
          <w:numId w:val="13"/>
        </w:numPr>
        <w:spacing w:before="120" w:after="120" w:line="360" w:lineRule="auto"/>
        <w:ind w:left="1418" w:hanging="709"/>
        <w:rPr>
          <w:rFonts w:asciiTheme="minorHAnsi" w:hAnsiTheme="minorHAnsi" w:cstheme="minorHAnsi"/>
          <w:b/>
          <w:sz w:val="20"/>
          <w:szCs w:val="20"/>
        </w:rPr>
      </w:pPr>
      <w:r w:rsidRPr="00F0796A">
        <w:rPr>
          <w:rFonts w:asciiTheme="minorHAnsi" w:hAnsiTheme="minorHAnsi" w:cstheme="minorHAnsi"/>
          <w:b/>
          <w:sz w:val="20"/>
          <w:szCs w:val="20"/>
        </w:rPr>
        <w:t>wytyczne w zakresie kwalifikowalności wydatków</w:t>
      </w:r>
      <w:r w:rsidR="00D203C3">
        <w:rPr>
          <w:rFonts w:asciiTheme="minorHAnsi" w:hAnsiTheme="minorHAnsi" w:cstheme="minorHAnsi"/>
          <w:bCs/>
          <w:sz w:val="20"/>
          <w:szCs w:val="20"/>
        </w:rPr>
        <w:t xml:space="preserve"> – w</w:t>
      </w:r>
      <w:r w:rsidR="00D203C3" w:rsidRPr="00D203C3">
        <w:rPr>
          <w:rFonts w:asciiTheme="minorHAnsi" w:hAnsiTheme="minorHAnsi" w:cstheme="minorHAnsi"/>
          <w:bCs/>
          <w:sz w:val="20"/>
          <w:szCs w:val="20"/>
        </w:rPr>
        <w:t>ytyc</w:t>
      </w:r>
      <w:r w:rsidR="00D203C3">
        <w:rPr>
          <w:rFonts w:asciiTheme="minorHAnsi" w:hAnsiTheme="minorHAnsi" w:cstheme="minorHAnsi"/>
          <w:bCs/>
          <w:sz w:val="20"/>
          <w:szCs w:val="20"/>
        </w:rPr>
        <w:t>zne dotyczą</w:t>
      </w:r>
      <w:r w:rsidR="00D203C3" w:rsidRPr="00D203C3">
        <w:rPr>
          <w:rFonts w:asciiTheme="minorHAnsi" w:hAnsiTheme="minorHAnsi" w:cstheme="minorHAnsi"/>
          <w:bCs/>
          <w:sz w:val="20"/>
          <w:szCs w:val="20"/>
        </w:rPr>
        <w:t>ce kwalifikowalności wydatków na lata 2021-2027</w:t>
      </w:r>
      <w:r w:rsidR="00316362">
        <w:rPr>
          <w:rFonts w:asciiTheme="minorHAnsi" w:hAnsiTheme="minorHAnsi" w:cstheme="minorHAnsi"/>
          <w:bCs/>
          <w:sz w:val="20"/>
          <w:szCs w:val="20"/>
        </w:rPr>
        <w:t xml:space="preserve"> wydane przez </w:t>
      </w:r>
      <w:r w:rsidR="005A5010" w:rsidRPr="005A5010">
        <w:rPr>
          <w:rFonts w:asciiTheme="minorHAnsi" w:hAnsiTheme="minorHAnsi" w:cstheme="minorHAnsi"/>
          <w:bCs/>
          <w:sz w:val="20"/>
          <w:szCs w:val="20"/>
        </w:rPr>
        <w:t>MFiPR</w:t>
      </w:r>
      <w:r w:rsidR="00DA4764">
        <w:rPr>
          <w:rFonts w:asciiTheme="minorHAnsi" w:hAnsiTheme="minorHAnsi" w:cstheme="minorHAnsi"/>
          <w:bCs/>
          <w:sz w:val="20"/>
          <w:szCs w:val="20"/>
        </w:rPr>
        <w:t>;</w:t>
      </w:r>
    </w:p>
    <w:p w14:paraId="770AF9B8" w14:textId="6843C7BF" w:rsidR="009B34E2" w:rsidRPr="00F0796A" w:rsidRDefault="009B34E2" w:rsidP="007550EF">
      <w:pPr>
        <w:pStyle w:val="Tekstpodstawowy"/>
        <w:numPr>
          <w:ilvl w:val="2"/>
          <w:numId w:val="13"/>
        </w:numPr>
        <w:spacing w:before="120" w:after="120" w:line="360" w:lineRule="auto"/>
        <w:ind w:left="1418"/>
        <w:rPr>
          <w:rFonts w:asciiTheme="minorHAnsi" w:hAnsiTheme="minorHAnsi" w:cstheme="minorHAnsi"/>
          <w:bCs/>
          <w:sz w:val="20"/>
          <w:szCs w:val="20"/>
        </w:rPr>
      </w:pPr>
      <w:r w:rsidRPr="00F0796A">
        <w:rPr>
          <w:rFonts w:asciiTheme="minorHAnsi" w:hAnsiTheme="minorHAnsi" w:cstheme="minorHAnsi"/>
          <w:b/>
          <w:sz w:val="20"/>
          <w:szCs w:val="20"/>
        </w:rPr>
        <w:t>zamówienie</w:t>
      </w:r>
      <w:r w:rsidRPr="00F0796A">
        <w:rPr>
          <w:rFonts w:asciiTheme="minorHAnsi" w:hAnsiTheme="minorHAnsi" w:cstheme="minorHAnsi"/>
          <w:bCs/>
          <w:sz w:val="20"/>
          <w:szCs w:val="20"/>
        </w:rPr>
        <w:t xml:space="preserve"> – umowa odpłatna, zawarta zgodnie z warunkami wynikającymi z </w:t>
      </w:r>
      <w:r w:rsidR="00EE3D29" w:rsidRPr="00F0796A">
        <w:rPr>
          <w:rFonts w:asciiTheme="minorHAnsi" w:hAnsiTheme="minorHAnsi" w:cstheme="minorHAnsi"/>
          <w:bCs/>
          <w:sz w:val="20"/>
          <w:szCs w:val="20"/>
        </w:rPr>
        <w:t>Pzp</w:t>
      </w:r>
      <w:r w:rsidR="00EE3D29">
        <w:rPr>
          <w:rFonts w:asciiTheme="minorHAnsi" w:hAnsiTheme="minorHAnsi" w:cstheme="minorHAnsi"/>
          <w:bCs/>
          <w:sz w:val="20"/>
          <w:szCs w:val="20"/>
        </w:rPr>
        <w:t xml:space="preserve"> </w:t>
      </w:r>
      <w:r w:rsidRPr="00F0796A">
        <w:rPr>
          <w:rFonts w:asciiTheme="minorHAnsi" w:hAnsiTheme="minorHAnsi" w:cstheme="minorHAnsi"/>
          <w:bCs/>
          <w:sz w:val="20"/>
          <w:szCs w:val="20"/>
        </w:rPr>
        <w:t xml:space="preserve">albo z warunkami </w:t>
      </w:r>
      <w:r w:rsidR="00034F6E" w:rsidRPr="00034F6E">
        <w:rPr>
          <w:rFonts w:ascii="Calibri" w:hAnsi="Calibri" w:cs="Arial"/>
          <w:bCs/>
          <w:color w:val="000000"/>
          <w:sz w:val="20"/>
          <w:szCs w:val="20"/>
        </w:rPr>
        <w:t>zasad realizacji projektu</w:t>
      </w:r>
      <w:r w:rsidR="00EE3D29">
        <w:rPr>
          <w:rFonts w:asciiTheme="minorHAnsi" w:hAnsiTheme="minorHAnsi" w:cstheme="minorHAnsi"/>
          <w:bCs/>
          <w:sz w:val="20"/>
          <w:szCs w:val="20"/>
        </w:rPr>
        <w:t>,</w:t>
      </w:r>
      <w:r w:rsidRPr="00F0796A">
        <w:rPr>
          <w:rFonts w:asciiTheme="minorHAnsi" w:hAnsiTheme="minorHAnsi" w:cstheme="minorHAnsi"/>
          <w:bCs/>
          <w:sz w:val="20"/>
          <w:szCs w:val="20"/>
        </w:rPr>
        <w:t xml:space="preserve"> zawarta pomiędzy zamawiającym a wykonawcą, której przedmiotem są usługi, dostawy lub roboty budowlane przewidziane w projekcie</w:t>
      </w:r>
      <w:r w:rsidR="00D36F9C">
        <w:rPr>
          <w:rFonts w:asciiTheme="minorHAnsi" w:hAnsiTheme="minorHAnsi" w:cstheme="minorHAnsi"/>
          <w:bCs/>
          <w:sz w:val="20"/>
          <w:szCs w:val="20"/>
        </w:rPr>
        <w:t xml:space="preserve"> FEM.</w:t>
      </w:r>
    </w:p>
    <w:p w14:paraId="7B1AF95B" w14:textId="77777777" w:rsidR="00D874E1" w:rsidRPr="00D874E1" w:rsidRDefault="009B34E2" w:rsidP="007550EF">
      <w:pPr>
        <w:pStyle w:val="Tekstpodstawowy"/>
        <w:numPr>
          <w:ilvl w:val="1"/>
          <w:numId w:val="13"/>
        </w:numPr>
        <w:spacing w:before="120" w:after="120" w:line="360" w:lineRule="auto"/>
        <w:ind w:left="709" w:hanging="709"/>
        <w:rPr>
          <w:rFonts w:ascii="Calibri" w:hAnsi="Calibri" w:cs="Arial"/>
          <w:bCs/>
          <w:color w:val="000000"/>
          <w:sz w:val="20"/>
          <w:szCs w:val="20"/>
        </w:rPr>
      </w:pPr>
      <w:r w:rsidRPr="00F0796A">
        <w:rPr>
          <w:rFonts w:ascii="Calibri" w:hAnsi="Calibri" w:cs="Arial"/>
          <w:bCs/>
          <w:color w:val="000000"/>
          <w:sz w:val="20"/>
          <w:szCs w:val="20"/>
        </w:rPr>
        <w:t>Użyte w regulaminie skróty oznaczają:</w:t>
      </w:r>
    </w:p>
    <w:tbl>
      <w:tblPr>
        <w:tblpPr w:leftFromText="141" w:rightFromText="141" w:vertAnchor="text" w:tblpX="699" w:tblpY="1"/>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804"/>
      </w:tblGrid>
      <w:tr w:rsidR="00A95F54" w:rsidRPr="00A95F54" w14:paraId="75BDA5DA" w14:textId="77777777" w:rsidTr="00221341">
        <w:trPr>
          <w:trHeight w:val="110"/>
        </w:trPr>
        <w:tc>
          <w:tcPr>
            <w:tcW w:w="2122" w:type="dxa"/>
          </w:tcPr>
          <w:p w14:paraId="54DD1F74"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CST 2021</w:t>
            </w:r>
          </w:p>
        </w:tc>
        <w:tc>
          <w:tcPr>
            <w:tcW w:w="6804" w:type="dxa"/>
          </w:tcPr>
          <w:p w14:paraId="63C8F140" w14:textId="77777777" w:rsidR="007B251A" w:rsidRPr="007B251A" w:rsidRDefault="007B251A" w:rsidP="007B251A">
            <w:pPr>
              <w:autoSpaceDE w:val="0"/>
              <w:autoSpaceDN w:val="0"/>
              <w:adjustRightInd w:val="0"/>
              <w:spacing w:before="20" w:after="20" w:line="240" w:lineRule="auto"/>
              <w:rPr>
                <w:rFonts w:cs="Arial"/>
                <w:color w:val="000000" w:themeColor="text1"/>
                <w:sz w:val="20"/>
                <w:szCs w:val="20"/>
              </w:rPr>
            </w:pPr>
            <w:r w:rsidRPr="007B251A">
              <w:rPr>
                <w:rFonts w:cs="Arial"/>
                <w:color w:val="000000" w:themeColor="text1"/>
                <w:sz w:val="20"/>
                <w:szCs w:val="20"/>
              </w:rPr>
              <w:t>Centralny system teleinformatyczny, CST2021 – system teleinformatyczny,</w:t>
            </w:r>
          </w:p>
          <w:p w14:paraId="420C87AC" w14:textId="4AF3FAB5" w:rsidR="00A95F54" w:rsidRPr="00A95F54" w:rsidRDefault="007B251A" w:rsidP="007B251A">
            <w:pPr>
              <w:autoSpaceDE w:val="0"/>
              <w:autoSpaceDN w:val="0"/>
              <w:adjustRightInd w:val="0"/>
              <w:spacing w:before="20" w:after="20" w:line="240" w:lineRule="auto"/>
              <w:rPr>
                <w:rFonts w:cs="Arial"/>
                <w:color w:val="000000"/>
                <w:sz w:val="20"/>
                <w:szCs w:val="20"/>
              </w:rPr>
            </w:pPr>
            <w:r w:rsidRPr="007B251A">
              <w:rPr>
                <w:rFonts w:cs="Arial"/>
                <w:color w:val="000000" w:themeColor="text1"/>
                <w:sz w:val="20"/>
                <w:szCs w:val="20"/>
              </w:rPr>
              <w:t>o którym mowa art. 4 ust. 2 pkt 6 ust</w:t>
            </w:r>
            <w:r>
              <w:rPr>
                <w:rFonts w:cs="Arial"/>
                <w:color w:val="000000" w:themeColor="text1"/>
                <w:sz w:val="20"/>
                <w:szCs w:val="20"/>
              </w:rPr>
              <w:t>awy</w:t>
            </w:r>
            <w:r w:rsidRPr="007B251A">
              <w:rPr>
                <w:rFonts w:cs="Arial"/>
                <w:color w:val="000000" w:themeColor="text1"/>
                <w:sz w:val="20"/>
                <w:szCs w:val="20"/>
              </w:rPr>
              <w:t>;</w:t>
            </w:r>
          </w:p>
        </w:tc>
      </w:tr>
      <w:tr w:rsidR="00A95F54" w:rsidRPr="00A95F54" w14:paraId="79636D49" w14:textId="77777777" w:rsidTr="00221341">
        <w:trPr>
          <w:trHeight w:val="110"/>
        </w:trPr>
        <w:tc>
          <w:tcPr>
            <w:tcW w:w="2122" w:type="dxa"/>
          </w:tcPr>
          <w:p w14:paraId="07908A4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EFRR </w:t>
            </w:r>
          </w:p>
        </w:tc>
        <w:tc>
          <w:tcPr>
            <w:tcW w:w="6804" w:type="dxa"/>
          </w:tcPr>
          <w:p w14:paraId="4F152619"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Europejski Fundusz Rozwoju Regionalnego</w:t>
            </w:r>
          </w:p>
        </w:tc>
      </w:tr>
      <w:tr w:rsidR="00A95F54" w:rsidRPr="00A95F54" w14:paraId="5A641F64" w14:textId="77777777" w:rsidTr="00221341">
        <w:trPr>
          <w:trHeight w:val="110"/>
        </w:trPr>
        <w:tc>
          <w:tcPr>
            <w:tcW w:w="2122" w:type="dxa"/>
          </w:tcPr>
          <w:p w14:paraId="76649269"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FEM 2021-2027</w:t>
            </w:r>
          </w:p>
        </w:tc>
        <w:tc>
          <w:tcPr>
            <w:tcW w:w="6804" w:type="dxa"/>
          </w:tcPr>
          <w:p w14:paraId="0B51C0F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Fundusze Europejskie dla Mazowsza 2021- 2027</w:t>
            </w:r>
          </w:p>
        </w:tc>
      </w:tr>
      <w:tr w:rsidR="00A95F54" w:rsidRPr="00A95F54" w14:paraId="3A94C9FE" w14:textId="77777777" w:rsidTr="00221341">
        <w:trPr>
          <w:trHeight w:val="110"/>
        </w:trPr>
        <w:tc>
          <w:tcPr>
            <w:tcW w:w="2122" w:type="dxa"/>
          </w:tcPr>
          <w:p w14:paraId="4E15157F"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lastRenderedPageBreak/>
              <w:t>IP</w:t>
            </w:r>
          </w:p>
        </w:tc>
        <w:tc>
          <w:tcPr>
            <w:tcW w:w="6804" w:type="dxa"/>
          </w:tcPr>
          <w:p w14:paraId="19E67EA2"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Instytucja Pośrednicząca - MJWPU</w:t>
            </w:r>
          </w:p>
        </w:tc>
      </w:tr>
      <w:tr w:rsidR="00A95F54" w:rsidRPr="00A95F54" w14:paraId="5007078C" w14:textId="77777777" w:rsidTr="00221341">
        <w:trPr>
          <w:trHeight w:val="110"/>
        </w:trPr>
        <w:tc>
          <w:tcPr>
            <w:tcW w:w="2122" w:type="dxa"/>
          </w:tcPr>
          <w:p w14:paraId="7915F780"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IZ</w:t>
            </w:r>
          </w:p>
        </w:tc>
        <w:tc>
          <w:tcPr>
            <w:tcW w:w="6804" w:type="dxa"/>
          </w:tcPr>
          <w:p w14:paraId="5AC4EEB9"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Instytucja Zarządzająca FEM 2021-2027</w:t>
            </w:r>
          </w:p>
        </w:tc>
      </w:tr>
      <w:tr w:rsidR="00A95F54" w:rsidRPr="00A95F54" w14:paraId="284F84C8" w14:textId="77777777" w:rsidTr="00221341">
        <w:trPr>
          <w:trHeight w:val="110"/>
        </w:trPr>
        <w:tc>
          <w:tcPr>
            <w:tcW w:w="2122" w:type="dxa"/>
          </w:tcPr>
          <w:p w14:paraId="38B9659E"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bCs/>
                <w:color w:val="000000"/>
                <w:sz w:val="20"/>
                <w:szCs w:val="20"/>
              </w:rPr>
              <w:t>KOP</w:t>
            </w:r>
          </w:p>
        </w:tc>
        <w:tc>
          <w:tcPr>
            <w:tcW w:w="6804" w:type="dxa"/>
          </w:tcPr>
          <w:p w14:paraId="3B7C3D7C"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Komisja Oceny Projektów</w:t>
            </w:r>
          </w:p>
        </w:tc>
      </w:tr>
      <w:tr w:rsidR="00A95F54" w:rsidRPr="00A95F54" w14:paraId="5979A754" w14:textId="77777777" w:rsidTr="00221341">
        <w:trPr>
          <w:trHeight w:val="110"/>
        </w:trPr>
        <w:tc>
          <w:tcPr>
            <w:tcW w:w="2122" w:type="dxa"/>
          </w:tcPr>
          <w:p w14:paraId="0DA5B21E" w14:textId="77777777" w:rsidR="00A95F54" w:rsidRPr="00A95F54" w:rsidRDefault="00A95F54" w:rsidP="00C247D7">
            <w:pPr>
              <w:autoSpaceDE w:val="0"/>
              <w:autoSpaceDN w:val="0"/>
              <w:adjustRightInd w:val="0"/>
              <w:spacing w:before="20" w:after="20" w:line="240" w:lineRule="auto"/>
              <w:rPr>
                <w:rFonts w:cs="Arial"/>
                <w:bCs/>
                <w:color w:val="000000"/>
                <w:sz w:val="20"/>
                <w:szCs w:val="20"/>
              </w:rPr>
            </w:pPr>
            <w:r w:rsidRPr="00A95F54">
              <w:rPr>
                <w:rFonts w:cs="Arial"/>
                <w:iCs/>
                <w:color w:val="000000"/>
                <w:sz w:val="20"/>
                <w:szCs w:val="20"/>
              </w:rPr>
              <w:t>KPA</w:t>
            </w:r>
          </w:p>
        </w:tc>
        <w:tc>
          <w:tcPr>
            <w:tcW w:w="6804" w:type="dxa"/>
          </w:tcPr>
          <w:p w14:paraId="28AEEAFD" w14:textId="691A7042" w:rsidR="00A95F54" w:rsidRPr="00A95F54" w:rsidRDefault="00EC2F69" w:rsidP="00CD4AB7">
            <w:pPr>
              <w:autoSpaceDE w:val="0"/>
              <w:autoSpaceDN w:val="0"/>
              <w:adjustRightInd w:val="0"/>
              <w:spacing w:before="20" w:after="20" w:line="240" w:lineRule="auto"/>
              <w:rPr>
                <w:rFonts w:cs="Arial"/>
                <w:color w:val="000000"/>
                <w:sz w:val="20"/>
                <w:szCs w:val="20"/>
              </w:rPr>
            </w:pPr>
            <w:r>
              <w:rPr>
                <w:rFonts w:cs="Arial"/>
                <w:color w:val="000000" w:themeColor="text1"/>
                <w:sz w:val="20"/>
                <w:szCs w:val="20"/>
              </w:rPr>
              <w:t>u</w:t>
            </w:r>
            <w:r w:rsidR="00A95F54" w:rsidRPr="00A95F54">
              <w:rPr>
                <w:rFonts w:cs="Arial"/>
                <w:color w:val="000000" w:themeColor="text1"/>
                <w:sz w:val="20"/>
                <w:szCs w:val="20"/>
              </w:rPr>
              <w:t>stawa z dnia 14 czerwca 1960 r. - Kodeks postępowania administracyjnego (</w:t>
            </w:r>
            <w:r w:rsidR="00F442B9">
              <w:rPr>
                <w:rFonts w:cs="Arial"/>
                <w:color w:val="000000" w:themeColor="text1"/>
                <w:sz w:val="20"/>
                <w:szCs w:val="20"/>
              </w:rPr>
              <w:t xml:space="preserve">tj. </w:t>
            </w:r>
            <w:r w:rsidR="00A368FB" w:rsidRPr="00A368FB">
              <w:rPr>
                <w:rFonts w:cs="Arial"/>
                <w:color w:val="000000" w:themeColor="text1"/>
                <w:sz w:val="20"/>
                <w:szCs w:val="20"/>
              </w:rPr>
              <w:t>Dz. U. z 202</w:t>
            </w:r>
            <w:r w:rsidR="00F442B9">
              <w:rPr>
                <w:rFonts w:cs="Arial"/>
                <w:color w:val="000000" w:themeColor="text1"/>
                <w:sz w:val="20"/>
                <w:szCs w:val="20"/>
              </w:rPr>
              <w:t>4</w:t>
            </w:r>
            <w:r w:rsidR="00A368FB" w:rsidRPr="00A368FB">
              <w:rPr>
                <w:rFonts w:cs="Arial"/>
                <w:color w:val="000000" w:themeColor="text1"/>
                <w:sz w:val="20"/>
                <w:szCs w:val="20"/>
              </w:rPr>
              <w:t xml:space="preserve"> r. poz. </w:t>
            </w:r>
            <w:r w:rsidR="00F442B9">
              <w:rPr>
                <w:rFonts w:cs="Arial"/>
                <w:color w:val="000000" w:themeColor="text1"/>
                <w:sz w:val="20"/>
                <w:szCs w:val="20"/>
              </w:rPr>
              <w:t>572</w:t>
            </w:r>
            <w:r w:rsidR="00CD4AB7">
              <w:rPr>
                <w:rFonts w:cs="Arial"/>
                <w:color w:val="000000" w:themeColor="text1"/>
                <w:sz w:val="20"/>
                <w:szCs w:val="20"/>
              </w:rPr>
              <w:t>).</w:t>
            </w:r>
            <w:r w:rsidR="00A95F54" w:rsidRPr="00A95F54">
              <w:rPr>
                <w:rFonts w:cs="Arial"/>
                <w:color w:val="000000" w:themeColor="text1"/>
                <w:sz w:val="20"/>
                <w:szCs w:val="20"/>
              </w:rPr>
              <w:t xml:space="preserve"> </w:t>
            </w:r>
          </w:p>
        </w:tc>
      </w:tr>
      <w:tr w:rsidR="00A95F54" w:rsidRPr="00A95F54" w14:paraId="7A44E606" w14:textId="77777777" w:rsidTr="00221341">
        <w:trPr>
          <w:trHeight w:val="110"/>
        </w:trPr>
        <w:tc>
          <w:tcPr>
            <w:tcW w:w="2122" w:type="dxa"/>
          </w:tcPr>
          <w:p w14:paraId="2B151CEE"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MEWA 2.0</w:t>
            </w:r>
          </w:p>
        </w:tc>
        <w:tc>
          <w:tcPr>
            <w:tcW w:w="6804" w:type="dxa"/>
          </w:tcPr>
          <w:p w14:paraId="6403A103" w14:textId="77777777" w:rsidR="00A95F54" w:rsidRPr="00A95F54" w:rsidRDefault="00A95F54" w:rsidP="00C247D7">
            <w:pPr>
              <w:autoSpaceDE w:val="0"/>
              <w:autoSpaceDN w:val="0"/>
              <w:adjustRightInd w:val="0"/>
              <w:spacing w:before="20" w:after="20" w:line="240" w:lineRule="auto"/>
              <w:rPr>
                <w:rFonts w:cs="Arial"/>
                <w:bCs/>
                <w:color w:val="FF0000"/>
                <w:sz w:val="20"/>
                <w:szCs w:val="20"/>
              </w:rPr>
            </w:pPr>
            <w:r w:rsidRPr="00A95F54">
              <w:rPr>
                <w:rFonts w:cs="Arial"/>
                <w:iCs/>
                <w:sz w:val="20"/>
                <w:szCs w:val="20"/>
              </w:rPr>
              <w:t>Mazowiecki Elektroniczny Wniosek Aplikacyjny Programu Fundusze Europejskie dla Mazowsza</w:t>
            </w:r>
            <w:r w:rsidRPr="00A95F54">
              <w:t xml:space="preserve"> </w:t>
            </w:r>
            <w:r w:rsidRPr="00A95F54">
              <w:rPr>
                <w:rFonts w:cs="Arial"/>
                <w:iCs/>
                <w:sz w:val="20"/>
                <w:szCs w:val="20"/>
              </w:rPr>
              <w:t>System służy do obsługi wniosków o dofinansowanie w ramach programu Fundusze Europejskie dla Mazowsza 2021-2027</w:t>
            </w:r>
          </w:p>
        </w:tc>
      </w:tr>
      <w:tr w:rsidR="00A95F54" w:rsidRPr="00A95F54" w14:paraId="633D7928" w14:textId="77777777" w:rsidTr="00221341">
        <w:trPr>
          <w:trHeight w:val="110"/>
        </w:trPr>
        <w:tc>
          <w:tcPr>
            <w:tcW w:w="2122" w:type="dxa"/>
          </w:tcPr>
          <w:p w14:paraId="403970A3"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MJWPU </w:t>
            </w:r>
          </w:p>
        </w:tc>
        <w:tc>
          <w:tcPr>
            <w:tcW w:w="6804" w:type="dxa"/>
          </w:tcPr>
          <w:p w14:paraId="76A2EBD0"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Mazowiecka Jednostka Wdrażania Programów Unijnych</w:t>
            </w:r>
          </w:p>
        </w:tc>
      </w:tr>
      <w:tr w:rsidR="00A95F54" w:rsidRPr="00A95F54" w14:paraId="634871C7" w14:textId="77777777" w:rsidTr="00221341">
        <w:trPr>
          <w:trHeight w:val="110"/>
        </w:trPr>
        <w:tc>
          <w:tcPr>
            <w:tcW w:w="2122" w:type="dxa"/>
          </w:tcPr>
          <w:p w14:paraId="485DD144"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MFiPR</w:t>
            </w:r>
          </w:p>
        </w:tc>
        <w:tc>
          <w:tcPr>
            <w:tcW w:w="6804" w:type="dxa"/>
          </w:tcPr>
          <w:p w14:paraId="5232007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Ministerstwo Funduszy i Polityki Regionalnej</w:t>
            </w:r>
          </w:p>
        </w:tc>
      </w:tr>
      <w:tr w:rsidR="00A95F54" w:rsidRPr="00A95F54" w14:paraId="0C98C39C" w14:textId="77777777" w:rsidTr="00221341">
        <w:trPr>
          <w:trHeight w:val="110"/>
        </w:trPr>
        <w:tc>
          <w:tcPr>
            <w:tcW w:w="2122" w:type="dxa"/>
          </w:tcPr>
          <w:p w14:paraId="06776428"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Pzp</w:t>
            </w:r>
          </w:p>
        </w:tc>
        <w:tc>
          <w:tcPr>
            <w:tcW w:w="6804" w:type="dxa"/>
          </w:tcPr>
          <w:p w14:paraId="2D4A0B1B" w14:textId="44806EB2"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themeColor="text1"/>
                <w:sz w:val="20"/>
                <w:szCs w:val="20"/>
              </w:rPr>
              <w:t>ustawa z dnia 11 września 2019 r. – Prawo zamówień publicznych (</w:t>
            </w:r>
            <w:r w:rsidR="00D813CC">
              <w:rPr>
                <w:rFonts w:cs="Arial"/>
                <w:color w:val="000000" w:themeColor="text1"/>
                <w:sz w:val="20"/>
                <w:szCs w:val="20"/>
              </w:rPr>
              <w:t xml:space="preserve">tj. </w:t>
            </w:r>
            <w:r w:rsidRPr="00A95F54">
              <w:rPr>
                <w:rFonts w:cs="Arial"/>
                <w:color w:val="000000" w:themeColor="text1"/>
                <w:sz w:val="20"/>
                <w:szCs w:val="20"/>
              </w:rPr>
              <w:t>Dz. U. z 202</w:t>
            </w:r>
            <w:r w:rsidR="00D813CC">
              <w:rPr>
                <w:rFonts w:cs="Arial"/>
                <w:color w:val="000000" w:themeColor="text1"/>
                <w:sz w:val="20"/>
                <w:szCs w:val="20"/>
              </w:rPr>
              <w:t>4</w:t>
            </w:r>
            <w:r w:rsidRPr="00A95F54">
              <w:rPr>
                <w:rFonts w:cs="Arial"/>
                <w:color w:val="000000" w:themeColor="text1"/>
                <w:sz w:val="20"/>
                <w:szCs w:val="20"/>
              </w:rPr>
              <w:t xml:space="preserve"> r. poz. 1</w:t>
            </w:r>
            <w:r w:rsidR="00D813CC">
              <w:rPr>
                <w:rFonts w:cs="Arial"/>
                <w:color w:val="000000" w:themeColor="text1"/>
                <w:sz w:val="20"/>
                <w:szCs w:val="20"/>
              </w:rPr>
              <w:t>32</w:t>
            </w:r>
            <w:r w:rsidR="00496EF7">
              <w:rPr>
                <w:rFonts w:cs="Arial"/>
                <w:color w:val="000000" w:themeColor="text1"/>
                <w:sz w:val="20"/>
                <w:szCs w:val="20"/>
              </w:rPr>
              <w:t>0, z późn</w:t>
            </w:r>
            <w:r w:rsidRPr="00A95F54">
              <w:rPr>
                <w:rFonts w:cs="Arial"/>
                <w:color w:val="000000" w:themeColor="text1"/>
                <w:sz w:val="20"/>
                <w:szCs w:val="20"/>
              </w:rPr>
              <w:t>. zm.)</w:t>
            </w:r>
          </w:p>
        </w:tc>
      </w:tr>
      <w:tr w:rsidR="00A95F54" w:rsidRPr="00A95F54" w14:paraId="1A4DA262" w14:textId="77777777" w:rsidTr="00221341">
        <w:trPr>
          <w:trHeight w:val="110"/>
        </w:trPr>
        <w:tc>
          <w:tcPr>
            <w:tcW w:w="2122" w:type="dxa"/>
          </w:tcPr>
          <w:p w14:paraId="79D2C291" w14:textId="626B736E" w:rsidR="00A95F54" w:rsidRPr="00A95F54" w:rsidRDefault="009F5ACF" w:rsidP="009F5ACF">
            <w:pPr>
              <w:autoSpaceDE w:val="0"/>
              <w:autoSpaceDN w:val="0"/>
              <w:adjustRightInd w:val="0"/>
              <w:spacing w:before="20" w:after="20" w:line="240" w:lineRule="auto"/>
              <w:rPr>
                <w:rFonts w:cs="Arial"/>
                <w:sz w:val="20"/>
                <w:szCs w:val="20"/>
              </w:rPr>
            </w:pPr>
            <w:r>
              <w:rPr>
                <w:rFonts w:cs="Arial"/>
                <w:sz w:val="20"/>
                <w:szCs w:val="20"/>
              </w:rPr>
              <w:t>RMR</w:t>
            </w:r>
          </w:p>
        </w:tc>
        <w:tc>
          <w:tcPr>
            <w:tcW w:w="6804" w:type="dxa"/>
          </w:tcPr>
          <w:p w14:paraId="257F28D1" w14:textId="6548CD77" w:rsidR="00A95F54" w:rsidRPr="00A95F54" w:rsidRDefault="009F5ACF" w:rsidP="00C247D7">
            <w:pPr>
              <w:tabs>
                <w:tab w:val="left" w:pos="1380"/>
              </w:tabs>
              <w:autoSpaceDE w:val="0"/>
              <w:autoSpaceDN w:val="0"/>
              <w:adjustRightInd w:val="0"/>
              <w:spacing w:before="20" w:after="20" w:line="240" w:lineRule="auto"/>
              <w:rPr>
                <w:rFonts w:cs="Arial"/>
                <w:color w:val="000000"/>
                <w:sz w:val="20"/>
                <w:szCs w:val="20"/>
              </w:rPr>
            </w:pPr>
            <w:r w:rsidRPr="009F5ACF">
              <w:rPr>
                <w:rFonts w:cs="Arial"/>
                <w:color w:val="000000"/>
                <w:sz w:val="20"/>
                <w:szCs w:val="20"/>
              </w:rPr>
              <w:t>Region Mazowiecki regionalny (powiaty: białobrzeski, ciechanowski, garwoliński, gostyniński, grójecki, kozienicki, lipski, łosicki, makowski, mławski, ostrołęcki, ostrowski, płocki, płoński, przasnyski, przysuski, pułtuski, radomski, siedlecki, sierpecki, sochaczewski, sokołowski, szydłowiecki, węgrowski, wyszkowski, żuromiński, zwoleński, żyrardowski)</w:t>
            </w:r>
          </w:p>
        </w:tc>
      </w:tr>
      <w:tr w:rsidR="00A95F54" w:rsidRPr="00A95F54" w14:paraId="6B862F62" w14:textId="77777777" w:rsidTr="00221341">
        <w:trPr>
          <w:trHeight w:val="574"/>
        </w:trPr>
        <w:tc>
          <w:tcPr>
            <w:tcW w:w="2122" w:type="dxa"/>
          </w:tcPr>
          <w:p w14:paraId="2F5B55E1"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SZOP </w:t>
            </w:r>
          </w:p>
        </w:tc>
        <w:tc>
          <w:tcPr>
            <w:tcW w:w="6804" w:type="dxa"/>
          </w:tcPr>
          <w:p w14:paraId="5DFA6F21"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Szczegółowy Opis Priorytetów programu Fundusze Europejskie dla Mazowsza 2021-2027</w:t>
            </w:r>
          </w:p>
        </w:tc>
      </w:tr>
      <w:tr w:rsidR="00A95F54" w:rsidRPr="00A95F54" w14:paraId="6981926C" w14:textId="77777777" w:rsidTr="00221341">
        <w:trPr>
          <w:trHeight w:val="110"/>
        </w:trPr>
        <w:tc>
          <w:tcPr>
            <w:tcW w:w="2122" w:type="dxa"/>
          </w:tcPr>
          <w:p w14:paraId="15D4C01C"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UE </w:t>
            </w:r>
          </w:p>
        </w:tc>
        <w:tc>
          <w:tcPr>
            <w:tcW w:w="6804" w:type="dxa"/>
          </w:tcPr>
          <w:p w14:paraId="1DDAAF3E"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Unia Europejska</w:t>
            </w:r>
          </w:p>
        </w:tc>
      </w:tr>
      <w:tr w:rsidR="00A95F54" w:rsidRPr="00A95F54" w14:paraId="60A70473" w14:textId="77777777" w:rsidTr="00221341">
        <w:trPr>
          <w:trHeight w:val="110"/>
        </w:trPr>
        <w:tc>
          <w:tcPr>
            <w:tcW w:w="2122" w:type="dxa"/>
          </w:tcPr>
          <w:p w14:paraId="2ADB1C37"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UPO</w:t>
            </w:r>
          </w:p>
        </w:tc>
        <w:tc>
          <w:tcPr>
            <w:tcW w:w="6804" w:type="dxa"/>
          </w:tcPr>
          <w:p w14:paraId="32D641CC" w14:textId="65442EE6" w:rsidR="00A95F54" w:rsidRPr="00A95F54" w:rsidRDefault="00A95F54" w:rsidP="00055EAF">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urzędowe poświadczenie odbioru w rozumieniu art. </w:t>
            </w:r>
            <w:r w:rsidRPr="00A95F54">
              <w:rPr>
                <w:rFonts w:cs="Arial"/>
                <w:sz w:val="20"/>
                <w:szCs w:val="20"/>
              </w:rPr>
              <w:t>3 pkt 20 ustawy z dnia 17 lutego 2005 r. o informatyzacji działalności podmiotów realizujących zadania publiczne (Dz.U. z 202</w:t>
            </w:r>
            <w:r w:rsidR="00D813CC">
              <w:rPr>
                <w:rFonts w:cs="Arial"/>
                <w:sz w:val="20"/>
                <w:szCs w:val="20"/>
              </w:rPr>
              <w:t>4</w:t>
            </w:r>
            <w:r w:rsidRPr="00A95F54">
              <w:rPr>
                <w:rFonts w:cs="Arial"/>
                <w:sz w:val="20"/>
                <w:szCs w:val="20"/>
              </w:rPr>
              <w:t xml:space="preserve"> r. poz. </w:t>
            </w:r>
            <w:r w:rsidR="00055EAF">
              <w:rPr>
                <w:rFonts w:cs="Arial"/>
                <w:sz w:val="20"/>
                <w:szCs w:val="20"/>
              </w:rPr>
              <w:t>1557)</w:t>
            </w:r>
          </w:p>
        </w:tc>
      </w:tr>
    </w:tbl>
    <w:p w14:paraId="0262ABB6" w14:textId="77777777" w:rsidR="003F6A5D" w:rsidRDefault="003F6A5D" w:rsidP="000111A8">
      <w:pPr>
        <w:pStyle w:val="Default"/>
        <w:spacing w:before="240" w:line="360" w:lineRule="auto"/>
        <w:jc w:val="both"/>
        <w:rPr>
          <w:rFonts w:cs="Arial"/>
          <w:sz w:val="20"/>
          <w:szCs w:val="20"/>
        </w:rPr>
      </w:pPr>
    </w:p>
    <w:p w14:paraId="1E62293B" w14:textId="77777777" w:rsidR="00A1066A" w:rsidRDefault="00A1066A" w:rsidP="000111A8">
      <w:pPr>
        <w:pStyle w:val="Default"/>
        <w:spacing w:before="240" w:line="360" w:lineRule="auto"/>
        <w:jc w:val="both"/>
        <w:rPr>
          <w:rFonts w:cs="Arial"/>
          <w:sz w:val="20"/>
          <w:szCs w:val="20"/>
        </w:rPr>
      </w:pPr>
    </w:p>
    <w:sectPr w:rsidR="00A1066A" w:rsidSect="009C6211">
      <w:footerReference w:type="default" r:id="rId28"/>
      <w:pgSz w:w="11906" w:h="16838"/>
      <w:pgMar w:top="1417" w:right="1133" w:bottom="1417"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E5140C" w16cex:dateUtc="2025-04-11T07:41:00Z"/>
  <w16cex:commentExtensible w16cex:durableId="270DD06E" w16cex:dateUtc="2025-04-16T09:15:00Z"/>
  <w16cex:commentExtensible w16cex:durableId="684ECA49" w16cex:dateUtc="2025-04-11T08:00:00Z"/>
  <w16cex:commentExtensible w16cex:durableId="19CC82FA" w16cex:dateUtc="2025-04-16T08:41:00Z">
    <w16cex:extLst>
      <w16:ext w16:uri="{CE6994B0-6A32-4C9F-8C6B-6E91EDA988CE}">
        <cr:reactions xmlns:cr="http://schemas.microsoft.com/office/comments/2020/reactions">
          <cr:reaction reactionType="1">
            <cr:reactionInfo dateUtc="2025-04-16T10:47:08Z">
              <cr:user userId="S::lukasz.demianiuk@mazovia.pl::c6dadfca-adf0-4620-a7cc-41c29497fcff" userProvider="AD" userName="Demianiuk Łukasz"/>
            </cr:reactionInfo>
          </cr:reaction>
        </cr:reactions>
      </w16:ext>
    </w16cex:extLst>
  </w16cex:commentExtensible>
  <w16cex:commentExtensible w16cex:durableId="6FB93C2C" w16cex:dateUtc="2025-04-17T10:59:00Z"/>
  <w16cex:commentExtensible w16cex:durableId="6804BD36" w16cex:dateUtc="2025-04-16T08:42:00Z"/>
  <w16cex:commentExtensible w16cex:durableId="54312EA7" w16cex:dateUtc="2025-04-17T1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5AE4DC" w16cid:durableId="385AE4DC"/>
  <w16cid:commentId w16cid:paraId="38A1CF30" w16cid:durableId="47E5140C"/>
  <w16cid:commentId w16cid:paraId="30CDA7C0" w16cid:durableId="270DD06E"/>
  <w16cid:commentId w16cid:paraId="6F1E7B72" w16cid:durableId="6F1E7B72"/>
  <w16cid:commentId w16cid:paraId="14262C54" w16cid:durableId="684ECA49"/>
  <w16cid:commentId w16cid:paraId="23023A06" w16cid:durableId="19CC82FA"/>
  <w16cid:commentId w16cid:paraId="7D918E11" w16cid:durableId="6FB93C2C"/>
  <w16cid:commentId w16cid:paraId="5085D904" w16cid:durableId="6804BD36"/>
  <w16cid:commentId w16cid:paraId="13130159" w16cid:durableId="54312E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18F6E" w14:textId="77777777" w:rsidR="00A16982" w:rsidRDefault="00A16982" w:rsidP="00FE74CD">
      <w:pPr>
        <w:spacing w:after="0" w:line="240" w:lineRule="auto"/>
      </w:pPr>
      <w:r>
        <w:separator/>
      </w:r>
    </w:p>
  </w:endnote>
  <w:endnote w:type="continuationSeparator" w:id="0">
    <w:p w14:paraId="58CE7F64" w14:textId="77777777" w:rsidR="00A16982" w:rsidRDefault="00A16982" w:rsidP="00FE74CD">
      <w:pPr>
        <w:spacing w:after="0" w:line="240" w:lineRule="auto"/>
      </w:pPr>
      <w:r>
        <w:continuationSeparator/>
      </w:r>
    </w:p>
  </w:endnote>
  <w:endnote w:type="continuationNotice" w:id="1">
    <w:p w14:paraId="073A1CE1" w14:textId="77777777" w:rsidR="00A16982" w:rsidRDefault="00A169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E6C9B" w14:textId="418EA498" w:rsidR="00380784" w:rsidRDefault="00380784">
    <w:pPr>
      <w:pStyle w:val="Stopka"/>
      <w:jc w:val="right"/>
    </w:pPr>
    <w:r>
      <w:fldChar w:fldCharType="begin"/>
    </w:r>
    <w:r>
      <w:instrText xml:space="preserve"> PAGE   \* MERGEFORMAT </w:instrText>
    </w:r>
    <w:r>
      <w:fldChar w:fldCharType="separate"/>
    </w:r>
    <w:r w:rsidR="00D10313">
      <w:rPr>
        <w:noProof/>
      </w:rPr>
      <w:t>20</w:t>
    </w:r>
    <w:r>
      <w:rPr>
        <w:noProof/>
      </w:rPr>
      <w:fldChar w:fldCharType="end"/>
    </w:r>
    <w:r>
      <w:rPr>
        <w:noProof/>
      </w:rPr>
      <w:t xml:space="preserve"> z </w:t>
    </w:r>
    <w:fldSimple w:instr="NUMPAGES   \* MERGEFORMAT">
      <w:r w:rsidR="00D10313">
        <w:rPr>
          <w:noProof/>
        </w:rPr>
        <w:t>27</w:t>
      </w:r>
    </w:fldSimple>
  </w:p>
  <w:p w14:paraId="58897191" w14:textId="77777777" w:rsidR="00380784" w:rsidRDefault="003807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BC5A8" w14:textId="77777777" w:rsidR="00A16982" w:rsidRDefault="00A16982" w:rsidP="00FE74CD">
      <w:pPr>
        <w:spacing w:after="0" w:line="240" w:lineRule="auto"/>
      </w:pPr>
      <w:r>
        <w:separator/>
      </w:r>
    </w:p>
  </w:footnote>
  <w:footnote w:type="continuationSeparator" w:id="0">
    <w:p w14:paraId="40ECB21F" w14:textId="77777777" w:rsidR="00A16982" w:rsidRDefault="00A16982" w:rsidP="00FE74CD">
      <w:pPr>
        <w:spacing w:after="0" w:line="240" w:lineRule="auto"/>
      </w:pPr>
      <w:r>
        <w:continuationSeparator/>
      </w:r>
    </w:p>
  </w:footnote>
  <w:footnote w:type="continuationNotice" w:id="1">
    <w:p w14:paraId="12A6E3AD" w14:textId="77777777" w:rsidR="00A16982" w:rsidRDefault="00A16982">
      <w:pPr>
        <w:spacing w:after="0" w:line="240" w:lineRule="auto"/>
      </w:pPr>
    </w:p>
  </w:footnote>
  <w:footnote w:id="2">
    <w:p w14:paraId="659D576A" w14:textId="77777777" w:rsidR="00380784" w:rsidRPr="00BF2227" w:rsidRDefault="00380784" w:rsidP="008804C1">
      <w:pPr>
        <w:pStyle w:val="Tekstprzypisudolnego"/>
        <w:rPr>
          <w:sz w:val="18"/>
          <w:szCs w:val="18"/>
        </w:rPr>
      </w:pPr>
      <w:r w:rsidRPr="00BF2227">
        <w:rPr>
          <w:rStyle w:val="Odwoanieprzypisudolnego"/>
          <w:sz w:val="18"/>
          <w:szCs w:val="18"/>
        </w:rPr>
        <w:footnoteRef/>
      </w:r>
      <w:r>
        <w:rPr>
          <w:sz w:val="18"/>
          <w:szCs w:val="18"/>
        </w:rPr>
        <w:t xml:space="preserve"> Sposób dodawania złączników do wniosku o dofinan</w:t>
      </w:r>
      <w:r w:rsidRPr="00BF2227">
        <w:rPr>
          <w:sz w:val="18"/>
          <w:szCs w:val="18"/>
        </w:rPr>
        <w:t xml:space="preserve">sowanie </w:t>
      </w:r>
      <w:r>
        <w:rPr>
          <w:sz w:val="18"/>
          <w:szCs w:val="18"/>
        </w:rPr>
        <w:t>jest opisane w Instrukcji dla Uż</w:t>
      </w:r>
      <w:r w:rsidRPr="00BF2227">
        <w:rPr>
          <w:sz w:val="18"/>
          <w:szCs w:val="18"/>
        </w:rPr>
        <w:t>ytkowników Systemu MEW</w:t>
      </w:r>
      <w:r>
        <w:rPr>
          <w:sz w:val="18"/>
          <w:szCs w:val="18"/>
        </w:rPr>
        <w:t>A</w:t>
      </w:r>
      <w:r w:rsidRPr="00BF2227">
        <w:rPr>
          <w:sz w:val="18"/>
          <w:szCs w:val="18"/>
        </w:rPr>
        <w:t xml:space="preserve"> </w:t>
      </w:r>
      <w:r>
        <w:rPr>
          <w:sz w:val="18"/>
          <w:szCs w:val="18"/>
        </w:rPr>
        <w:t>2.0</w:t>
      </w:r>
    </w:p>
  </w:footnote>
  <w:footnote w:id="3">
    <w:p w14:paraId="4F46CDB7" w14:textId="5DE201F7" w:rsidR="004B7BAB" w:rsidRPr="00583C31" w:rsidRDefault="004B7BAB" w:rsidP="00895B8D">
      <w:pPr>
        <w:pStyle w:val="Tekstprzypisudolnego"/>
        <w:jc w:val="both"/>
      </w:pPr>
      <w:r w:rsidRPr="00583C31">
        <w:rPr>
          <w:rStyle w:val="Odwoanieprzypisudolnego"/>
        </w:rPr>
        <w:footnoteRef/>
      </w:r>
      <w:r w:rsidRPr="00583C31">
        <w:t xml:space="preserve"> </w:t>
      </w:r>
      <w:r w:rsidRPr="00583C31">
        <w:rPr>
          <w:sz w:val="18"/>
          <w:szCs w:val="18"/>
        </w:rPr>
        <w:t>W uzasadnionych przypadkach podjęcie uchwały w sprawie zasad realizacji projektu niekonkurencyjnego będzie także możliwe gdy wnioskodawca nie przedłoży załączników po wyborze projektu do dofinansowania a przed podjęciem uchwały. W takim przypadku wypłata dofinansowania w zakresie zadań/kosztów, których dotyczyć będą brakujące załączniki lub dokumenty, uzależniona będzie od ich przedłożenia w terminie określonym w uchwale. Nieprzedłożenie załączników lub dokumentów, o których mowa wyżej, w terminie określonym w uchwale może skutkować wstrzymaniem dofinansowania projektu lub obowiązkiem zwrotu dofinansowania. W powyższym przypadku beneficjent realizuje projekt na własne ryzyko i nie przysługuje mu jakiekolwiek odszkodowanie związane z konsekwencjami niezłożenia załączników</w:t>
      </w:r>
      <w:r w:rsidRPr="00583C31">
        <w:t>.</w:t>
      </w:r>
    </w:p>
  </w:footnote>
  <w:footnote w:id="4">
    <w:p w14:paraId="1139FA89" w14:textId="714B96CA" w:rsidR="00AC4587" w:rsidRDefault="00AC4587" w:rsidP="00AC4587">
      <w:pPr>
        <w:pStyle w:val="Tekstprzypisudolnego"/>
        <w:jc w:val="both"/>
      </w:pPr>
      <w:r w:rsidRPr="00583C31">
        <w:rPr>
          <w:rStyle w:val="Odwoanieprzypisudolnego"/>
        </w:rPr>
        <w:footnoteRef/>
      </w:r>
      <w:r w:rsidRPr="00583C31">
        <w:t xml:space="preserve"> </w:t>
      </w:r>
      <w:r w:rsidR="00D741DB" w:rsidRPr="00583C31">
        <w:rPr>
          <w:sz w:val="18"/>
          <w:szCs w:val="18"/>
        </w:rPr>
        <w:t>Wniosek powinien dotyczyć tylko jednej osoby, na tym etapie, powinna być to osoba uprawniona do reprezentowania Beneficjenta, czyli do podejmowania decyzji i wiążących zobowiązań, w okresie realizacji i trwałości Projektu. Po podjęciu uchwały osoba wskazana jako zarządzająca projektem będzie mogła dodawać nowe osoby uprawnione, zmieniać im zakres uprawnień oraz blokować i odblokować dostęp do projektu. (Szczegółowe informacje na ten temat są dostępne w Instrukcji użytkownika SL2021 – obszar Projekty w rozdz 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0D62"/>
    <w:multiLevelType w:val="multilevel"/>
    <w:tmpl w:val="2ECCD490"/>
    <w:lvl w:ilvl="0">
      <w:start w:val="12"/>
      <w:numFmt w:val="decimal"/>
      <w:lvlText w:val="%1."/>
      <w:lvlJc w:val="left"/>
      <w:pPr>
        <w:ind w:left="480" w:hanging="480"/>
      </w:pPr>
      <w:rPr>
        <w:rFonts w:hint="default"/>
        <w:b/>
        <w:bCs/>
        <w:sz w:val="28"/>
        <w:szCs w:val="28"/>
      </w:rPr>
    </w:lvl>
    <w:lvl w:ilvl="1">
      <w:start w:val="1"/>
      <w:numFmt w:val="decimal"/>
      <w:lvlText w:val="%1.%2."/>
      <w:lvlJc w:val="left"/>
      <w:pPr>
        <w:ind w:left="1288" w:hanging="720"/>
      </w:pPr>
      <w:rPr>
        <w:rFonts w:hint="default"/>
        <w:b w:val="0"/>
        <w:bCs w:val="0"/>
        <w:strike w:val="0"/>
        <w:color w:val="auto"/>
      </w:rPr>
    </w:lvl>
    <w:lvl w:ilvl="2">
      <w:start w:val="1"/>
      <w:numFmt w:val="decimal"/>
      <w:lvlText w:val="%1.%2.%3."/>
      <w:lvlJc w:val="left"/>
      <w:pPr>
        <w:ind w:left="2136" w:hanging="720"/>
      </w:pPr>
      <w:rPr>
        <w:rFonts w:hint="default"/>
        <w:b w:val="0"/>
        <w:strike w:val="0"/>
        <w:color w:val="auto"/>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01BC3792"/>
    <w:multiLevelType w:val="hybridMultilevel"/>
    <w:tmpl w:val="847E7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7577E"/>
    <w:multiLevelType w:val="multilevel"/>
    <w:tmpl w:val="8042022C"/>
    <w:lvl w:ilvl="0">
      <w:start w:val="10"/>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b w:val="0"/>
        <w:color w:val="000000"/>
      </w:rPr>
    </w:lvl>
    <w:lvl w:ilvl="2">
      <w:start w:val="1"/>
      <w:numFmt w:val="decimal"/>
      <w:lvlText w:val="%1.%2.%3."/>
      <w:lvlJc w:val="left"/>
      <w:pPr>
        <w:ind w:left="1430" w:hanging="720"/>
      </w:pPr>
      <w:rPr>
        <w:rFonts w:hint="default"/>
        <w:b w:val="0"/>
        <w:strike w:val="0"/>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2936" w:hanging="1800"/>
      </w:pPr>
      <w:rPr>
        <w:rFonts w:hint="default"/>
        <w:color w:val="000000"/>
      </w:rPr>
    </w:lvl>
  </w:abstractNum>
  <w:abstractNum w:abstractNumId="3" w15:restartNumberingAfterBreak="0">
    <w:nsid w:val="0841601D"/>
    <w:multiLevelType w:val="hybridMultilevel"/>
    <w:tmpl w:val="05B2D9FA"/>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2F77A5"/>
    <w:multiLevelType w:val="hybridMultilevel"/>
    <w:tmpl w:val="93FA78B0"/>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286146"/>
    <w:multiLevelType w:val="hybridMultilevel"/>
    <w:tmpl w:val="FC7CCEDC"/>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554C4"/>
    <w:multiLevelType w:val="multilevel"/>
    <w:tmpl w:val="735E4326"/>
    <w:lvl w:ilvl="0">
      <w:start w:val="5"/>
      <w:numFmt w:val="decimal"/>
      <w:lvlText w:val="%1."/>
      <w:lvlJc w:val="left"/>
      <w:pPr>
        <w:ind w:left="643" w:hanging="360"/>
      </w:pPr>
      <w:rPr>
        <w:rFonts w:ascii="Calibri" w:hAnsi="Calibri" w:cs="Calibri"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422" w:hanging="720"/>
      </w:pPr>
      <w:rPr>
        <w:rFonts w:hint="default"/>
        <w:b w:val="0"/>
        <w:i w:val="0"/>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0F0911E0"/>
    <w:multiLevelType w:val="hybridMultilevel"/>
    <w:tmpl w:val="E6DC3E6E"/>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137C3"/>
    <w:multiLevelType w:val="multilevel"/>
    <w:tmpl w:val="01CAEB38"/>
    <w:lvl w:ilvl="0">
      <w:start w:val="7"/>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556" w:hanging="72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9" w15:restartNumberingAfterBreak="0">
    <w:nsid w:val="13067E6F"/>
    <w:multiLevelType w:val="hybridMultilevel"/>
    <w:tmpl w:val="81F2B986"/>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A16245"/>
    <w:multiLevelType w:val="multilevel"/>
    <w:tmpl w:val="4BE87232"/>
    <w:lvl w:ilvl="0">
      <w:start w:val="4"/>
      <w:numFmt w:val="decimal"/>
      <w:lvlText w:val="%1"/>
      <w:lvlJc w:val="left"/>
      <w:pPr>
        <w:ind w:left="360" w:hanging="360"/>
      </w:pPr>
      <w:rPr>
        <w:color w:val="auto"/>
      </w:rPr>
    </w:lvl>
    <w:lvl w:ilvl="1">
      <w:start w:val="1"/>
      <w:numFmt w:val="decimal"/>
      <w:lvlText w:val="%1.%2"/>
      <w:lvlJc w:val="left"/>
      <w:pPr>
        <w:ind w:left="360" w:hanging="360"/>
      </w:pPr>
      <w:rPr>
        <w:b w:val="0"/>
        <w:color w:val="auto"/>
      </w:rPr>
    </w:lvl>
    <w:lvl w:ilvl="2">
      <w:start w:val="1"/>
      <w:numFmt w:val="decimal"/>
      <w:lvlText w:val="%1.%2.%3"/>
      <w:lvlJc w:val="left"/>
      <w:pPr>
        <w:ind w:left="1571" w:hanging="720"/>
      </w:pPr>
      <w:rPr>
        <w:strike w:val="0"/>
        <w:color w:val="auto"/>
      </w:rPr>
    </w:lvl>
    <w:lvl w:ilvl="3">
      <w:start w:val="1"/>
      <w:numFmt w:val="decimal"/>
      <w:lvlText w:val="%1.%2.%3.%4"/>
      <w:lvlJc w:val="left"/>
      <w:pPr>
        <w:ind w:left="1997" w:hanging="720"/>
      </w:pPr>
      <w:rPr>
        <w:color w:val="auto"/>
        <w:sz w:val="20"/>
        <w:szCs w:val="20"/>
      </w:rPr>
    </w:lvl>
    <w:lvl w:ilvl="4">
      <w:start w:val="1"/>
      <w:numFmt w:val="decimal"/>
      <w:lvlText w:val="%1.%2.%3.%4.%5"/>
      <w:lvlJc w:val="left"/>
      <w:pPr>
        <w:ind w:left="720" w:hanging="72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080" w:hanging="108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1" w15:restartNumberingAfterBreak="0">
    <w:nsid w:val="24EF2F9A"/>
    <w:multiLevelType w:val="hybridMultilevel"/>
    <w:tmpl w:val="CCD251B2"/>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FB7029"/>
    <w:multiLevelType w:val="multilevel"/>
    <w:tmpl w:val="4D36606C"/>
    <w:lvl w:ilvl="0">
      <w:start w:val="1"/>
      <w:numFmt w:val="decimal"/>
      <w:lvlText w:val="%1."/>
      <w:lvlJc w:val="left"/>
      <w:pPr>
        <w:ind w:left="644" w:hanging="360"/>
      </w:pPr>
      <w:rPr>
        <w:b/>
        <w:bCs w:val="0"/>
      </w:rPr>
    </w:lvl>
    <w:lvl w:ilvl="1">
      <w:start w:val="1"/>
      <w:numFmt w:val="bullet"/>
      <w:lvlText w:val=""/>
      <w:lvlJc w:val="left"/>
      <w:pPr>
        <w:ind w:left="1080" w:hanging="720"/>
      </w:pPr>
      <w:rPr>
        <w:rFonts w:ascii="Symbol" w:hAnsi="Symbol"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8C67DC8"/>
    <w:multiLevelType w:val="hybridMultilevel"/>
    <w:tmpl w:val="62AE4A7C"/>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0B5351"/>
    <w:multiLevelType w:val="multilevel"/>
    <w:tmpl w:val="EF5A16E0"/>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DB7D10"/>
    <w:multiLevelType w:val="multilevel"/>
    <w:tmpl w:val="BF42FEAA"/>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val="0"/>
        <w:color w:val="auto"/>
        <w:sz w:val="20"/>
        <w:szCs w:val="20"/>
      </w:rPr>
    </w:lvl>
    <w:lvl w:ilvl="2">
      <w:start w:val="1"/>
      <w:numFmt w:val="decimal"/>
      <w:lvlText w:val="%1.%2.%3"/>
      <w:lvlJc w:val="left"/>
      <w:pPr>
        <w:ind w:left="1430" w:hanging="720"/>
      </w:pPr>
      <w:rPr>
        <w:rFonts w:hint="default"/>
        <w:sz w:val="20"/>
        <w:szCs w:val="20"/>
      </w:rPr>
    </w:lvl>
    <w:lvl w:ilvl="3">
      <w:start w:val="1"/>
      <w:numFmt w:val="decimal"/>
      <w:lvlText w:val="%1.%2.%3.%4"/>
      <w:lvlJc w:val="left"/>
      <w:pPr>
        <w:ind w:left="1996"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BC85185"/>
    <w:multiLevelType w:val="multilevel"/>
    <w:tmpl w:val="59488DFA"/>
    <w:lvl w:ilvl="0">
      <w:start w:val="9"/>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b w:val="0"/>
        <w:color w:val="00000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2936" w:hanging="1800"/>
      </w:pPr>
      <w:rPr>
        <w:rFonts w:hint="default"/>
        <w:color w:val="000000"/>
      </w:rPr>
    </w:lvl>
  </w:abstractNum>
  <w:abstractNum w:abstractNumId="17" w15:restartNumberingAfterBreak="0">
    <w:nsid w:val="30AE2F71"/>
    <w:multiLevelType w:val="multilevel"/>
    <w:tmpl w:val="72EE9052"/>
    <w:lvl w:ilvl="0">
      <w:start w:val="4"/>
      <w:numFmt w:val="decimal"/>
      <w:lvlText w:val="%1"/>
      <w:lvlJc w:val="left"/>
      <w:pPr>
        <w:ind w:left="360" w:hanging="360"/>
      </w:pPr>
      <w:rPr>
        <w:color w:val="auto"/>
      </w:rPr>
    </w:lvl>
    <w:lvl w:ilvl="1">
      <w:start w:val="1"/>
      <w:numFmt w:val="bullet"/>
      <w:lvlText w:val=""/>
      <w:lvlJc w:val="left"/>
      <w:pPr>
        <w:ind w:left="360" w:hanging="360"/>
      </w:pPr>
      <w:rPr>
        <w:rFonts w:ascii="Symbol" w:hAnsi="Symbol" w:hint="default"/>
        <w:b w:val="0"/>
        <w:color w:val="auto"/>
      </w:rPr>
    </w:lvl>
    <w:lvl w:ilvl="2">
      <w:start w:val="1"/>
      <w:numFmt w:val="decimal"/>
      <w:lvlText w:val="%1.%2.%3"/>
      <w:lvlJc w:val="left"/>
      <w:pPr>
        <w:ind w:left="1571" w:hanging="720"/>
      </w:pPr>
      <w:rPr>
        <w:strike w:val="0"/>
        <w:color w:val="auto"/>
      </w:rPr>
    </w:lvl>
    <w:lvl w:ilvl="3">
      <w:start w:val="1"/>
      <w:numFmt w:val="decimal"/>
      <w:lvlText w:val="%1.%2.%3.%4"/>
      <w:lvlJc w:val="left"/>
      <w:pPr>
        <w:ind w:left="1997" w:hanging="720"/>
      </w:pPr>
      <w:rPr>
        <w:color w:val="auto"/>
        <w:sz w:val="20"/>
        <w:szCs w:val="20"/>
      </w:rPr>
    </w:lvl>
    <w:lvl w:ilvl="4">
      <w:start w:val="1"/>
      <w:numFmt w:val="decimal"/>
      <w:lvlText w:val="%1.%2.%3.%4.%5"/>
      <w:lvlJc w:val="left"/>
      <w:pPr>
        <w:ind w:left="720" w:hanging="72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080" w:hanging="108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8" w15:restartNumberingAfterBreak="0">
    <w:nsid w:val="310F36A5"/>
    <w:multiLevelType w:val="hybridMultilevel"/>
    <w:tmpl w:val="26F881FA"/>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5C614A"/>
    <w:multiLevelType w:val="hybridMultilevel"/>
    <w:tmpl w:val="335A6C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3B340844"/>
    <w:multiLevelType w:val="hybridMultilevel"/>
    <w:tmpl w:val="950EE2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5B066E"/>
    <w:multiLevelType w:val="multilevel"/>
    <w:tmpl w:val="1B1AF924"/>
    <w:lvl w:ilvl="0">
      <w:start w:val="2"/>
      <w:numFmt w:val="decimal"/>
      <w:lvlText w:val="%1."/>
      <w:lvlJc w:val="left"/>
      <w:pPr>
        <w:ind w:left="360" w:hanging="360"/>
      </w:pPr>
      <w:rPr>
        <w:rFonts w:hint="default"/>
      </w:rPr>
    </w:lvl>
    <w:lvl w:ilvl="1">
      <w:start w:val="1"/>
      <w:numFmt w:val="decimal"/>
      <w:lvlText w:val="%1.%2."/>
      <w:lvlJc w:val="left"/>
      <w:pPr>
        <w:ind w:left="2226" w:hanging="720"/>
      </w:pPr>
      <w:rPr>
        <w:rFonts w:ascii="Calibri" w:hAnsi="Calibri" w:cs="Arial" w:hint="default"/>
        <w:strike w:val="0"/>
        <w:color w:val="auto"/>
        <w:sz w:val="20"/>
        <w:szCs w:val="20"/>
      </w:rPr>
    </w:lvl>
    <w:lvl w:ilvl="2">
      <w:start w:val="1"/>
      <w:numFmt w:val="decimal"/>
      <w:lvlText w:val="%1.%2.%3."/>
      <w:lvlJc w:val="left"/>
      <w:pPr>
        <w:ind w:left="1430" w:hanging="720"/>
      </w:pPr>
      <w:rPr>
        <w:rFonts w:hint="default"/>
        <w:strike w:val="0"/>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22" w15:restartNumberingAfterBreak="0">
    <w:nsid w:val="4125686B"/>
    <w:multiLevelType w:val="hybridMultilevel"/>
    <w:tmpl w:val="2E2227F8"/>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412434"/>
    <w:multiLevelType w:val="multilevel"/>
    <w:tmpl w:val="735E4326"/>
    <w:lvl w:ilvl="0">
      <w:start w:val="5"/>
      <w:numFmt w:val="decimal"/>
      <w:lvlText w:val="%1."/>
      <w:lvlJc w:val="left"/>
      <w:pPr>
        <w:ind w:left="2487" w:hanging="360"/>
      </w:pPr>
      <w:rPr>
        <w:rFonts w:ascii="Calibri" w:hAnsi="Calibri" w:cs="Calibri"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422" w:hanging="720"/>
      </w:pPr>
      <w:rPr>
        <w:rFonts w:hint="default"/>
        <w:b w:val="0"/>
        <w:i w:val="0"/>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5046E64"/>
    <w:multiLevelType w:val="multilevel"/>
    <w:tmpl w:val="3EBAD8D2"/>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color w:val="000000"/>
      </w:rPr>
    </w:lvl>
    <w:lvl w:ilvl="2">
      <w:start w:val="1"/>
      <w:numFmt w:val="decimal"/>
      <w:lvlText w:val="%1.%2.%3."/>
      <w:lvlJc w:val="left"/>
      <w:pPr>
        <w:ind w:left="2138" w:hanging="720"/>
      </w:pPr>
      <w:rPr>
        <w:rFonts w:ascii="Calibri" w:hAnsi="Calibri" w:hint="default"/>
        <w:sz w:val="20"/>
        <w:szCs w:val="2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74B52E8"/>
    <w:multiLevelType w:val="hybridMultilevel"/>
    <w:tmpl w:val="BA04BA6A"/>
    <w:lvl w:ilvl="0" w:tplc="A8901E94">
      <w:start w:val="1"/>
      <w:numFmt w:val="decimal"/>
      <w:lvlText w:val="%1."/>
      <w:lvlJc w:val="left"/>
      <w:pPr>
        <w:tabs>
          <w:tab w:val="num" w:pos="397"/>
        </w:tabs>
        <w:ind w:left="397" w:hanging="397"/>
      </w:pPr>
      <w:rPr>
        <w:rFonts w:ascii="Arial" w:hAnsi="Arial" w:cs="Arial" w:hint="default"/>
        <w:b w:val="0"/>
        <w:i w:val="0"/>
        <w:color w:val="auto"/>
      </w:rPr>
    </w:lvl>
    <w:lvl w:ilvl="1" w:tplc="FFFFFFFF">
      <w:start w:val="1"/>
      <w:numFmt w:val="lowerLetter"/>
      <w:lvlText w:val="%2)"/>
      <w:lvlJc w:val="left"/>
      <w:pPr>
        <w:tabs>
          <w:tab w:val="num" w:pos="1440"/>
        </w:tabs>
        <w:ind w:left="1440" w:hanging="360"/>
      </w:pPr>
      <w:rPr>
        <w:rFonts w:cs="Times New Roman" w:hint="default"/>
      </w:rPr>
    </w:lvl>
    <w:lvl w:ilvl="2" w:tplc="D1AC31E6">
      <w:start w:val="16"/>
      <w:numFmt w:val="decimal"/>
      <w:lvlText w:val="%3."/>
      <w:lvlJc w:val="left"/>
      <w:pPr>
        <w:tabs>
          <w:tab w:val="num" w:pos="2377"/>
        </w:tabs>
        <w:ind w:left="2377" w:hanging="397"/>
      </w:pPr>
      <w:rPr>
        <w:rFonts w:cs="Times New Roman" w:hint="default"/>
        <w:b w:val="0"/>
        <w:i w:val="0"/>
      </w:rPr>
    </w:lvl>
    <w:lvl w:ilvl="3" w:tplc="CD9C8D42">
      <w:start w:val="1"/>
      <w:numFmt w:val="bullet"/>
      <w:lvlText w:val="-"/>
      <w:lvlJc w:val="left"/>
      <w:pPr>
        <w:tabs>
          <w:tab w:val="num" w:pos="2880"/>
        </w:tabs>
        <w:ind w:left="2880" w:hanging="360"/>
      </w:pPr>
      <w:rPr>
        <w:rFonts w:ascii="Times New Roman" w:eastAsia="Times New Roman" w:hAnsi="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0FB0553C">
      <w:start w:val="1"/>
      <w:numFmt w:val="decimal"/>
      <w:lvlText w:val="%7."/>
      <w:lvlJc w:val="left"/>
      <w:pPr>
        <w:tabs>
          <w:tab w:val="num" w:pos="3338"/>
        </w:tabs>
        <w:ind w:left="3338" w:hanging="360"/>
      </w:pPr>
      <w:rPr>
        <w:rFonts w:cs="Times New Roman"/>
        <w:b/>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6" w15:restartNumberingAfterBreak="0">
    <w:nsid w:val="492014E0"/>
    <w:multiLevelType w:val="hybridMultilevel"/>
    <w:tmpl w:val="12BE62C6"/>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B41400"/>
    <w:multiLevelType w:val="multilevel"/>
    <w:tmpl w:val="7F4C0DF4"/>
    <w:lvl w:ilvl="0">
      <w:start w:val="18"/>
      <w:numFmt w:val="decimal"/>
      <w:lvlText w:val="%1"/>
      <w:lvlJc w:val="left"/>
      <w:pPr>
        <w:ind w:left="643" w:hanging="360"/>
      </w:pPr>
      <w:rPr>
        <w:rFonts w:hint="default"/>
      </w:rPr>
    </w:lvl>
    <w:lvl w:ilvl="1">
      <w:start w:val="1"/>
      <w:numFmt w:val="decimal"/>
      <w:lvlText w:val="%1.%2"/>
      <w:lvlJc w:val="left"/>
      <w:pPr>
        <w:ind w:left="1352" w:hanging="360"/>
      </w:pPr>
      <w:rPr>
        <w:rFonts w:hint="default"/>
        <w:b w:val="0"/>
      </w:rPr>
    </w:lvl>
    <w:lvl w:ilvl="2">
      <w:start w:val="1"/>
      <w:numFmt w:val="decimal"/>
      <w:lvlText w:val="%1.%2.%3"/>
      <w:lvlJc w:val="left"/>
      <w:pPr>
        <w:ind w:left="2421" w:hanging="720"/>
      </w:pPr>
      <w:rPr>
        <w:rFonts w:hint="default"/>
        <w:b w:val="0"/>
        <w:bCs w:val="0"/>
      </w:rPr>
    </w:lvl>
    <w:lvl w:ilvl="3">
      <w:start w:val="1"/>
      <w:numFmt w:val="decimal"/>
      <w:lvlText w:val="%1.%2.%3.%4"/>
      <w:lvlJc w:val="left"/>
      <w:pPr>
        <w:ind w:left="3130" w:hanging="720"/>
      </w:pPr>
      <w:rPr>
        <w:rFonts w:hint="default"/>
      </w:rPr>
    </w:lvl>
    <w:lvl w:ilvl="4">
      <w:start w:val="1"/>
      <w:numFmt w:val="decimal"/>
      <w:lvlText w:val="%1.%2.%3.%4.%5"/>
      <w:lvlJc w:val="left"/>
      <w:pPr>
        <w:ind w:left="3839" w:hanging="720"/>
      </w:pPr>
      <w:rPr>
        <w:rFonts w:hint="default"/>
      </w:rPr>
    </w:lvl>
    <w:lvl w:ilvl="5">
      <w:start w:val="1"/>
      <w:numFmt w:val="decimal"/>
      <w:lvlText w:val="%1.%2.%3.%4.%5.%6"/>
      <w:lvlJc w:val="left"/>
      <w:pPr>
        <w:ind w:left="4908" w:hanging="1080"/>
      </w:pPr>
      <w:rPr>
        <w:rFonts w:hint="default"/>
      </w:rPr>
    </w:lvl>
    <w:lvl w:ilvl="6">
      <w:start w:val="1"/>
      <w:numFmt w:val="decimal"/>
      <w:lvlText w:val="%1.%2.%3.%4.%5.%6.%7"/>
      <w:lvlJc w:val="left"/>
      <w:pPr>
        <w:ind w:left="5617" w:hanging="1080"/>
      </w:pPr>
      <w:rPr>
        <w:rFonts w:hint="default"/>
      </w:rPr>
    </w:lvl>
    <w:lvl w:ilvl="7">
      <w:start w:val="1"/>
      <w:numFmt w:val="decimal"/>
      <w:lvlText w:val="%1.%2.%3.%4.%5.%6.%7.%8"/>
      <w:lvlJc w:val="left"/>
      <w:pPr>
        <w:ind w:left="6686" w:hanging="1440"/>
      </w:pPr>
      <w:rPr>
        <w:rFonts w:hint="default"/>
      </w:rPr>
    </w:lvl>
    <w:lvl w:ilvl="8">
      <w:start w:val="1"/>
      <w:numFmt w:val="decimal"/>
      <w:lvlText w:val="%1.%2.%3.%4.%5.%6.%7.%8.%9"/>
      <w:lvlJc w:val="left"/>
      <w:pPr>
        <w:ind w:left="7395" w:hanging="1440"/>
      </w:pPr>
      <w:rPr>
        <w:rFonts w:hint="default"/>
      </w:rPr>
    </w:lvl>
  </w:abstractNum>
  <w:abstractNum w:abstractNumId="28" w15:restartNumberingAfterBreak="0">
    <w:nsid w:val="4E7D4CC4"/>
    <w:multiLevelType w:val="hybridMultilevel"/>
    <w:tmpl w:val="5E1A9D62"/>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8D368A"/>
    <w:multiLevelType w:val="hybridMultilevel"/>
    <w:tmpl w:val="229ABD2A"/>
    <w:lvl w:ilvl="0" w:tplc="0FB0553C">
      <w:start w:val="1"/>
      <w:numFmt w:val="decimal"/>
      <w:lvlText w:val="%1."/>
      <w:lvlJc w:val="left"/>
      <w:pPr>
        <w:ind w:left="780" w:hanging="360"/>
      </w:pPr>
      <w:rPr>
        <w:rFonts w:cs="Times New Roman"/>
        <w:b/>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15:restartNumberingAfterBreak="0">
    <w:nsid w:val="52B0024D"/>
    <w:multiLevelType w:val="multilevel"/>
    <w:tmpl w:val="5E94CA0C"/>
    <w:lvl w:ilvl="0">
      <w:start w:val="1"/>
      <w:numFmt w:val="decimal"/>
      <w:lvlText w:val="%1."/>
      <w:lvlJc w:val="left"/>
      <w:pPr>
        <w:ind w:left="644" w:hanging="360"/>
      </w:pPr>
      <w:rPr>
        <w:b/>
        <w:bCs w:val="0"/>
      </w:rPr>
    </w:lvl>
    <w:lvl w:ilvl="1">
      <w:start w:val="1"/>
      <w:numFmt w:val="decimal"/>
      <w:isLgl/>
      <w:lvlText w:val="%1.%2."/>
      <w:lvlJc w:val="left"/>
      <w:pPr>
        <w:ind w:left="1080" w:hanging="720"/>
      </w:pPr>
      <w:rPr>
        <w:rFonts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B424245"/>
    <w:multiLevelType w:val="multilevel"/>
    <w:tmpl w:val="84566CC6"/>
    <w:lvl w:ilvl="0">
      <w:start w:val="3"/>
      <w:numFmt w:val="decimal"/>
      <w:lvlText w:val="%1."/>
      <w:lvlJc w:val="left"/>
      <w:pPr>
        <w:ind w:left="360" w:hanging="360"/>
      </w:pPr>
      <w:rPr>
        <w:rFonts w:hint="default"/>
      </w:rPr>
    </w:lvl>
    <w:lvl w:ilvl="1">
      <w:start w:val="1"/>
      <w:numFmt w:val="decimal"/>
      <w:lvlText w:val="%1.%2."/>
      <w:lvlJc w:val="left"/>
      <w:pPr>
        <w:ind w:left="2226" w:hanging="720"/>
      </w:pPr>
      <w:rPr>
        <w:rFonts w:hint="default"/>
        <w:b w:val="0"/>
        <w:strike w:val="0"/>
        <w:color w:val="auto"/>
      </w:rPr>
    </w:lvl>
    <w:lvl w:ilvl="2">
      <w:start w:val="1"/>
      <w:numFmt w:val="decimal"/>
      <w:lvlText w:val="%1.%2.%3."/>
      <w:lvlJc w:val="left"/>
      <w:pPr>
        <w:ind w:left="3981" w:hanging="720"/>
      </w:pPr>
      <w:rPr>
        <w:rFonts w:hint="default"/>
        <w:strike w:val="0"/>
        <w:color w:val="auto"/>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32" w15:restartNumberingAfterBreak="0">
    <w:nsid w:val="5C905019"/>
    <w:multiLevelType w:val="multilevel"/>
    <w:tmpl w:val="D5A80EFA"/>
    <w:lvl w:ilvl="0">
      <w:start w:val="1"/>
      <w:numFmt w:val="upperRoman"/>
      <w:pStyle w:val="SzOOP3"/>
      <w:lvlText w:val="%1."/>
      <w:lvlJc w:val="righ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60724DBC"/>
    <w:multiLevelType w:val="hybridMultilevel"/>
    <w:tmpl w:val="EEBC4FCE"/>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0D312F"/>
    <w:multiLevelType w:val="hybridMultilevel"/>
    <w:tmpl w:val="3050F904"/>
    <w:lvl w:ilvl="0" w:tplc="0FB0553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A31009"/>
    <w:multiLevelType w:val="hybridMultilevel"/>
    <w:tmpl w:val="9FD8AE82"/>
    <w:lvl w:ilvl="0" w:tplc="0FB0553C">
      <w:start w:val="1"/>
      <w:numFmt w:val="decimal"/>
      <w:lvlText w:val="%1."/>
      <w:lvlJc w:val="left"/>
      <w:pPr>
        <w:ind w:left="780" w:hanging="360"/>
      </w:pPr>
      <w:rPr>
        <w:rFonts w:cs="Times New Roman"/>
        <w:b/>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30"/>
  </w:num>
  <w:num w:numId="2">
    <w:abstractNumId w:val="23"/>
  </w:num>
  <w:num w:numId="3">
    <w:abstractNumId w:val="16"/>
  </w:num>
  <w:num w:numId="4">
    <w:abstractNumId w:val="0"/>
  </w:num>
  <w:num w:numId="5">
    <w:abstractNumId w:val="25"/>
  </w:num>
  <w:num w:numId="6">
    <w:abstractNumId w:val="21"/>
  </w:num>
  <w:num w:numId="7">
    <w:abstractNumId w:val="15"/>
  </w:num>
  <w:num w:numId="8">
    <w:abstractNumId w:val="31"/>
  </w:num>
  <w:num w:numId="9">
    <w:abstractNumId w:val="24"/>
  </w:num>
  <w:num w:numId="10">
    <w:abstractNumId w:val="32"/>
  </w:num>
  <w:num w:numId="11">
    <w:abstractNumId w:val="10"/>
  </w:num>
  <w:num w:numId="12">
    <w:abstractNumId w:val="19"/>
  </w:num>
  <w:num w:numId="13">
    <w:abstractNumId w:val="27"/>
  </w:num>
  <w:num w:numId="14">
    <w:abstractNumId w:val="2"/>
  </w:num>
  <w:num w:numId="15">
    <w:abstractNumId w:val="6"/>
  </w:num>
  <w:num w:numId="1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33"/>
  </w:num>
  <w:num w:numId="19">
    <w:abstractNumId w:val="11"/>
  </w:num>
  <w:num w:numId="20">
    <w:abstractNumId w:val="26"/>
  </w:num>
  <w:num w:numId="21">
    <w:abstractNumId w:val="22"/>
  </w:num>
  <w:num w:numId="22">
    <w:abstractNumId w:val="7"/>
  </w:num>
  <w:num w:numId="23">
    <w:abstractNumId w:val="34"/>
  </w:num>
  <w:num w:numId="24">
    <w:abstractNumId w:val="9"/>
  </w:num>
  <w:num w:numId="25">
    <w:abstractNumId w:val="5"/>
  </w:num>
  <w:num w:numId="26">
    <w:abstractNumId w:val="28"/>
  </w:num>
  <w:num w:numId="27">
    <w:abstractNumId w:val="35"/>
  </w:num>
  <w:num w:numId="28">
    <w:abstractNumId w:val="3"/>
  </w:num>
  <w:num w:numId="29">
    <w:abstractNumId w:val="18"/>
  </w:num>
  <w:num w:numId="30">
    <w:abstractNumId w:val="4"/>
  </w:num>
  <w:num w:numId="31">
    <w:abstractNumId w:val="13"/>
  </w:num>
  <w:num w:numId="32">
    <w:abstractNumId w:val="29"/>
  </w:num>
  <w:num w:numId="33">
    <w:abstractNumId w:val="12"/>
  </w:num>
  <w:num w:numId="34">
    <w:abstractNumId w:val="14"/>
  </w:num>
  <w:num w:numId="35">
    <w:abstractNumId w:val="17"/>
  </w:num>
  <w:num w:numId="3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hyphenationZone w:val="425"/>
  <w:doNotHyphenateCap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E55"/>
    <w:rsid w:val="00000237"/>
    <w:rsid w:val="00000627"/>
    <w:rsid w:val="00000856"/>
    <w:rsid w:val="000009E0"/>
    <w:rsid w:val="000014CA"/>
    <w:rsid w:val="000016D7"/>
    <w:rsid w:val="0000176F"/>
    <w:rsid w:val="000018F9"/>
    <w:rsid w:val="00001DEC"/>
    <w:rsid w:val="00001DF7"/>
    <w:rsid w:val="00002594"/>
    <w:rsid w:val="00002800"/>
    <w:rsid w:val="00002D57"/>
    <w:rsid w:val="00002FEA"/>
    <w:rsid w:val="000030BD"/>
    <w:rsid w:val="000034F0"/>
    <w:rsid w:val="00003D9E"/>
    <w:rsid w:val="00004449"/>
    <w:rsid w:val="000048A7"/>
    <w:rsid w:val="00005CD1"/>
    <w:rsid w:val="00005FB5"/>
    <w:rsid w:val="00006788"/>
    <w:rsid w:val="00006A59"/>
    <w:rsid w:val="00006B45"/>
    <w:rsid w:val="00007335"/>
    <w:rsid w:val="00007840"/>
    <w:rsid w:val="00007D5A"/>
    <w:rsid w:val="00007F62"/>
    <w:rsid w:val="00010216"/>
    <w:rsid w:val="000102FD"/>
    <w:rsid w:val="0001059A"/>
    <w:rsid w:val="00010732"/>
    <w:rsid w:val="000111A8"/>
    <w:rsid w:val="000127E9"/>
    <w:rsid w:val="00012CB1"/>
    <w:rsid w:val="00012F69"/>
    <w:rsid w:val="00013834"/>
    <w:rsid w:val="00013A49"/>
    <w:rsid w:val="00013F5E"/>
    <w:rsid w:val="00014080"/>
    <w:rsid w:val="00014671"/>
    <w:rsid w:val="00014915"/>
    <w:rsid w:val="00014C48"/>
    <w:rsid w:val="00014CA2"/>
    <w:rsid w:val="000152D5"/>
    <w:rsid w:val="00015687"/>
    <w:rsid w:val="00015CE5"/>
    <w:rsid w:val="00015E5F"/>
    <w:rsid w:val="00016260"/>
    <w:rsid w:val="00016630"/>
    <w:rsid w:val="000168F0"/>
    <w:rsid w:val="00016BF1"/>
    <w:rsid w:val="00016DAC"/>
    <w:rsid w:val="000175F2"/>
    <w:rsid w:val="000177CF"/>
    <w:rsid w:val="000177F8"/>
    <w:rsid w:val="00020484"/>
    <w:rsid w:val="00020CE8"/>
    <w:rsid w:val="0002121C"/>
    <w:rsid w:val="0002180A"/>
    <w:rsid w:val="00021BCD"/>
    <w:rsid w:val="00021F6C"/>
    <w:rsid w:val="00021FC8"/>
    <w:rsid w:val="00022175"/>
    <w:rsid w:val="000229E1"/>
    <w:rsid w:val="00022A3E"/>
    <w:rsid w:val="00023001"/>
    <w:rsid w:val="00023500"/>
    <w:rsid w:val="0002360B"/>
    <w:rsid w:val="00023BB6"/>
    <w:rsid w:val="00023D34"/>
    <w:rsid w:val="00023DAC"/>
    <w:rsid w:val="00023DFD"/>
    <w:rsid w:val="00024E7E"/>
    <w:rsid w:val="00025214"/>
    <w:rsid w:val="000258CF"/>
    <w:rsid w:val="00025B9B"/>
    <w:rsid w:val="000264DE"/>
    <w:rsid w:val="0002651C"/>
    <w:rsid w:val="0002653E"/>
    <w:rsid w:val="000267A9"/>
    <w:rsid w:val="00026D71"/>
    <w:rsid w:val="0002706C"/>
    <w:rsid w:val="00027080"/>
    <w:rsid w:val="000273AC"/>
    <w:rsid w:val="00027D0D"/>
    <w:rsid w:val="00027EF1"/>
    <w:rsid w:val="00027F30"/>
    <w:rsid w:val="000300C7"/>
    <w:rsid w:val="000305BE"/>
    <w:rsid w:val="00030BF0"/>
    <w:rsid w:val="000310F1"/>
    <w:rsid w:val="000312F2"/>
    <w:rsid w:val="000317FE"/>
    <w:rsid w:val="00031830"/>
    <w:rsid w:val="00031874"/>
    <w:rsid w:val="00031B38"/>
    <w:rsid w:val="00031F0C"/>
    <w:rsid w:val="00031FBE"/>
    <w:rsid w:val="00032435"/>
    <w:rsid w:val="000324DD"/>
    <w:rsid w:val="00032510"/>
    <w:rsid w:val="0003335B"/>
    <w:rsid w:val="00033391"/>
    <w:rsid w:val="00033439"/>
    <w:rsid w:val="00033646"/>
    <w:rsid w:val="00033DFF"/>
    <w:rsid w:val="00034017"/>
    <w:rsid w:val="00034043"/>
    <w:rsid w:val="000341DA"/>
    <w:rsid w:val="000343B0"/>
    <w:rsid w:val="00034471"/>
    <w:rsid w:val="000344BC"/>
    <w:rsid w:val="000345D8"/>
    <w:rsid w:val="00034BDF"/>
    <w:rsid w:val="00034CD3"/>
    <w:rsid w:val="00034F6E"/>
    <w:rsid w:val="00035247"/>
    <w:rsid w:val="00035637"/>
    <w:rsid w:val="0003566F"/>
    <w:rsid w:val="00035EFB"/>
    <w:rsid w:val="00035F5F"/>
    <w:rsid w:val="000360E1"/>
    <w:rsid w:val="0003761B"/>
    <w:rsid w:val="00041206"/>
    <w:rsid w:val="00041470"/>
    <w:rsid w:val="000415F6"/>
    <w:rsid w:val="00042473"/>
    <w:rsid w:val="00042C93"/>
    <w:rsid w:val="000432B9"/>
    <w:rsid w:val="0004367B"/>
    <w:rsid w:val="00043A83"/>
    <w:rsid w:val="00043EEC"/>
    <w:rsid w:val="00043F5A"/>
    <w:rsid w:val="0004443D"/>
    <w:rsid w:val="0004635F"/>
    <w:rsid w:val="00046765"/>
    <w:rsid w:val="00046A78"/>
    <w:rsid w:val="00046C1F"/>
    <w:rsid w:val="00046EBE"/>
    <w:rsid w:val="0004770F"/>
    <w:rsid w:val="00047B88"/>
    <w:rsid w:val="00047CDA"/>
    <w:rsid w:val="00047D5E"/>
    <w:rsid w:val="00047DF3"/>
    <w:rsid w:val="00050150"/>
    <w:rsid w:val="0005025D"/>
    <w:rsid w:val="000504B0"/>
    <w:rsid w:val="000506EC"/>
    <w:rsid w:val="00050A19"/>
    <w:rsid w:val="0005149B"/>
    <w:rsid w:val="000515FF"/>
    <w:rsid w:val="0005174B"/>
    <w:rsid w:val="00051836"/>
    <w:rsid w:val="00052668"/>
    <w:rsid w:val="000528FB"/>
    <w:rsid w:val="00052B0F"/>
    <w:rsid w:val="00052E53"/>
    <w:rsid w:val="00052E5D"/>
    <w:rsid w:val="00053045"/>
    <w:rsid w:val="00053283"/>
    <w:rsid w:val="0005371B"/>
    <w:rsid w:val="0005386E"/>
    <w:rsid w:val="000542C1"/>
    <w:rsid w:val="00054685"/>
    <w:rsid w:val="000550D1"/>
    <w:rsid w:val="0005521B"/>
    <w:rsid w:val="000554F0"/>
    <w:rsid w:val="00055601"/>
    <w:rsid w:val="000558A8"/>
    <w:rsid w:val="00055A6E"/>
    <w:rsid w:val="00055EAF"/>
    <w:rsid w:val="000564E2"/>
    <w:rsid w:val="000568A8"/>
    <w:rsid w:val="00057D4A"/>
    <w:rsid w:val="00057F27"/>
    <w:rsid w:val="000602C1"/>
    <w:rsid w:val="00060972"/>
    <w:rsid w:val="00060BB8"/>
    <w:rsid w:val="00060D84"/>
    <w:rsid w:val="0006105F"/>
    <w:rsid w:val="00061250"/>
    <w:rsid w:val="000613A2"/>
    <w:rsid w:val="00061576"/>
    <w:rsid w:val="00061909"/>
    <w:rsid w:val="00061C06"/>
    <w:rsid w:val="00061D49"/>
    <w:rsid w:val="000625ED"/>
    <w:rsid w:val="00062830"/>
    <w:rsid w:val="00062BD4"/>
    <w:rsid w:val="00063145"/>
    <w:rsid w:val="000634F9"/>
    <w:rsid w:val="00063508"/>
    <w:rsid w:val="0006356D"/>
    <w:rsid w:val="0006480E"/>
    <w:rsid w:val="000649BF"/>
    <w:rsid w:val="00064DF9"/>
    <w:rsid w:val="00065142"/>
    <w:rsid w:val="00065E36"/>
    <w:rsid w:val="00065F58"/>
    <w:rsid w:val="0006600D"/>
    <w:rsid w:val="0006609C"/>
    <w:rsid w:val="00066463"/>
    <w:rsid w:val="00066D02"/>
    <w:rsid w:val="00066ED9"/>
    <w:rsid w:val="00067036"/>
    <w:rsid w:val="000672AB"/>
    <w:rsid w:val="000672AF"/>
    <w:rsid w:val="000673CB"/>
    <w:rsid w:val="00067461"/>
    <w:rsid w:val="00070ACC"/>
    <w:rsid w:val="00070EC5"/>
    <w:rsid w:val="0007157B"/>
    <w:rsid w:val="00071A4E"/>
    <w:rsid w:val="00071CC2"/>
    <w:rsid w:val="00071FCB"/>
    <w:rsid w:val="000720B7"/>
    <w:rsid w:val="000724E6"/>
    <w:rsid w:val="00072985"/>
    <w:rsid w:val="00073090"/>
    <w:rsid w:val="00073220"/>
    <w:rsid w:val="000734A8"/>
    <w:rsid w:val="000737E3"/>
    <w:rsid w:val="00073825"/>
    <w:rsid w:val="00074783"/>
    <w:rsid w:val="00074E89"/>
    <w:rsid w:val="00075124"/>
    <w:rsid w:val="0007526D"/>
    <w:rsid w:val="0007586E"/>
    <w:rsid w:val="00075EC2"/>
    <w:rsid w:val="00076059"/>
    <w:rsid w:val="00076551"/>
    <w:rsid w:val="000766B2"/>
    <w:rsid w:val="00076B1F"/>
    <w:rsid w:val="00076B34"/>
    <w:rsid w:val="000771C3"/>
    <w:rsid w:val="00077210"/>
    <w:rsid w:val="00077AB7"/>
    <w:rsid w:val="00077BC0"/>
    <w:rsid w:val="00077F01"/>
    <w:rsid w:val="00080ADC"/>
    <w:rsid w:val="00080C74"/>
    <w:rsid w:val="00080DAE"/>
    <w:rsid w:val="00080F6C"/>
    <w:rsid w:val="00081039"/>
    <w:rsid w:val="000811DE"/>
    <w:rsid w:val="0008146C"/>
    <w:rsid w:val="00081718"/>
    <w:rsid w:val="000817CC"/>
    <w:rsid w:val="00081954"/>
    <w:rsid w:val="00081D01"/>
    <w:rsid w:val="00081FD3"/>
    <w:rsid w:val="00081FD5"/>
    <w:rsid w:val="000821D1"/>
    <w:rsid w:val="000824F6"/>
    <w:rsid w:val="000826AB"/>
    <w:rsid w:val="00082821"/>
    <w:rsid w:val="00082B4B"/>
    <w:rsid w:val="000830FF"/>
    <w:rsid w:val="00083611"/>
    <w:rsid w:val="000836CE"/>
    <w:rsid w:val="00084361"/>
    <w:rsid w:val="000844BB"/>
    <w:rsid w:val="00084EC6"/>
    <w:rsid w:val="0008527E"/>
    <w:rsid w:val="000852FB"/>
    <w:rsid w:val="00085867"/>
    <w:rsid w:val="00085F8D"/>
    <w:rsid w:val="0008604C"/>
    <w:rsid w:val="00086499"/>
    <w:rsid w:val="000864F6"/>
    <w:rsid w:val="00086601"/>
    <w:rsid w:val="00086D82"/>
    <w:rsid w:val="00086DAF"/>
    <w:rsid w:val="00086DF7"/>
    <w:rsid w:val="00086F2A"/>
    <w:rsid w:val="00087005"/>
    <w:rsid w:val="00087021"/>
    <w:rsid w:val="00087945"/>
    <w:rsid w:val="00090282"/>
    <w:rsid w:val="00090296"/>
    <w:rsid w:val="000904CF"/>
    <w:rsid w:val="00090887"/>
    <w:rsid w:val="00090CF9"/>
    <w:rsid w:val="000919B1"/>
    <w:rsid w:val="00091ED0"/>
    <w:rsid w:val="00091EE0"/>
    <w:rsid w:val="0009269B"/>
    <w:rsid w:val="000928BF"/>
    <w:rsid w:val="00092A12"/>
    <w:rsid w:val="00092A4D"/>
    <w:rsid w:val="00092D59"/>
    <w:rsid w:val="00093103"/>
    <w:rsid w:val="00093366"/>
    <w:rsid w:val="00093472"/>
    <w:rsid w:val="00093526"/>
    <w:rsid w:val="00093712"/>
    <w:rsid w:val="00093AFF"/>
    <w:rsid w:val="00093DC4"/>
    <w:rsid w:val="00094176"/>
    <w:rsid w:val="00094339"/>
    <w:rsid w:val="000944E6"/>
    <w:rsid w:val="0009451A"/>
    <w:rsid w:val="00094ACB"/>
    <w:rsid w:val="00094B83"/>
    <w:rsid w:val="000958AD"/>
    <w:rsid w:val="000958C0"/>
    <w:rsid w:val="000959EB"/>
    <w:rsid w:val="00095D80"/>
    <w:rsid w:val="00095D97"/>
    <w:rsid w:val="00095E38"/>
    <w:rsid w:val="00096381"/>
    <w:rsid w:val="00096A7C"/>
    <w:rsid w:val="00096A94"/>
    <w:rsid w:val="00096B5A"/>
    <w:rsid w:val="00097DED"/>
    <w:rsid w:val="000A011B"/>
    <w:rsid w:val="000A0291"/>
    <w:rsid w:val="000A0A7A"/>
    <w:rsid w:val="000A0F08"/>
    <w:rsid w:val="000A11A0"/>
    <w:rsid w:val="000A1752"/>
    <w:rsid w:val="000A1A16"/>
    <w:rsid w:val="000A1EA7"/>
    <w:rsid w:val="000A2EA4"/>
    <w:rsid w:val="000A3585"/>
    <w:rsid w:val="000A41DE"/>
    <w:rsid w:val="000A4687"/>
    <w:rsid w:val="000A4794"/>
    <w:rsid w:val="000A526B"/>
    <w:rsid w:val="000A55FE"/>
    <w:rsid w:val="000A5BEE"/>
    <w:rsid w:val="000A5CBC"/>
    <w:rsid w:val="000A6FB8"/>
    <w:rsid w:val="000A7020"/>
    <w:rsid w:val="000A7257"/>
    <w:rsid w:val="000A7480"/>
    <w:rsid w:val="000A74EA"/>
    <w:rsid w:val="000A74EB"/>
    <w:rsid w:val="000A7562"/>
    <w:rsid w:val="000A7765"/>
    <w:rsid w:val="000A79E2"/>
    <w:rsid w:val="000A7C1F"/>
    <w:rsid w:val="000A7C4D"/>
    <w:rsid w:val="000B00D2"/>
    <w:rsid w:val="000B04DF"/>
    <w:rsid w:val="000B083F"/>
    <w:rsid w:val="000B0DDB"/>
    <w:rsid w:val="000B105E"/>
    <w:rsid w:val="000B13BC"/>
    <w:rsid w:val="000B1408"/>
    <w:rsid w:val="000B15A3"/>
    <w:rsid w:val="000B185A"/>
    <w:rsid w:val="000B1B01"/>
    <w:rsid w:val="000B202E"/>
    <w:rsid w:val="000B2349"/>
    <w:rsid w:val="000B2CC7"/>
    <w:rsid w:val="000B2FFB"/>
    <w:rsid w:val="000B30B1"/>
    <w:rsid w:val="000B396C"/>
    <w:rsid w:val="000B397C"/>
    <w:rsid w:val="000B3BB9"/>
    <w:rsid w:val="000B3BD6"/>
    <w:rsid w:val="000B42E2"/>
    <w:rsid w:val="000B437F"/>
    <w:rsid w:val="000B46EE"/>
    <w:rsid w:val="000B48E1"/>
    <w:rsid w:val="000B4980"/>
    <w:rsid w:val="000B4A6E"/>
    <w:rsid w:val="000B4B47"/>
    <w:rsid w:val="000B4FC5"/>
    <w:rsid w:val="000B5D50"/>
    <w:rsid w:val="000B5FB8"/>
    <w:rsid w:val="000B6497"/>
    <w:rsid w:val="000B6DA8"/>
    <w:rsid w:val="000B6E60"/>
    <w:rsid w:val="000B6EE1"/>
    <w:rsid w:val="000B7141"/>
    <w:rsid w:val="000B7484"/>
    <w:rsid w:val="000B76C2"/>
    <w:rsid w:val="000B76E3"/>
    <w:rsid w:val="000B77A3"/>
    <w:rsid w:val="000B7CE8"/>
    <w:rsid w:val="000C0431"/>
    <w:rsid w:val="000C06D9"/>
    <w:rsid w:val="000C0CA2"/>
    <w:rsid w:val="000C0D03"/>
    <w:rsid w:val="000C1024"/>
    <w:rsid w:val="000C11BD"/>
    <w:rsid w:val="000C127C"/>
    <w:rsid w:val="000C157E"/>
    <w:rsid w:val="000C17D4"/>
    <w:rsid w:val="000C18D9"/>
    <w:rsid w:val="000C1FD0"/>
    <w:rsid w:val="000C2091"/>
    <w:rsid w:val="000C2221"/>
    <w:rsid w:val="000C23FA"/>
    <w:rsid w:val="000C346C"/>
    <w:rsid w:val="000C3C77"/>
    <w:rsid w:val="000C46A9"/>
    <w:rsid w:val="000C48F2"/>
    <w:rsid w:val="000C4EB8"/>
    <w:rsid w:val="000C5149"/>
    <w:rsid w:val="000C542A"/>
    <w:rsid w:val="000C553B"/>
    <w:rsid w:val="000C55AC"/>
    <w:rsid w:val="000C679D"/>
    <w:rsid w:val="000C6BE9"/>
    <w:rsid w:val="000C70CD"/>
    <w:rsid w:val="000C7680"/>
    <w:rsid w:val="000C778A"/>
    <w:rsid w:val="000C7ED7"/>
    <w:rsid w:val="000D051D"/>
    <w:rsid w:val="000D12D7"/>
    <w:rsid w:val="000D13FB"/>
    <w:rsid w:val="000D21F5"/>
    <w:rsid w:val="000D220D"/>
    <w:rsid w:val="000D24B4"/>
    <w:rsid w:val="000D2531"/>
    <w:rsid w:val="000D2AA2"/>
    <w:rsid w:val="000D2C6E"/>
    <w:rsid w:val="000D3841"/>
    <w:rsid w:val="000D3853"/>
    <w:rsid w:val="000D3A78"/>
    <w:rsid w:val="000D3ABF"/>
    <w:rsid w:val="000D3AF6"/>
    <w:rsid w:val="000D3E2B"/>
    <w:rsid w:val="000D3F64"/>
    <w:rsid w:val="000D43B2"/>
    <w:rsid w:val="000D472C"/>
    <w:rsid w:val="000D4C36"/>
    <w:rsid w:val="000D4F34"/>
    <w:rsid w:val="000D4FC7"/>
    <w:rsid w:val="000D5113"/>
    <w:rsid w:val="000D5435"/>
    <w:rsid w:val="000D5938"/>
    <w:rsid w:val="000D5DA8"/>
    <w:rsid w:val="000D6359"/>
    <w:rsid w:val="000D6391"/>
    <w:rsid w:val="000D6402"/>
    <w:rsid w:val="000D642D"/>
    <w:rsid w:val="000D6772"/>
    <w:rsid w:val="000D7C97"/>
    <w:rsid w:val="000E05DF"/>
    <w:rsid w:val="000E0851"/>
    <w:rsid w:val="000E0AE8"/>
    <w:rsid w:val="000E0C08"/>
    <w:rsid w:val="000E0D0D"/>
    <w:rsid w:val="000E0F22"/>
    <w:rsid w:val="000E17F3"/>
    <w:rsid w:val="000E1940"/>
    <w:rsid w:val="000E1FF3"/>
    <w:rsid w:val="000E226C"/>
    <w:rsid w:val="000E2421"/>
    <w:rsid w:val="000E2784"/>
    <w:rsid w:val="000E3436"/>
    <w:rsid w:val="000E3B93"/>
    <w:rsid w:val="000E3BD9"/>
    <w:rsid w:val="000E4191"/>
    <w:rsid w:val="000E425F"/>
    <w:rsid w:val="000E4885"/>
    <w:rsid w:val="000E48E4"/>
    <w:rsid w:val="000E4F7E"/>
    <w:rsid w:val="000E5935"/>
    <w:rsid w:val="000E5EE2"/>
    <w:rsid w:val="000E5FAE"/>
    <w:rsid w:val="000E64D2"/>
    <w:rsid w:val="000E675C"/>
    <w:rsid w:val="000E6EE6"/>
    <w:rsid w:val="000E76E0"/>
    <w:rsid w:val="000E7837"/>
    <w:rsid w:val="000E79EF"/>
    <w:rsid w:val="000E7AF0"/>
    <w:rsid w:val="000E7DA8"/>
    <w:rsid w:val="000E7F75"/>
    <w:rsid w:val="000F0037"/>
    <w:rsid w:val="000F01B8"/>
    <w:rsid w:val="000F0949"/>
    <w:rsid w:val="000F1112"/>
    <w:rsid w:val="000F112B"/>
    <w:rsid w:val="000F1196"/>
    <w:rsid w:val="000F1364"/>
    <w:rsid w:val="000F1419"/>
    <w:rsid w:val="000F1908"/>
    <w:rsid w:val="000F199D"/>
    <w:rsid w:val="000F1B73"/>
    <w:rsid w:val="000F1E46"/>
    <w:rsid w:val="000F1FA1"/>
    <w:rsid w:val="000F2085"/>
    <w:rsid w:val="000F2093"/>
    <w:rsid w:val="000F2543"/>
    <w:rsid w:val="000F2745"/>
    <w:rsid w:val="000F27BB"/>
    <w:rsid w:val="000F2B8B"/>
    <w:rsid w:val="000F2BFB"/>
    <w:rsid w:val="000F3728"/>
    <w:rsid w:val="000F3B75"/>
    <w:rsid w:val="000F4253"/>
    <w:rsid w:val="000F4992"/>
    <w:rsid w:val="000F4C0D"/>
    <w:rsid w:val="000F4CA0"/>
    <w:rsid w:val="000F4E2D"/>
    <w:rsid w:val="000F4E4C"/>
    <w:rsid w:val="000F5094"/>
    <w:rsid w:val="000F5377"/>
    <w:rsid w:val="000F5705"/>
    <w:rsid w:val="000F582E"/>
    <w:rsid w:val="000F58C3"/>
    <w:rsid w:val="000F63BE"/>
    <w:rsid w:val="000F695C"/>
    <w:rsid w:val="000F6EFE"/>
    <w:rsid w:val="000F6F17"/>
    <w:rsid w:val="000F717C"/>
    <w:rsid w:val="000F71DD"/>
    <w:rsid w:val="000F751D"/>
    <w:rsid w:val="000F75CE"/>
    <w:rsid w:val="000F7D0D"/>
    <w:rsid w:val="001002AD"/>
    <w:rsid w:val="001005BA"/>
    <w:rsid w:val="00100684"/>
    <w:rsid w:val="00100D0A"/>
    <w:rsid w:val="0010104E"/>
    <w:rsid w:val="001014D5"/>
    <w:rsid w:val="00101596"/>
    <w:rsid w:val="00101843"/>
    <w:rsid w:val="00101939"/>
    <w:rsid w:val="00101A03"/>
    <w:rsid w:val="00101C11"/>
    <w:rsid w:val="001023A5"/>
    <w:rsid w:val="00102892"/>
    <w:rsid w:val="00102E80"/>
    <w:rsid w:val="00102F77"/>
    <w:rsid w:val="001032C0"/>
    <w:rsid w:val="0010340B"/>
    <w:rsid w:val="001034CD"/>
    <w:rsid w:val="00103C7D"/>
    <w:rsid w:val="00103D47"/>
    <w:rsid w:val="00104160"/>
    <w:rsid w:val="0010462D"/>
    <w:rsid w:val="001049C7"/>
    <w:rsid w:val="0010515D"/>
    <w:rsid w:val="00105235"/>
    <w:rsid w:val="00105483"/>
    <w:rsid w:val="001057BF"/>
    <w:rsid w:val="00105935"/>
    <w:rsid w:val="0010595B"/>
    <w:rsid w:val="00105BF7"/>
    <w:rsid w:val="00105FFE"/>
    <w:rsid w:val="0010616A"/>
    <w:rsid w:val="00106451"/>
    <w:rsid w:val="00106876"/>
    <w:rsid w:val="001069F7"/>
    <w:rsid w:val="00106B34"/>
    <w:rsid w:val="00106CCE"/>
    <w:rsid w:val="00106D61"/>
    <w:rsid w:val="00106F90"/>
    <w:rsid w:val="0010777A"/>
    <w:rsid w:val="001077A3"/>
    <w:rsid w:val="00107EE5"/>
    <w:rsid w:val="00110126"/>
    <w:rsid w:val="001104F0"/>
    <w:rsid w:val="00110876"/>
    <w:rsid w:val="00110E02"/>
    <w:rsid w:val="00110E24"/>
    <w:rsid w:val="00110EFA"/>
    <w:rsid w:val="00111C4C"/>
    <w:rsid w:val="00111E0D"/>
    <w:rsid w:val="00111EDE"/>
    <w:rsid w:val="00112247"/>
    <w:rsid w:val="00113B37"/>
    <w:rsid w:val="00113B57"/>
    <w:rsid w:val="00113E5F"/>
    <w:rsid w:val="00114394"/>
    <w:rsid w:val="00114425"/>
    <w:rsid w:val="00114633"/>
    <w:rsid w:val="00114CCC"/>
    <w:rsid w:val="00114E58"/>
    <w:rsid w:val="001151CF"/>
    <w:rsid w:val="00115A34"/>
    <w:rsid w:val="00115C59"/>
    <w:rsid w:val="00115D1E"/>
    <w:rsid w:val="00116A7B"/>
    <w:rsid w:val="00116D1A"/>
    <w:rsid w:val="00116E84"/>
    <w:rsid w:val="0011769B"/>
    <w:rsid w:val="00117DEC"/>
    <w:rsid w:val="00117EA8"/>
    <w:rsid w:val="001201BC"/>
    <w:rsid w:val="00120282"/>
    <w:rsid w:val="001207A7"/>
    <w:rsid w:val="001211B4"/>
    <w:rsid w:val="00121244"/>
    <w:rsid w:val="001214B0"/>
    <w:rsid w:val="001215F5"/>
    <w:rsid w:val="00121990"/>
    <w:rsid w:val="00121CE4"/>
    <w:rsid w:val="00121D5D"/>
    <w:rsid w:val="00122239"/>
    <w:rsid w:val="001227A9"/>
    <w:rsid w:val="001227AF"/>
    <w:rsid w:val="00122AB9"/>
    <w:rsid w:val="0012329D"/>
    <w:rsid w:val="001236FF"/>
    <w:rsid w:val="00123CEC"/>
    <w:rsid w:val="00123E71"/>
    <w:rsid w:val="00124BE3"/>
    <w:rsid w:val="00124E71"/>
    <w:rsid w:val="00125684"/>
    <w:rsid w:val="0012590C"/>
    <w:rsid w:val="001259F3"/>
    <w:rsid w:val="001260E7"/>
    <w:rsid w:val="001261A1"/>
    <w:rsid w:val="00126BC8"/>
    <w:rsid w:val="00126FC3"/>
    <w:rsid w:val="00127003"/>
    <w:rsid w:val="00127133"/>
    <w:rsid w:val="001273A6"/>
    <w:rsid w:val="00127B5F"/>
    <w:rsid w:val="001300C9"/>
    <w:rsid w:val="00130305"/>
    <w:rsid w:val="001303B9"/>
    <w:rsid w:val="00130C16"/>
    <w:rsid w:val="00131796"/>
    <w:rsid w:val="00131A48"/>
    <w:rsid w:val="0013266F"/>
    <w:rsid w:val="00132D10"/>
    <w:rsid w:val="00133321"/>
    <w:rsid w:val="001337C8"/>
    <w:rsid w:val="00133E91"/>
    <w:rsid w:val="001342C3"/>
    <w:rsid w:val="001343FD"/>
    <w:rsid w:val="00134459"/>
    <w:rsid w:val="001345AC"/>
    <w:rsid w:val="00134AB5"/>
    <w:rsid w:val="00134CBB"/>
    <w:rsid w:val="00134D7F"/>
    <w:rsid w:val="00134F36"/>
    <w:rsid w:val="00135698"/>
    <w:rsid w:val="001358CE"/>
    <w:rsid w:val="00135A14"/>
    <w:rsid w:val="0013637A"/>
    <w:rsid w:val="001363E4"/>
    <w:rsid w:val="001366DE"/>
    <w:rsid w:val="00136723"/>
    <w:rsid w:val="00136A22"/>
    <w:rsid w:val="00136A79"/>
    <w:rsid w:val="00136C87"/>
    <w:rsid w:val="00136EE2"/>
    <w:rsid w:val="001370BA"/>
    <w:rsid w:val="00137CE3"/>
    <w:rsid w:val="0014010A"/>
    <w:rsid w:val="00140525"/>
    <w:rsid w:val="00140CCE"/>
    <w:rsid w:val="00140FC7"/>
    <w:rsid w:val="0014144D"/>
    <w:rsid w:val="001415E2"/>
    <w:rsid w:val="001418B6"/>
    <w:rsid w:val="00141BB6"/>
    <w:rsid w:val="001422F1"/>
    <w:rsid w:val="00142437"/>
    <w:rsid w:val="0014258D"/>
    <w:rsid w:val="0014274B"/>
    <w:rsid w:val="00142F7B"/>
    <w:rsid w:val="00143326"/>
    <w:rsid w:val="001434E1"/>
    <w:rsid w:val="001434FF"/>
    <w:rsid w:val="00143635"/>
    <w:rsid w:val="00143CAF"/>
    <w:rsid w:val="001449A8"/>
    <w:rsid w:val="001453BC"/>
    <w:rsid w:val="00145424"/>
    <w:rsid w:val="0014566A"/>
    <w:rsid w:val="001457E5"/>
    <w:rsid w:val="00145EDA"/>
    <w:rsid w:val="0014604C"/>
    <w:rsid w:val="0014614A"/>
    <w:rsid w:val="0014633A"/>
    <w:rsid w:val="00146B70"/>
    <w:rsid w:val="00146B7F"/>
    <w:rsid w:val="00146E76"/>
    <w:rsid w:val="00147042"/>
    <w:rsid w:val="001470A7"/>
    <w:rsid w:val="00147610"/>
    <w:rsid w:val="00147A29"/>
    <w:rsid w:val="00147A3F"/>
    <w:rsid w:val="00147C4A"/>
    <w:rsid w:val="00147CA1"/>
    <w:rsid w:val="00147E8A"/>
    <w:rsid w:val="00147F8D"/>
    <w:rsid w:val="001501EB"/>
    <w:rsid w:val="00150230"/>
    <w:rsid w:val="00150988"/>
    <w:rsid w:val="001509CF"/>
    <w:rsid w:val="00150C6E"/>
    <w:rsid w:val="00151466"/>
    <w:rsid w:val="0015148B"/>
    <w:rsid w:val="00151A94"/>
    <w:rsid w:val="00151F40"/>
    <w:rsid w:val="00152893"/>
    <w:rsid w:val="00152A1F"/>
    <w:rsid w:val="001533E7"/>
    <w:rsid w:val="001535BD"/>
    <w:rsid w:val="00153849"/>
    <w:rsid w:val="001538A1"/>
    <w:rsid w:val="00153B7B"/>
    <w:rsid w:val="001541D4"/>
    <w:rsid w:val="001549F0"/>
    <w:rsid w:val="00154E05"/>
    <w:rsid w:val="00154FE3"/>
    <w:rsid w:val="001550A1"/>
    <w:rsid w:val="00155A59"/>
    <w:rsid w:val="00155C70"/>
    <w:rsid w:val="00156A51"/>
    <w:rsid w:val="00156A7E"/>
    <w:rsid w:val="00156C8F"/>
    <w:rsid w:val="001572AD"/>
    <w:rsid w:val="0015738C"/>
    <w:rsid w:val="001579CC"/>
    <w:rsid w:val="00157D7C"/>
    <w:rsid w:val="00157DCE"/>
    <w:rsid w:val="00157EF3"/>
    <w:rsid w:val="00157F84"/>
    <w:rsid w:val="0016010C"/>
    <w:rsid w:val="00160252"/>
    <w:rsid w:val="0016048A"/>
    <w:rsid w:val="0016079F"/>
    <w:rsid w:val="00161430"/>
    <w:rsid w:val="00161474"/>
    <w:rsid w:val="0016154C"/>
    <w:rsid w:val="001617D1"/>
    <w:rsid w:val="00161825"/>
    <w:rsid w:val="00161F3C"/>
    <w:rsid w:val="00162189"/>
    <w:rsid w:val="0016243D"/>
    <w:rsid w:val="001626BD"/>
    <w:rsid w:val="001634F1"/>
    <w:rsid w:val="00163E09"/>
    <w:rsid w:val="00164064"/>
    <w:rsid w:val="0016430C"/>
    <w:rsid w:val="00164662"/>
    <w:rsid w:val="00164BFA"/>
    <w:rsid w:val="00164C63"/>
    <w:rsid w:val="00164D56"/>
    <w:rsid w:val="00164F5B"/>
    <w:rsid w:val="001652F8"/>
    <w:rsid w:val="001658F0"/>
    <w:rsid w:val="00165B60"/>
    <w:rsid w:val="00165F23"/>
    <w:rsid w:val="0016676B"/>
    <w:rsid w:val="00166AB1"/>
    <w:rsid w:val="00166CC7"/>
    <w:rsid w:val="00166DD7"/>
    <w:rsid w:val="00166E0D"/>
    <w:rsid w:val="0016797C"/>
    <w:rsid w:val="001700F1"/>
    <w:rsid w:val="00170295"/>
    <w:rsid w:val="00170545"/>
    <w:rsid w:val="00170DE0"/>
    <w:rsid w:val="001711F3"/>
    <w:rsid w:val="001712B9"/>
    <w:rsid w:val="00172092"/>
    <w:rsid w:val="0017227D"/>
    <w:rsid w:val="001726EC"/>
    <w:rsid w:val="001727A6"/>
    <w:rsid w:val="00172994"/>
    <w:rsid w:val="00172B41"/>
    <w:rsid w:val="00172C94"/>
    <w:rsid w:val="001733CA"/>
    <w:rsid w:val="00173453"/>
    <w:rsid w:val="00173508"/>
    <w:rsid w:val="0017372E"/>
    <w:rsid w:val="00173A45"/>
    <w:rsid w:val="00173D30"/>
    <w:rsid w:val="001742CE"/>
    <w:rsid w:val="00174353"/>
    <w:rsid w:val="00174455"/>
    <w:rsid w:val="001744FD"/>
    <w:rsid w:val="0017456A"/>
    <w:rsid w:val="00174A48"/>
    <w:rsid w:val="00174AD6"/>
    <w:rsid w:val="00174B84"/>
    <w:rsid w:val="00174CE8"/>
    <w:rsid w:val="00174DE6"/>
    <w:rsid w:val="00175259"/>
    <w:rsid w:val="00175A2F"/>
    <w:rsid w:val="00175C44"/>
    <w:rsid w:val="00175FA0"/>
    <w:rsid w:val="00175FDD"/>
    <w:rsid w:val="001763A4"/>
    <w:rsid w:val="001764F4"/>
    <w:rsid w:val="00176619"/>
    <w:rsid w:val="00176944"/>
    <w:rsid w:val="00176C43"/>
    <w:rsid w:val="00176EBD"/>
    <w:rsid w:val="0017709C"/>
    <w:rsid w:val="00177247"/>
    <w:rsid w:val="00177661"/>
    <w:rsid w:val="00177BAA"/>
    <w:rsid w:val="00177CA7"/>
    <w:rsid w:val="00177DBF"/>
    <w:rsid w:val="00177F28"/>
    <w:rsid w:val="001800F7"/>
    <w:rsid w:val="00180369"/>
    <w:rsid w:val="0018076D"/>
    <w:rsid w:val="00180948"/>
    <w:rsid w:val="00180C51"/>
    <w:rsid w:val="00180D45"/>
    <w:rsid w:val="00180F16"/>
    <w:rsid w:val="00181344"/>
    <w:rsid w:val="0018147F"/>
    <w:rsid w:val="001817DF"/>
    <w:rsid w:val="00181CAE"/>
    <w:rsid w:val="001824AB"/>
    <w:rsid w:val="00182696"/>
    <w:rsid w:val="00182B6E"/>
    <w:rsid w:val="001831B1"/>
    <w:rsid w:val="001834BA"/>
    <w:rsid w:val="00183980"/>
    <w:rsid w:val="00183A41"/>
    <w:rsid w:val="00183C0B"/>
    <w:rsid w:val="0018401F"/>
    <w:rsid w:val="00184088"/>
    <w:rsid w:val="001840B7"/>
    <w:rsid w:val="001845B6"/>
    <w:rsid w:val="0018465A"/>
    <w:rsid w:val="00184B9C"/>
    <w:rsid w:val="00184BD1"/>
    <w:rsid w:val="00185000"/>
    <w:rsid w:val="0018512A"/>
    <w:rsid w:val="001859A5"/>
    <w:rsid w:val="001859B8"/>
    <w:rsid w:val="00185BB9"/>
    <w:rsid w:val="00185FCA"/>
    <w:rsid w:val="001866A6"/>
    <w:rsid w:val="001869EB"/>
    <w:rsid w:val="00186B00"/>
    <w:rsid w:val="00187DE6"/>
    <w:rsid w:val="00190B17"/>
    <w:rsid w:val="001910BD"/>
    <w:rsid w:val="001916A9"/>
    <w:rsid w:val="00191821"/>
    <w:rsid w:val="00191E9C"/>
    <w:rsid w:val="00192008"/>
    <w:rsid w:val="0019244B"/>
    <w:rsid w:val="001925C4"/>
    <w:rsid w:val="001929E8"/>
    <w:rsid w:val="00193461"/>
    <w:rsid w:val="00193BFF"/>
    <w:rsid w:val="00193C8C"/>
    <w:rsid w:val="00194274"/>
    <w:rsid w:val="00194A14"/>
    <w:rsid w:val="00194E1D"/>
    <w:rsid w:val="00195347"/>
    <w:rsid w:val="0019560A"/>
    <w:rsid w:val="00195695"/>
    <w:rsid w:val="001957F3"/>
    <w:rsid w:val="00195945"/>
    <w:rsid w:val="001960F2"/>
    <w:rsid w:val="001963AD"/>
    <w:rsid w:val="00196662"/>
    <w:rsid w:val="00196847"/>
    <w:rsid w:val="00196A07"/>
    <w:rsid w:val="00196D41"/>
    <w:rsid w:val="0019731D"/>
    <w:rsid w:val="0019783D"/>
    <w:rsid w:val="00197C57"/>
    <w:rsid w:val="00197F2E"/>
    <w:rsid w:val="001A03DF"/>
    <w:rsid w:val="001A0E48"/>
    <w:rsid w:val="001A0EE2"/>
    <w:rsid w:val="001A1384"/>
    <w:rsid w:val="001A141D"/>
    <w:rsid w:val="001A1A15"/>
    <w:rsid w:val="001A215E"/>
    <w:rsid w:val="001A22AA"/>
    <w:rsid w:val="001A2C9C"/>
    <w:rsid w:val="001A2DC1"/>
    <w:rsid w:val="001A2F51"/>
    <w:rsid w:val="001A303C"/>
    <w:rsid w:val="001A3279"/>
    <w:rsid w:val="001A3B5E"/>
    <w:rsid w:val="001A4120"/>
    <w:rsid w:val="001A4126"/>
    <w:rsid w:val="001A41B7"/>
    <w:rsid w:val="001A4798"/>
    <w:rsid w:val="001A4C48"/>
    <w:rsid w:val="001A5517"/>
    <w:rsid w:val="001A59E4"/>
    <w:rsid w:val="001A603D"/>
    <w:rsid w:val="001A6206"/>
    <w:rsid w:val="001A6400"/>
    <w:rsid w:val="001A676A"/>
    <w:rsid w:val="001A67DD"/>
    <w:rsid w:val="001A693C"/>
    <w:rsid w:val="001A69DE"/>
    <w:rsid w:val="001A6B18"/>
    <w:rsid w:val="001A6C31"/>
    <w:rsid w:val="001A7289"/>
    <w:rsid w:val="001A7953"/>
    <w:rsid w:val="001B00E1"/>
    <w:rsid w:val="001B00F8"/>
    <w:rsid w:val="001B0129"/>
    <w:rsid w:val="001B019F"/>
    <w:rsid w:val="001B0283"/>
    <w:rsid w:val="001B0498"/>
    <w:rsid w:val="001B1280"/>
    <w:rsid w:val="001B293E"/>
    <w:rsid w:val="001B2A63"/>
    <w:rsid w:val="001B2FAE"/>
    <w:rsid w:val="001B331B"/>
    <w:rsid w:val="001B33E3"/>
    <w:rsid w:val="001B373F"/>
    <w:rsid w:val="001B3DE8"/>
    <w:rsid w:val="001B4D4B"/>
    <w:rsid w:val="001B4EA8"/>
    <w:rsid w:val="001B4EFE"/>
    <w:rsid w:val="001B5837"/>
    <w:rsid w:val="001B5CE1"/>
    <w:rsid w:val="001B5CEB"/>
    <w:rsid w:val="001B6590"/>
    <w:rsid w:val="001B66A1"/>
    <w:rsid w:val="001B7097"/>
    <w:rsid w:val="001B719F"/>
    <w:rsid w:val="001B7341"/>
    <w:rsid w:val="001B7397"/>
    <w:rsid w:val="001B75C5"/>
    <w:rsid w:val="001B77BF"/>
    <w:rsid w:val="001B7800"/>
    <w:rsid w:val="001B7880"/>
    <w:rsid w:val="001C000D"/>
    <w:rsid w:val="001C0644"/>
    <w:rsid w:val="001C0A7A"/>
    <w:rsid w:val="001C1491"/>
    <w:rsid w:val="001C1521"/>
    <w:rsid w:val="001C1692"/>
    <w:rsid w:val="001C17F0"/>
    <w:rsid w:val="001C1821"/>
    <w:rsid w:val="001C20BC"/>
    <w:rsid w:val="001C2421"/>
    <w:rsid w:val="001C253B"/>
    <w:rsid w:val="001C28E5"/>
    <w:rsid w:val="001C295A"/>
    <w:rsid w:val="001C2A70"/>
    <w:rsid w:val="001C2E1C"/>
    <w:rsid w:val="001C3063"/>
    <w:rsid w:val="001C31B3"/>
    <w:rsid w:val="001C3319"/>
    <w:rsid w:val="001C34D8"/>
    <w:rsid w:val="001C3AE6"/>
    <w:rsid w:val="001C4000"/>
    <w:rsid w:val="001C4502"/>
    <w:rsid w:val="001C4735"/>
    <w:rsid w:val="001C4ABA"/>
    <w:rsid w:val="001C4F17"/>
    <w:rsid w:val="001C5124"/>
    <w:rsid w:val="001C530A"/>
    <w:rsid w:val="001C57A2"/>
    <w:rsid w:val="001C58F9"/>
    <w:rsid w:val="001C5CEB"/>
    <w:rsid w:val="001C6382"/>
    <w:rsid w:val="001C6443"/>
    <w:rsid w:val="001C6531"/>
    <w:rsid w:val="001C6B3B"/>
    <w:rsid w:val="001C6C02"/>
    <w:rsid w:val="001C6D8C"/>
    <w:rsid w:val="001C70B7"/>
    <w:rsid w:val="001C7587"/>
    <w:rsid w:val="001C7747"/>
    <w:rsid w:val="001C7A1E"/>
    <w:rsid w:val="001C7A68"/>
    <w:rsid w:val="001C7CBF"/>
    <w:rsid w:val="001D0A42"/>
    <w:rsid w:val="001D0B3F"/>
    <w:rsid w:val="001D0B9F"/>
    <w:rsid w:val="001D0E08"/>
    <w:rsid w:val="001D199B"/>
    <w:rsid w:val="001D221B"/>
    <w:rsid w:val="001D22E4"/>
    <w:rsid w:val="001D268D"/>
    <w:rsid w:val="001D32C7"/>
    <w:rsid w:val="001D35B9"/>
    <w:rsid w:val="001D3747"/>
    <w:rsid w:val="001D3BCB"/>
    <w:rsid w:val="001D3BEE"/>
    <w:rsid w:val="001D44C6"/>
    <w:rsid w:val="001D44F1"/>
    <w:rsid w:val="001D4665"/>
    <w:rsid w:val="001D475F"/>
    <w:rsid w:val="001D496D"/>
    <w:rsid w:val="001D50CE"/>
    <w:rsid w:val="001D54B8"/>
    <w:rsid w:val="001D558F"/>
    <w:rsid w:val="001D562A"/>
    <w:rsid w:val="001D59C6"/>
    <w:rsid w:val="001D5B42"/>
    <w:rsid w:val="001D5FD8"/>
    <w:rsid w:val="001D697A"/>
    <w:rsid w:val="001D7120"/>
    <w:rsid w:val="001D78A8"/>
    <w:rsid w:val="001D7A6C"/>
    <w:rsid w:val="001D7C8B"/>
    <w:rsid w:val="001E041E"/>
    <w:rsid w:val="001E0AC2"/>
    <w:rsid w:val="001E0C21"/>
    <w:rsid w:val="001E1693"/>
    <w:rsid w:val="001E178E"/>
    <w:rsid w:val="001E229A"/>
    <w:rsid w:val="001E2498"/>
    <w:rsid w:val="001E2631"/>
    <w:rsid w:val="001E2889"/>
    <w:rsid w:val="001E2C39"/>
    <w:rsid w:val="001E37C7"/>
    <w:rsid w:val="001E41A6"/>
    <w:rsid w:val="001E4333"/>
    <w:rsid w:val="001E46AA"/>
    <w:rsid w:val="001E484B"/>
    <w:rsid w:val="001E48AF"/>
    <w:rsid w:val="001E4AA8"/>
    <w:rsid w:val="001E4D0F"/>
    <w:rsid w:val="001E51FF"/>
    <w:rsid w:val="001E531D"/>
    <w:rsid w:val="001E5360"/>
    <w:rsid w:val="001E593B"/>
    <w:rsid w:val="001E5B5C"/>
    <w:rsid w:val="001E5C73"/>
    <w:rsid w:val="001E5CA9"/>
    <w:rsid w:val="001E5DEC"/>
    <w:rsid w:val="001E61C7"/>
    <w:rsid w:val="001E6257"/>
    <w:rsid w:val="001E6C2E"/>
    <w:rsid w:val="001E7391"/>
    <w:rsid w:val="001E7566"/>
    <w:rsid w:val="001E76E2"/>
    <w:rsid w:val="001E7B5B"/>
    <w:rsid w:val="001E7D23"/>
    <w:rsid w:val="001F0186"/>
    <w:rsid w:val="001F02E7"/>
    <w:rsid w:val="001F0553"/>
    <w:rsid w:val="001F0996"/>
    <w:rsid w:val="001F0C2A"/>
    <w:rsid w:val="001F0F9A"/>
    <w:rsid w:val="001F131D"/>
    <w:rsid w:val="001F1979"/>
    <w:rsid w:val="001F1A0B"/>
    <w:rsid w:val="001F23AD"/>
    <w:rsid w:val="001F23C1"/>
    <w:rsid w:val="001F2AA1"/>
    <w:rsid w:val="001F2C02"/>
    <w:rsid w:val="001F2CD4"/>
    <w:rsid w:val="001F2E1C"/>
    <w:rsid w:val="001F2F3A"/>
    <w:rsid w:val="001F322E"/>
    <w:rsid w:val="001F3797"/>
    <w:rsid w:val="001F3878"/>
    <w:rsid w:val="001F3B35"/>
    <w:rsid w:val="001F3D79"/>
    <w:rsid w:val="001F4C44"/>
    <w:rsid w:val="001F4F65"/>
    <w:rsid w:val="001F51F9"/>
    <w:rsid w:val="001F5372"/>
    <w:rsid w:val="001F539F"/>
    <w:rsid w:val="001F5476"/>
    <w:rsid w:val="001F5E4D"/>
    <w:rsid w:val="001F6CF2"/>
    <w:rsid w:val="001F6D59"/>
    <w:rsid w:val="001F6F50"/>
    <w:rsid w:val="001F74A6"/>
    <w:rsid w:val="001F75A9"/>
    <w:rsid w:val="001F7ED8"/>
    <w:rsid w:val="002002FA"/>
    <w:rsid w:val="00200CD5"/>
    <w:rsid w:val="002011B8"/>
    <w:rsid w:val="002011BA"/>
    <w:rsid w:val="00201316"/>
    <w:rsid w:val="0020168C"/>
    <w:rsid w:val="00201765"/>
    <w:rsid w:val="0020184C"/>
    <w:rsid w:val="00202211"/>
    <w:rsid w:val="0020290B"/>
    <w:rsid w:val="00202D4F"/>
    <w:rsid w:val="00202E8B"/>
    <w:rsid w:val="002031F5"/>
    <w:rsid w:val="0020320D"/>
    <w:rsid w:val="00203B90"/>
    <w:rsid w:val="00203C7B"/>
    <w:rsid w:val="002041D6"/>
    <w:rsid w:val="002044A1"/>
    <w:rsid w:val="00204879"/>
    <w:rsid w:val="002048B8"/>
    <w:rsid w:val="002054FA"/>
    <w:rsid w:val="00205972"/>
    <w:rsid w:val="00205FB7"/>
    <w:rsid w:val="002060DE"/>
    <w:rsid w:val="00206332"/>
    <w:rsid w:val="00206514"/>
    <w:rsid w:val="00206613"/>
    <w:rsid w:val="00206999"/>
    <w:rsid w:val="00206A21"/>
    <w:rsid w:val="00206AE8"/>
    <w:rsid w:val="00206C64"/>
    <w:rsid w:val="00206E07"/>
    <w:rsid w:val="00206E30"/>
    <w:rsid w:val="002071A0"/>
    <w:rsid w:val="0020725B"/>
    <w:rsid w:val="002100B1"/>
    <w:rsid w:val="0021027E"/>
    <w:rsid w:val="0021030C"/>
    <w:rsid w:val="0021097E"/>
    <w:rsid w:val="00210F8A"/>
    <w:rsid w:val="00211355"/>
    <w:rsid w:val="002116F4"/>
    <w:rsid w:val="00211935"/>
    <w:rsid w:val="00211BED"/>
    <w:rsid w:val="00211E0C"/>
    <w:rsid w:val="00212227"/>
    <w:rsid w:val="00212310"/>
    <w:rsid w:val="002125CD"/>
    <w:rsid w:val="0021286E"/>
    <w:rsid w:val="00212E8A"/>
    <w:rsid w:val="00212EF4"/>
    <w:rsid w:val="00213055"/>
    <w:rsid w:val="002132E1"/>
    <w:rsid w:val="002133BA"/>
    <w:rsid w:val="002135B7"/>
    <w:rsid w:val="002138FA"/>
    <w:rsid w:val="00213A35"/>
    <w:rsid w:val="00213A9B"/>
    <w:rsid w:val="00213B23"/>
    <w:rsid w:val="00213B4F"/>
    <w:rsid w:val="00214920"/>
    <w:rsid w:val="00214DAC"/>
    <w:rsid w:val="002154BE"/>
    <w:rsid w:val="0021559A"/>
    <w:rsid w:val="00215AF6"/>
    <w:rsid w:val="00215B18"/>
    <w:rsid w:val="00215E0E"/>
    <w:rsid w:val="0021604B"/>
    <w:rsid w:val="002162CB"/>
    <w:rsid w:val="002162F9"/>
    <w:rsid w:val="00216581"/>
    <w:rsid w:val="00216792"/>
    <w:rsid w:val="00216A10"/>
    <w:rsid w:val="00216ACB"/>
    <w:rsid w:val="00217535"/>
    <w:rsid w:val="002179AA"/>
    <w:rsid w:val="00217B80"/>
    <w:rsid w:val="00217BC0"/>
    <w:rsid w:val="002200F9"/>
    <w:rsid w:val="002204E0"/>
    <w:rsid w:val="00220A64"/>
    <w:rsid w:val="00221341"/>
    <w:rsid w:val="00221E94"/>
    <w:rsid w:val="0022242D"/>
    <w:rsid w:val="00222514"/>
    <w:rsid w:val="0022283F"/>
    <w:rsid w:val="002229C4"/>
    <w:rsid w:val="0022303D"/>
    <w:rsid w:val="0022307B"/>
    <w:rsid w:val="002233FD"/>
    <w:rsid w:val="00223544"/>
    <w:rsid w:val="002235B3"/>
    <w:rsid w:val="00223C36"/>
    <w:rsid w:val="00223D36"/>
    <w:rsid w:val="00223F35"/>
    <w:rsid w:val="0022413C"/>
    <w:rsid w:val="0022418A"/>
    <w:rsid w:val="0022444B"/>
    <w:rsid w:val="00224458"/>
    <w:rsid w:val="00224BD1"/>
    <w:rsid w:val="00224C9D"/>
    <w:rsid w:val="00225A29"/>
    <w:rsid w:val="00225AF1"/>
    <w:rsid w:val="00225C2E"/>
    <w:rsid w:val="00225F98"/>
    <w:rsid w:val="00226144"/>
    <w:rsid w:val="002268F8"/>
    <w:rsid w:val="00226C63"/>
    <w:rsid w:val="00226CDC"/>
    <w:rsid w:val="0022748B"/>
    <w:rsid w:val="0022773E"/>
    <w:rsid w:val="002279E4"/>
    <w:rsid w:val="00227AB7"/>
    <w:rsid w:val="00227B68"/>
    <w:rsid w:val="00227D93"/>
    <w:rsid w:val="00227E98"/>
    <w:rsid w:val="00230978"/>
    <w:rsid w:val="00230C7B"/>
    <w:rsid w:val="00230E08"/>
    <w:rsid w:val="00231012"/>
    <w:rsid w:val="002314A7"/>
    <w:rsid w:val="002318E8"/>
    <w:rsid w:val="00231C99"/>
    <w:rsid w:val="00232223"/>
    <w:rsid w:val="00233349"/>
    <w:rsid w:val="00233499"/>
    <w:rsid w:val="00233677"/>
    <w:rsid w:val="00233B42"/>
    <w:rsid w:val="00233E19"/>
    <w:rsid w:val="00233E9A"/>
    <w:rsid w:val="00234142"/>
    <w:rsid w:val="002342E8"/>
    <w:rsid w:val="002344DF"/>
    <w:rsid w:val="00234813"/>
    <w:rsid w:val="00234C9B"/>
    <w:rsid w:val="00234CDD"/>
    <w:rsid w:val="00234D92"/>
    <w:rsid w:val="00234DD6"/>
    <w:rsid w:val="00235506"/>
    <w:rsid w:val="00235513"/>
    <w:rsid w:val="00235544"/>
    <w:rsid w:val="0023684F"/>
    <w:rsid w:val="00236853"/>
    <w:rsid w:val="00237409"/>
    <w:rsid w:val="00237686"/>
    <w:rsid w:val="00237749"/>
    <w:rsid w:val="00237F7A"/>
    <w:rsid w:val="00240430"/>
    <w:rsid w:val="0024088B"/>
    <w:rsid w:val="002414A4"/>
    <w:rsid w:val="00241AB1"/>
    <w:rsid w:val="00241C36"/>
    <w:rsid w:val="0024225D"/>
    <w:rsid w:val="00242395"/>
    <w:rsid w:val="0024248A"/>
    <w:rsid w:val="002425D2"/>
    <w:rsid w:val="00242F32"/>
    <w:rsid w:val="0024322C"/>
    <w:rsid w:val="002439EC"/>
    <w:rsid w:val="00243BEA"/>
    <w:rsid w:val="0024444E"/>
    <w:rsid w:val="00244FB5"/>
    <w:rsid w:val="0024509C"/>
    <w:rsid w:val="002456DE"/>
    <w:rsid w:val="00245DDF"/>
    <w:rsid w:val="00245EA2"/>
    <w:rsid w:val="00246727"/>
    <w:rsid w:val="00246990"/>
    <w:rsid w:val="002469B6"/>
    <w:rsid w:val="002469BE"/>
    <w:rsid w:val="0024719B"/>
    <w:rsid w:val="0024752A"/>
    <w:rsid w:val="00247954"/>
    <w:rsid w:val="0025032F"/>
    <w:rsid w:val="00250559"/>
    <w:rsid w:val="00250F2E"/>
    <w:rsid w:val="0025134F"/>
    <w:rsid w:val="00251394"/>
    <w:rsid w:val="002516E1"/>
    <w:rsid w:val="002517FC"/>
    <w:rsid w:val="002524E4"/>
    <w:rsid w:val="00252B68"/>
    <w:rsid w:val="00253126"/>
    <w:rsid w:val="002535F7"/>
    <w:rsid w:val="00253A76"/>
    <w:rsid w:val="002546DE"/>
    <w:rsid w:val="002548E7"/>
    <w:rsid w:val="00254AF6"/>
    <w:rsid w:val="00255210"/>
    <w:rsid w:val="00255444"/>
    <w:rsid w:val="002554AE"/>
    <w:rsid w:val="00255ADB"/>
    <w:rsid w:val="00255B82"/>
    <w:rsid w:val="00255E3A"/>
    <w:rsid w:val="00256590"/>
    <w:rsid w:val="002566F4"/>
    <w:rsid w:val="00256D1B"/>
    <w:rsid w:val="00256E25"/>
    <w:rsid w:val="00256EEB"/>
    <w:rsid w:val="00256F3E"/>
    <w:rsid w:val="0025764D"/>
    <w:rsid w:val="0025780B"/>
    <w:rsid w:val="0025789B"/>
    <w:rsid w:val="00257BC8"/>
    <w:rsid w:val="002600DF"/>
    <w:rsid w:val="00260738"/>
    <w:rsid w:val="00260CC4"/>
    <w:rsid w:val="00261254"/>
    <w:rsid w:val="00261DEB"/>
    <w:rsid w:val="002624F3"/>
    <w:rsid w:val="002625EF"/>
    <w:rsid w:val="002626D1"/>
    <w:rsid w:val="00262796"/>
    <w:rsid w:val="00262A0C"/>
    <w:rsid w:val="00262D6E"/>
    <w:rsid w:val="0026303D"/>
    <w:rsid w:val="002630E8"/>
    <w:rsid w:val="0026370C"/>
    <w:rsid w:val="00263744"/>
    <w:rsid w:val="00263BA9"/>
    <w:rsid w:val="00263F4C"/>
    <w:rsid w:val="00264303"/>
    <w:rsid w:val="00264B45"/>
    <w:rsid w:val="00264B98"/>
    <w:rsid w:val="002651D1"/>
    <w:rsid w:val="002657A2"/>
    <w:rsid w:val="002662A4"/>
    <w:rsid w:val="002662E1"/>
    <w:rsid w:val="00266D79"/>
    <w:rsid w:val="002670C0"/>
    <w:rsid w:val="0026777A"/>
    <w:rsid w:val="002677CC"/>
    <w:rsid w:val="00267A11"/>
    <w:rsid w:val="00267DE9"/>
    <w:rsid w:val="00270339"/>
    <w:rsid w:val="00270572"/>
    <w:rsid w:val="00270F82"/>
    <w:rsid w:val="0027164A"/>
    <w:rsid w:val="0027164C"/>
    <w:rsid w:val="00271D69"/>
    <w:rsid w:val="00272B6A"/>
    <w:rsid w:val="00273342"/>
    <w:rsid w:val="002733F1"/>
    <w:rsid w:val="002734EF"/>
    <w:rsid w:val="002736FF"/>
    <w:rsid w:val="00273AED"/>
    <w:rsid w:val="00273BB8"/>
    <w:rsid w:val="00273E59"/>
    <w:rsid w:val="00273F6B"/>
    <w:rsid w:val="00274691"/>
    <w:rsid w:val="002746BC"/>
    <w:rsid w:val="0027474B"/>
    <w:rsid w:val="00274770"/>
    <w:rsid w:val="00274822"/>
    <w:rsid w:val="002748B5"/>
    <w:rsid w:val="002756FA"/>
    <w:rsid w:val="0027584E"/>
    <w:rsid w:val="00275C36"/>
    <w:rsid w:val="002764D7"/>
    <w:rsid w:val="00276605"/>
    <w:rsid w:val="0027689A"/>
    <w:rsid w:val="00276CE3"/>
    <w:rsid w:val="0027710D"/>
    <w:rsid w:val="002773FE"/>
    <w:rsid w:val="0027746E"/>
    <w:rsid w:val="00277FD8"/>
    <w:rsid w:val="002806A5"/>
    <w:rsid w:val="0028084D"/>
    <w:rsid w:val="00280D66"/>
    <w:rsid w:val="00281209"/>
    <w:rsid w:val="00281403"/>
    <w:rsid w:val="0028166B"/>
    <w:rsid w:val="00281B9F"/>
    <w:rsid w:val="00281E73"/>
    <w:rsid w:val="0028202D"/>
    <w:rsid w:val="00282A06"/>
    <w:rsid w:val="00282B05"/>
    <w:rsid w:val="00282E98"/>
    <w:rsid w:val="002830D7"/>
    <w:rsid w:val="00283302"/>
    <w:rsid w:val="00283F54"/>
    <w:rsid w:val="00284458"/>
    <w:rsid w:val="00284D3C"/>
    <w:rsid w:val="0028509F"/>
    <w:rsid w:val="0028517C"/>
    <w:rsid w:val="0028548E"/>
    <w:rsid w:val="00285525"/>
    <w:rsid w:val="00285820"/>
    <w:rsid w:val="00285C0F"/>
    <w:rsid w:val="00285FEF"/>
    <w:rsid w:val="00286124"/>
    <w:rsid w:val="002862EB"/>
    <w:rsid w:val="002865B7"/>
    <w:rsid w:val="00286745"/>
    <w:rsid w:val="002867D1"/>
    <w:rsid w:val="002871F3"/>
    <w:rsid w:val="0028720A"/>
    <w:rsid w:val="002879D1"/>
    <w:rsid w:val="00287DA7"/>
    <w:rsid w:val="00287FA4"/>
    <w:rsid w:val="002901BB"/>
    <w:rsid w:val="002902A5"/>
    <w:rsid w:val="002904B4"/>
    <w:rsid w:val="00290541"/>
    <w:rsid w:val="002907B1"/>
    <w:rsid w:val="002908C8"/>
    <w:rsid w:val="00290B25"/>
    <w:rsid w:val="00290B50"/>
    <w:rsid w:val="00290C60"/>
    <w:rsid w:val="00290D62"/>
    <w:rsid w:val="00291671"/>
    <w:rsid w:val="00291AF2"/>
    <w:rsid w:val="00291BBA"/>
    <w:rsid w:val="002925BB"/>
    <w:rsid w:val="00292693"/>
    <w:rsid w:val="002928D9"/>
    <w:rsid w:val="00292BCB"/>
    <w:rsid w:val="0029321E"/>
    <w:rsid w:val="00293274"/>
    <w:rsid w:val="00293360"/>
    <w:rsid w:val="002934E1"/>
    <w:rsid w:val="0029356E"/>
    <w:rsid w:val="00293E5B"/>
    <w:rsid w:val="00293FFA"/>
    <w:rsid w:val="00294190"/>
    <w:rsid w:val="00294456"/>
    <w:rsid w:val="00294502"/>
    <w:rsid w:val="002947F0"/>
    <w:rsid w:val="00294CB2"/>
    <w:rsid w:val="00294ED5"/>
    <w:rsid w:val="002950D9"/>
    <w:rsid w:val="00295CFD"/>
    <w:rsid w:val="00295F9E"/>
    <w:rsid w:val="002962EB"/>
    <w:rsid w:val="002966DE"/>
    <w:rsid w:val="002968CC"/>
    <w:rsid w:val="00296BBB"/>
    <w:rsid w:val="0029719B"/>
    <w:rsid w:val="00297238"/>
    <w:rsid w:val="00297249"/>
    <w:rsid w:val="002974B9"/>
    <w:rsid w:val="002979ED"/>
    <w:rsid w:val="00297A14"/>
    <w:rsid w:val="00297BF5"/>
    <w:rsid w:val="00297DE2"/>
    <w:rsid w:val="002A02A3"/>
    <w:rsid w:val="002A0DCD"/>
    <w:rsid w:val="002A10BE"/>
    <w:rsid w:val="002A1306"/>
    <w:rsid w:val="002A155F"/>
    <w:rsid w:val="002A1A4B"/>
    <w:rsid w:val="002A1AC7"/>
    <w:rsid w:val="002A1AFD"/>
    <w:rsid w:val="002A1B0A"/>
    <w:rsid w:val="002A1C46"/>
    <w:rsid w:val="002A1C90"/>
    <w:rsid w:val="002A1FCE"/>
    <w:rsid w:val="002A2576"/>
    <w:rsid w:val="002A2EA5"/>
    <w:rsid w:val="002A34C4"/>
    <w:rsid w:val="002A3A1B"/>
    <w:rsid w:val="002A3EEA"/>
    <w:rsid w:val="002A44D5"/>
    <w:rsid w:val="002A4918"/>
    <w:rsid w:val="002A4AFE"/>
    <w:rsid w:val="002A4E88"/>
    <w:rsid w:val="002A5447"/>
    <w:rsid w:val="002A556B"/>
    <w:rsid w:val="002A5776"/>
    <w:rsid w:val="002A58D8"/>
    <w:rsid w:val="002A5918"/>
    <w:rsid w:val="002A6280"/>
    <w:rsid w:val="002A64BA"/>
    <w:rsid w:val="002A653F"/>
    <w:rsid w:val="002A6AC4"/>
    <w:rsid w:val="002A6B29"/>
    <w:rsid w:val="002A6D74"/>
    <w:rsid w:val="002A709C"/>
    <w:rsid w:val="002A71A6"/>
    <w:rsid w:val="002A7288"/>
    <w:rsid w:val="002A76AA"/>
    <w:rsid w:val="002A7AFD"/>
    <w:rsid w:val="002B0527"/>
    <w:rsid w:val="002B0543"/>
    <w:rsid w:val="002B06E4"/>
    <w:rsid w:val="002B0835"/>
    <w:rsid w:val="002B08FC"/>
    <w:rsid w:val="002B0BD6"/>
    <w:rsid w:val="002B0E1F"/>
    <w:rsid w:val="002B0FDC"/>
    <w:rsid w:val="002B15A9"/>
    <w:rsid w:val="002B1746"/>
    <w:rsid w:val="002B25AD"/>
    <w:rsid w:val="002B2D07"/>
    <w:rsid w:val="002B3B4D"/>
    <w:rsid w:val="002B3F7E"/>
    <w:rsid w:val="002B3FDE"/>
    <w:rsid w:val="002B4157"/>
    <w:rsid w:val="002B4648"/>
    <w:rsid w:val="002B4938"/>
    <w:rsid w:val="002B4B37"/>
    <w:rsid w:val="002B4F54"/>
    <w:rsid w:val="002B56BC"/>
    <w:rsid w:val="002B5DA5"/>
    <w:rsid w:val="002B6608"/>
    <w:rsid w:val="002B681F"/>
    <w:rsid w:val="002B6855"/>
    <w:rsid w:val="002B6A5D"/>
    <w:rsid w:val="002B6AF4"/>
    <w:rsid w:val="002B6D2C"/>
    <w:rsid w:val="002B728D"/>
    <w:rsid w:val="002B74AD"/>
    <w:rsid w:val="002B7F0B"/>
    <w:rsid w:val="002C03B1"/>
    <w:rsid w:val="002C0F8F"/>
    <w:rsid w:val="002C135E"/>
    <w:rsid w:val="002C16CF"/>
    <w:rsid w:val="002C1E5E"/>
    <w:rsid w:val="002C1E75"/>
    <w:rsid w:val="002C1F67"/>
    <w:rsid w:val="002C20B9"/>
    <w:rsid w:val="002C223B"/>
    <w:rsid w:val="002C25C9"/>
    <w:rsid w:val="002C280A"/>
    <w:rsid w:val="002C2816"/>
    <w:rsid w:val="002C2AD1"/>
    <w:rsid w:val="002C2CA2"/>
    <w:rsid w:val="002C2EE7"/>
    <w:rsid w:val="002C2F06"/>
    <w:rsid w:val="002C3346"/>
    <w:rsid w:val="002C3589"/>
    <w:rsid w:val="002C3863"/>
    <w:rsid w:val="002C3C4A"/>
    <w:rsid w:val="002C3C7E"/>
    <w:rsid w:val="002C3D0D"/>
    <w:rsid w:val="002C405C"/>
    <w:rsid w:val="002C4756"/>
    <w:rsid w:val="002C4868"/>
    <w:rsid w:val="002C4EB8"/>
    <w:rsid w:val="002C53CF"/>
    <w:rsid w:val="002C5D18"/>
    <w:rsid w:val="002C5F6E"/>
    <w:rsid w:val="002C6396"/>
    <w:rsid w:val="002C652E"/>
    <w:rsid w:val="002C66DB"/>
    <w:rsid w:val="002C6934"/>
    <w:rsid w:val="002C69B0"/>
    <w:rsid w:val="002C6A52"/>
    <w:rsid w:val="002C7462"/>
    <w:rsid w:val="002C79AA"/>
    <w:rsid w:val="002D046D"/>
    <w:rsid w:val="002D0B16"/>
    <w:rsid w:val="002D0F9D"/>
    <w:rsid w:val="002D233F"/>
    <w:rsid w:val="002D2A19"/>
    <w:rsid w:val="002D2B24"/>
    <w:rsid w:val="002D2E5E"/>
    <w:rsid w:val="002D34E6"/>
    <w:rsid w:val="002D3620"/>
    <w:rsid w:val="002D3856"/>
    <w:rsid w:val="002D3BDB"/>
    <w:rsid w:val="002D4382"/>
    <w:rsid w:val="002D4492"/>
    <w:rsid w:val="002D4669"/>
    <w:rsid w:val="002D4770"/>
    <w:rsid w:val="002D4B7E"/>
    <w:rsid w:val="002D54BB"/>
    <w:rsid w:val="002D5C28"/>
    <w:rsid w:val="002D605F"/>
    <w:rsid w:val="002D62C0"/>
    <w:rsid w:val="002D6387"/>
    <w:rsid w:val="002D649F"/>
    <w:rsid w:val="002D6EB6"/>
    <w:rsid w:val="002D71EC"/>
    <w:rsid w:val="002D7353"/>
    <w:rsid w:val="002D73D1"/>
    <w:rsid w:val="002D756D"/>
    <w:rsid w:val="002D7636"/>
    <w:rsid w:val="002D7B28"/>
    <w:rsid w:val="002E0553"/>
    <w:rsid w:val="002E0B86"/>
    <w:rsid w:val="002E0E63"/>
    <w:rsid w:val="002E126F"/>
    <w:rsid w:val="002E1561"/>
    <w:rsid w:val="002E2368"/>
    <w:rsid w:val="002E2781"/>
    <w:rsid w:val="002E279E"/>
    <w:rsid w:val="002E27AA"/>
    <w:rsid w:val="002E2B7A"/>
    <w:rsid w:val="002E2F2E"/>
    <w:rsid w:val="002E302C"/>
    <w:rsid w:val="002E35C6"/>
    <w:rsid w:val="002E35F8"/>
    <w:rsid w:val="002E36EB"/>
    <w:rsid w:val="002E3956"/>
    <w:rsid w:val="002E3969"/>
    <w:rsid w:val="002E3D03"/>
    <w:rsid w:val="002E3D27"/>
    <w:rsid w:val="002E4026"/>
    <w:rsid w:val="002E416A"/>
    <w:rsid w:val="002E4411"/>
    <w:rsid w:val="002E478D"/>
    <w:rsid w:val="002E495F"/>
    <w:rsid w:val="002E4DA5"/>
    <w:rsid w:val="002E5F86"/>
    <w:rsid w:val="002E62AF"/>
    <w:rsid w:val="002E62D7"/>
    <w:rsid w:val="002E6453"/>
    <w:rsid w:val="002E69A4"/>
    <w:rsid w:val="002E6E23"/>
    <w:rsid w:val="002E6FCA"/>
    <w:rsid w:val="002E76FE"/>
    <w:rsid w:val="002E7766"/>
    <w:rsid w:val="002E79D6"/>
    <w:rsid w:val="002E7EC3"/>
    <w:rsid w:val="002E7F82"/>
    <w:rsid w:val="002F00F1"/>
    <w:rsid w:val="002F04F6"/>
    <w:rsid w:val="002F0546"/>
    <w:rsid w:val="002F0A23"/>
    <w:rsid w:val="002F1A46"/>
    <w:rsid w:val="002F1B47"/>
    <w:rsid w:val="002F1E21"/>
    <w:rsid w:val="002F1EAC"/>
    <w:rsid w:val="002F2415"/>
    <w:rsid w:val="002F2DE6"/>
    <w:rsid w:val="002F2F4E"/>
    <w:rsid w:val="002F316F"/>
    <w:rsid w:val="002F31AB"/>
    <w:rsid w:val="002F349E"/>
    <w:rsid w:val="002F352B"/>
    <w:rsid w:val="002F37C1"/>
    <w:rsid w:val="002F3844"/>
    <w:rsid w:val="002F41AE"/>
    <w:rsid w:val="002F4828"/>
    <w:rsid w:val="002F507D"/>
    <w:rsid w:val="002F5363"/>
    <w:rsid w:val="002F5503"/>
    <w:rsid w:val="002F5732"/>
    <w:rsid w:val="002F58EB"/>
    <w:rsid w:val="002F5A43"/>
    <w:rsid w:val="002F5EEE"/>
    <w:rsid w:val="002F5F2E"/>
    <w:rsid w:val="002F60BE"/>
    <w:rsid w:val="002F6302"/>
    <w:rsid w:val="002F6386"/>
    <w:rsid w:val="002F6627"/>
    <w:rsid w:val="002F66E1"/>
    <w:rsid w:val="002F6B21"/>
    <w:rsid w:val="002F6DA6"/>
    <w:rsid w:val="002F73E1"/>
    <w:rsid w:val="002F76EB"/>
    <w:rsid w:val="002F7B37"/>
    <w:rsid w:val="002F7CFD"/>
    <w:rsid w:val="002F7D32"/>
    <w:rsid w:val="00300264"/>
    <w:rsid w:val="00300A1A"/>
    <w:rsid w:val="00301005"/>
    <w:rsid w:val="00301253"/>
    <w:rsid w:val="00301486"/>
    <w:rsid w:val="0030169F"/>
    <w:rsid w:val="00301743"/>
    <w:rsid w:val="00301C41"/>
    <w:rsid w:val="00301D48"/>
    <w:rsid w:val="00301E50"/>
    <w:rsid w:val="00301FEC"/>
    <w:rsid w:val="003020E1"/>
    <w:rsid w:val="003028AD"/>
    <w:rsid w:val="00302BC5"/>
    <w:rsid w:val="00302D3F"/>
    <w:rsid w:val="00302E84"/>
    <w:rsid w:val="0030311B"/>
    <w:rsid w:val="003033FD"/>
    <w:rsid w:val="00303494"/>
    <w:rsid w:val="0030379C"/>
    <w:rsid w:val="00303C52"/>
    <w:rsid w:val="00303DF1"/>
    <w:rsid w:val="00303EC2"/>
    <w:rsid w:val="00304A47"/>
    <w:rsid w:val="00304F2C"/>
    <w:rsid w:val="0030519E"/>
    <w:rsid w:val="003053C0"/>
    <w:rsid w:val="00305435"/>
    <w:rsid w:val="00305686"/>
    <w:rsid w:val="00305C89"/>
    <w:rsid w:val="003062F8"/>
    <w:rsid w:val="003064E9"/>
    <w:rsid w:val="00306678"/>
    <w:rsid w:val="00306DA7"/>
    <w:rsid w:val="0030775D"/>
    <w:rsid w:val="00307812"/>
    <w:rsid w:val="003106B6"/>
    <w:rsid w:val="0031095C"/>
    <w:rsid w:val="00310F04"/>
    <w:rsid w:val="0031103C"/>
    <w:rsid w:val="003118F2"/>
    <w:rsid w:val="003119FC"/>
    <w:rsid w:val="00311A5C"/>
    <w:rsid w:val="00311D42"/>
    <w:rsid w:val="00312A63"/>
    <w:rsid w:val="00312CAB"/>
    <w:rsid w:val="003136C7"/>
    <w:rsid w:val="003140D9"/>
    <w:rsid w:val="0031475D"/>
    <w:rsid w:val="00314A8B"/>
    <w:rsid w:val="00314BF2"/>
    <w:rsid w:val="003150AA"/>
    <w:rsid w:val="0031513A"/>
    <w:rsid w:val="0031514B"/>
    <w:rsid w:val="0031531F"/>
    <w:rsid w:val="003154B4"/>
    <w:rsid w:val="00315796"/>
    <w:rsid w:val="00315880"/>
    <w:rsid w:val="00316269"/>
    <w:rsid w:val="00316362"/>
    <w:rsid w:val="00316D05"/>
    <w:rsid w:val="0031776A"/>
    <w:rsid w:val="00317D17"/>
    <w:rsid w:val="00317D2D"/>
    <w:rsid w:val="00317DA3"/>
    <w:rsid w:val="003203B5"/>
    <w:rsid w:val="0032042D"/>
    <w:rsid w:val="0032090F"/>
    <w:rsid w:val="00320C2E"/>
    <w:rsid w:val="00321F7A"/>
    <w:rsid w:val="00322866"/>
    <w:rsid w:val="003228B1"/>
    <w:rsid w:val="0032293F"/>
    <w:rsid w:val="00322BB0"/>
    <w:rsid w:val="00324259"/>
    <w:rsid w:val="003246AA"/>
    <w:rsid w:val="003248A0"/>
    <w:rsid w:val="00324D34"/>
    <w:rsid w:val="0032566B"/>
    <w:rsid w:val="00325DD7"/>
    <w:rsid w:val="00325FC8"/>
    <w:rsid w:val="0032631D"/>
    <w:rsid w:val="00326345"/>
    <w:rsid w:val="00326DED"/>
    <w:rsid w:val="003270C5"/>
    <w:rsid w:val="003271C4"/>
    <w:rsid w:val="0032731D"/>
    <w:rsid w:val="0032759D"/>
    <w:rsid w:val="003277B8"/>
    <w:rsid w:val="00327901"/>
    <w:rsid w:val="00327B9D"/>
    <w:rsid w:val="00327E5E"/>
    <w:rsid w:val="0033004F"/>
    <w:rsid w:val="00330283"/>
    <w:rsid w:val="00330BB9"/>
    <w:rsid w:val="00330EB7"/>
    <w:rsid w:val="00331FDB"/>
    <w:rsid w:val="00332831"/>
    <w:rsid w:val="00332D6F"/>
    <w:rsid w:val="00332D9C"/>
    <w:rsid w:val="00333598"/>
    <w:rsid w:val="00333772"/>
    <w:rsid w:val="00333C53"/>
    <w:rsid w:val="00333C71"/>
    <w:rsid w:val="00333D19"/>
    <w:rsid w:val="00333E46"/>
    <w:rsid w:val="003342F2"/>
    <w:rsid w:val="00334488"/>
    <w:rsid w:val="00334493"/>
    <w:rsid w:val="003345A4"/>
    <w:rsid w:val="0033464F"/>
    <w:rsid w:val="00335B89"/>
    <w:rsid w:val="00335C93"/>
    <w:rsid w:val="00335CA9"/>
    <w:rsid w:val="00335D18"/>
    <w:rsid w:val="00335EFC"/>
    <w:rsid w:val="0033614F"/>
    <w:rsid w:val="003363D1"/>
    <w:rsid w:val="00336548"/>
    <w:rsid w:val="00336B45"/>
    <w:rsid w:val="00337107"/>
    <w:rsid w:val="00337AD1"/>
    <w:rsid w:val="00337C5E"/>
    <w:rsid w:val="00337EDE"/>
    <w:rsid w:val="00340A1D"/>
    <w:rsid w:val="00341A1D"/>
    <w:rsid w:val="00341B04"/>
    <w:rsid w:val="00341CC8"/>
    <w:rsid w:val="003421A7"/>
    <w:rsid w:val="00342951"/>
    <w:rsid w:val="00342C21"/>
    <w:rsid w:val="0034309F"/>
    <w:rsid w:val="00343276"/>
    <w:rsid w:val="00343337"/>
    <w:rsid w:val="00343C75"/>
    <w:rsid w:val="00343EAF"/>
    <w:rsid w:val="00344201"/>
    <w:rsid w:val="003449ED"/>
    <w:rsid w:val="003449F5"/>
    <w:rsid w:val="003450FB"/>
    <w:rsid w:val="003454FA"/>
    <w:rsid w:val="00345629"/>
    <w:rsid w:val="00345708"/>
    <w:rsid w:val="003457BA"/>
    <w:rsid w:val="0034598D"/>
    <w:rsid w:val="00345C16"/>
    <w:rsid w:val="00346122"/>
    <w:rsid w:val="00346161"/>
    <w:rsid w:val="003462F2"/>
    <w:rsid w:val="0034656C"/>
    <w:rsid w:val="00346DE9"/>
    <w:rsid w:val="00346E4C"/>
    <w:rsid w:val="00346F7C"/>
    <w:rsid w:val="00347122"/>
    <w:rsid w:val="00347383"/>
    <w:rsid w:val="003474B2"/>
    <w:rsid w:val="0034774E"/>
    <w:rsid w:val="00347BCE"/>
    <w:rsid w:val="00347CDA"/>
    <w:rsid w:val="00347F65"/>
    <w:rsid w:val="00350B06"/>
    <w:rsid w:val="00351155"/>
    <w:rsid w:val="0035130E"/>
    <w:rsid w:val="0035137D"/>
    <w:rsid w:val="0035149B"/>
    <w:rsid w:val="003514C6"/>
    <w:rsid w:val="00351CF5"/>
    <w:rsid w:val="00351F69"/>
    <w:rsid w:val="00352372"/>
    <w:rsid w:val="00352401"/>
    <w:rsid w:val="0035281E"/>
    <w:rsid w:val="00352871"/>
    <w:rsid w:val="003528EE"/>
    <w:rsid w:val="00353A24"/>
    <w:rsid w:val="00353F0E"/>
    <w:rsid w:val="00353FBB"/>
    <w:rsid w:val="003543FF"/>
    <w:rsid w:val="00354402"/>
    <w:rsid w:val="003551BF"/>
    <w:rsid w:val="00355C33"/>
    <w:rsid w:val="0035639D"/>
    <w:rsid w:val="00356A9A"/>
    <w:rsid w:val="00356B97"/>
    <w:rsid w:val="00356E23"/>
    <w:rsid w:val="00356F40"/>
    <w:rsid w:val="00357BAB"/>
    <w:rsid w:val="00357BDB"/>
    <w:rsid w:val="003601A0"/>
    <w:rsid w:val="0036026F"/>
    <w:rsid w:val="0036074E"/>
    <w:rsid w:val="00360F6F"/>
    <w:rsid w:val="003613E2"/>
    <w:rsid w:val="0036168D"/>
    <w:rsid w:val="00361A15"/>
    <w:rsid w:val="00362105"/>
    <w:rsid w:val="00362596"/>
    <w:rsid w:val="0036282F"/>
    <w:rsid w:val="0036296F"/>
    <w:rsid w:val="00362D30"/>
    <w:rsid w:val="00362E05"/>
    <w:rsid w:val="00363444"/>
    <w:rsid w:val="0036383D"/>
    <w:rsid w:val="00363CBB"/>
    <w:rsid w:val="00363F20"/>
    <w:rsid w:val="00364672"/>
    <w:rsid w:val="003647F0"/>
    <w:rsid w:val="00364816"/>
    <w:rsid w:val="00364824"/>
    <w:rsid w:val="00364DB2"/>
    <w:rsid w:val="003651BA"/>
    <w:rsid w:val="003652D4"/>
    <w:rsid w:val="00365DC3"/>
    <w:rsid w:val="00365E4C"/>
    <w:rsid w:val="0036640F"/>
    <w:rsid w:val="003668AC"/>
    <w:rsid w:val="003669E1"/>
    <w:rsid w:val="00366AEB"/>
    <w:rsid w:val="003672D6"/>
    <w:rsid w:val="00367CB9"/>
    <w:rsid w:val="00367E32"/>
    <w:rsid w:val="00367F80"/>
    <w:rsid w:val="00370593"/>
    <w:rsid w:val="003707A6"/>
    <w:rsid w:val="0037090B"/>
    <w:rsid w:val="00370F1F"/>
    <w:rsid w:val="00371109"/>
    <w:rsid w:val="003711BA"/>
    <w:rsid w:val="00371293"/>
    <w:rsid w:val="0037171E"/>
    <w:rsid w:val="003719EE"/>
    <w:rsid w:val="00372029"/>
    <w:rsid w:val="0037253D"/>
    <w:rsid w:val="003732CF"/>
    <w:rsid w:val="0037347C"/>
    <w:rsid w:val="00373934"/>
    <w:rsid w:val="00373979"/>
    <w:rsid w:val="003739BB"/>
    <w:rsid w:val="0037400F"/>
    <w:rsid w:val="0037457A"/>
    <w:rsid w:val="0037470A"/>
    <w:rsid w:val="003747A8"/>
    <w:rsid w:val="003748D2"/>
    <w:rsid w:val="003749B5"/>
    <w:rsid w:val="00374D63"/>
    <w:rsid w:val="003754BC"/>
    <w:rsid w:val="00375C92"/>
    <w:rsid w:val="00375F7D"/>
    <w:rsid w:val="00376A44"/>
    <w:rsid w:val="00377174"/>
    <w:rsid w:val="003773A4"/>
    <w:rsid w:val="00377495"/>
    <w:rsid w:val="003774F3"/>
    <w:rsid w:val="00377BF3"/>
    <w:rsid w:val="00377C3C"/>
    <w:rsid w:val="00377C44"/>
    <w:rsid w:val="00377F7B"/>
    <w:rsid w:val="00380784"/>
    <w:rsid w:val="003814BA"/>
    <w:rsid w:val="00381CA8"/>
    <w:rsid w:val="003820BA"/>
    <w:rsid w:val="0038213E"/>
    <w:rsid w:val="00382295"/>
    <w:rsid w:val="0038252F"/>
    <w:rsid w:val="00382B4F"/>
    <w:rsid w:val="003831B2"/>
    <w:rsid w:val="003834E2"/>
    <w:rsid w:val="00383CA1"/>
    <w:rsid w:val="003845E4"/>
    <w:rsid w:val="00384926"/>
    <w:rsid w:val="0038539E"/>
    <w:rsid w:val="0038557E"/>
    <w:rsid w:val="00385C3E"/>
    <w:rsid w:val="00385CFA"/>
    <w:rsid w:val="0038634F"/>
    <w:rsid w:val="0038670B"/>
    <w:rsid w:val="0038673C"/>
    <w:rsid w:val="0038674A"/>
    <w:rsid w:val="003867CA"/>
    <w:rsid w:val="00386844"/>
    <w:rsid w:val="00386C04"/>
    <w:rsid w:val="00386D18"/>
    <w:rsid w:val="00386E63"/>
    <w:rsid w:val="00387702"/>
    <w:rsid w:val="00387974"/>
    <w:rsid w:val="00387B8F"/>
    <w:rsid w:val="00390117"/>
    <w:rsid w:val="0039031C"/>
    <w:rsid w:val="003906BF"/>
    <w:rsid w:val="00391127"/>
    <w:rsid w:val="00391A0D"/>
    <w:rsid w:val="00391CD8"/>
    <w:rsid w:val="00391E8D"/>
    <w:rsid w:val="0039225C"/>
    <w:rsid w:val="00392947"/>
    <w:rsid w:val="00392D53"/>
    <w:rsid w:val="00392FD2"/>
    <w:rsid w:val="003930D6"/>
    <w:rsid w:val="003932AD"/>
    <w:rsid w:val="0039351E"/>
    <w:rsid w:val="00393D29"/>
    <w:rsid w:val="003949FF"/>
    <w:rsid w:val="00394ADD"/>
    <w:rsid w:val="00394B0B"/>
    <w:rsid w:val="00394E45"/>
    <w:rsid w:val="00395099"/>
    <w:rsid w:val="003951D2"/>
    <w:rsid w:val="00395AF3"/>
    <w:rsid w:val="00395CCE"/>
    <w:rsid w:val="00395E60"/>
    <w:rsid w:val="0039685A"/>
    <w:rsid w:val="003968B8"/>
    <w:rsid w:val="00396B63"/>
    <w:rsid w:val="00396F6F"/>
    <w:rsid w:val="003978BB"/>
    <w:rsid w:val="00397964"/>
    <w:rsid w:val="003979AA"/>
    <w:rsid w:val="00397BA0"/>
    <w:rsid w:val="00397D77"/>
    <w:rsid w:val="00397E1B"/>
    <w:rsid w:val="003A0FF0"/>
    <w:rsid w:val="003A1115"/>
    <w:rsid w:val="003A157B"/>
    <w:rsid w:val="003A1F06"/>
    <w:rsid w:val="003A2463"/>
    <w:rsid w:val="003A258F"/>
    <w:rsid w:val="003A268B"/>
    <w:rsid w:val="003A2D5A"/>
    <w:rsid w:val="003A2F0A"/>
    <w:rsid w:val="003A2F23"/>
    <w:rsid w:val="003A2FBE"/>
    <w:rsid w:val="003A321E"/>
    <w:rsid w:val="003A3A6F"/>
    <w:rsid w:val="003A3D48"/>
    <w:rsid w:val="003A4150"/>
    <w:rsid w:val="003A41BE"/>
    <w:rsid w:val="003A448D"/>
    <w:rsid w:val="003A45A6"/>
    <w:rsid w:val="003A489E"/>
    <w:rsid w:val="003A4E5B"/>
    <w:rsid w:val="003A4E9B"/>
    <w:rsid w:val="003A4F25"/>
    <w:rsid w:val="003A51CD"/>
    <w:rsid w:val="003A534F"/>
    <w:rsid w:val="003A5515"/>
    <w:rsid w:val="003A579D"/>
    <w:rsid w:val="003A5D22"/>
    <w:rsid w:val="003A5D56"/>
    <w:rsid w:val="003A5FA3"/>
    <w:rsid w:val="003A6287"/>
    <w:rsid w:val="003A6A3E"/>
    <w:rsid w:val="003A7075"/>
    <w:rsid w:val="003A72E3"/>
    <w:rsid w:val="003A7397"/>
    <w:rsid w:val="003A7497"/>
    <w:rsid w:val="003A782F"/>
    <w:rsid w:val="003A7846"/>
    <w:rsid w:val="003B0B72"/>
    <w:rsid w:val="003B0C11"/>
    <w:rsid w:val="003B0C3A"/>
    <w:rsid w:val="003B1307"/>
    <w:rsid w:val="003B2255"/>
    <w:rsid w:val="003B24E2"/>
    <w:rsid w:val="003B284A"/>
    <w:rsid w:val="003B28F8"/>
    <w:rsid w:val="003B2AA9"/>
    <w:rsid w:val="003B2B3C"/>
    <w:rsid w:val="003B2DB3"/>
    <w:rsid w:val="003B3E8C"/>
    <w:rsid w:val="003B3F1B"/>
    <w:rsid w:val="003B48C3"/>
    <w:rsid w:val="003B504A"/>
    <w:rsid w:val="003B57FA"/>
    <w:rsid w:val="003B5950"/>
    <w:rsid w:val="003B5AD0"/>
    <w:rsid w:val="003B6055"/>
    <w:rsid w:val="003B6A9C"/>
    <w:rsid w:val="003B6C07"/>
    <w:rsid w:val="003B6CD0"/>
    <w:rsid w:val="003B75E2"/>
    <w:rsid w:val="003B7711"/>
    <w:rsid w:val="003B7757"/>
    <w:rsid w:val="003B7841"/>
    <w:rsid w:val="003B7D6C"/>
    <w:rsid w:val="003C0159"/>
    <w:rsid w:val="003C0439"/>
    <w:rsid w:val="003C0DC7"/>
    <w:rsid w:val="003C142F"/>
    <w:rsid w:val="003C1D4D"/>
    <w:rsid w:val="003C206A"/>
    <w:rsid w:val="003C291B"/>
    <w:rsid w:val="003C3548"/>
    <w:rsid w:val="003C3679"/>
    <w:rsid w:val="003C3863"/>
    <w:rsid w:val="003C3BC2"/>
    <w:rsid w:val="003C3D01"/>
    <w:rsid w:val="003C3E12"/>
    <w:rsid w:val="003C490F"/>
    <w:rsid w:val="003C4B9B"/>
    <w:rsid w:val="003C53DA"/>
    <w:rsid w:val="003C54DE"/>
    <w:rsid w:val="003C5829"/>
    <w:rsid w:val="003C5889"/>
    <w:rsid w:val="003C5AE2"/>
    <w:rsid w:val="003C5E77"/>
    <w:rsid w:val="003C5F69"/>
    <w:rsid w:val="003C6114"/>
    <w:rsid w:val="003C62A1"/>
    <w:rsid w:val="003C6ABC"/>
    <w:rsid w:val="003C6BB1"/>
    <w:rsid w:val="003C6D57"/>
    <w:rsid w:val="003C70AD"/>
    <w:rsid w:val="003C75E9"/>
    <w:rsid w:val="003C7622"/>
    <w:rsid w:val="003C768B"/>
    <w:rsid w:val="003C7BF7"/>
    <w:rsid w:val="003D0034"/>
    <w:rsid w:val="003D0215"/>
    <w:rsid w:val="003D032B"/>
    <w:rsid w:val="003D0416"/>
    <w:rsid w:val="003D059C"/>
    <w:rsid w:val="003D0703"/>
    <w:rsid w:val="003D0D9D"/>
    <w:rsid w:val="003D11A4"/>
    <w:rsid w:val="003D1254"/>
    <w:rsid w:val="003D13A3"/>
    <w:rsid w:val="003D13FF"/>
    <w:rsid w:val="003D14E1"/>
    <w:rsid w:val="003D164B"/>
    <w:rsid w:val="003D17B2"/>
    <w:rsid w:val="003D1E01"/>
    <w:rsid w:val="003D27DD"/>
    <w:rsid w:val="003D29FB"/>
    <w:rsid w:val="003D2C5F"/>
    <w:rsid w:val="003D2EB2"/>
    <w:rsid w:val="003D3550"/>
    <w:rsid w:val="003D3B4B"/>
    <w:rsid w:val="003D45D3"/>
    <w:rsid w:val="003D4804"/>
    <w:rsid w:val="003D493F"/>
    <w:rsid w:val="003D4FB7"/>
    <w:rsid w:val="003D5454"/>
    <w:rsid w:val="003D570B"/>
    <w:rsid w:val="003D5826"/>
    <w:rsid w:val="003D5D4B"/>
    <w:rsid w:val="003D6236"/>
    <w:rsid w:val="003D6338"/>
    <w:rsid w:val="003D67E3"/>
    <w:rsid w:val="003D6824"/>
    <w:rsid w:val="003D6B8C"/>
    <w:rsid w:val="003D6BB0"/>
    <w:rsid w:val="003D6BB4"/>
    <w:rsid w:val="003D6D87"/>
    <w:rsid w:val="003D7099"/>
    <w:rsid w:val="003D7194"/>
    <w:rsid w:val="003D745E"/>
    <w:rsid w:val="003D74D8"/>
    <w:rsid w:val="003D7821"/>
    <w:rsid w:val="003D7936"/>
    <w:rsid w:val="003D7A5B"/>
    <w:rsid w:val="003E00C3"/>
    <w:rsid w:val="003E01ED"/>
    <w:rsid w:val="003E08C6"/>
    <w:rsid w:val="003E0B9E"/>
    <w:rsid w:val="003E1948"/>
    <w:rsid w:val="003E19D6"/>
    <w:rsid w:val="003E19F7"/>
    <w:rsid w:val="003E1CEF"/>
    <w:rsid w:val="003E1FF2"/>
    <w:rsid w:val="003E2453"/>
    <w:rsid w:val="003E24E9"/>
    <w:rsid w:val="003E256A"/>
    <w:rsid w:val="003E2E6D"/>
    <w:rsid w:val="003E3716"/>
    <w:rsid w:val="003E4782"/>
    <w:rsid w:val="003E5801"/>
    <w:rsid w:val="003E607E"/>
    <w:rsid w:val="003E662C"/>
    <w:rsid w:val="003E6635"/>
    <w:rsid w:val="003E6CF0"/>
    <w:rsid w:val="003E7599"/>
    <w:rsid w:val="003E797B"/>
    <w:rsid w:val="003E7987"/>
    <w:rsid w:val="003E7C7B"/>
    <w:rsid w:val="003E7F09"/>
    <w:rsid w:val="003F05E7"/>
    <w:rsid w:val="003F0C66"/>
    <w:rsid w:val="003F0DA1"/>
    <w:rsid w:val="003F0EA5"/>
    <w:rsid w:val="003F0EAC"/>
    <w:rsid w:val="003F1081"/>
    <w:rsid w:val="003F10FA"/>
    <w:rsid w:val="003F1362"/>
    <w:rsid w:val="003F1E0B"/>
    <w:rsid w:val="003F25DA"/>
    <w:rsid w:val="003F2904"/>
    <w:rsid w:val="003F3605"/>
    <w:rsid w:val="003F36D3"/>
    <w:rsid w:val="003F3A41"/>
    <w:rsid w:val="003F408B"/>
    <w:rsid w:val="003F49A8"/>
    <w:rsid w:val="003F58F8"/>
    <w:rsid w:val="003F5AFE"/>
    <w:rsid w:val="003F5CA5"/>
    <w:rsid w:val="003F6727"/>
    <w:rsid w:val="003F6A5D"/>
    <w:rsid w:val="003F6E11"/>
    <w:rsid w:val="003F7224"/>
    <w:rsid w:val="003F72A0"/>
    <w:rsid w:val="003F73D3"/>
    <w:rsid w:val="003F7660"/>
    <w:rsid w:val="003F7DC4"/>
    <w:rsid w:val="00400041"/>
    <w:rsid w:val="0040022C"/>
    <w:rsid w:val="00400505"/>
    <w:rsid w:val="0040055A"/>
    <w:rsid w:val="00400F6C"/>
    <w:rsid w:val="004010FA"/>
    <w:rsid w:val="00401B06"/>
    <w:rsid w:val="004022F2"/>
    <w:rsid w:val="004027C0"/>
    <w:rsid w:val="00402814"/>
    <w:rsid w:val="004031B5"/>
    <w:rsid w:val="00403223"/>
    <w:rsid w:val="00403229"/>
    <w:rsid w:val="0040374B"/>
    <w:rsid w:val="004038F4"/>
    <w:rsid w:val="00403D8A"/>
    <w:rsid w:val="00403E49"/>
    <w:rsid w:val="00403FE3"/>
    <w:rsid w:val="0040401A"/>
    <w:rsid w:val="00404097"/>
    <w:rsid w:val="004043B6"/>
    <w:rsid w:val="00405177"/>
    <w:rsid w:val="00405493"/>
    <w:rsid w:val="004054D4"/>
    <w:rsid w:val="00405856"/>
    <w:rsid w:val="00405958"/>
    <w:rsid w:val="004059DC"/>
    <w:rsid w:val="004059F0"/>
    <w:rsid w:val="00405B3B"/>
    <w:rsid w:val="00406281"/>
    <w:rsid w:val="004064EC"/>
    <w:rsid w:val="0040653D"/>
    <w:rsid w:val="00407337"/>
    <w:rsid w:val="00407679"/>
    <w:rsid w:val="00407CD0"/>
    <w:rsid w:val="004101A5"/>
    <w:rsid w:val="00410458"/>
    <w:rsid w:val="00410BA7"/>
    <w:rsid w:val="00410D10"/>
    <w:rsid w:val="00410F21"/>
    <w:rsid w:val="0041168A"/>
    <w:rsid w:val="00411794"/>
    <w:rsid w:val="00411B14"/>
    <w:rsid w:val="0041200C"/>
    <w:rsid w:val="004124EE"/>
    <w:rsid w:val="00412787"/>
    <w:rsid w:val="00412A39"/>
    <w:rsid w:val="00412C6A"/>
    <w:rsid w:val="00412C9E"/>
    <w:rsid w:val="00412E01"/>
    <w:rsid w:val="004131EA"/>
    <w:rsid w:val="0041323C"/>
    <w:rsid w:val="00413A31"/>
    <w:rsid w:val="004146CA"/>
    <w:rsid w:val="00414CA9"/>
    <w:rsid w:val="00415ACA"/>
    <w:rsid w:val="00415CAA"/>
    <w:rsid w:val="00415E98"/>
    <w:rsid w:val="004163BB"/>
    <w:rsid w:val="00416F11"/>
    <w:rsid w:val="0041779E"/>
    <w:rsid w:val="00417834"/>
    <w:rsid w:val="00417B27"/>
    <w:rsid w:val="00417CF1"/>
    <w:rsid w:val="00417D47"/>
    <w:rsid w:val="004205D1"/>
    <w:rsid w:val="00420A07"/>
    <w:rsid w:val="00420A7B"/>
    <w:rsid w:val="00420BC6"/>
    <w:rsid w:val="00421133"/>
    <w:rsid w:val="004214A3"/>
    <w:rsid w:val="00421639"/>
    <w:rsid w:val="00421664"/>
    <w:rsid w:val="004218AE"/>
    <w:rsid w:val="004219BA"/>
    <w:rsid w:val="004219EE"/>
    <w:rsid w:val="00421A82"/>
    <w:rsid w:val="00421D49"/>
    <w:rsid w:val="00422756"/>
    <w:rsid w:val="0042279C"/>
    <w:rsid w:val="0042297A"/>
    <w:rsid w:val="00422D10"/>
    <w:rsid w:val="00423391"/>
    <w:rsid w:val="00423965"/>
    <w:rsid w:val="00423CFD"/>
    <w:rsid w:val="00424894"/>
    <w:rsid w:val="004249F0"/>
    <w:rsid w:val="00424AEF"/>
    <w:rsid w:val="00424E72"/>
    <w:rsid w:val="00425102"/>
    <w:rsid w:val="00425192"/>
    <w:rsid w:val="0042548E"/>
    <w:rsid w:val="00425533"/>
    <w:rsid w:val="00425B59"/>
    <w:rsid w:val="00426238"/>
    <w:rsid w:val="0042629B"/>
    <w:rsid w:val="0042682B"/>
    <w:rsid w:val="00426B09"/>
    <w:rsid w:val="00426B8D"/>
    <w:rsid w:val="00426CF9"/>
    <w:rsid w:val="004272A0"/>
    <w:rsid w:val="004272AF"/>
    <w:rsid w:val="004275B4"/>
    <w:rsid w:val="004276EF"/>
    <w:rsid w:val="00427EBB"/>
    <w:rsid w:val="00427F49"/>
    <w:rsid w:val="00430D60"/>
    <w:rsid w:val="00430FA9"/>
    <w:rsid w:val="0043161D"/>
    <w:rsid w:val="00431AE9"/>
    <w:rsid w:val="00431DCD"/>
    <w:rsid w:val="00432770"/>
    <w:rsid w:val="004328CB"/>
    <w:rsid w:val="00432A40"/>
    <w:rsid w:val="00432D0D"/>
    <w:rsid w:val="00432D2C"/>
    <w:rsid w:val="00432E1B"/>
    <w:rsid w:val="00432FEB"/>
    <w:rsid w:val="00433164"/>
    <w:rsid w:val="004331AE"/>
    <w:rsid w:val="00433247"/>
    <w:rsid w:val="00433260"/>
    <w:rsid w:val="00433470"/>
    <w:rsid w:val="004335E6"/>
    <w:rsid w:val="00433BE7"/>
    <w:rsid w:val="00434387"/>
    <w:rsid w:val="00434927"/>
    <w:rsid w:val="00434BB7"/>
    <w:rsid w:val="00435FCB"/>
    <w:rsid w:val="004363FA"/>
    <w:rsid w:val="00436D2B"/>
    <w:rsid w:val="00437320"/>
    <w:rsid w:val="00437553"/>
    <w:rsid w:val="00437BE9"/>
    <w:rsid w:val="00437F70"/>
    <w:rsid w:val="004400EE"/>
    <w:rsid w:val="004402C6"/>
    <w:rsid w:val="00440361"/>
    <w:rsid w:val="004403A9"/>
    <w:rsid w:val="004405E7"/>
    <w:rsid w:val="00440FDA"/>
    <w:rsid w:val="00441303"/>
    <w:rsid w:val="00441C00"/>
    <w:rsid w:val="00441F69"/>
    <w:rsid w:val="00442483"/>
    <w:rsid w:val="00442A34"/>
    <w:rsid w:val="00442B25"/>
    <w:rsid w:val="00442DC2"/>
    <w:rsid w:val="00442DFE"/>
    <w:rsid w:val="00442E87"/>
    <w:rsid w:val="00442F7B"/>
    <w:rsid w:val="00442FD8"/>
    <w:rsid w:val="00443072"/>
    <w:rsid w:val="004431E6"/>
    <w:rsid w:val="004432CA"/>
    <w:rsid w:val="004432D0"/>
    <w:rsid w:val="004435CB"/>
    <w:rsid w:val="00443688"/>
    <w:rsid w:val="00443722"/>
    <w:rsid w:val="00444200"/>
    <w:rsid w:val="0044447A"/>
    <w:rsid w:val="004447D7"/>
    <w:rsid w:val="00444A79"/>
    <w:rsid w:val="004452A6"/>
    <w:rsid w:val="00445587"/>
    <w:rsid w:val="0044581F"/>
    <w:rsid w:val="00445F91"/>
    <w:rsid w:val="0044644F"/>
    <w:rsid w:val="004464F8"/>
    <w:rsid w:val="00446541"/>
    <w:rsid w:val="0044664D"/>
    <w:rsid w:val="00446860"/>
    <w:rsid w:val="004469A7"/>
    <w:rsid w:val="0044714A"/>
    <w:rsid w:val="004475D0"/>
    <w:rsid w:val="004478B3"/>
    <w:rsid w:val="00447BD3"/>
    <w:rsid w:val="0045000D"/>
    <w:rsid w:val="00450329"/>
    <w:rsid w:val="00450505"/>
    <w:rsid w:val="00450F27"/>
    <w:rsid w:val="00450FF7"/>
    <w:rsid w:val="00451033"/>
    <w:rsid w:val="004517C3"/>
    <w:rsid w:val="004528E7"/>
    <w:rsid w:val="00452C56"/>
    <w:rsid w:val="00452DE9"/>
    <w:rsid w:val="00452E60"/>
    <w:rsid w:val="00452F87"/>
    <w:rsid w:val="004531ED"/>
    <w:rsid w:val="00453288"/>
    <w:rsid w:val="00453530"/>
    <w:rsid w:val="004536AE"/>
    <w:rsid w:val="004537EB"/>
    <w:rsid w:val="00454425"/>
    <w:rsid w:val="00454646"/>
    <w:rsid w:val="0045486D"/>
    <w:rsid w:val="00454A4B"/>
    <w:rsid w:val="00454EAB"/>
    <w:rsid w:val="00455010"/>
    <w:rsid w:val="004550D2"/>
    <w:rsid w:val="004554D6"/>
    <w:rsid w:val="004558B8"/>
    <w:rsid w:val="004558C1"/>
    <w:rsid w:val="00455C80"/>
    <w:rsid w:val="00456765"/>
    <w:rsid w:val="00456886"/>
    <w:rsid w:val="004568A9"/>
    <w:rsid w:val="00457130"/>
    <w:rsid w:val="0045773C"/>
    <w:rsid w:val="00457799"/>
    <w:rsid w:val="00460064"/>
    <w:rsid w:val="004604D5"/>
    <w:rsid w:val="00460A1C"/>
    <w:rsid w:val="004615B9"/>
    <w:rsid w:val="00461786"/>
    <w:rsid w:val="004617F2"/>
    <w:rsid w:val="00461D72"/>
    <w:rsid w:val="00461E05"/>
    <w:rsid w:val="0046213B"/>
    <w:rsid w:val="00462AAB"/>
    <w:rsid w:val="00462C2B"/>
    <w:rsid w:val="0046329D"/>
    <w:rsid w:val="00463817"/>
    <w:rsid w:val="00463BA9"/>
    <w:rsid w:val="00463C96"/>
    <w:rsid w:val="00463CA7"/>
    <w:rsid w:val="0046404E"/>
    <w:rsid w:val="00464162"/>
    <w:rsid w:val="004646DA"/>
    <w:rsid w:val="00465088"/>
    <w:rsid w:val="004651E8"/>
    <w:rsid w:val="004658BA"/>
    <w:rsid w:val="00465E79"/>
    <w:rsid w:val="00465EB6"/>
    <w:rsid w:val="00466270"/>
    <w:rsid w:val="004663BE"/>
    <w:rsid w:val="00466EC2"/>
    <w:rsid w:val="00467101"/>
    <w:rsid w:val="004671E6"/>
    <w:rsid w:val="0046755B"/>
    <w:rsid w:val="004678B6"/>
    <w:rsid w:val="00467A8F"/>
    <w:rsid w:val="004704DA"/>
    <w:rsid w:val="00470714"/>
    <w:rsid w:val="00470BCF"/>
    <w:rsid w:val="004716C0"/>
    <w:rsid w:val="00471819"/>
    <w:rsid w:val="00472115"/>
    <w:rsid w:val="00472355"/>
    <w:rsid w:val="004726A8"/>
    <w:rsid w:val="00472A3D"/>
    <w:rsid w:val="00472C66"/>
    <w:rsid w:val="00472F69"/>
    <w:rsid w:val="0047313B"/>
    <w:rsid w:val="004737B3"/>
    <w:rsid w:val="00473BE0"/>
    <w:rsid w:val="00473C21"/>
    <w:rsid w:val="00473EFF"/>
    <w:rsid w:val="00474167"/>
    <w:rsid w:val="004743F2"/>
    <w:rsid w:val="004746CD"/>
    <w:rsid w:val="0047489F"/>
    <w:rsid w:val="00474F87"/>
    <w:rsid w:val="004750EF"/>
    <w:rsid w:val="00475108"/>
    <w:rsid w:val="00475109"/>
    <w:rsid w:val="00475584"/>
    <w:rsid w:val="00475905"/>
    <w:rsid w:val="00475C46"/>
    <w:rsid w:val="00475D4B"/>
    <w:rsid w:val="00475F9A"/>
    <w:rsid w:val="00476507"/>
    <w:rsid w:val="00476579"/>
    <w:rsid w:val="004765FE"/>
    <w:rsid w:val="0047663B"/>
    <w:rsid w:val="00476904"/>
    <w:rsid w:val="00476C00"/>
    <w:rsid w:val="00476DCE"/>
    <w:rsid w:val="00476FAB"/>
    <w:rsid w:val="00477027"/>
    <w:rsid w:val="00477527"/>
    <w:rsid w:val="004806CB"/>
    <w:rsid w:val="00480D85"/>
    <w:rsid w:val="00480FF7"/>
    <w:rsid w:val="00481072"/>
    <w:rsid w:val="004810BF"/>
    <w:rsid w:val="00481172"/>
    <w:rsid w:val="0048135F"/>
    <w:rsid w:val="00481774"/>
    <w:rsid w:val="004817E7"/>
    <w:rsid w:val="00481D21"/>
    <w:rsid w:val="004820D4"/>
    <w:rsid w:val="00482101"/>
    <w:rsid w:val="00482534"/>
    <w:rsid w:val="00482711"/>
    <w:rsid w:val="00482C16"/>
    <w:rsid w:val="00482CAA"/>
    <w:rsid w:val="004837B4"/>
    <w:rsid w:val="00483C87"/>
    <w:rsid w:val="00484080"/>
    <w:rsid w:val="0048419B"/>
    <w:rsid w:val="004842E8"/>
    <w:rsid w:val="00485143"/>
    <w:rsid w:val="004855F6"/>
    <w:rsid w:val="00485D73"/>
    <w:rsid w:val="00486017"/>
    <w:rsid w:val="00486117"/>
    <w:rsid w:val="0048646D"/>
    <w:rsid w:val="00486772"/>
    <w:rsid w:val="00486784"/>
    <w:rsid w:val="0048692E"/>
    <w:rsid w:val="00486BBE"/>
    <w:rsid w:val="00486E73"/>
    <w:rsid w:val="004870EB"/>
    <w:rsid w:val="00487404"/>
    <w:rsid w:val="004878D1"/>
    <w:rsid w:val="00487C90"/>
    <w:rsid w:val="00487DD7"/>
    <w:rsid w:val="00490042"/>
    <w:rsid w:val="0049030B"/>
    <w:rsid w:val="004906C6"/>
    <w:rsid w:val="00490B57"/>
    <w:rsid w:val="004917EA"/>
    <w:rsid w:val="004917F4"/>
    <w:rsid w:val="00491896"/>
    <w:rsid w:val="00491F29"/>
    <w:rsid w:val="004920D8"/>
    <w:rsid w:val="004922E3"/>
    <w:rsid w:val="00492565"/>
    <w:rsid w:val="00492D9E"/>
    <w:rsid w:val="00493449"/>
    <w:rsid w:val="00493522"/>
    <w:rsid w:val="00493545"/>
    <w:rsid w:val="00493679"/>
    <w:rsid w:val="00493D01"/>
    <w:rsid w:val="00494007"/>
    <w:rsid w:val="0049465A"/>
    <w:rsid w:val="00494C6B"/>
    <w:rsid w:val="00495505"/>
    <w:rsid w:val="004958CB"/>
    <w:rsid w:val="00495924"/>
    <w:rsid w:val="0049598B"/>
    <w:rsid w:val="00495A8B"/>
    <w:rsid w:val="00496EE9"/>
    <w:rsid w:val="00496EF7"/>
    <w:rsid w:val="00497670"/>
    <w:rsid w:val="0049793A"/>
    <w:rsid w:val="00497965"/>
    <w:rsid w:val="00497B58"/>
    <w:rsid w:val="00497FC8"/>
    <w:rsid w:val="004A000E"/>
    <w:rsid w:val="004A05EF"/>
    <w:rsid w:val="004A0BA0"/>
    <w:rsid w:val="004A0ECB"/>
    <w:rsid w:val="004A17AE"/>
    <w:rsid w:val="004A19E9"/>
    <w:rsid w:val="004A1C7F"/>
    <w:rsid w:val="004A200D"/>
    <w:rsid w:val="004A2097"/>
    <w:rsid w:val="004A2479"/>
    <w:rsid w:val="004A25BF"/>
    <w:rsid w:val="004A2CE7"/>
    <w:rsid w:val="004A2F6A"/>
    <w:rsid w:val="004A3262"/>
    <w:rsid w:val="004A3BBC"/>
    <w:rsid w:val="004A3C6A"/>
    <w:rsid w:val="004A3F93"/>
    <w:rsid w:val="004A3FCE"/>
    <w:rsid w:val="004A4007"/>
    <w:rsid w:val="004A408C"/>
    <w:rsid w:val="004A436D"/>
    <w:rsid w:val="004A4BD9"/>
    <w:rsid w:val="004A50E1"/>
    <w:rsid w:val="004A546D"/>
    <w:rsid w:val="004A5B5D"/>
    <w:rsid w:val="004A5FA6"/>
    <w:rsid w:val="004A5FDE"/>
    <w:rsid w:val="004A60DB"/>
    <w:rsid w:val="004A61CA"/>
    <w:rsid w:val="004A6348"/>
    <w:rsid w:val="004A63B0"/>
    <w:rsid w:val="004A6615"/>
    <w:rsid w:val="004A720B"/>
    <w:rsid w:val="004A77C5"/>
    <w:rsid w:val="004A7A33"/>
    <w:rsid w:val="004A7C33"/>
    <w:rsid w:val="004A7C66"/>
    <w:rsid w:val="004A7C9A"/>
    <w:rsid w:val="004B02ED"/>
    <w:rsid w:val="004B07F9"/>
    <w:rsid w:val="004B0C42"/>
    <w:rsid w:val="004B0DA4"/>
    <w:rsid w:val="004B119D"/>
    <w:rsid w:val="004B1360"/>
    <w:rsid w:val="004B162E"/>
    <w:rsid w:val="004B17F1"/>
    <w:rsid w:val="004B1D5E"/>
    <w:rsid w:val="004B235E"/>
    <w:rsid w:val="004B25A6"/>
    <w:rsid w:val="004B2C2F"/>
    <w:rsid w:val="004B2F92"/>
    <w:rsid w:val="004B319D"/>
    <w:rsid w:val="004B3788"/>
    <w:rsid w:val="004B37D1"/>
    <w:rsid w:val="004B3C85"/>
    <w:rsid w:val="004B3F34"/>
    <w:rsid w:val="004B45D4"/>
    <w:rsid w:val="004B48E1"/>
    <w:rsid w:val="004B5106"/>
    <w:rsid w:val="004B5428"/>
    <w:rsid w:val="004B64AA"/>
    <w:rsid w:val="004B67A8"/>
    <w:rsid w:val="004B6DC6"/>
    <w:rsid w:val="004B6FA4"/>
    <w:rsid w:val="004B7065"/>
    <w:rsid w:val="004B721C"/>
    <w:rsid w:val="004B7759"/>
    <w:rsid w:val="004B781B"/>
    <w:rsid w:val="004B7BAB"/>
    <w:rsid w:val="004B7DA9"/>
    <w:rsid w:val="004B7F5A"/>
    <w:rsid w:val="004C015C"/>
    <w:rsid w:val="004C0244"/>
    <w:rsid w:val="004C0245"/>
    <w:rsid w:val="004C0253"/>
    <w:rsid w:val="004C07B6"/>
    <w:rsid w:val="004C0B3F"/>
    <w:rsid w:val="004C0CE8"/>
    <w:rsid w:val="004C155A"/>
    <w:rsid w:val="004C194A"/>
    <w:rsid w:val="004C1CC1"/>
    <w:rsid w:val="004C1E19"/>
    <w:rsid w:val="004C2026"/>
    <w:rsid w:val="004C2030"/>
    <w:rsid w:val="004C2AA2"/>
    <w:rsid w:val="004C2B1B"/>
    <w:rsid w:val="004C31E5"/>
    <w:rsid w:val="004C3FD9"/>
    <w:rsid w:val="004C4183"/>
    <w:rsid w:val="004C50D1"/>
    <w:rsid w:val="004C5115"/>
    <w:rsid w:val="004C56D1"/>
    <w:rsid w:val="004C5ECF"/>
    <w:rsid w:val="004C6152"/>
    <w:rsid w:val="004C6175"/>
    <w:rsid w:val="004C67C4"/>
    <w:rsid w:val="004C744E"/>
    <w:rsid w:val="004C769D"/>
    <w:rsid w:val="004C7892"/>
    <w:rsid w:val="004C7987"/>
    <w:rsid w:val="004D0307"/>
    <w:rsid w:val="004D03F8"/>
    <w:rsid w:val="004D0510"/>
    <w:rsid w:val="004D0692"/>
    <w:rsid w:val="004D08EF"/>
    <w:rsid w:val="004D0A74"/>
    <w:rsid w:val="004D0EB8"/>
    <w:rsid w:val="004D0EE7"/>
    <w:rsid w:val="004D1064"/>
    <w:rsid w:val="004D1E32"/>
    <w:rsid w:val="004D1F15"/>
    <w:rsid w:val="004D2276"/>
    <w:rsid w:val="004D22DD"/>
    <w:rsid w:val="004D25FF"/>
    <w:rsid w:val="004D26B5"/>
    <w:rsid w:val="004D2D9E"/>
    <w:rsid w:val="004D2DC9"/>
    <w:rsid w:val="004D3790"/>
    <w:rsid w:val="004D37F9"/>
    <w:rsid w:val="004D3F2D"/>
    <w:rsid w:val="004D3FE4"/>
    <w:rsid w:val="004D4068"/>
    <w:rsid w:val="004D48F3"/>
    <w:rsid w:val="004D49EA"/>
    <w:rsid w:val="004D5057"/>
    <w:rsid w:val="004D50CE"/>
    <w:rsid w:val="004D574C"/>
    <w:rsid w:val="004D59EA"/>
    <w:rsid w:val="004D5EC5"/>
    <w:rsid w:val="004D6136"/>
    <w:rsid w:val="004D6171"/>
    <w:rsid w:val="004D68EF"/>
    <w:rsid w:val="004D6D9D"/>
    <w:rsid w:val="004D6F7A"/>
    <w:rsid w:val="004D7920"/>
    <w:rsid w:val="004E0175"/>
    <w:rsid w:val="004E0176"/>
    <w:rsid w:val="004E0591"/>
    <w:rsid w:val="004E0BAE"/>
    <w:rsid w:val="004E10A9"/>
    <w:rsid w:val="004E10D6"/>
    <w:rsid w:val="004E1183"/>
    <w:rsid w:val="004E1285"/>
    <w:rsid w:val="004E16C7"/>
    <w:rsid w:val="004E16FF"/>
    <w:rsid w:val="004E1856"/>
    <w:rsid w:val="004E1D7B"/>
    <w:rsid w:val="004E1E5C"/>
    <w:rsid w:val="004E2336"/>
    <w:rsid w:val="004E26D5"/>
    <w:rsid w:val="004E2D8F"/>
    <w:rsid w:val="004E399A"/>
    <w:rsid w:val="004E3A9D"/>
    <w:rsid w:val="004E3B7D"/>
    <w:rsid w:val="004E3BE7"/>
    <w:rsid w:val="004E472B"/>
    <w:rsid w:val="004E4D11"/>
    <w:rsid w:val="004E5019"/>
    <w:rsid w:val="004E5393"/>
    <w:rsid w:val="004E5518"/>
    <w:rsid w:val="004E6348"/>
    <w:rsid w:val="004E64A9"/>
    <w:rsid w:val="004E6690"/>
    <w:rsid w:val="004E6D9E"/>
    <w:rsid w:val="004E71A2"/>
    <w:rsid w:val="004E7709"/>
    <w:rsid w:val="004E7CD6"/>
    <w:rsid w:val="004F0614"/>
    <w:rsid w:val="004F0653"/>
    <w:rsid w:val="004F0AA8"/>
    <w:rsid w:val="004F11AD"/>
    <w:rsid w:val="004F132B"/>
    <w:rsid w:val="004F13E1"/>
    <w:rsid w:val="004F18B0"/>
    <w:rsid w:val="004F2756"/>
    <w:rsid w:val="004F2955"/>
    <w:rsid w:val="004F2A19"/>
    <w:rsid w:val="004F2E30"/>
    <w:rsid w:val="004F37B8"/>
    <w:rsid w:val="004F37CF"/>
    <w:rsid w:val="004F3BF4"/>
    <w:rsid w:val="004F3C90"/>
    <w:rsid w:val="004F4AC6"/>
    <w:rsid w:val="004F4D90"/>
    <w:rsid w:val="004F5003"/>
    <w:rsid w:val="004F508E"/>
    <w:rsid w:val="004F58B7"/>
    <w:rsid w:val="004F5C34"/>
    <w:rsid w:val="004F5C35"/>
    <w:rsid w:val="004F5D80"/>
    <w:rsid w:val="004F62EC"/>
    <w:rsid w:val="004F6743"/>
    <w:rsid w:val="004F6A47"/>
    <w:rsid w:val="004F6D66"/>
    <w:rsid w:val="004F6EF6"/>
    <w:rsid w:val="004F72A5"/>
    <w:rsid w:val="004F72AE"/>
    <w:rsid w:val="004F7480"/>
    <w:rsid w:val="004F7483"/>
    <w:rsid w:val="004F7CCE"/>
    <w:rsid w:val="00500434"/>
    <w:rsid w:val="005005CE"/>
    <w:rsid w:val="00500662"/>
    <w:rsid w:val="00500837"/>
    <w:rsid w:val="00500A87"/>
    <w:rsid w:val="00500B78"/>
    <w:rsid w:val="00500CFB"/>
    <w:rsid w:val="005014B1"/>
    <w:rsid w:val="005016C2"/>
    <w:rsid w:val="0050192A"/>
    <w:rsid w:val="00501BF4"/>
    <w:rsid w:val="00501E47"/>
    <w:rsid w:val="00501EBB"/>
    <w:rsid w:val="00501F53"/>
    <w:rsid w:val="00502316"/>
    <w:rsid w:val="00502516"/>
    <w:rsid w:val="00502AB6"/>
    <w:rsid w:val="00502E59"/>
    <w:rsid w:val="00502ED3"/>
    <w:rsid w:val="005036BB"/>
    <w:rsid w:val="00503838"/>
    <w:rsid w:val="00503B1D"/>
    <w:rsid w:val="0050429A"/>
    <w:rsid w:val="00504C26"/>
    <w:rsid w:val="00504D7A"/>
    <w:rsid w:val="00505296"/>
    <w:rsid w:val="0050533C"/>
    <w:rsid w:val="00505487"/>
    <w:rsid w:val="005055F3"/>
    <w:rsid w:val="00505730"/>
    <w:rsid w:val="0050684A"/>
    <w:rsid w:val="00506C2E"/>
    <w:rsid w:val="00507000"/>
    <w:rsid w:val="00507091"/>
    <w:rsid w:val="0050725F"/>
    <w:rsid w:val="00507433"/>
    <w:rsid w:val="0050744A"/>
    <w:rsid w:val="0050765B"/>
    <w:rsid w:val="005078DA"/>
    <w:rsid w:val="00507CB4"/>
    <w:rsid w:val="00507D0B"/>
    <w:rsid w:val="00507FB7"/>
    <w:rsid w:val="0051033F"/>
    <w:rsid w:val="005103A2"/>
    <w:rsid w:val="00510480"/>
    <w:rsid w:val="00510853"/>
    <w:rsid w:val="005108C8"/>
    <w:rsid w:val="00510B61"/>
    <w:rsid w:val="00511111"/>
    <w:rsid w:val="0051159C"/>
    <w:rsid w:val="00511668"/>
    <w:rsid w:val="00511A16"/>
    <w:rsid w:val="00511B1A"/>
    <w:rsid w:val="00512A48"/>
    <w:rsid w:val="0051397F"/>
    <w:rsid w:val="00513B77"/>
    <w:rsid w:val="00514008"/>
    <w:rsid w:val="00514496"/>
    <w:rsid w:val="005144BC"/>
    <w:rsid w:val="0051495B"/>
    <w:rsid w:val="00514BD5"/>
    <w:rsid w:val="0051528F"/>
    <w:rsid w:val="005152C1"/>
    <w:rsid w:val="0051557C"/>
    <w:rsid w:val="00515707"/>
    <w:rsid w:val="00515742"/>
    <w:rsid w:val="00515D4C"/>
    <w:rsid w:val="00516229"/>
    <w:rsid w:val="005164E3"/>
    <w:rsid w:val="00516E22"/>
    <w:rsid w:val="00517943"/>
    <w:rsid w:val="00520385"/>
    <w:rsid w:val="00520500"/>
    <w:rsid w:val="005205F7"/>
    <w:rsid w:val="005207BD"/>
    <w:rsid w:val="00520B8C"/>
    <w:rsid w:val="00520F2B"/>
    <w:rsid w:val="00521561"/>
    <w:rsid w:val="0052189E"/>
    <w:rsid w:val="0052273F"/>
    <w:rsid w:val="0052353F"/>
    <w:rsid w:val="00523934"/>
    <w:rsid w:val="00524656"/>
    <w:rsid w:val="00525138"/>
    <w:rsid w:val="005257F4"/>
    <w:rsid w:val="005259C5"/>
    <w:rsid w:val="005259D2"/>
    <w:rsid w:val="00525D31"/>
    <w:rsid w:val="00525D84"/>
    <w:rsid w:val="005261AC"/>
    <w:rsid w:val="005273B5"/>
    <w:rsid w:val="005273B9"/>
    <w:rsid w:val="005273C5"/>
    <w:rsid w:val="005279DB"/>
    <w:rsid w:val="00527A3C"/>
    <w:rsid w:val="00527AFE"/>
    <w:rsid w:val="00527C04"/>
    <w:rsid w:val="00527C33"/>
    <w:rsid w:val="00531356"/>
    <w:rsid w:val="005314A4"/>
    <w:rsid w:val="0053158B"/>
    <w:rsid w:val="0053160F"/>
    <w:rsid w:val="00531B91"/>
    <w:rsid w:val="005320A9"/>
    <w:rsid w:val="005323E8"/>
    <w:rsid w:val="005327DD"/>
    <w:rsid w:val="00533286"/>
    <w:rsid w:val="005336BF"/>
    <w:rsid w:val="00533A3F"/>
    <w:rsid w:val="00533B29"/>
    <w:rsid w:val="00533CD5"/>
    <w:rsid w:val="00533EA6"/>
    <w:rsid w:val="00534107"/>
    <w:rsid w:val="00534940"/>
    <w:rsid w:val="0053497E"/>
    <w:rsid w:val="00534F88"/>
    <w:rsid w:val="00535653"/>
    <w:rsid w:val="00535FB6"/>
    <w:rsid w:val="005360E0"/>
    <w:rsid w:val="005362E2"/>
    <w:rsid w:val="00536FE5"/>
    <w:rsid w:val="0053713A"/>
    <w:rsid w:val="005371E2"/>
    <w:rsid w:val="00537414"/>
    <w:rsid w:val="0053747F"/>
    <w:rsid w:val="00537CDC"/>
    <w:rsid w:val="005405D1"/>
    <w:rsid w:val="005406DB"/>
    <w:rsid w:val="00541CB4"/>
    <w:rsid w:val="00542CD8"/>
    <w:rsid w:val="00542DFC"/>
    <w:rsid w:val="0054358B"/>
    <w:rsid w:val="005435D7"/>
    <w:rsid w:val="005435F5"/>
    <w:rsid w:val="0054386A"/>
    <w:rsid w:val="00543B1D"/>
    <w:rsid w:val="005446FA"/>
    <w:rsid w:val="00544B21"/>
    <w:rsid w:val="00544D44"/>
    <w:rsid w:val="00544E91"/>
    <w:rsid w:val="00545611"/>
    <w:rsid w:val="005457AF"/>
    <w:rsid w:val="005460C8"/>
    <w:rsid w:val="00546100"/>
    <w:rsid w:val="0054613F"/>
    <w:rsid w:val="005468AD"/>
    <w:rsid w:val="00546A44"/>
    <w:rsid w:val="00547421"/>
    <w:rsid w:val="00547788"/>
    <w:rsid w:val="00547D4A"/>
    <w:rsid w:val="00547E82"/>
    <w:rsid w:val="0055018B"/>
    <w:rsid w:val="00550316"/>
    <w:rsid w:val="005509B2"/>
    <w:rsid w:val="00550DEB"/>
    <w:rsid w:val="00550E5F"/>
    <w:rsid w:val="00550FC8"/>
    <w:rsid w:val="0055122D"/>
    <w:rsid w:val="005513FC"/>
    <w:rsid w:val="00551669"/>
    <w:rsid w:val="00551A98"/>
    <w:rsid w:val="005520A5"/>
    <w:rsid w:val="005523C5"/>
    <w:rsid w:val="0055260A"/>
    <w:rsid w:val="00552BF4"/>
    <w:rsid w:val="00552E4B"/>
    <w:rsid w:val="0055383D"/>
    <w:rsid w:val="00553907"/>
    <w:rsid w:val="00553EC2"/>
    <w:rsid w:val="005542F0"/>
    <w:rsid w:val="005547B0"/>
    <w:rsid w:val="00555368"/>
    <w:rsid w:val="00555585"/>
    <w:rsid w:val="00555634"/>
    <w:rsid w:val="00555800"/>
    <w:rsid w:val="00556024"/>
    <w:rsid w:val="0055633E"/>
    <w:rsid w:val="0055776E"/>
    <w:rsid w:val="00557A00"/>
    <w:rsid w:val="00557F07"/>
    <w:rsid w:val="00557FAE"/>
    <w:rsid w:val="00560038"/>
    <w:rsid w:val="0056071B"/>
    <w:rsid w:val="00560B90"/>
    <w:rsid w:val="00560C3E"/>
    <w:rsid w:val="00561009"/>
    <w:rsid w:val="0056141A"/>
    <w:rsid w:val="00561EC2"/>
    <w:rsid w:val="00561FC3"/>
    <w:rsid w:val="005624AF"/>
    <w:rsid w:val="00562616"/>
    <w:rsid w:val="00562CD4"/>
    <w:rsid w:val="00563025"/>
    <w:rsid w:val="00563104"/>
    <w:rsid w:val="00563360"/>
    <w:rsid w:val="00563597"/>
    <w:rsid w:val="00563934"/>
    <w:rsid w:val="005639C3"/>
    <w:rsid w:val="00564139"/>
    <w:rsid w:val="005642D5"/>
    <w:rsid w:val="005643C7"/>
    <w:rsid w:val="00564452"/>
    <w:rsid w:val="005644FA"/>
    <w:rsid w:val="0056451E"/>
    <w:rsid w:val="005652DC"/>
    <w:rsid w:val="00565720"/>
    <w:rsid w:val="00565CD3"/>
    <w:rsid w:val="005661F2"/>
    <w:rsid w:val="005661FA"/>
    <w:rsid w:val="005665B7"/>
    <w:rsid w:val="00566686"/>
    <w:rsid w:val="005668D1"/>
    <w:rsid w:val="00566B7D"/>
    <w:rsid w:val="0056765C"/>
    <w:rsid w:val="00567978"/>
    <w:rsid w:val="00570207"/>
    <w:rsid w:val="005704B9"/>
    <w:rsid w:val="00570AFA"/>
    <w:rsid w:val="00570C3F"/>
    <w:rsid w:val="00571055"/>
    <w:rsid w:val="00571339"/>
    <w:rsid w:val="00571636"/>
    <w:rsid w:val="00571B00"/>
    <w:rsid w:val="005724FA"/>
    <w:rsid w:val="00572680"/>
    <w:rsid w:val="00572BA6"/>
    <w:rsid w:val="005736A8"/>
    <w:rsid w:val="00573724"/>
    <w:rsid w:val="0057378D"/>
    <w:rsid w:val="00574427"/>
    <w:rsid w:val="00574B6B"/>
    <w:rsid w:val="00574C89"/>
    <w:rsid w:val="00575926"/>
    <w:rsid w:val="00575B93"/>
    <w:rsid w:val="00575D6E"/>
    <w:rsid w:val="005763B9"/>
    <w:rsid w:val="0057687F"/>
    <w:rsid w:val="005771A7"/>
    <w:rsid w:val="00577B73"/>
    <w:rsid w:val="00577F6A"/>
    <w:rsid w:val="00581327"/>
    <w:rsid w:val="00581904"/>
    <w:rsid w:val="00581A43"/>
    <w:rsid w:val="00581BA6"/>
    <w:rsid w:val="00581E64"/>
    <w:rsid w:val="00581F4E"/>
    <w:rsid w:val="005822F1"/>
    <w:rsid w:val="00582661"/>
    <w:rsid w:val="00582C8B"/>
    <w:rsid w:val="00582E11"/>
    <w:rsid w:val="00583096"/>
    <w:rsid w:val="0058324B"/>
    <w:rsid w:val="005833D2"/>
    <w:rsid w:val="005836F2"/>
    <w:rsid w:val="00583C31"/>
    <w:rsid w:val="00583D59"/>
    <w:rsid w:val="0058499B"/>
    <w:rsid w:val="00584A72"/>
    <w:rsid w:val="00584E9C"/>
    <w:rsid w:val="00584EFA"/>
    <w:rsid w:val="00585614"/>
    <w:rsid w:val="005859C1"/>
    <w:rsid w:val="00585DF0"/>
    <w:rsid w:val="00586051"/>
    <w:rsid w:val="00586126"/>
    <w:rsid w:val="00586A91"/>
    <w:rsid w:val="00586B65"/>
    <w:rsid w:val="00587257"/>
    <w:rsid w:val="005903F4"/>
    <w:rsid w:val="0059049D"/>
    <w:rsid w:val="0059059B"/>
    <w:rsid w:val="005908FF"/>
    <w:rsid w:val="00590952"/>
    <w:rsid w:val="00590997"/>
    <w:rsid w:val="00590C45"/>
    <w:rsid w:val="00590E34"/>
    <w:rsid w:val="00590F6D"/>
    <w:rsid w:val="00591390"/>
    <w:rsid w:val="005913B8"/>
    <w:rsid w:val="00591690"/>
    <w:rsid w:val="00591880"/>
    <w:rsid w:val="00591D73"/>
    <w:rsid w:val="0059253D"/>
    <w:rsid w:val="00592703"/>
    <w:rsid w:val="005927E0"/>
    <w:rsid w:val="00592B14"/>
    <w:rsid w:val="00592C8A"/>
    <w:rsid w:val="00592DFA"/>
    <w:rsid w:val="00593024"/>
    <w:rsid w:val="0059342C"/>
    <w:rsid w:val="005937B6"/>
    <w:rsid w:val="005939AB"/>
    <w:rsid w:val="00593A9D"/>
    <w:rsid w:val="00593C30"/>
    <w:rsid w:val="00593F0A"/>
    <w:rsid w:val="005942E1"/>
    <w:rsid w:val="005943E7"/>
    <w:rsid w:val="005944E2"/>
    <w:rsid w:val="00594FBA"/>
    <w:rsid w:val="005952FE"/>
    <w:rsid w:val="0059558F"/>
    <w:rsid w:val="00595856"/>
    <w:rsid w:val="00595AC0"/>
    <w:rsid w:val="00595AE4"/>
    <w:rsid w:val="00596344"/>
    <w:rsid w:val="0059667C"/>
    <w:rsid w:val="00596E62"/>
    <w:rsid w:val="0059730D"/>
    <w:rsid w:val="00597375"/>
    <w:rsid w:val="00597B86"/>
    <w:rsid w:val="005A0682"/>
    <w:rsid w:val="005A08CB"/>
    <w:rsid w:val="005A09C9"/>
    <w:rsid w:val="005A09F3"/>
    <w:rsid w:val="005A10CD"/>
    <w:rsid w:val="005A13B6"/>
    <w:rsid w:val="005A18F9"/>
    <w:rsid w:val="005A1C02"/>
    <w:rsid w:val="005A2619"/>
    <w:rsid w:val="005A2B6C"/>
    <w:rsid w:val="005A2C71"/>
    <w:rsid w:val="005A2D98"/>
    <w:rsid w:val="005A2F23"/>
    <w:rsid w:val="005A303A"/>
    <w:rsid w:val="005A3229"/>
    <w:rsid w:val="005A3358"/>
    <w:rsid w:val="005A350B"/>
    <w:rsid w:val="005A3CE7"/>
    <w:rsid w:val="005A3D4E"/>
    <w:rsid w:val="005A3DB0"/>
    <w:rsid w:val="005A3F05"/>
    <w:rsid w:val="005A4794"/>
    <w:rsid w:val="005A4D61"/>
    <w:rsid w:val="005A5010"/>
    <w:rsid w:val="005A540C"/>
    <w:rsid w:val="005A5830"/>
    <w:rsid w:val="005A5ADB"/>
    <w:rsid w:val="005A5E46"/>
    <w:rsid w:val="005A64ED"/>
    <w:rsid w:val="005A69B6"/>
    <w:rsid w:val="005A69F4"/>
    <w:rsid w:val="005A6DD2"/>
    <w:rsid w:val="005A6EB7"/>
    <w:rsid w:val="005A6F0E"/>
    <w:rsid w:val="005A7713"/>
    <w:rsid w:val="005A7851"/>
    <w:rsid w:val="005A7A1F"/>
    <w:rsid w:val="005A7D29"/>
    <w:rsid w:val="005A7F0A"/>
    <w:rsid w:val="005B08C3"/>
    <w:rsid w:val="005B1781"/>
    <w:rsid w:val="005B1B7F"/>
    <w:rsid w:val="005B2343"/>
    <w:rsid w:val="005B26CA"/>
    <w:rsid w:val="005B2B3A"/>
    <w:rsid w:val="005B2E2E"/>
    <w:rsid w:val="005B3014"/>
    <w:rsid w:val="005B314E"/>
    <w:rsid w:val="005B3C6A"/>
    <w:rsid w:val="005B44F9"/>
    <w:rsid w:val="005B4726"/>
    <w:rsid w:val="005B55F4"/>
    <w:rsid w:val="005B596D"/>
    <w:rsid w:val="005B5E8D"/>
    <w:rsid w:val="005B6408"/>
    <w:rsid w:val="005B6574"/>
    <w:rsid w:val="005B6B0C"/>
    <w:rsid w:val="005B6DBE"/>
    <w:rsid w:val="005B70B4"/>
    <w:rsid w:val="005B75FB"/>
    <w:rsid w:val="005B77B1"/>
    <w:rsid w:val="005B7A71"/>
    <w:rsid w:val="005C0214"/>
    <w:rsid w:val="005C042C"/>
    <w:rsid w:val="005C103F"/>
    <w:rsid w:val="005C15B9"/>
    <w:rsid w:val="005C1A6E"/>
    <w:rsid w:val="005C2C25"/>
    <w:rsid w:val="005C346E"/>
    <w:rsid w:val="005C367D"/>
    <w:rsid w:val="005C38AD"/>
    <w:rsid w:val="005C3C5C"/>
    <w:rsid w:val="005C3E2D"/>
    <w:rsid w:val="005C4E89"/>
    <w:rsid w:val="005C4FAA"/>
    <w:rsid w:val="005C5176"/>
    <w:rsid w:val="005C51DC"/>
    <w:rsid w:val="005C5594"/>
    <w:rsid w:val="005C58C8"/>
    <w:rsid w:val="005C5EA6"/>
    <w:rsid w:val="005C6DB4"/>
    <w:rsid w:val="005C6E6F"/>
    <w:rsid w:val="005C7107"/>
    <w:rsid w:val="005C730C"/>
    <w:rsid w:val="005C7DCE"/>
    <w:rsid w:val="005D067D"/>
    <w:rsid w:val="005D07D4"/>
    <w:rsid w:val="005D0C45"/>
    <w:rsid w:val="005D0EF3"/>
    <w:rsid w:val="005D11A5"/>
    <w:rsid w:val="005D188C"/>
    <w:rsid w:val="005D1F29"/>
    <w:rsid w:val="005D1FB2"/>
    <w:rsid w:val="005D226B"/>
    <w:rsid w:val="005D2906"/>
    <w:rsid w:val="005D32FC"/>
    <w:rsid w:val="005D3625"/>
    <w:rsid w:val="005D3880"/>
    <w:rsid w:val="005D3EDC"/>
    <w:rsid w:val="005D40A5"/>
    <w:rsid w:val="005D4290"/>
    <w:rsid w:val="005D45CF"/>
    <w:rsid w:val="005D4CD8"/>
    <w:rsid w:val="005D53C7"/>
    <w:rsid w:val="005D54C3"/>
    <w:rsid w:val="005D5570"/>
    <w:rsid w:val="005D5F6C"/>
    <w:rsid w:val="005D6BB6"/>
    <w:rsid w:val="005D6F1B"/>
    <w:rsid w:val="005D6F76"/>
    <w:rsid w:val="005D790C"/>
    <w:rsid w:val="005E0127"/>
    <w:rsid w:val="005E0263"/>
    <w:rsid w:val="005E0833"/>
    <w:rsid w:val="005E0981"/>
    <w:rsid w:val="005E0C24"/>
    <w:rsid w:val="005E0CE0"/>
    <w:rsid w:val="005E1287"/>
    <w:rsid w:val="005E1AEC"/>
    <w:rsid w:val="005E1CC3"/>
    <w:rsid w:val="005E1F7E"/>
    <w:rsid w:val="005E21E6"/>
    <w:rsid w:val="005E2234"/>
    <w:rsid w:val="005E24A6"/>
    <w:rsid w:val="005E2514"/>
    <w:rsid w:val="005E2690"/>
    <w:rsid w:val="005E2E44"/>
    <w:rsid w:val="005E2F08"/>
    <w:rsid w:val="005E2F9C"/>
    <w:rsid w:val="005E3118"/>
    <w:rsid w:val="005E37DA"/>
    <w:rsid w:val="005E37E9"/>
    <w:rsid w:val="005E3EAB"/>
    <w:rsid w:val="005E4597"/>
    <w:rsid w:val="005E4717"/>
    <w:rsid w:val="005E4735"/>
    <w:rsid w:val="005E4D81"/>
    <w:rsid w:val="005E4F20"/>
    <w:rsid w:val="005E4F2F"/>
    <w:rsid w:val="005E4FC1"/>
    <w:rsid w:val="005E5221"/>
    <w:rsid w:val="005E5826"/>
    <w:rsid w:val="005E5D68"/>
    <w:rsid w:val="005E611C"/>
    <w:rsid w:val="005E62FF"/>
    <w:rsid w:val="005E653B"/>
    <w:rsid w:val="005E6760"/>
    <w:rsid w:val="005E6D02"/>
    <w:rsid w:val="005E6FC4"/>
    <w:rsid w:val="005E711F"/>
    <w:rsid w:val="005E71E3"/>
    <w:rsid w:val="005E73B1"/>
    <w:rsid w:val="005E76D5"/>
    <w:rsid w:val="005E79F2"/>
    <w:rsid w:val="005E7A68"/>
    <w:rsid w:val="005E7E3E"/>
    <w:rsid w:val="005E7E6D"/>
    <w:rsid w:val="005F08EF"/>
    <w:rsid w:val="005F09AB"/>
    <w:rsid w:val="005F0F37"/>
    <w:rsid w:val="005F0FA1"/>
    <w:rsid w:val="005F0FB7"/>
    <w:rsid w:val="005F1459"/>
    <w:rsid w:val="005F15F1"/>
    <w:rsid w:val="005F174E"/>
    <w:rsid w:val="005F1A2B"/>
    <w:rsid w:val="005F1F95"/>
    <w:rsid w:val="005F217D"/>
    <w:rsid w:val="005F2390"/>
    <w:rsid w:val="005F2463"/>
    <w:rsid w:val="005F2D9F"/>
    <w:rsid w:val="005F2FA8"/>
    <w:rsid w:val="005F2FB8"/>
    <w:rsid w:val="005F3077"/>
    <w:rsid w:val="005F31F2"/>
    <w:rsid w:val="005F3932"/>
    <w:rsid w:val="005F39C0"/>
    <w:rsid w:val="005F3CB4"/>
    <w:rsid w:val="005F3E07"/>
    <w:rsid w:val="005F3E21"/>
    <w:rsid w:val="005F3F39"/>
    <w:rsid w:val="005F3F9D"/>
    <w:rsid w:val="005F43DA"/>
    <w:rsid w:val="005F4485"/>
    <w:rsid w:val="005F48D5"/>
    <w:rsid w:val="005F5547"/>
    <w:rsid w:val="005F59C7"/>
    <w:rsid w:val="005F5AD9"/>
    <w:rsid w:val="005F5AF8"/>
    <w:rsid w:val="005F5CE3"/>
    <w:rsid w:val="005F62FB"/>
    <w:rsid w:val="005F650D"/>
    <w:rsid w:val="005F6605"/>
    <w:rsid w:val="005F6686"/>
    <w:rsid w:val="005F6FD5"/>
    <w:rsid w:val="005F743A"/>
    <w:rsid w:val="005F77A9"/>
    <w:rsid w:val="005F7E67"/>
    <w:rsid w:val="00600734"/>
    <w:rsid w:val="006007AA"/>
    <w:rsid w:val="00600BF0"/>
    <w:rsid w:val="00600DD9"/>
    <w:rsid w:val="006014E8"/>
    <w:rsid w:val="00601A7E"/>
    <w:rsid w:val="00601FF7"/>
    <w:rsid w:val="0060208D"/>
    <w:rsid w:val="006022C0"/>
    <w:rsid w:val="0060260F"/>
    <w:rsid w:val="00602716"/>
    <w:rsid w:val="006027B1"/>
    <w:rsid w:val="00602D44"/>
    <w:rsid w:val="00602F4C"/>
    <w:rsid w:val="00603072"/>
    <w:rsid w:val="006030DC"/>
    <w:rsid w:val="006031F5"/>
    <w:rsid w:val="00603684"/>
    <w:rsid w:val="0060378F"/>
    <w:rsid w:val="006041A9"/>
    <w:rsid w:val="006042BA"/>
    <w:rsid w:val="00604391"/>
    <w:rsid w:val="006043AD"/>
    <w:rsid w:val="00604DD4"/>
    <w:rsid w:val="0060509A"/>
    <w:rsid w:val="00605170"/>
    <w:rsid w:val="0060517B"/>
    <w:rsid w:val="006052DB"/>
    <w:rsid w:val="0060542E"/>
    <w:rsid w:val="00605D5D"/>
    <w:rsid w:val="00605D7A"/>
    <w:rsid w:val="00605E09"/>
    <w:rsid w:val="00605EC4"/>
    <w:rsid w:val="00605F05"/>
    <w:rsid w:val="0060615C"/>
    <w:rsid w:val="00606551"/>
    <w:rsid w:val="00606769"/>
    <w:rsid w:val="0060679E"/>
    <w:rsid w:val="00606E8D"/>
    <w:rsid w:val="0060712A"/>
    <w:rsid w:val="00607414"/>
    <w:rsid w:val="00607609"/>
    <w:rsid w:val="0060769D"/>
    <w:rsid w:val="00607C19"/>
    <w:rsid w:val="006107F6"/>
    <w:rsid w:val="00610CAD"/>
    <w:rsid w:val="006115C8"/>
    <w:rsid w:val="00611DEC"/>
    <w:rsid w:val="00611F24"/>
    <w:rsid w:val="00612007"/>
    <w:rsid w:val="006122D1"/>
    <w:rsid w:val="0061237B"/>
    <w:rsid w:val="006128C0"/>
    <w:rsid w:val="006128C8"/>
    <w:rsid w:val="00612B1C"/>
    <w:rsid w:val="006132E4"/>
    <w:rsid w:val="00613423"/>
    <w:rsid w:val="00613CE1"/>
    <w:rsid w:val="00613DCC"/>
    <w:rsid w:val="00614466"/>
    <w:rsid w:val="00614846"/>
    <w:rsid w:val="006148BA"/>
    <w:rsid w:val="00614AD8"/>
    <w:rsid w:val="00614AFB"/>
    <w:rsid w:val="00614C09"/>
    <w:rsid w:val="00614D2A"/>
    <w:rsid w:val="006151FB"/>
    <w:rsid w:val="0061548F"/>
    <w:rsid w:val="0061641E"/>
    <w:rsid w:val="006168F5"/>
    <w:rsid w:val="00616A11"/>
    <w:rsid w:val="00616D76"/>
    <w:rsid w:val="00617955"/>
    <w:rsid w:val="00617A3B"/>
    <w:rsid w:val="00617E79"/>
    <w:rsid w:val="0062013A"/>
    <w:rsid w:val="006206D4"/>
    <w:rsid w:val="006206EE"/>
    <w:rsid w:val="00620A19"/>
    <w:rsid w:val="00620A52"/>
    <w:rsid w:val="00620EC1"/>
    <w:rsid w:val="0062103D"/>
    <w:rsid w:val="006211B6"/>
    <w:rsid w:val="00621635"/>
    <w:rsid w:val="00621D3D"/>
    <w:rsid w:val="00621E59"/>
    <w:rsid w:val="006221E6"/>
    <w:rsid w:val="00622812"/>
    <w:rsid w:val="0062290D"/>
    <w:rsid w:val="00622C8C"/>
    <w:rsid w:val="0062305D"/>
    <w:rsid w:val="006231E8"/>
    <w:rsid w:val="00623A0A"/>
    <w:rsid w:val="00623D04"/>
    <w:rsid w:val="0062420C"/>
    <w:rsid w:val="006243E1"/>
    <w:rsid w:val="00624458"/>
    <w:rsid w:val="00624760"/>
    <w:rsid w:val="00624866"/>
    <w:rsid w:val="00624CC5"/>
    <w:rsid w:val="00624DBD"/>
    <w:rsid w:val="00624FF0"/>
    <w:rsid w:val="0062504F"/>
    <w:rsid w:val="0062546A"/>
    <w:rsid w:val="00625497"/>
    <w:rsid w:val="0062593E"/>
    <w:rsid w:val="00625C62"/>
    <w:rsid w:val="00625D57"/>
    <w:rsid w:val="0062638F"/>
    <w:rsid w:val="00626DA4"/>
    <w:rsid w:val="0062728F"/>
    <w:rsid w:val="006272E5"/>
    <w:rsid w:val="00627326"/>
    <w:rsid w:val="00627345"/>
    <w:rsid w:val="0062756F"/>
    <w:rsid w:val="00627AE8"/>
    <w:rsid w:val="00627D01"/>
    <w:rsid w:val="00630B70"/>
    <w:rsid w:val="00630C54"/>
    <w:rsid w:val="00630CA8"/>
    <w:rsid w:val="00630F52"/>
    <w:rsid w:val="00630FA2"/>
    <w:rsid w:val="00631117"/>
    <w:rsid w:val="00631724"/>
    <w:rsid w:val="00631DFE"/>
    <w:rsid w:val="00632259"/>
    <w:rsid w:val="0063254B"/>
    <w:rsid w:val="00632A71"/>
    <w:rsid w:val="00632D08"/>
    <w:rsid w:val="00632E4D"/>
    <w:rsid w:val="006331E3"/>
    <w:rsid w:val="00633332"/>
    <w:rsid w:val="006333C1"/>
    <w:rsid w:val="00633721"/>
    <w:rsid w:val="006338BB"/>
    <w:rsid w:val="00633A9C"/>
    <w:rsid w:val="00633B8F"/>
    <w:rsid w:val="00633E7A"/>
    <w:rsid w:val="00634A44"/>
    <w:rsid w:val="00634E19"/>
    <w:rsid w:val="00634F2A"/>
    <w:rsid w:val="006351AA"/>
    <w:rsid w:val="006351BE"/>
    <w:rsid w:val="00635868"/>
    <w:rsid w:val="00635ACE"/>
    <w:rsid w:val="00635BE6"/>
    <w:rsid w:val="00635DD5"/>
    <w:rsid w:val="00635F4B"/>
    <w:rsid w:val="006361CE"/>
    <w:rsid w:val="006363EE"/>
    <w:rsid w:val="006373EF"/>
    <w:rsid w:val="00637963"/>
    <w:rsid w:val="00637D81"/>
    <w:rsid w:val="00637FA0"/>
    <w:rsid w:val="00637FC9"/>
    <w:rsid w:val="00640A9E"/>
    <w:rsid w:val="00640BDD"/>
    <w:rsid w:val="0064153D"/>
    <w:rsid w:val="00641837"/>
    <w:rsid w:val="006422FE"/>
    <w:rsid w:val="00642386"/>
    <w:rsid w:val="00642EA0"/>
    <w:rsid w:val="0064317C"/>
    <w:rsid w:val="00643399"/>
    <w:rsid w:val="00643D46"/>
    <w:rsid w:val="006448C1"/>
    <w:rsid w:val="00644C09"/>
    <w:rsid w:val="00644FF3"/>
    <w:rsid w:val="00645498"/>
    <w:rsid w:val="006457A5"/>
    <w:rsid w:val="00645C80"/>
    <w:rsid w:val="0064675F"/>
    <w:rsid w:val="00646865"/>
    <w:rsid w:val="00646A3F"/>
    <w:rsid w:val="00646AB2"/>
    <w:rsid w:val="00646BD1"/>
    <w:rsid w:val="00646C96"/>
    <w:rsid w:val="00646F89"/>
    <w:rsid w:val="006472D0"/>
    <w:rsid w:val="00647376"/>
    <w:rsid w:val="00647FA1"/>
    <w:rsid w:val="00647FE6"/>
    <w:rsid w:val="00650019"/>
    <w:rsid w:val="00650073"/>
    <w:rsid w:val="00650142"/>
    <w:rsid w:val="006501CF"/>
    <w:rsid w:val="006501DC"/>
    <w:rsid w:val="006509A8"/>
    <w:rsid w:val="006509ED"/>
    <w:rsid w:val="00650D06"/>
    <w:rsid w:val="00650D7C"/>
    <w:rsid w:val="00650D91"/>
    <w:rsid w:val="00650ED2"/>
    <w:rsid w:val="00650F40"/>
    <w:rsid w:val="00650FC0"/>
    <w:rsid w:val="006516E0"/>
    <w:rsid w:val="00651E2B"/>
    <w:rsid w:val="00651E42"/>
    <w:rsid w:val="00651E84"/>
    <w:rsid w:val="00651FD2"/>
    <w:rsid w:val="006528E2"/>
    <w:rsid w:val="00652BC1"/>
    <w:rsid w:val="00652C0E"/>
    <w:rsid w:val="00652C53"/>
    <w:rsid w:val="00653087"/>
    <w:rsid w:val="00653E1D"/>
    <w:rsid w:val="00653EE1"/>
    <w:rsid w:val="0065438A"/>
    <w:rsid w:val="006544A2"/>
    <w:rsid w:val="006544E6"/>
    <w:rsid w:val="006547C6"/>
    <w:rsid w:val="00654880"/>
    <w:rsid w:val="006549D2"/>
    <w:rsid w:val="00654BB4"/>
    <w:rsid w:val="006552A8"/>
    <w:rsid w:val="006554E8"/>
    <w:rsid w:val="006559D9"/>
    <w:rsid w:val="00655A5E"/>
    <w:rsid w:val="00655E37"/>
    <w:rsid w:val="0065607E"/>
    <w:rsid w:val="006561FE"/>
    <w:rsid w:val="00656291"/>
    <w:rsid w:val="00656482"/>
    <w:rsid w:val="006565BD"/>
    <w:rsid w:val="006565FE"/>
    <w:rsid w:val="0065681B"/>
    <w:rsid w:val="00656854"/>
    <w:rsid w:val="00656A48"/>
    <w:rsid w:val="0065777D"/>
    <w:rsid w:val="00657A50"/>
    <w:rsid w:val="00657C5D"/>
    <w:rsid w:val="00657DA1"/>
    <w:rsid w:val="00660523"/>
    <w:rsid w:val="006607BB"/>
    <w:rsid w:val="00661280"/>
    <w:rsid w:val="0066179A"/>
    <w:rsid w:val="006619C9"/>
    <w:rsid w:val="00661ED3"/>
    <w:rsid w:val="00661F7C"/>
    <w:rsid w:val="00661FF2"/>
    <w:rsid w:val="006623FB"/>
    <w:rsid w:val="0066264A"/>
    <w:rsid w:val="006626A0"/>
    <w:rsid w:val="00662731"/>
    <w:rsid w:val="006628CA"/>
    <w:rsid w:val="00662B46"/>
    <w:rsid w:val="00663348"/>
    <w:rsid w:val="00663410"/>
    <w:rsid w:val="006639CC"/>
    <w:rsid w:val="006644B3"/>
    <w:rsid w:val="00664B6C"/>
    <w:rsid w:val="00664F69"/>
    <w:rsid w:val="0066500A"/>
    <w:rsid w:val="00665202"/>
    <w:rsid w:val="006652DE"/>
    <w:rsid w:val="00665315"/>
    <w:rsid w:val="006653AC"/>
    <w:rsid w:val="006657F0"/>
    <w:rsid w:val="0066598D"/>
    <w:rsid w:val="00665B7C"/>
    <w:rsid w:val="00665BE9"/>
    <w:rsid w:val="006660C8"/>
    <w:rsid w:val="00666676"/>
    <w:rsid w:val="00666852"/>
    <w:rsid w:val="006670E1"/>
    <w:rsid w:val="00667166"/>
    <w:rsid w:val="00667391"/>
    <w:rsid w:val="00667433"/>
    <w:rsid w:val="00667D39"/>
    <w:rsid w:val="00667E0E"/>
    <w:rsid w:val="00670549"/>
    <w:rsid w:val="00670635"/>
    <w:rsid w:val="0067121D"/>
    <w:rsid w:val="0067130D"/>
    <w:rsid w:val="0067144C"/>
    <w:rsid w:val="00671896"/>
    <w:rsid w:val="00671AC6"/>
    <w:rsid w:val="006720DA"/>
    <w:rsid w:val="0067231F"/>
    <w:rsid w:val="00672479"/>
    <w:rsid w:val="00672638"/>
    <w:rsid w:val="00672832"/>
    <w:rsid w:val="00672861"/>
    <w:rsid w:val="00672AC5"/>
    <w:rsid w:val="00672B04"/>
    <w:rsid w:val="00673005"/>
    <w:rsid w:val="00673277"/>
    <w:rsid w:val="0067350B"/>
    <w:rsid w:val="006735F6"/>
    <w:rsid w:val="006738EF"/>
    <w:rsid w:val="006739EE"/>
    <w:rsid w:val="00674E25"/>
    <w:rsid w:val="00675B11"/>
    <w:rsid w:val="00675CBE"/>
    <w:rsid w:val="0067620A"/>
    <w:rsid w:val="00676514"/>
    <w:rsid w:val="00677066"/>
    <w:rsid w:val="00677155"/>
    <w:rsid w:val="00677196"/>
    <w:rsid w:val="006772C9"/>
    <w:rsid w:val="00677700"/>
    <w:rsid w:val="00677760"/>
    <w:rsid w:val="00677802"/>
    <w:rsid w:val="006779D9"/>
    <w:rsid w:val="0068041B"/>
    <w:rsid w:val="006811F5"/>
    <w:rsid w:val="0068169B"/>
    <w:rsid w:val="00681993"/>
    <w:rsid w:val="00681D4F"/>
    <w:rsid w:val="00682310"/>
    <w:rsid w:val="006823A3"/>
    <w:rsid w:val="006826FA"/>
    <w:rsid w:val="00682833"/>
    <w:rsid w:val="006829B9"/>
    <w:rsid w:val="006829D3"/>
    <w:rsid w:val="00682C51"/>
    <w:rsid w:val="00682C8A"/>
    <w:rsid w:val="0068309B"/>
    <w:rsid w:val="0068364F"/>
    <w:rsid w:val="00683C58"/>
    <w:rsid w:val="00684D52"/>
    <w:rsid w:val="00685127"/>
    <w:rsid w:val="006852D7"/>
    <w:rsid w:val="00685BD2"/>
    <w:rsid w:val="00685D3A"/>
    <w:rsid w:val="0068602F"/>
    <w:rsid w:val="006864FD"/>
    <w:rsid w:val="006868CE"/>
    <w:rsid w:val="006876B2"/>
    <w:rsid w:val="0068797A"/>
    <w:rsid w:val="00687C16"/>
    <w:rsid w:val="00687C30"/>
    <w:rsid w:val="00687CA6"/>
    <w:rsid w:val="006906C9"/>
    <w:rsid w:val="006908F7"/>
    <w:rsid w:val="00690B8D"/>
    <w:rsid w:val="00690E34"/>
    <w:rsid w:val="00691206"/>
    <w:rsid w:val="00691AB1"/>
    <w:rsid w:val="00691AC2"/>
    <w:rsid w:val="00691B0B"/>
    <w:rsid w:val="00691B6E"/>
    <w:rsid w:val="0069202B"/>
    <w:rsid w:val="00692361"/>
    <w:rsid w:val="00692593"/>
    <w:rsid w:val="00692931"/>
    <w:rsid w:val="00693822"/>
    <w:rsid w:val="00693A05"/>
    <w:rsid w:val="00693E0D"/>
    <w:rsid w:val="00693E32"/>
    <w:rsid w:val="0069442B"/>
    <w:rsid w:val="00694466"/>
    <w:rsid w:val="006945C4"/>
    <w:rsid w:val="00694AB7"/>
    <w:rsid w:val="00694C72"/>
    <w:rsid w:val="00694C79"/>
    <w:rsid w:val="00694E46"/>
    <w:rsid w:val="00694E66"/>
    <w:rsid w:val="0069528D"/>
    <w:rsid w:val="0069581A"/>
    <w:rsid w:val="00695837"/>
    <w:rsid w:val="006958AB"/>
    <w:rsid w:val="00695DAF"/>
    <w:rsid w:val="00696438"/>
    <w:rsid w:val="0069647C"/>
    <w:rsid w:val="006964D6"/>
    <w:rsid w:val="006967B7"/>
    <w:rsid w:val="00696BB2"/>
    <w:rsid w:val="0069711C"/>
    <w:rsid w:val="00697260"/>
    <w:rsid w:val="00697511"/>
    <w:rsid w:val="00697FE4"/>
    <w:rsid w:val="006A0DE9"/>
    <w:rsid w:val="006A15CB"/>
    <w:rsid w:val="006A1BA1"/>
    <w:rsid w:val="006A2002"/>
    <w:rsid w:val="006A2425"/>
    <w:rsid w:val="006A250A"/>
    <w:rsid w:val="006A25C1"/>
    <w:rsid w:val="006A280B"/>
    <w:rsid w:val="006A2DB0"/>
    <w:rsid w:val="006A2F44"/>
    <w:rsid w:val="006A30EB"/>
    <w:rsid w:val="006A3651"/>
    <w:rsid w:val="006A3B32"/>
    <w:rsid w:val="006A3C87"/>
    <w:rsid w:val="006A3F0D"/>
    <w:rsid w:val="006A4300"/>
    <w:rsid w:val="006A45E8"/>
    <w:rsid w:val="006A5434"/>
    <w:rsid w:val="006A574C"/>
    <w:rsid w:val="006A580E"/>
    <w:rsid w:val="006A5C82"/>
    <w:rsid w:val="006A5FD2"/>
    <w:rsid w:val="006A612B"/>
    <w:rsid w:val="006A6867"/>
    <w:rsid w:val="006A6AB1"/>
    <w:rsid w:val="006A737F"/>
    <w:rsid w:val="006A7559"/>
    <w:rsid w:val="006A79D0"/>
    <w:rsid w:val="006A7BD5"/>
    <w:rsid w:val="006B0086"/>
    <w:rsid w:val="006B08E9"/>
    <w:rsid w:val="006B0FD1"/>
    <w:rsid w:val="006B123B"/>
    <w:rsid w:val="006B1624"/>
    <w:rsid w:val="006B187A"/>
    <w:rsid w:val="006B1927"/>
    <w:rsid w:val="006B1980"/>
    <w:rsid w:val="006B1CBE"/>
    <w:rsid w:val="006B1D00"/>
    <w:rsid w:val="006B1D57"/>
    <w:rsid w:val="006B20A5"/>
    <w:rsid w:val="006B20A6"/>
    <w:rsid w:val="006B2197"/>
    <w:rsid w:val="006B2F95"/>
    <w:rsid w:val="006B309B"/>
    <w:rsid w:val="006B3332"/>
    <w:rsid w:val="006B3D41"/>
    <w:rsid w:val="006B4227"/>
    <w:rsid w:val="006B4E01"/>
    <w:rsid w:val="006B5470"/>
    <w:rsid w:val="006B55D5"/>
    <w:rsid w:val="006B56E7"/>
    <w:rsid w:val="006B5BCF"/>
    <w:rsid w:val="006B673F"/>
    <w:rsid w:val="006B6CCA"/>
    <w:rsid w:val="006B76C0"/>
    <w:rsid w:val="006B7A58"/>
    <w:rsid w:val="006B7A6B"/>
    <w:rsid w:val="006C0D95"/>
    <w:rsid w:val="006C0EA0"/>
    <w:rsid w:val="006C0EA7"/>
    <w:rsid w:val="006C0FF8"/>
    <w:rsid w:val="006C107E"/>
    <w:rsid w:val="006C1287"/>
    <w:rsid w:val="006C130A"/>
    <w:rsid w:val="006C151B"/>
    <w:rsid w:val="006C1B4B"/>
    <w:rsid w:val="006C1DEA"/>
    <w:rsid w:val="006C1FE7"/>
    <w:rsid w:val="006C204B"/>
    <w:rsid w:val="006C226B"/>
    <w:rsid w:val="006C2887"/>
    <w:rsid w:val="006C2E44"/>
    <w:rsid w:val="006C2EE3"/>
    <w:rsid w:val="006C33E2"/>
    <w:rsid w:val="006C346E"/>
    <w:rsid w:val="006C3F79"/>
    <w:rsid w:val="006C4049"/>
    <w:rsid w:val="006C406E"/>
    <w:rsid w:val="006C416E"/>
    <w:rsid w:val="006C42E9"/>
    <w:rsid w:val="006C463F"/>
    <w:rsid w:val="006C4A1F"/>
    <w:rsid w:val="006C5561"/>
    <w:rsid w:val="006C55A8"/>
    <w:rsid w:val="006C5897"/>
    <w:rsid w:val="006C59EC"/>
    <w:rsid w:val="006C5CBC"/>
    <w:rsid w:val="006C5CD9"/>
    <w:rsid w:val="006C5EB1"/>
    <w:rsid w:val="006C6227"/>
    <w:rsid w:val="006C6530"/>
    <w:rsid w:val="006C6DE0"/>
    <w:rsid w:val="006C7138"/>
    <w:rsid w:val="006C74BA"/>
    <w:rsid w:val="006C74F8"/>
    <w:rsid w:val="006C79A1"/>
    <w:rsid w:val="006C7C1F"/>
    <w:rsid w:val="006C7C4D"/>
    <w:rsid w:val="006C7EC0"/>
    <w:rsid w:val="006D01DE"/>
    <w:rsid w:val="006D022F"/>
    <w:rsid w:val="006D030B"/>
    <w:rsid w:val="006D0654"/>
    <w:rsid w:val="006D0802"/>
    <w:rsid w:val="006D0809"/>
    <w:rsid w:val="006D0955"/>
    <w:rsid w:val="006D0D0D"/>
    <w:rsid w:val="006D1256"/>
    <w:rsid w:val="006D17AF"/>
    <w:rsid w:val="006D1E28"/>
    <w:rsid w:val="006D1E77"/>
    <w:rsid w:val="006D1FEF"/>
    <w:rsid w:val="006D207B"/>
    <w:rsid w:val="006D2BE9"/>
    <w:rsid w:val="006D3B6F"/>
    <w:rsid w:val="006D4018"/>
    <w:rsid w:val="006D415E"/>
    <w:rsid w:val="006D417A"/>
    <w:rsid w:val="006D41AC"/>
    <w:rsid w:val="006D425E"/>
    <w:rsid w:val="006D440E"/>
    <w:rsid w:val="006D4F55"/>
    <w:rsid w:val="006D5333"/>
    <w:rsid w:val="006D54F4"/>
    <w:rsid w:val="006D61BE"/>
    <w:rsid w:val="006D6302"/>
    <w:rsid w:val="006D654B"/>
    <w:rsid w:val="006D656E"/>
    <w:rsid w:val="006D6945"/>
    <w:rsid w:val="006D6A2D"/>
    <w:rsid w:val="006D7059"/>
    <w:rsid w:val="006D72E4"/>
    <w:rsid w:val="006D75FF"/>
    <w:rsid w:val="006D7ACE"/>
    <w:rsid w:val="006D7E1C"/>
    <w:rsid w:val="006D7EED"/>
    <w:rsid w:val="006D7F52"/>
    <w:rsid w:val="006E004D"/>
    <w:rsid w:val="006E0177"/>
    <w:rsid w:val="006E04A1"/>
    <w:rsid w:val="006E0A95"/>
    <w:rsid w:val="006E11D1"/>
    <w:rsid w:val="006E146A"/>
    <w:rsid w:val="006E15DD"/>
    <w:rsid w:val="006E1738"/>
    <w:rsid w:val="006E17BE"/>
    <w:rsid w:val="006E18CB"/>
    <w:rsid w:val="006E18CE"/>
    <w:rsid w:val="006E1A5C"/>
    <w:rsid w:val="006E1CDE"/>
    <w:rsid w:val="006E21C6"/>
    <w:rsid w:val="006E2ED1"/>
    <w:rsid w:val="006E3181"/>
    <w:rsid w:val="006E3456"/>
    <w:rsid w:val="006E3531"/>
    <w:rsid w:val="006E35C3"/>
    <w:rsid w:val="006E4074"/>
    <w:rsid w:val="006E4262"/>
    <w:rsid w:val="006E4702"/>
    <w:rsid w:val="006E4767"/>
    <w:rsid w:val="006E485C"/>
    <w:rsid w:val="006E48D3"/>
    <w:rsid w:val="006E4AD4"/>
    <w:rsid w:val="006E4C66"/>
    <w:rsid w:val="006E4EBF"/>
    <w:rsid w:val="006E516A"/>
    <w:rsid w:val="006E5238"/>
    <w:rsid w:val="006E5DED"/>
    <w:rsid w:val="006E631E"/>
    <w:rsid w:val="006E6432"/>
    <w:rsid w:val="006E6E7A"/>
    <w:rsid w:val="006E74E9"/>
    <w:rsid w:val="006E769C"/>
    <w:rsid w:val="006E7977"/>
    <w:rsid w:val="006E7993"/>
    <w:rsid w:val="006E7A36"/>
    <w:rsid w:val="006E7C2A"/>
    <w:rsid w:val="006E7FF8"/>
    <w:rsid w:val="006F15D6"/>
    <w:rsid w:val="006F16B0"/>
    <w:rsid w:val="006F199C"/>
    <w:rsid w:val="006F1B5B"/>
    <w:rsid w:val="006F21B1"/>
    <w:rsid w:val="006F223F"/>
    <w:rsid w:val="006F2367"/>
    <w:rsid w:val="006F26E2"/>
    <w:rsid w:val="006F270A"/>
    <w:rsid w:val="006F2C66"/>
    <w:rsid w:val="006F2F71"/>
    <w:rsid w:val="006F2F7A"/>
    <w:rsid w:val="006F3025"/>
    <w:rsid w:val="006F3279"/>
    <w:rsid w:val="006F32D6"/>
    <w:rsid w:val="006F37E8"/>
    <w:rsid w:val="006F387D"/>
    <w:rsid w:val="006F407F"/>
    <w:rsid w:val="006F424A"/>
    <w:rsid w:val="006F4361"/>
    <w:rsid w:val="006F4418"/>
    <w:rsid w:val="006F4830"/>
    <w:rsid w:val="006F498C"/>
    <w:rsid w:val="006F4AAB"/>
    <w:rsid w:val="006F54CD"/>
    <w:rsid w:val="006F55C1"/>
    <w:rsid w:val="006F56E0"/>
    <w:rsid w:val="006F5890"/>
    <w:rsid w:val="006F5A2A"/>
    <w:rsid w:val="006F5ADD"/>
    <w:rsid w:val="006F6554"/>
    <w:rsid w:val="006F69AA"/>
    <w:rsid w:val="006F6A1A"/>
    <w:rsid w:val="006F6DB5"/>
    <w:rsid w:val="006F6FC4"/>
    <w:rsid w:val="006F717B"/>
    <w:rsid w:val="006F71AD"/>
    <w:rsid w:val="006F721D"/>
    <w:rsid w:val="006F74D5"/>
    <w:rsid w:val="006F75D5"/>
    <w:rsid w:val="006F7734"/>
    <w:rsid w:val="006F7769"/>
    <w:rsid w:val="006F7CA1"/>
    <w:rsid w:val="006F7F84"/>
    <w:rsid w:val="0070053C"/>
    <w:rsid w:val="007007F9"/>
    <w:rsid w:val="00700856"/>
    <w:rsid w:val="007009A0"/>
    <w:rsid w:val="00700BC8"/>
    <w:rsid w:val="00700F0B"/>
    <w:rsid w:val="0070101E"/>
    <w:rsid w:val="007014A8"/>
    <w:rsid w:val="00701C10"/>
    <w:rsid w:val="00701D21"/>
    <w:rsid w:val="007022CC"/>
    <w:rsid w:val="0070254B"/>
    <w:rsid w:val="00702DA6"/>
    <w:rsid w:val="00702DC8"/>
    <w:rsid w:val="00703115"/>
    <w:rsid w:val="00703578"/>
    <w:rsid w:val="00703717"/>
    <w:rsid w:val="00704043"/>
    <w:rsid w:val="00704103"/>
    <w:rsid w:val="00704F9F"/>
    <w:rsid w:val="00704FE4"/>
    <w:rsid w:val="007050D1"/>
    <w:rsid w:val="0070533E"/>
    <w:rsid w:val="0070540F"/>
    <w:rsid w:val="00705979"/>
    <w:rsid w:val="00705DD3"/>
    <w:rsid w:val="00705E40"/>
    <w:rsid w:val="00705F04"/>
    <w:rsid w:val="007064BD"/>
    <w:rsid w:val="007069A3"/>
    <w:rsid w:val="00706E1A"/>
    <w:rsid w:val="0070709A"/>
    <w:rsid w:val="00707702"/>
    <w:rsid w:val="00707A4B"/>
    <w:rsid w:val="00710102"/>
    <w:rsid w:val="00710162"/>
    <w:rsid w:val="00710947"/>
    <w:rsid w:val="00710FC1"/>
    <w:rsid w:val="0071129D"/>
    <w:rsid w:val="007115F5"/>
    <w:rsid w:val="0071169A"/>
    <w:rsid w:val="0071172D"/>
    <w:rsid w:val="007121E1"/>
    <w:rsid w:val="00712A9B"/>
    <w:rsid w:val="00713ABD"/>
    <w:rsid w:val="00713D62"/>
    <w:rsid w:val="00713F98"/>
    <w:rsid w:val="00714145"/>
    <w:rsid w:val="007141DA"/>
    <w:rsid w:val="00714317"/>
    <w:rsid w:val="0071493A"/>
    <w:rsid w:val="00714DA1"/>
    <w:rsid w:val="007150DD"/>
    <w:rsid w:val="00715105"/>
    <w:rsid w:val="007153CD"/>
    <w:rsid w:val="0071545C"/>
    <w:rsid w:val="00715616"/>
    <w:rsid w:val="00715A46"/>
    <w:rsid w:val="00715E42"/>
    <w:rsid w:val="00715E93"/>
    <w:rsid w:val="00715FC3"/>
    <w:rsid w:val="007160FC"/>
    <w:rsid w:val="007164CE"/>
    <w:rsid w:val="007168FC"/>
    <w:rsid w:val="00716986"/>
    <w:rsid w:val="00716D5C"/>
    <w:rsid w:val="00717005"/>
    <w:rsid w:val="00717472"/>
    <w:rsid w:val="007174B8"/>
    <w:rsid w:val="00717861"/>
    <w:rsid w:val="00717A54"/>
    <w:rsid w:val="007203E1"/>
    <w:rsid w:val="007204C8"/>
    <w:rsid w:val="007205F1"/>
    <w:rsid w:val="00721614"/>
    <w:rsid w:val="00721C0A"/>
    <w:rsid w:val="00721F04"/>
    <w:rsid w:val="007220C1"/>
    <w:rsid w:val="00722239"/>
    <w:rsid w:val="00722263"/>
    <w:rsid w:val="007223C4"/>
    <w:rsid w:val="007226C0"/>
    <w:rsid w:val="00722A38"/>
    <w:rsid w:val="00722CC4"/>
    <w:rsid w:val="00723134"/>
    <w:rsid w:val="007231E3"/>
    <w:rsid w:val="007235A5"/>
    <w:rsid w:val="0072374F"/>
    <w:rsid w:val="007239AD"/>
    <w:rsid w:val="00723ADC"/>
    <w:rsid w:val="007246E9"/>
    <w:rsid w:val="00724965"/>
    <w:rsid w:val="00724D12"/>
    <w:rsid w:val="00724D25"/>
    <w:rsid w:val="00724D3A"/>
    <w:rsid w:val="00724E05"/>
    <w:rsid w:val="007251F9"/>
    <w:rsid w:val="00725387"/>
    <w:rsid w:val="0072541A"/>
    <w:rsid w:val="00725460"/>
    <w:rsid w:val="007254AC"/>
    <w:rsid w:val="00725BFB"/>
    <w:rsid w:val="00725D41"/>
    <w:rsid w:val="00725EC8"/>
    <w:rsid w:val="00726255"/>
    <w:rsid w:val="0072641A"/>
    <w:rsid w:val="0072645F"/>
    <w:rsid w:val="007265FD"/>
    <w:rsid w:val="0072670F"/>
    <w:rsid w:val="007269EE"/>
    <w:rsid w:val="00726A2F"/>
    <w:rsid w:val="00726FD4"/>
    <w:rsid w:val="00727314"/>
    <w:rsid w:val="007275CC"/>
    <w:rsid w:val="00727949"/>
    <w:rsid w:val="00727D75"/>
    <w:rsid w:val="00730125"/>
    <w:rsid w:val="007303FE"/>
    <w:rsid w:val="007305FB"/>
    <w:rsid w:val="00730844"/>
    <w:rsid w:val="00731624"/>
    <w:rsid w:val="00731B1E"/>
    <w:rsid w:val="0073214D"/>
    <w:rsid w:val="007321C5"/>
    <w:rsid w:val="007321DD"/>
    <w:rsid w:val="00732400"/>
    <w:rsid w:val="00732969"/>
    <w:rsid w:val="007329C5"/>
    <w:rsid w:val="00732A6B"/>
    <w:rsid w:val="00732ACC"/>
    <w:rsid w:val="00732D6E"/>
    <w:rsid w:val="00732F39"/>
    <w:rsid w:val="007332B6"/>
    <w:rsid w:val="007334FA"/>
    <w:rsid w:val="00733E60"/>
    <w:rsid w:val="00734061"/>
    <w:rsid w:val="007347A0"/>
    <w:rsid w:val="00734D7C"/>
    <w:rsid w:val="007356AB"/>
    <w:rsid w:val="00735A05"/>
    <w:rsid w:val="00736121"/>
    <w:rsid w:val="00736196"/>
    <w:rsid w:val="00736993"/>
    <w:rsid w:val="00736A42"/>
    <w:rsid w:val="00736ADB"/>
    <w:rsid w:val="007370A4"/>
    <w:rsid w:val="00737616"/>
    <w:rsid w:val="0073788B"/>
    <w:rsid w:val="007379B0"/>
    <w:rsid w:val="00737B2C"/>
    <w:rsid w:val="007401D1"/>
    <w:rsid w:val="0074061F"/>
    <w:rsid w:val="00740753"/>
    <w:rsid w:val="00740AC2"/>
    <w:rsid w:val="00740D38"/>
    <w:rsid w:val="007418CD"/>
    <w:rsid w:val="00741B84"/>
    <w:rsid w:val="00741C0B"/>
    <w:rsid w:val="007428A6"/>
    <w:rsid w:val="00742C04"/>
    <w:rsid w:val="00742CAD"/>
    <w:rsid w:val="0074309A"/>
    <w:rsid w:val="007430DB"/>
    <w:rsid w:val="0074339B"/>
    <w:rsid w:val="007435C6"/>
    <w:rsid w:val="007439BF"/>
    <w:rsid w:val="00743CFC"/>
    <w:rsid w:val="007440C7"/>
    <w:rsid w:val="007445CC"/>
    <w:rsid w:val="00744A88"/>
    <w:rsid w:val="00745058"/>
    <w:rsid w:val="0074544A"/>
    <w:rsid w:val="007459A6"/>
    <w:rsid w:val="00745B96"/>
    <w:rsid w:val="007461F3"/>
    <w:rsid w:val="007463F2"/>
    <w:rsid w:val="00746D59"/>
    <w:rsid w:val="00747114"/>
    <w:rsid w:val="007474E9"/>
    <w:rsid w:val="00747BEA"/>
    <w:rsid w:val="00747D02"/>
    <w:rsid w:val="00750EE5"/>
    <w:rsid w:val="007510E7"/>
    <w:rsid w:val="00751111"/>
    <w:rsid w:val="007514DF"/>
    <w:rsid w:val="00751B89"/>
    <w:rsid w:val="00751E7F"/>
    <w:rsid w:val="00751ED1"/>
    <w:rsid w:val="0075263F"/>
    <w:rsid w:val="00752D2D"/>
    <w:rsid w:val="00752E73"/>
    <w:rsid w:val="00753297"/>
    <w:rsid w:val="007532A8"/>
    <w:rsid w:val="007535C6"/>
    <w:rsid w:val="00753AD0"/>
    <w:rsid w:val="00754023"/>
    <w:rsid w:val="007541A9"/>
    <w:rsid w:val="0075457F"/>
    <w:rsid w:val="007546E7"/>
    <w:rsid w:val="00754C71"/>
    <w:rsid w:val="007550EF"/>
    <w:rsid w:val="00755A0F"/>
    <w:rsid w:val="00755D20"/>
    <w:rsid w:val="00755FBE"/>
    <w:rsid w:val="00756025"/>
    <w:rsid w:val="00756946"/>
    <w:rsid w:val="0075694D"/>
    <w:rsid w:val="00757034"/>
    <w:rsid w:val="00757105"/>
    <w:rsid w:val="00757145"/>
    <w:rsid w:val="0075718B"/>
    <w:rsid w:val="007571FE"/>
    <w:rsid w:val="0075732E"/>
    <w:rsid w:val="00757B03"/>
    <w:rsid w:val="00757CF6"/>
    <w:rsid w:val="00757F9A"/>
    <w:rsid w:val="00760092"/>
    <w:rsid w:val="00760161"/>
    <w:rsid w:val="0076022F"/>
    <w:rsid w:val="00760263"/>
    <w:rsid w:val="00760838"/>
    <w:rsid w:val="00760D80"/>
    <w:rsid w:val="00761539"/>
    <w:rsid w:val="00761989"/>
    <w:rsid w:val="007619A6"/>
    <w:rsid w:val="007619CD"/>
    <w:rsid w:val="00761ADA"/>
    <w:rsid w:val="007624F3"/>
    <w:rsid w:val="00762639"/>
    <w:rsid w:val="00762A8B"/>
    <w:rsid w:val="00762F43"/>
    <w:rsid w:val="0076307C"/>
    <w:rsid w:val="007630E5"/>
    <w:rsid w:val="00763256"/>
    <w:rsid w:val="00763765"/>
    <w:rsid w:val="00763C13"/>
    <w:rsid w:val="00763F40"/>
    <w:rsid w:val="00763F5B"/>
    <w:rsid w:val="00764032"/>
    <w:rsid w:val="007642CC"/>
    <w:rsid w:val="00764824"/>
    <w:rsid w:val="00764878"/>
    <w:rsid w:val="0076515B"/>
    <w:rsid w:val="007652B8"/>
    <w:rsid w:val="00765747"/>
    <w:rsid w:val="00765805"/>
    <w:rsid w:val="00765A05"/>
    <w:rsid w:val="00765EA5"/>
    <w:rsid w:val="00765F52"/>
    <w:rsid w:val="007664B2"/>
    <w:rsid w:val="00766509"/>
    <w:rsid w:val="00766860"/>
    <w:rsid w:val="0076757D"/>
    <w:rsid w:val="00767BD4"/>
    <w:rsid w:val="00767CB4"/>
    <w:rsid w:val="00767FD5"/>
    <w:rsid w:val="0077037A"/>
    <w:rsid w:val="007711AE"/>
    <w:rsid w:val="007711B6"/>
    <w:rsid w:val="00771378"/>
    <w:rsid w:val="007718CB"/>
    <w:rsid w:val="00771B0F"/>
    <w:rsid w:val="00771B6A"/>
    <w:rsid w:val="00771D04"/>
    <w:rsid w:val="0077281C"/>
    <w:rsid w:val="007728F4"/>
    <w:rsid w:val="00772D18"/>
    <w:rsid w:val="00772F1D"/>
    <w:rsid w:val="007731CE"/>
    <w:rsid w:val="007735C3"/>
    <w:rsid w:val="00773604"/>
    <w:rsid w:val="0077382F"/>
    <w:rsid w:val="00773E45"/>
    <w:rsid w:val="00773F14"/>
    <w:rsid w:val="0077471B"/>
    <w:rsid w:val="0077480B"/>
    <w:rsid w:val="00774A59"/>
    <w:rsid w:val="00774BBF"/>
    <w:rsid w:val="007751A9"/>
    <w:rsid w:val="007751BF"/>
    <w:rsid w:val="00775207"/>
    <w:rsid w:val="0077553D"/>
    <w:rsid w:val="00775700"/>
    <w:rsid w:val="00775A23"/>
    <w:rsid w:val="00775BB8"/>
    <w:rsid w:val="00775ECE"/>
    <w:rsid w:val="0077624A"/>
    <w:rsid w:val="00776328"/>
    <w:rsid w:val="007763DA"/>
    <w:rsid w:val="00776788"/>
    <w:rsid w:val="00776D7C"/>
    <w:rsid w:val="0077703D"/>
    <w:rsid w:val="00777302"/>
    <w:rsid w:val="00777409"/>
    <w:rsid w:val="0077753A"/>
    <w:rsid w:val="00777A23"/>
    <w:rsid w:val="00777E12"/>
    <w:rsid w:val="00777E27"/>
    <w:rsid w:val="00780061"/>
    <w:rsid w:val="007800D8"/>
    <w:rsid w:val="00780720"/>
    <w:rsid w:val="00780872"/>
    <w:rsid w:val="00780C3F"/>
    <w:rsid w:val="00780DDD"/>
    <w:rsid w:val="00781007"/>
    <w:rsid w:val="0078170F"/>
    <w:rsid w:val="00781954"/>
    <w:rsid w:val="00781B06"/>
    <w:rsid w:val="0078221F"/>
    <w:rsid w:val="00782360"/>
    <w:rsid w:val="00782676"/>
    <w:rsid w:val="00782A34"/>
    <w:rsid w:val="00782A5A"/>
    <w:rsid w:val="00782CC1"/>
    <w:rsid w:val="00782EAE"/>
    <w:rsid w:val="007835E2"/>
    <w:rsid w:val="00783CFE"/>
    <w:rsid w:val="00784F0F"/>
    <w:rsid w:val="00785FFA"/>
    <w:rsid w:val="0078600C"/>
    <w:rsid w:val="00786449"/>
    <w:rsid w:val="0078670C"/>
    <w:rsid w:val="00786E40"/>
    <w:rsid w:val="00787618"/>
    <w:rsid w:val="0078776E"/>
    <w:rsid w:val="00787A6D"/>
    <w:rsid w:val="00787C2C"/>
    <w:rsid w:val="00787D06"/>
    <w:rsid w:val="00790ABA"/>
    <w:rsid w:val="00790C5B"/>
    <w:rsid w:val="00791835"/>
    <w:rsid w:val="00791C51"/>
    <w:rsid w:val="007921EB"/>
    <w:rsid w:val="007923AE"/>
    <w:rsid w:val="00792436"/>
    <w:rsid w:val="007929AD"/>
    <w:rsid w:val="00792B59"/>
    <w:rsid w:val="00792C54"/>
    <w:rsid w:val="00792EA1"/>
    <w:rsid w:val="00793485"/>
    <w:rsid w:val="007934BE"/>
    <w:rsid w:val="00793768"/>
    <w:rsid w:val="00793B17"/>
    <w:rsid w:val="00793C48"/>
    <w:rsid w:val="00793C4E"/>
    <w:rsid w:val="00793F67"/>
    <w:rsid w:val="0079446D"/>
    <w:rsid w:val="007948EE"/>
    <w:rsid w:val="00794D8E"/>
    <w:rsid w:val="007950DC"/>
    <w:rsid w:val="007952C3"/>
    <w:rsid w:val="00795B8B"/>
    <w:rsid w:val="007960E8"/>
    <w:rsid w:val="00796763"/>
    <w:rsid w:val="00796853"/>
    <w:rsid w:val="00796B7F"/>
    <w:rsid w:val="00796FB8"/>
    <w:rsid w:val="007972BC"/>
    <w:rsid w:val="0079764D"/>
    <w:rsid w:val="00797A32"/>
    <w:rsid w:val="00797B4B"/>
    <w:rsid w:val="00797B68"/>
    <w:rsid w:val="007A0097"/>
    <w:rsid w:val="007A00A8"/>
    <w:rsid w:val="007A00D0"/>
    <w:rsid w:val="007A074C"/>
    <w:rsid w:val="007A0864"/>
    <w:rsid w:val="007A0CB3"/>
    <w:rsid w:val="007A0EEB"/>
    <w:rsid w:val="007A221D"/>
    <w:rsid w:val="007A2519"/>
    <w:rsid w:val="007A269E"/>
    <w:rsid w:val="007A2779"/>
    <w:rsid w:val="007A2AE0"/>
    <w:rsid w:val="007A366F"/>
    <w:rsid w:val="007A3886"/>
    <w:rsid w:val="007A3BA7"/>
    <w:rsid w:val="007A3CC9"/>
    <w:rsid w:val="007A412F"/>
    <w:rsid w:val="007A41AF"/>
    <w:rsid w:val="007A4678"/>
    <w:rsid w:val="007A4B02"/>
    <w:rsid w:val="007A4E8A"/>
    <w:rsid w:val="007A4FCE"/>
    <w:rsid w:val="007A5364"/>
    <w:rsid w:val="007A5568"/>
    <w:rsid w:val="007A5B38"/>
    <w:rsid w:val="007A5EF6"/>
    <w:rsid w:val="007A5F8B"/>
    <w:rsid w:val="007A6538"/>
    <w:rsid w:val="007A6663"/>
    <w:rsid w:val="007A6D46"/>
    <w:rsid w:val="007A73A3"/>
    <w:rsid w:val="007A7EB2"/>
    <w:rsid w:val="007A7EE2"/>
    <w:rsid w:val="007B035A"/>
    <w:rsid w:val="007B04FA"/>
    <w:rsid w:val="007B065B"/>
    <w:rsid w:val="007B095D"/>
    <w:rsid w:val="007B0BD8"/>
    <w:rsid w:val="007B0C4F"/>
    <w:rsid w:val="007B10B7"/>
    <w:rsid w:val="007B1402"/>
    <w:rsid w:val="007B1606"/>
    <w:rsid w:val="007B16D3"/>
    <w:rsid w:val="007B19E7"/>
    <w:rsid w:val="007B1A82"/>
    <w:rsid w:val="007B1D13"/>
    <w:rsid w:val="007B22C9"/>
    <w:rsid w:val="007B251A"/>
    <w:rsid w:val="007B2B23"/>
    <w:rsid w:val="007B3583"/>
    <w:rsid w:val="007B3648"/>
    <w:rsid w:val="007B365C"/>
    <w:rsid w:val="007B3953"/>
    <w:rsid w:val="007B395E"/>
    <w:rsid w:val="007B3A34"/>
    <w:rsid w:val="007B3B86"/>
    <w:rsid w:val="007B3DA2"/>
    <w:rsid w:val="007B3E6C"/>
    <w:rsid w:val="007B3F34"/>
    <w:rsid w:val="007B3FE5"/>
    <w:rsid w:val="007B412C"/>
    <w:rsid w:val="007B41A5"/>
    <w:rsid w:val="007B46A6"/>
    <w:rsid w:val="007B479C"/>
    <w:rsid w:val="007B47EA"/>
    <w:rsid w:val="007B4A6A"/>
    <w:rsid w:val="007B5005"/>
    <w:rsid w:val="007B5294"/>
    <w:rsid w:val="007B5A38"/>
    <w:rsid w:val="007B600D"/>
    <w:rsid w:val="007B6572"/>
    <w:rsid w:val="007B6648"/>
    <w:rsid w:val="007B6ED0"/>
    <w:rsid w:val="007B7756"/>
    <w:rsid w:val="007B7909"/>
    <w:rsid w:val="007B7923"/>
    <w:rsid w:val="007C0344"/>
    <w:rsid w:val="007C079F"/>
    <w:rsid w:val="007C0A35"/>
    <w:rsid w:val="007C0B7B"/>
    <w:rsid w:val="007C0CAC"/>
    <w:rsid w:val="007C0FA4"/>
    <w:rsid w:val="007C1515"/>
    <w:rsid w:val="007C17EC"/>
    <w:rsid w:val="007C1CE6"/>
    <w:rsid w:val="007C2087"/>
    <w:rsid w:val="007C247A"/>
    <w:rsid w:val="007C2558"/>
    <w:rsid w:val="007C2630"/>
    <w:rsid w:val="007C28BD"/>
    <w:rsid w:val="007C29A0"/>
    <w:rsid w:val="007C2CCB"/>
    <w:rsid w:val="007C2DA3"/>
    <w:rsid w:val="007C3137"/>
    <w:rsid w:val="007C3520"/>
    <w:rsid w:val="007C376D"/>
    <w:rsid w:val="007C37C1"/>
    <w:rsid w:val="007C3E51"/>
    <w:rsid w:val="007C43FD"/>
    <w:rsid w:val="007C4476"/>
    <w:rsid w:val="007C4598"/>
    <w:rsid w:val="007C4C16"/>
    <w:rsid w:val="007C5908"/>
    <w:rsid w:val="007C5ACD"/>
    <w:rsid w:val="007C637F"/>
    <w:rsid w:val="007C6A99"/>
    <w:rsid w:val="007C6B42"/>
    <w:rsid w:val="007C6F87"/>
    <w:rsid w:val="007C7BA7"/>
    <w:rsid w:val="007C7D5B"/>
    <w:rsid w:val="007C7DBF"/>
    <w:rsid w:val="007D0825"/>
    <w:rsid w:val="007D0888"/>
    <w:rsid w:val="007D08CE"/>
    <w:rsid w:val="007D09C4"/>
    <w:rsid w:val="007D1701"/>
    <w:rsid w:val="007D1E2E"/>
    <w:rsid w:val="007D1E92"/>
    <w:rsid w:val="007D20D1"/>
    <w:rsid w:val="007D22C9"/>
    <w:rsid w:val="007D2779"/>
    <w:rsid w:val="007D282D"/>
    <w:rsid w:val="007D2E6B"/>
    <w:rsid w:val="007D2E8A"/>
    <w:rsid w:val="007D3F02"/>
    <w:rsid w:val="007D3FCC"/>
    <w:rsid w:val="007D438D"/>
    <w:rsid w:val="007D454D"/>
    <w:rsid w:val="007D4591"/>
    <w:rsid w:val="007D4F05"/>
    <w:rsid w:val="007D4F7E"/>
    <w:rsid w:val="007D5B0A"/>
    <w:rsid w:val="007D5BD7"/>
    <w:rsid w:val="007D5F37"/>
    <w:rsid w:val="007D5F60"/>
    <w:rsid w:val="007D5FF2"/>
    <w:rsid w:val="007D6091"/>
    <w:rsid w:val="007D610F"/>
    <w:rsid w:val="007D6199"/>
    <w:rsid w:val="007D6355"/>
    <w:rsid w:val="007D6568"/>
    <w:rsid w:val="007D6BAA"/>
    <w:rsid w:val="007D7CA7"/>
    <w:rsid w:val="007D7E5F"/>
    <w:rsid w:val="007E00F9"/>
    <w:rsid w:val="007E048C"/>
    <w:rsid w:val="007E0B43"/>
    <w:rsid w:val="007E0B50"/>
    <w:rsid w:val="007E11C7"/>
    <w:rsid w:val="007E1C36"/>
    <w:rsid w:val="007E1F51"/>
    <w:rsid w:val="007E2735"/>
    <w:rsid w:val="007E2B36"/>
    <w:rsid w:val="007E32F9"/>
    <w:rsid w:val="007E35A4"/>
    <w:rsid w:val="007E3798"/>
    <w:rsid w:val="007E3877"/>
    <w:rsid w:val="007E38FE"/>
    <w:rsid w:val="007E4205"/>
    <w:rsid w:val="007E42BB"/>
    <w:rsid w:val="007E4357"/>
    <w:rsid w:val="007E43B2"/>
    <w:rsid w:val="007E44CE"/>
    <w:rsid w:val="007E468F"/>
    <w:rsid w:val="007E4779"/>
    <w:rsid w:val="007E4DF9"/>
    <w:rsid w:val="007E582D"/>
    <w:rsid w:val="007E5A88"/>
    <w:rsid w:val="007E5ECE"/>
    <w:rsid w:val="007E66D5"/>
    <w:rsid w:val="007E6B37"/>
    <w:rsid w:val="007E6D7B"/>
    <w:rsid w:val="007E70CF"/>
    <w:rsid w:val="007E7EA4"/>
    <w:rsid w:val="007E7EE4"/>
    <w:rsid w:val="007F00CE"/>
    <w:rsid w:val="007F0243"/>
    <w:rsid w:val="007F0576"/>
    <w:rsid w:val="007F0681"/>
    <w:rsid w:val="007F0DF2"/>
    <w:rsid w:val="007F1013"/>
    <w:rsid w:val="007F175D"/>
    <w:rsid w:val="007F1B1B"/>
    <w:rsid w:val="007F1C03"/>
    <w:rsid w:val="007F1CC6"/>
    <w:rsid w:val="007F1FD1"/>
    <w:rsid w:val="007F2365"/>
    <w:rsid w:val="007F2426"/>
    <w:rsid w:val="007F28A3"/>
    <w:rsid w:val="007F3779"/>
    <w:rsid w:val="007F37F8"/>
    <w:rsid w:val="007F3855"/>
    <w:rsid w:val="007F3F07"/>
    <w:rsid w:val="007F40DA"/>
    <w:rsid w:val="007F4203"/>
    <w:rsid w:val="007F422E"/>
    <w:rsid w:val="007F434E"/>
    <w:rsid w:val="007F47AE"/>
    <w:rsid w:val="007F4854"/>
    <w:rsid w:val="007F4F7C"/>
    <w:rsid w:val="007F5227"/>
    <w:rsid w:val="007F559E"/>
    <w:rsid w:val="007F593B"/>
    <w:rsid w:val="007F5A5A"/>
    <w:rsid w:val="007F5BFA"/>
    <w:rsid w:val="007F5DAB"/>
    <w:rsid w:val="007F5E3E"/>
    <w:rsid w:val="007F62FB"/>
    <w:rsid w:val="007F6DE6"/>
    <w:rsid w:val="007F7301"/>
    <w:rsid w:val="007F7B6E"/>
    <w:rsid w:val="007F7C90"/>
    <w:rsid w:val="007F7F39"/>
    <w:rsid w:val="00800493"/>
    <w:rsid w:val="008009CB"/>
    <w:rsid w:val="00800DB7"/>
    <w:rsid w:val="00801005"/>
    <w:rsid w:val="0080102A"/>
    <w:rsid w:val="0080108B"/>
    <w:rsid w:val="008011FF"/>
    <w:rsid w:val="008012D7"/>
    <w:rsid w:val="008015D0"/>
    <w:rsid w:val="00801A3C"/>
    <w:rsid w:val="00801B1D"/>
    <w:rsid w:val="00801C5B"/>
    <w:rsid w:val="008023C0"/>
    <w:rsid w:val="0080285C"/>
    <w:rsid w:val="00802C77"/>
    <w:rsid w:val="00802F1E"/>
    <w:rsid w:val="008037B7"/>
    <w:rsid w:val="008041DA"/>
    <w:rsid w:val="008043F4"/>
    <w:rsid w:val="00804687"/>
    <w:rsid w:val="0080487E"/>
    <w:rsid w:val="00804DE9"/>
    <w:rsid w:val="00805034"/>
    <w:rsid w:val="00805348"/>
    <w:rsid w:val="0080539B"/>
    <w:rsid w:val="00805F04"/>
    <w:rsid w:val="008062FD"/>
    <w:rsid w:val="00806AA0"/>
    <w:rsid w:val="00806AFF"/>
    <w:rsid w:val="00806E51"/>
    <w:rsid w:val="00807C58"/>
    <w:rsid w:val="00807CD5"/>
    <w:rsid w:val="00807D46"/>
    <w:rsid w:val="00807F57"/>
    <w:rsid w:val="0081015F"/>
    <w:rsid w:val="0081027A"/>
    <w:rsid w:val="00810509"/>
    <w:rsid w:val="00810538"/>
    <w:rsid w:val="008107AA"/>
    <w:rsid w:val="00810A7E"/>
    <w:rsid w:val="00810AD0"/>
    <w:rsid w:val="00810FC4"/>
    <w:rsid w:val="00810FEE"/>
    <w:rsid w:val="008110BD"/>
    <w:rsid w:val="00811267"/>
    <w:rsid w:val="00811EDF"/>
    <w:rsid w:val="008121E5"/>
    <w:rsid w:val="00812408"/>
    <w:rsid w:val="00812499"/>
    <w:rsid w:val="008134C4"/>
    <w:rsid w:val="00813545"/>
    <w:rsid w:val="00813F82"/>
    <w:rsid w:val="008144F3"/>
    <w:rsid w:val="00814943"/>
    <w:rsid w:val="00814BEF"/>
    <w:rsid w:val="00814DB6"/>
    <w:rsid w:val="00815801"/>
    <w:rsid w:val="00816446"/>
    <w:rsid w:val="008164E1"/>
    <w:rsid w:val="0081687C"/>
    <w:rsid w:val="008169B4"/>
    <w:rsid w:val="008176FC"/>
    <w:rsid w:val="008179E5"/>
    <w:rsid w:val="00817C26"/>
    <w:rsid w:val="00817E70"/>
    <w:rsid w:val="008201DA"/>
    <w:rsid w:val="00820B62"/>
    <w:rsid w:val="00820E15"/>
    <w:rsid w:val="00820E8C"/>
    <w:rsid w:val="008212F4"/>
    <w:rsid w:val="008213B8"/>
    <w:rsid w:val="0082144C"/>
    <w:rsid w:val="0082160D"/>
    <w:rsid w:val="00821648"/>
    <w:rsid w:val="008218EA"/>
    <w:rsid w:val="00821E1E"/>
    <w:rsid w:val="008220D9"/>
    <w:rsid w:val="0082216E"/>
    <w:rsid w:val="008222F3"/>
    <w:rsid w:val="00822817"/>
    <w:rsid w:val="0082293A"/>
    <w:rsid w:val="00822D79"/>
    <w:rsid w:val="00822DAB"/>
    <w:rsid w:val="00822E6C"/>
    <w:rsid w:val="00822F73"/>
    <w:rsid w:val="008231A5"/>
    <w:rsid w:val="008233A7"/>
    <w:rsid w:val="0082367D"/>
    <w:rsid w:val="008238EF"/>
    <w:rsid w:val="0082399C"/>
    <w:rsid w:val="00823C35"/>
    <w:rsid w:val="00823D60"/>
    <w:rsid w:val="008242A8"/>
    <w:rsid w:val="008245A3"/>
    <w:rsid w:val="0082466D"/>
    <w:rsid w:val="00824720"/>
    <w:rsid w:val="008247AE"/>
    <w:rsid w:val="00824C59"/>
    <w:rsid w:val="00824CA3"/>
    <w:rsid w:val="00824DDE"/>
    <w:rsid w:val="00824E7A"/>
    <w:rsid w:val="00825037"/>
    <w:rsid w:val="0082518E"/>
    <w:rsid w:val="00825B78"/>
    <w:rsid w:val="00825F75"/>
    <w:rsid w:val="00826550"/>
    <w:rsid w:val="00826599"/>
    <w:rsid w:val="00826627"/>
    <w:rsid w:val="008276F2"/>
    <w:rsid w:val="008277F6"/>
    <w:rsid w:val="00827800"/>
    <w:rsid w:val="00827920"/>
    <w:rsid w:val="00827A85"/>
    <w:rsid w:val="00827B8B"/>
    <w:rsid w:val="00827C60"/>
    <w:rsid w:val="00830503"/>
    <w:rsid w:val="008307B1"/>
    <w:rsid w:val="008308D8"/>
    <w:rsid w:val="00830A73"/>
    <w:rsid w:val="00830EF1"/>
    <w:rsid w:val="008310BE"/>
    <w:rsid w:val="008311B2"/>
    <w:rsid w:val="008315E3"/>
    <w:rsid w:val="00831797"/>
    <w:rsid w:val="008318DA"/>
    <w:rsid w:val="00831F26"/>
    <w:rsid w:val="0083217C"/>
    <w:rsid w:val="0083268E"/>
    <w:rsid w:val="008326D8"/>
    <w:rsid w:val="00832A4E"/>
    <w:rsid w:val="00832AAD"/>
    <w:rsid w:val="008332E2"/>
    <w:rsid w:val="00833502"/>
    <w:rsid w:val="008335A6"/>
    <w:rsid w:val="0083372B"/>
    <w:rsid w:val="00833CF1"/>
    <w:rsid w:val="00833EF5"/>
    <w:rsid w:val="00835000"/>
    <w:rsid w:val="0083544E"/>
    <w:rsid w:val="008354EA"/>
    <w:rsid w:val="00835C12"/>
    <w:rsid w:val="00835D78"/>
    <w:rsid w:val="008360F6"/>
    <w:rsid w:val="008365F7"/>
    <w:rsid w:val="00836686"/>
    <w:rsid w:val="008368B1"/>
    <w:rsid w:val="00836DED"/>
    <w:rsid w:val="0083710C"/>
    <w:rsid w:val="00837749"/>
    <w:rsid w:val="00837916"/>
    <w:rsid w:val="0084011D"/>
    <w:rsid w:val="008406CD"/>
    <w:rsid w:val="00840C47"/>
    <w:rsid w:val="00840CBA"/>
    <w:rsid w:val="00841744"/>
    <w:rsid w:val="00841A0C"/>
    <w:rsid w:val="00841B96"/>
    <w:rsid w:val="0084239D"/>
    <w:rsid w:val="008427D5"/>
    <w:rsid w:val="00843071"/>
    <w:rsid w:val="0084328C"/>
    <w:rsid w:val="008437EF"/>
    <w:rsid w:val="008438AF"/>
    <w:rsid w:val="00843BDA"/>
    <w:rsid w:val="00843E95"/>
    <w:rsid w:val="00843FD1"/>
    <w:rsid w:val="0084414A"/>
    <w:rsid w:val="00844380"/>
    <w:rsid w:val="0084476D"/>
    <w:rsid w:val="0084491A"/>
    <w:rsid w:val="00844EB5"/>
    <w:rsid w:val="008451E0"/>
    <w:rsid w:val="0084536D"/>
    <w:rsid w:val="00845384"/>
    <w:rsid w:val="00845421"/>
    <w:rsid w:val="008458BA"/>
    <w:rsid w:val="00845BCB"/>
    <w:rsid w:val="00845C7E"/>
    <w:rsid w:val="00845D5E"/>
    <w:rsid w:val="00845DAC"/>
    <w:rsid w:val="00845ECB"/>
    <w:rsid w:val="00845ED0"/>
    <w:rsid w:val="00846142"/>
    <w:rsid w:val="0084647F"/>
    <w:rsid w:val="00846926"/>
    <w:rsid w:val="00846B42"/>
    <w:rsid w:val="00846C98"/>
    <w:rsid w:val="00846D37"/>
    <w:rsid w:val="00847381"/>
    <w:rsid w:val="0084795A"/>
    <w:rsid w:val="008479F6"/>
    <w:rsid w:val="00847B12"/>
    <w:rsid w:val="00847B89"/>
    <w:rsid w:val="00847CA6"/>
    <w:rsid w:val="00847EDB"/>
    <w:rsid w:val="008501A5"/>
    <w:rsid w:val="008502A7"/>
    <w:rsid w:val="008504C4"/>
    <w:rsid w:val="00850562"/>
    <w:rsid w:val="008515EB"/>
    <w:rsid w:val="00851A4A"/>
    <w:rsid w:val="008521D4"/>
    <w:rsid w:val="008525CF"/>
    <w:rsid w:val="00852997"/>
    <w:rsid w:val="00852AC9"/>
    <w:rsid w:val="00852BB3"/>
    <w:rsid w:val="00852E98"/>
    <w:rsid w:val="00853874"/>
    <w:rsid w:val="00853F6C"/>
    <w:rsid w:val="008540E6"/>
    <w:rsid w:val="00854941"/>
    <w:rsid w:val="00854A24"/>
    <w:rsid w:val="00854E83"/>
    <w:rsid w:val="00855735"/>
    <w:rsid w:val="00856008"/>
    <w:rsid w:val="00856107"/>
    <w:rsid w:val="00856409"/>
    <w:rsid w:val="008568AB"/>
    <w:rsid w:val="008568C1"/>
    <w:rsid w:val="00856914"/>
    <w:rsid w:val="00856D18"/>
    <w:rsid w:val="00857220"/>
    <w:rsid w:val="008579DA"/>
    <w:rsid w:val="00857DA9"/>
    <w:rsid w:val="00860399"/>
    <w:rsid w:val="008604F9"/>
    <w:rsid w:val="00860941"/>
    <w:rsid w:val="00860CCE"/>
    <w:rsid w:val="00860E97"/>
    <w:rsid w:val="00861AA4"/>
    <w:rsid w:val="00861E4F"/>
    <w:rsid w:val="0086260B"/>
    <w:rsid w:val="008627D9"/>
    <w:rsid w:val="00862B4A"/>
    <w:rsid w:val="00862E8D"/>
    <w:rsid w:val="00862F48"/>
    <w:rsid w:val="00863418"/>
    <w:rsid w:val="008634DD"/>
    <w:rsid w:val="008638EA"/>
    <w:rsid w:val="00863F7E"/>
    <w:rsid w:val="00864842"/>
    <w:rsid w:val="00865422"/>
    <w:rsid w:val="008659C1"/>
    <w:rsid w:val="00865D28"/>
    <w:rsid w:val="00865F39"/>
    <w:rsid w:val="00866D27"/>
    <w:rsid w:val="008674FB"/>
    <w:rsid w:val="00867642"/>
    <w:rsid w:val="00867659"/>
    <w:rsid w:val="008677DD"/>
    <w:rsid w:val="00870384"/>
    <w:rsid w:val="00870AA3"/>
    <w:rsid w:val="00870D88"/>
    <w:rsid w:val="0087109D"/>
    <w:rsid w:val="00871233"/>
    <w:rsid w:val="00871361"/>
    <w:rsid w:val="008713A6"/>
    <w:rsid w:val="00871C43"/>
    <w:rsid w:val="00871CF1"/>
    <w:rsid w:val="0087206D"/>
    <w:rsid w:val="00872070"/>
    <w:rsid w:val="00872525"/>
    <w:rsid w:val="0087292F"/>
    <w:rsid w:val="00872A53"/>
    <w:rsid w:val="00872A84"/>
    <w:rsid w:val="0087362E"/>
    <w:rsid w:val="00873D29"/>
    <w:rsid w:val="008740FC"/>
    <w:rsid w:val="008745BF"/>
    <w:rsid w:val="00874AA0"/>
    <w:rsid w:val="00874CC9"/>
    <w:rsid w:val="00874D8D"/>
    <w:rsid w:val="00874E42"/>
    <w:rsid w:val="00875233"/>
    <w:rsid w:val="00875324"/>
    <w:rsid w:val="008757EE"/>
    <w:rsid w:val="00875A7E"/>
    <w:rsid w:val="00875C58"/>
    <w:rsid w:val="00876603"/>
    <w:rsid w:val="00876931"/>
    <w:rsid w:val="008769C7"/>
    <w:rsid w:val="00876B7F"/>
    <w:rsid w:val="00876BB5"/>
    <w:rsid w:val="00876D97"/>
    <w:rsid w:val="00876F5E"/>
    <w:rsid w:val="008776A5"/>
    <w:rsid w:val="00877FB2"/>
    <w:rsid w:val="0088006B"/>
    <w:rsid w:val="008804C1"/>
    <w:rsid w:val="0088072C"/>
    <w:rsid w:val="008807E9"/>
    <w:rsid w:val="00880807"/>
    <w:rsid w:val="0088101E"/>
    <w:rsid w:val="0088124B"/>
    <w:rsid w:val="008819CD"/>
    <w:rsid w:val="008819E3"/>
    <w:rsid w:val="00882189"/>
    <w:rsid w:val="0088252E"/>
    <w:rsid w:val="00882A15"/>
    <w:rsid w:val="00882B33"/>
    <w:rsid w:val="0088375F"/>
    <w:rsid w:val="00883AA2"/>
    <w:rsid w:val="00883FA0"/>
    <w:rsid w:val="008841FE"/>
    <w:rsid w:val="00884352"/>
    <w:rsid w:val="00884B5A"/>
    <w:rsid w:val="00884E4F"/>
    <w:rsid w:val="00885A5E"/>
    <w:rsid w:val="00885DA6"/>
    <w:rsid w:val="00885E15"/>
    <w:rsid w:val="008861C2"/>
    <w:rsid w:val="008861FE"/>
    <w:rsid w:val="008868D4"/>
    <w:rsid w:val="008874B2"/>
    <w:rsid w:val="008878C6"/>
    <w:rsid w:val="0088794E"/>
    <w:rsid w:val="00890306"/>
    <w:rsid w:val="0089055B"/>
    <w:rsid w:val="008910C1"/>
    <w:rsid w:val="008911E5"/>
    <w:rsid w:val="00891581"/>
    <w:rsid w:val="00891590"/>
    <w:rsid w:val="008915C9"/>
    <w:rsid w:val="00891679"/>
    <w:rsid w:val="008916CD"/>
    <w:rsid w:val="00891CB8"/>
    <w:rsid w:val="0089206B"/>
    <w:rsid w:val="008920E5"/>
    <w:rsid w:val="00892303"/>
    <w:rsid w:val="00892399"/>
    <w:rsid w:val="0089295D"/>
    <w:rsid w:val="00892A53"/>
    <w:rsid w:val="00893C88"/>
    <w:rsid w:val="00893E62"/>
    <w:rsid w:val="00894025"/>
    <w:rsid w:val="008943B6"/>
    <w:rsid w:val="008947B2"/>
    <w:rsid w:val="00894848"/>
    <w:rsid w:val="00894C7D"/>
    <w:rsid w:val="0089526C"/>
    <w:rsid w:val="008954FD"/>
    <w:rsid w:val="00895B8D"/>
    <w:rsid w:val="00896235"/>
    <w:rsid w:val="00896625"/>
    <w:rsid w:val="008966FE"/>
    <w:rsid w:val="00896720"/>
    <w:rsid w:val="0089678F"/>
    <w:rsid w:val="008969DF"/>
    <w:rsid w:val="00896A45"/>
    <w:rsid w:val="008971BD"/>
    <w:rsid w:val="008977FB"/>
    <w:rsid w:val="008A01C9"/>
    <w:rsid w:val="008A13FC"/>
    <w:rsid w:val="008A18CD"/>
    <w:rsid w:val="008A1C7C"/>
    <w:rsid w:val="008A2258"/>
    <w:rsid w:val="008A2704"/>
    <w:rsid w:val="008A27EA"/>
    <w:rsid w:val="008A2E5C"/>
    <w:rsid w:val="008A36A6"/>
    <w:rsid w:val="008A39E9"/>
    <w:rsid w:val="008A3D05"/>
    <w:rsid w:val="008A3F64"/>
    <w:rsid w:val="008A44E0"/>
    <w:rsid w:val="008A5148"/>
    <w:rsid w:val="008A5178"/>
    <w:rsid w:val="008A566F"/>
    <w:rsid w:val="008A5886"/>
    <w:rsid w:val="008A59D6"/>
    <w:rsid w:val="008A59DB"/>
    <w:rsid w:val="008A637E"/>
    <w:rsid w:val="008A7746"/>
    <w:rsid w:val="008A7A5D"/>
    <w:rsid w:val="008B0076"/>
    <w:rsid w:val="008B039C"/>
    <w:rsid w:val="008B0BC6"/>
    <w:rsid w:val="008B0F24"/>
    <w:rsid w:val="008B160D"/>
    <w:rsid w:val="008B1A60"/>
    <w:rsid w:val="008B21D4"/>
    <w:rsid w:val="008B2338"/>
    <w:rsid w:val="008B2530"/>
    <w:rsid w:val="008B27EB"/>
    <w:rsid w:val="008B297E"/>
    <w:rsid w:val="008B2B06"/>
    <w:rsid w:val="008B2DAC"/>
    <w:rsid w:val="008B2ECB"/>
    <w:rsid w:val="008B3081"/>
    <w:rsid w:val="008B35A5"/>
    <w:rsid w:val="008B3943"/>
    <w:rsid w:val="008B3C82"/>
    <w:rsid w:val="008B3CBC"/>
    <w:rsid w:val="008B3E34"/>
    <w:rsid w:val="008B3F10"/>
    <w:rsid w:val="008B4365"/>
    <w:rsid w:val="008B480D"/>
    <w:rsid w:val="008B4B5D"/>
    <w:rsid w:val="008B4C5A"/>
    <w:rsid w:val="008B4D21"/>
    <w:rsid w:val="008B4E4F"/>
    <w:rsid w:val="008B53C7"/>
    <w:rsid w:val="008B62D8"/>
    <w:rsid w:val="008B67C5"/>
    <w:rsid w:val="008B6A2B"/>
    <w:rsid w:val="008B7409"/>
    <w:rsid w:val="008B79EC"/>
    <w:rsid w:val="008B7DFC"/>
    <w:rsid w:val="008B7E4D"/>
    <w:rsid w:val="008C01B1"/>
    <w:rsid w:val="008C0258"/>
    <w:rsid w:val="008C0D71"/>
    <w:rsid w:val="008C0EDC"/>
    <w:rsid w:val="008C16E8"/>
    <w:rsid w:val="008C1B16"/>
    <w:rsid w:val="008C1F19"/>
    <w:rsid w:val="008C2279"/>
    <w:rsid w:val="008C2C76"/>
    <w:rsid w:val="008C2D0C"/>
    <w:rsid w:val="008C350F"/>
    <w:rsid w:val="008C3810"/>
    <w:rsid w:val="008C388F"/>
    <w:rsid w:val="008C3A49"/>
    <w:rsid w:val="008C42A1"/>
    <w:rsid w:val="008C4806"/>
    <w:rsid w:val="008C48CE"/>
    <w:rsid w:val="008C4CB3"/>
    <w:rsid w:val="008C4F6D"/>
    <w:rsid w:val="008C54C0"/>
    <w:rsid w:val="008C54DE"/>
    <w:rsid w:val="008C5506"/>
    <w:rsid w:val="008C557A"/>
    <w:rsid w:val="008C57EF"/>
    <w:rsid w:val="008C585A"/>
    <w:rsid w:val="008C5870"/>
    <w:rsid w:val="008C58B1"/>
    <w:rsid w:val="008C5A9A"/>
    <w:rsid w:val="008C6363"/>
    <w:rsid w:val="008C7589"/>
    <w:rsid w:val="008D0426"/>
    <w:rsid w:val="008D0C21"/>
    <w:rsid w:val="008D0D5D"/>
    <w:rsid w:val="008D0ECA"/>
    <w:rsid w:val="008D1086"/>
    <w:rsid w:val="008D12B3"/>
    <w:rsid w:val="008D180E"/>
    <w:rsid w:val="008D1885"/>
    <w:rsid w:val="008D1C0F"/>
    <w:rsid w:val="008D2D98"/>
    <w:rsid w:val="008D2F7C"/>
    <w:rsid w:val="008D443E"/>
    <w:rsid w:val="008D47BA"/>
    <w:rsid w:val="008D4DA9"/>
    <w:rsid w:val="008D51CA"/>
    <w:rsid w:val="008D5341"/>
    <w:rsid w:val="008D59AF"/>
    <w:rsid w:val="008D59B0"/>
    <w:rsid w:val="008D645C"/>
    <w:rsid w:val="008D6535"/>
    <w:rsid w:val="008D6DF2"/>
    <w:rsid w:val="008D6EB9"/>
    <w:rsid w:val="008D7408"/>
    <w:rsid w:val="008D7814"/>
    <w:rsid w:val="008D7BD1"/>
    <w:rsid w:val="008E02AC"/>
    <w:rsid w:val="008E06B1"/>
    <w:rsid w:val="008E06D1"/>
    <w:rsid w:val="008E07B1"/>
    <w:rsid w:val="008E0982"/>
    <w:rsid w:val="008E1246"/>
    <w:rsid w:val="008E1C2E"/>
    <w:rsid w:val="008E1E49"/>
    <w:rsid w:val="008E1FED"/>
    <w:rsid w:val="008E21B1"/>
    <w:rsid w:val="008E2254"/>
    <w:rsid w:val="008E2299"/>
    <w:rsid w:val="008E2475"/>
    <w:rsid w:val="008E3031"/>
    <w:rsid w:val="008E3217"/>
    <w:rsid w:val="008E3479"/>
    <w:rsid w:val="008E3794"/>
    <w:rsid w:val="008E3896"/>
    <w:rsid w:val="008E3AFF"/>
    <w:rsid w:val="008E3B37"/>
    <w:rsid w:val="008E4181"/>
    <w:rsid w:val="008E461D"/>
    <w:rsid w:val="008E4674"/>
    <w:rsid w:val="008E4918"/>
    <w:rsid w:val="008E4B83"/>
    <w:rsid w:val="008E4C30"/>
    <w:rsid w:val="008E4D26"/>
    <w:rsid w:val="008E4F29"/>
    <w:rsid w:val="008E5059"/>
    <w:rsid w:val="008E517A"/>
    <w:rsid w:val="008E5720"/>
    <w:rsid w:val="008E5A1A"/>
    <w:rsid w:val="008E5F6E"/>
    <w:rsid w:val="008E635C"/>
    <w:rsid w:val="008E6639"/>
    <w:rsid w:val="008E6EDC"/>
    <w:rsid w:val="008E70FE"/>
    <w:rsid w:val="008E7487"/>
    <w:rsid w:val="008E77B5"/>
    <w:rsid w:val="008E7BAD"/>
    <w:rsid w:val="008E7C93"/>
    <w:rsid w:val="008E7D56"/>
    <w:rsid w:val="008E7ED4"/>
    <w:rsid w:val="008F000A"/>
    <w:rsid w:val="008F001F"/>
    <w:rsid w:val="008F020E"/>
    <w:rsid w:val="008F0B38"/>
    <w:rsid w:val="008F0BDF"/>
    <w:rsid w:val="008F0D1A"/>
    <w:rsid w:val="008F0FBF"/>
    <w:rsid w:val="008F127A"/>
    <w:rsid w:val="008F1CD7"/>
    <w:rsid w:val="008F24B9"/>
    <w:rsid w:val="008F26C4"/>
    <w:rsid w:val="008F282D"/>
    <w:rsid w:val="008F29C7"/>
    <w:rsid w:val="008F30E7"/>
    <w:rsid w:val="008F31D1"/>
    <w:rsid w:val="008F36A2"/>
    <w:rsid w:val="008F386B"/>
    <w:rsid w:val="008F3B1F"/>
    <w:rsid w:val="008F465B"/>
    <w:rsid w:val="008F46B7"/>
    <w:rsid w:val="008F4849"/>
    <w:rsid w:val="008F49D4"/>
    <w:rsid w:val="008F4DEF"/>
    <w:rsid w:val="008F4FE1"/>
    <w:rsid w:val="008F5366"/>
    <w:rsid w:val="008F53BC"/>
    <w:rsid w:val="008F5845"/>
    <w:rsid w:val="008F5887"/>
    <w:rsid w:val="008F5967"/>
    <w:rsid w:val="008F5A00"/>
    <w:rsid w:val="008F5BC4"/>
    <w:rsid w:val="008F66C2"/>
    <w:rsid w:val="008F6969"/>
    <w:rsid w:val="008F7657"/>
    <w:rsid w:val="008F7697"/>
    <w:rsid w:val="008F76EC"/>
    <w:rsid w:val="008F7C34"/>
    <w:rsid w:val="008F7D98"/>
    <w:rsid w:val="008F7DED"/>
    <w:rsid w:val="008F7E55"/>
    <w:rsid w:val="009001B8"/>
    <w:rsid w:val="009007DC"/>
    <w:rsid w:val="00900A1D"/>
    <w:rsid w:val="00900EEC"/>
    <w:rsid w:val="00901283"/>
    <w:rsid w:val="00901441"/>
    <w:rsid w:val="00901DE4"/>
    <w:rsid w:val="00902124"/>
    <w:rsid w:val="00902338"/>
    <w:rsid w:val="00902EBC"/>
    <w:rsid w:val="0090344A"/>
    <w:rsid w:val="00903BBD"/>
    <w:rsid w:val="0090408D"/>
    <w:rsid w:val="009040FB"/>
    <w:rsid w:val="0090421D"/>
    <w:rsid w:val="0090448F"/>
    <w:rsid w:val="009044DB"/>
    <w:rsid w:val="009045C5"/>
    <w:rsid w:val="009048F1"/>
    <w:rsid w:val="00904ACD"/>
    <w:rsid w:val="00904B15"/>
    <w:rsid w:val="0090515D"/>
    <w:rsid w:val="009051BC"/>
    <w:rsid w:val="009053F6"/>
    <w:rsid w:val="00906218"/>
    <w:rsid w:val="009064DF"/>
    <w:rsid w:val="00906824"/>
    <w:rsid w:val="00906830"/>
    <w:rsid w:val="00906996"/>
    <w:rsid w:val="00906B21"/>
    <w:rsid w:val="00907017"/>
    <w:rsid w:val="009103A1"/>
    <w:rsid w:val="0091097E"/>
    <w:rsid w:val="00910F29"/>
    <w:rsid w:val="00911159"/>
    <w:rsid w:val="0091168E"/>
    <w:rsid w:val="009116BA"/>
    <w:rsid w:val="0091174D"/>
    <w:rsid w:val="00911BE2"/>
    <w:rsid w:val="009122A6"/>
    <w:rsid w:val="00912316"/>
    <w:rsid w:val="00912327"/>
    <w:rsid w:val="0091255B"/>
    <w:rsid w:val="00912710"/>
    <w:rsid w:val="009128AD"/>
    <w:rsid w:val="00912B4C"/>
    <w:rsid w:val="00912D34"/>
    <w:rsid w:val="00912D36"/>
    <w:rsid w:val="0091340D"/>
    <w:rsid w:val="00915155"/>
    <w:rsid w:val="009155DE"/>
    <w:rsid w:val="0091578C"/>
    <w:rsid w:val="00915791"/>
    <w:rsid w:val="009158E3"/>
    <w:rsid w:val="00915A34"/>
    <w:rsid w:val="00915C56"/>
    <w:rsid w:val="00916019"/>
    <w:rsid w:val="00916878"/>
    <w:rsid w:val="00916B82"/>
    <w:rsid w:val="00916D02"/>
    <w:rsid w:val="009177B8"/>
    <w:rsid w:val="00917897"/>
    <w:rsid w:val="00917EF7"/>
    <w:rsid w:val="0092026D"/>
    <w:rsid w:val="0092045F"/>
    <w:rsid w:val="009204BA"/>
    <w:rsid w:val="00920771"/>
    <w:rsid w:val="00920D37"/>
    <w:rsid w:val="00921132"/>
    <w:rsid w:val="00921904"/>
    <w:rsid w:val="00921C87"/>
    <w:rsid w:val="00921EB8"/>
    <w:rsid w:val="009226B2"/>
    <w:rsid w:val="00922949"/>
    <w:rsid w:val="00922D6D"/>
    <w:rsid w:val="00922DF5"/>
    <w:rsid w:val="009230F0"/>
    <w:rsid w:val="009232D1"/>
    <w:rsid w:val="0092342B"/>
    <w:rsid w:val="0092367A"/>
    <w:rsid w:val="00923B74"/>
    <w:rsid w:val="00923CF9"/>
    <w:rsid w:val="00923F71"/>
    <w:rsid w:val="00924147"/>
    <w:rsid w:val="009245DB"/>
    <w:rsid w:val="0092558A"/>
    <w:rsid w:val="00925F1A"/>
    <w:rsid w:val="009267D5"/>
    <w:rsid w:val="00926BAF"/>
    <w:rsid w:val="009273DA"/>
    <w:rsid w:val="0092766D"/>
    <w:rsid w:val="00927671"/>
    <w:rsid w:val="00927C5F"/>
    <w:rsid w:val="00927EE1"/>
    <w:rsid w:val="00930324"/>
    <w:rsid w:val="00930B45"/>
    <w:rsid w:val="00930EA9"/>
    <w:rsid w:val="00931129"/>
    <w:rsid w:val="0093124D"/>
    <w:rsid w:val="0093160B"/>
    <w:rsid w:val="00931F0A"/>
    <w:rsid w:val="00932099"/>
    <w:rsid w:val="009320B2"/>
    <w:rsid w:val="0093227D"/>
    <w:rsid w:val="009323E2"/>
    <w:rsid w:val="0093265D"/>
    <w:rsid w:val="00932C9D"/>
    <w:rsid w:val="00932EB8"/>
    <w:rsid w:val="0093395A"/>
    <w:rsid w:val="00933F60"/>
    <w:rsid w:val="00934475"/>
    <w:rsid w:val="009346E0"/>
    <w:rsid w:val="00934C82"/>
    <w:rsid w:val="00934E3C"/>
    <w:rsid w:val="00935408"/>
    <w:rsid w:val="009354C7"/>
    <w:rsid w:val="00935F64"/>
    <w:rsid w:val="00936497"/>
    <w:rsid w:val="009365BC"/>
    <w:rsid w:val="00936953"/>
    <w:rsid w:val="00936B23"/>
    <w:rsid w:val="00936E14"/>
    <w:rsid w:val="00937137"/>
    <w:rsid w:val="0093735A"/>
    <w:rsid w:val="00937649"/>
    <w:rsid w:val="009379A1"/>
    <w:rsid w:val="00937C03"/>
    <w:rsid w:val="00937F75"/>
    <w:rsid w:val="00940276"/>
    <w:rsid w:val="00940D38"/>
    <w:rsid w:val="009413EE"/>
    <w:rsid w:val="00941827"/>
    <w:rsid w:val="009419E7"/>
    <w:rsid w:val="00941DC0"/>
    <w:rsid w:val="009421C0"/>
    <w:rsid w:val="009428AB"/>
    <w:rsid w:val="00942BAC"/>
    <w:rsid w:val="00942C90"/>
    <w:rsid w:val="00942DCC"/>
    <w:rsid w:val="00942ED7"/>
    <w:rsid w:val="0094303E"/>
    <w:rsid w:val="00943A29"/>
    <w:rsid w:val="00943C79"/>
    <w:rsid w:val="00945047"/>
    <w:rsid w:val="00945553"/>
    <w:rsid w:val="0094570A"/>
    <w:rsid w:val="00946040"/>
    <w:rsid w:val="00946745"/>
    <w:rsid w:val="009468ED"/>
    <w:rsid w:val="00946CEA"/>
    <w:rsid w:val="00947003"/>
    <w:rsid w:val="00947AF2"/>
    <w:rsid w:val="00947C43"/>
    <w:rsid w:val="00947D0C"/>
    <w:rsid w:val="00947EB3"/>
    <w:rsid w:val="00950242"/>
    <w:rsid w:val="00950791"/>
    <w:rsid w:val="00950E29"/>
    <w:rsid w:val="00951438"/>
    <w:rsid w:val="009516BA"/>
    <w:rsid w:val="009516CF"/>
    <w:rsid w:val="00951830"/>
    <w:rsid w:val="00951C5C"/>
    <w:rsid w:val="009522AD"/>
    <w:rsid w:val="0095232C"/>
    <w:rsid w:val="009526CF"/>
    <w:rsid w:val="009529C4"/>
    <w:rsid w:val="00952A20"/>
    <w:rsid w:val="009534CD"/>
    <w:rsid w:val="00953B85"/>
    <w:rsid w:val="009541D6"/>
    <w:rsid w:val="0095427F"/>
    <w:rsid w:val="009542B6"/>
    <w:rsid w:val="009545EF"/>
    <w:rsid w:val="00954750"/>
    <w:rsid w:val="0095541D"/>
    <w:rsid w:val="00955CA7"/>
    <w:rsid w:val="0095617E"/>
    <w:rsid w:val="009561D2"/>
    <w:rsid w:val="00956507"/>
    <w:rsid w:val="00956591"/>
    <w:rsid w:val="0095680B"/>
    <w:rsid w:val="00957243"/>
    <w:rsid w:val="0095727E"/>
    <w:rsid w:val="00957304"/>
    <w:rsid w:val="009573D8"/>
    <w:rsid w:val="009576A3"/>
    <w:rsid w:val="009579E8"/>
    <w:rsid w:val="00957C70"/>
    <w:rsid w:val="00957ECB"/>
    <w:rsid w:val="0096022D"/>
    <w:rsid w:val="009606BE"/>
    <w:rsid w:val="00960953"/>
    <w:rsid w:val="00960A37"/>
    <w:rsid w:val="00961803"/>
    <w:rsid w:val="00961B18"/>
    <w:rsid w:val="0096207E"/>
    <w:rsid w:val="00962081"/>
    <w:rsid w:val="009629D1"/>
    <w:rsid w:val="00962D2F"/>
    <w:rsid w:val="00962F04"/>
    <w:rsid w:val="0096317A"/>
    <w:rsid w:val="00963278"/>
    <w:rsid w:val="009635AC"/>
    <w:rsid w:val="00964024"/>
    <w:rsid w:val="00964625"/>
    <w:rsid w:val="00964963"/>
    <w:rsid w:val="00964AE4"/>
    <w:rsid w:val="00964F49"/>
    <w:rsid w:val="00965525"/>
    <w:rsid w:val="00965542"/>
    <w:rsid w:val="0096577D"/>
    <w:rsid w:val="00965B26"/>
    <w:rsid w:val="00966085"/>
    <w:rsid w:val="009660D1"/>
    <w:rsid w:val="00966236"/>
    <w:rsid w:val="00966237"/>
    <w:rsid w:val="009662B1"/>
    <w:rsid w:val="009671D0"/>
    <w:rsid w:val="009673E3"/>
    <w:rsid w:val="00967578"/>
    <w:rsid w:val="00967746"/>
    <w:rsid w:val="009678CB"/>
    <w:rsid w:val="00970012"/>
    <w:rsid w:val="00970264"/>
    <w:rsid w:val="00970BE4"/>
    <w:rsid w:val="00970C25"/>
    <w:rsid w:val="00971616"/>
    <w:rsid w:val="00971DF3"/>
    <w:rsid w:val="00972017"/>
    <w:rsid w:val="00972C23"/>
    <w:rsid w:val="00972EFB"/>
    <w:rsid w:val="00973A0B"/>
    <w:rsid w:val="00973C7D"/>
    <w:rsid w:val="00974619"/>
    <w:rsid w:val="009749BC"/>
    <w:rsid w:val="00974AFE"/>
    <w:rsid w:val="00974F65"/>
    <w:rsid w:val="00976156"/>
    <w:rsid w:val="00976CBD"/>
    <w:rsid w:val="009770C1"/>
    <w:rsid w:val="00977154"/>
    <w:rsid w:val="009773A8"/>
    <w:rsid w:val="00977876"/>
    <w:rsid w:val="009778F9"/>
    <w:rsid w:val="00980595"/>
    <w:rsid w:val="0098091D"/>
    <w:rsid w:val="00980A3D"/>
    <w:rsid w:val="00981445"/>
    <w:rsid w:val="009814F8"/>
    <w:rsid w:val="00981906"/>
    <w:rsid w:val="00981BCD"/>
    <w:rsid w:val="00982050"/>
    <w:rsid w:val="00982A06"/>
    <w:rsid w:val="00982A85"/>
    <w:rsid w:val="00982E24"/>
    <w:rsid w:val="00983511"/>
    <w:rsid w:val="00983917"/>
    <w:rsid w:val="00984198"/>
    <w:rsid w:val="00984510"/>
    <w:rsid w:val="0098492D"/>
    <w:rsid w:val="00984BCD"/>
    <w:rsid w:val="00984E98"/>
    <w:rsid w:val="00984EDC"/>
    <w:rsid w:val="00984F62"/>
    <w:rsid w:val="0098532C"/>
    <w:rsid w:val="00985841"/>
    <w:rsid w:val="00985931"/>
    <w:rsid w:val="00985BAC"/>
    <w:rsid w:val="00985D26"/>
    <w:rsid w:val="00985DF0"/>
    <w:rsid w:val="00985FA1"/>
    <w:rsid w:val="009864A2"/>
    <w:rsid w:val="00986565"/>
    <w:rsid w:val="0098659C"/>
    <w:rsid w:val="009865B5"/>
    <w:rsid w:val="00986874"/>
    <w:rsid w:val="00986B75"/>
    <w:rsid w:val="00986DCA"/>
    <w:rsid w:val="00987069"/>
    <w:rsid w:val="009872AF"/>
    <w:rsid w:val="0098739E"/>
    <w:rsid w:val="00987976"/>
    <w:rsid w:val="00987D6D"/>
    <w:rsid w:val="00990CA9"/>
    <w:rsid w:val="009912F7"/>
    <w:rsid w:val="00991721"/>
    <w:rsid w:val="0099180C"/>
    <w:rsid w:val="009920F7"/>
    <w:rsid w:val="009925E8"/>
    <w:rsid w:val="00992910"/>
    <w:rsid w:val="00993A8E"/>
    <w:rsid w:val="00993D8F"/>
    <w:rsid w:val="00994956"/>
    <w:rsid w:val="00994AAA"/>
    <w:rsid w:val="00994B89"/>
    <w:rsid w:val="00994E57"/>
    <w:rsid w:val="00994E81"/>
    <w:rsid w:val="009954CA"/>
    <w:rsid w:val="00995768"/>
    <w:rsid w:val="009958E8"/>
    <w:rsid w:val="00995983"/>
    <w:rsid w:val="00995FCC"/>
    <w:rsid w:val="00995FD5"/>
    <w:rsid w:val="00996160"/>
    <w:rsid w:val="009961DE"/>
    <w:rsid w:val="0099631D"/>
    <w:rsid w:val="00996B24"/>
    <w:rsid w:val="00996B8F"/>
    <w:rsid w:val="00996D10"/>
    <w:rsid w:val="00997148"/>
    <w:rsid w:val="009978B5"/>
    <w:rsid w:val="00997921"/>
    <w:rsid w:val="00997CF4"/>
    <w:rsid w:val="00997E04"/>
    <w:rsid w:val="00997E2A"/>
    <w:rsid w:val="009A001B"/>
    <w:rsid w:val="009A0689"/>
    <w:rsid w:val="009A0960"/>
    <w:rsid w:val="009A1066"/>
    <w:rsid w:val="009A193F"/>
    <w:rsid w:val="009A1DBD"/>
    <w:rsid w:val="009A2109"/>
    <w:rsid w:val="009A2170"/>
    <w:rsid w:val="009A223D"/>
    <w:rsid w:val="009A22AA"/>
    <w:rsid w:val="009A2D93"/>
    <w:rsid w:val="009A305E"/>
    <w:rsid w:val="009A3CF0"/>
    <w:rsid w:val="009A3DB2"/>
    <w:rsid w:val="009A43C8"/>
    <w:rsid w:val="009A455F"/>
    <w:rsid w:val="009A4E86"/>
    <w:rsid w:val="009A5065"/>
    <w:rsid w:val="009A5433"/>
    <w:rsid w:val="009A5BE1"/>
    <w:rsid w:val="009A5C56"/>
    <w:rsid w:val="009A5CFC"/>
    <w:rsid w:val="009A5D03"/>
    <w:rsid w:val="009A612D"/>
    <w:rsid w:val="009A6158"/>
    <w:rsid w:val="009A63A1"/>
    <w:rsid w:val="009A6BD4"/>
    <w:rsid w:val="009A6D25"/>
    <w:rsid w:val="009A7953"/>
    <w:rsid w:val="009A799C"/>
    <w:rsid w:val="009A7A28"/>
    <w:rsid w:val="009A7B70"/>
    <w:rsid w:val="009A7EB5"/>
    <w:rsid w:val="009B04B4"/>
    <w:rsid w:val="009B063E"/>
    <w:rsid w:val="009B0738"/>
    <w:rsid w:val="009B08AD"/>
    <w:rsid w:val="009B0AF1"/>
    <w:rsid w:val="009B0E1D"/>
    <w:rsid w:val="009B1095"/>
    <w:rsid w:val="009B1394"/>
    <w:rsid w:val="009B1D4F"/>
    <w:rsid w:val="009B22D6"/>
    <w:rsid w:val="009B264E"/>
    <w:rsid w:val="009B2824"/>
    <w:rsid w:val="009B2AE2"/>
    <w:rsid w:val="009B2F8A"/>
    <w:rsid w:val="009B3298"/>
    <w:rsid w:val="009B34E2"/>
    <w:rsid w:val="009B3E4D"/>
    <w:rsid w:val="009B42FD"/>
    <w:rsid w:val="009B4708"/>
    <w:rsid w:val="009B4919"/>
    <w:rsid w:val="009B5084"/>
    <w:rsid w:val="009B566D"/>
    <w:rsid w:val="009B5689"/>
    <w:rsid w:val="009B5BEE"/>
    <w:rsid w:val="009B61C9"/>
    <w:rsid w:val="009B674D"/>
    <w:rsid w:val="009B67C3"/>
    <w:rsid w:val="009B6D8D"/>
    <w:rsid w:val="009B6DB8"/>
    <w:rsid w:val="009B73C6"/>
    <w:rsid w:val="009B76BE"/>
    <w:rsid w:val="009B76F8"/>
    <w:rsid w:val="009B77DE"/>
    <w:rsid w:val="009B7953"/>
    <w:rsid w:val="009B7E01"/>
    <w:rsid w:val="009B7E42"/>
    <w:rsid w:val="009C03AA"/>
    <w:rsid w:val="009C0F5F"/>
    <w:rsid w:val="009C1466"/>
    <w:rsid w:val="009C193B"/>
    <w:rsid w:val="009C2492"/>
    <w:rsid w:val="009C25E2"/>
    <w:rsid w:val="009C295A"/>
    <w:rsid w:val="009C2B75"/>
    <w:rsid w:val="009C2C67"/>
    <w:rsid w:val="009C2DF2"/>
    <w:rsid w:val="009C3092"/>
    <w:rsid w:val="009C3173"/>
    <w:rsid w:val="009C318F"/>
    <w:rsid w:val="009C35F7"/>
    <w:rsid w:val="009C3C10"/>
    <w:rsid w:val="009C3F33"/>
    <w:rsid w:val="009C4529"/>
    <w:rsid w:val="009C4951"/>
    <w:rsid w:val="009C4BAE"/>
    <w:rsid w:val="009C4D34"/>
    <w:rsid w:val="009C4FA0"/>
    <w:rsid w:val="009C5230"/>
    <w:rsid w:val="009C53AB"/>
    <w:rsid w:val="009C597D"/>
    <w:rsid w:val="009C6211"/>
    <w:rsid w:val="009C6B08"/>
    <w:rsid w:val="009C6B09"/>
    <w:rsid w:val="009C720F"/>
    <w:rsid w:val="009C726D"/>
    <w:rsid w:val="009C7477"/>
    <w:rsid w:val="009C7B66"/>
    <w:rsid w:val="009C7BFA"/>
    <w:rsid w:val="009C7D31"/>
    <w:rsid w:val="009C7D89"/>
    <w:rsid w:val="009C7F45"/>
    <w:rsid w:val="009C7FF6"/>
    <w:rsid w:val="009D030C"/>
    <w:rsid w:val="009D0AE1"/>
    <w:rsid w:val="009D0B0B"/>
    <w:rsid w:val="009D0DFB"/>
    <w:rsid w:val="009D17C9"/>
    <w:rsid w:val="009D1C50"/>
    <w:rsid w:val="009D1D38"/>
    <w:rsid w:val="009D1ECA"/>
    <w:rsid w:val="009D20B2"/>
    <w:rsid w:val="009D286B"/>
    <w:rsid w:val="009D2A6C"/>
    <w:rsid w:val="009D30EA"/>
    <w:rsid w:val="009D39B3"/>
    <w:rsid w:val="009D3B78"/>
    <w:rsid w:val="009D3CF5"/>
    <w:rsid w:val="009D47D3"/>
    <w:rsid w:val="009D4D5C"/>
    <w:rsid w:val="009D4EC9"/>
    <w:rsid w:val="009D507B"/>
    <w:rsid w:val="009D527B"/>
    <w:rsid w:val="009D564A"/>
    <w:rsid w:val="009D5A19"/>
    <w:rsid w:val="009D5BF6"/>
    <w:rsid w:val="009D6763"/>
    <w:rsid w:val="009D6EC2"/>
    <w:rsid w:val="009D71C4"/>
    <w:rsid w:val="009D7297"/>
    <w:rsid w:val="009D745E"/>
    <w:rsid w:val="009D7625"/>
    <w:rsid w:val="009D7730"/>
    <w:rsid w:val="009D78E2"/>
    <w:rsid w:val="009D7A8A"/>
    <w:rsid w:val="009D7D75"/>
    <w:rsid w:val="009D7DB5"/>
    <w:rsid w:val="009E003C"/>
    <w:rsid w:val="009E0261"/>
    <w:rsid w:val="009E0FA8"/>
    <w:rsid w:val="009E1098"/>
    <w:rsid w:val="009E10C1"/>
    <w:rsid w:val="009E1EDA"/>
    <w:rsid w:val="009E21FC"/>
    <w:rsid w:val="009E2504"/>
    <w:rsid w:val="009E2725"/>
    <w:rsid w:val="009E2947"/>
    <w:rsid w:val="009E3328"/>
    <w:rsid w:val="009E3718"/>
    <w:rsid w:val="009E377A"/>
    <w:rsid w:val="009E3D54"/>
    <w:rsid w:val="009E3DBE"/>
    <w:rsid w:val="009E4127"/>
    <w:rsid w:val="009E434C"/>
    <w:rsid w:val="009E4410"/>
    <w:rsid w:val="009E44C8"/>
    <w:rsid w:val="009E462A"/>
    <w:rsid w:val="009E46B1"/>
    <w:rsid w:val="009E4976"/>
    <w:rsid w:val="009E4A22"/>
    <w:rsid w:val="009E4B70"/>
    <w:rsid w:val="009E4EBD"/>
    <w:rsid w:val="009E4F01"/>
    <w:rsid w:val="009E533F"/>
    <w:rsid w:val="009E5437"/>
    <w:rsid w:val="009E54B2"/>
    <w:rsid w:val="009E59E4"/>
    <w:rsid w:val="009E6080"/>
    <w:rsid w:val="009E682B"/>
    <w:rsid w:val="009E6844"/>
    <w:rsid w:val="009E6A92"/>
    <w:rsid w:val="009E6E23"/>
    <w:rsid w:val="009E6F62"/>
    <w:rsid w:val="009E70AD"/>
    <w:rsid w:val="009E717B"/>
    <w:rsid w:val="009E7277"/>
    <w:rsid w:val="009E72E7"/>
    <w:rsid w:val="009E7A83"/>
    <w:rsid w:val="009F0287"/>
    <w:rsid w:val="009F0551"/>
    <w:rsid w:val="009F07E6"/>
    <w:rsid w:val="009F08D9"/>
    <w:rsid w:val="009F1446"/>
    <w:rsid w:val="009F160B"/>
    <w:rsid w:val="009F17FA"/>
    <w:rsid w:val="009F1E25"/>
    <w:rsid w:val="009F2446"/>
    <w:rsid w:val="009F2511"/>
    <w:rsid w:val="009F2672"/>
    <w:rsid w:val="009F2BBC"/>
    <w:rsid w:val="009F3445"/>
    <w:rsid w:val="009F3566"/>
    <w:rsid w:val="009F3CC0"/>
    <w:rsid w:val="009F3FC8"/>
    <w:rsid w:val="009F44CB"/>
    <w:rsid w:val="009F4576"/>
    <w:rsid w:val="009F476C"/>
    <w:rsid w:val="009F4780"/>
    <w:rsid w:val="009F50FD"/>
    <w:rsid w:val="009F52FF"/>
    <w:rsid w:val="009F556D"/>
    <w:rsid w:val="009F5ACF"/>
    <w:rsid w:val="009F5E14"/>
    <w:rsid w:val="009F5E64"/>
    <w:rsid w:val="009F64EC"/>
    <w:rsid w:val="009F6B18"/>
    <w:rsid w:val="009F6C0D"/>
    <w:rsid w:val="009F6EBC"/>
    <w:rsid w:val="009F6F9E"/>
    <w:rsid w:val="009F7109"/>
    <w:rsid w:val="009F7ACF"/>
    <w:rsid w:val="009F7D81"/>
    <w:rsid w:val="009F7DA1"/>
    <w:rsid w:val="00A000A0"/>
    <w:rsid w:val="00A007BA"/>
    <w:rsid w:val="00A0091D"/>
    <w:rsid w:val="00A00A8A"/>
    <w:rsid w:val="00A00B63"/>
    <w:rsid w:val="00A00D6B"/>
    <w:rsid w:val="00A00E51"/>
    <w:rsid w:val="00A01188"/>
    <w:rsid w:val="00A01345"/>
    <w:rsid w:val="00A01B39"/>
    <w:rsid w:val="00A02319"/>
    <w:rsid w:val="00A02A50"/>
    <w:rsid w:val="00A02ECA"/>
    <w:rsid w:val="00A03593"/>
    <w:rsid w:val="00A03C83"/>
    <w:rsid w:val="00A03D2E"/>
    <w:rsid w:val="00A03DE7"/>
    <w:rsid w:val="00A03F29"/>
    <w:rsid w:val="00A04067"/>
    <w:rsid w:val="00A04E07"/>
    <w:rsid w:val="00A050C6"/>
    <w:rsid w:val="00A05ED9"/>
    <w:rsid w:val="00A062B2"/>
    <w:rsid w:val="00A0659F"/>
    <w:rsid w:val="00A06A35"/>
    <w:rsid w:val="00A06AC9"/>
    <w:rsid w:val="00A06BAC"/>
    <w:rsid w:val="00A06EE0"/>
    <w:rsid w:val="00A0707D"/>
    <w:rsid w:val="00A0716C"/>
    <w:rsid w:val="00A07435"/>
    <w:rsid w:val="00A07467"/>
    <w:rsid w:val="00A076EC"/>
    <w:rsid w:val="00A07A6B"/>
    <w:rsid w:val="00A07E8C"/>
    <w:rsid w:val="00A10121"/>
    <w:rsid w:val="00A1066A"/>
    <w:rsid w:val="00A106C1"/>
    <w:rsid w:val="00A10B72"/>
    <w:rsid w:val="00A10D0C"/>
    <w:rsid w:val="00A10EE0"/>
    <w:rsid w:val="00A11189"/>
    <w:rsid w:val="00A11232"/>
    <w:rsid w:val="00A1138C"/>
    <w:rsid w:val="00A113D8"/>
    <w:rsid w:val="00A11768"/>
    <w:rsid w:val="00A11CB8"/>
    <w:rsid w:val="00A12036"/>
    <w:rsid w:val="00A12140"/>
    <w:rsid w:val="00A12902"/>
    <w:rsid w:val="00A13341"/>
    <w:rsid w:val="00A13B58"/>
    <w:rsid w:val="00A14162"/>
    <w:rsid w:val="00A142C3"/>
    <w:rsid w:val="00A14BDD"/>
    <w:rsid w:val="00A15249"/>
    <w:rsid w:val="00A1531B"/>
    <w:rsid w:val="00A15370"/>
    <w:rsid w:val="00A15581"/>
    <w:rsid w:val="00A1578E"/>
    <w:rsid w:val="00A15A7D"/>
    <w:rsid w:val="00A15C57"/>
    <w:rsid w:val="00A15E88"/>
    <w:rsid w:val="00A1603E"/>
    <w:rsid w:val="00A16118"/>
    <w:rsid w:val="00A163B4"/>
    <w:rsid w:val="00A16982"/>
    <w:rsid w:val="00A16D23"/>
    <w:rsid w:val="00A170E9"/>
    <w:rsid w:val="00A1722C"/>
    <w:rsid w:val="00A17A8A"/>
    <w:rsid w:val="00A20122"/>
    <w:rsid w:val="00A20157"/>
    <w:rsid w:val="00A20701"/>
    <w:rsid w:val="00A21035"/>
    <w:rsid w:val="00A21A4F"/>
    <w:rsid w:val="00A21D04"/>
    <w:rsid w:val="00A21DE9"/>
    <w:rsid w:val="00A21EF7"/>
    <w:rsid w:val="00A22081"/>
    <w:rsid w:val="00A229C5"/>
    <w:rsid w:val="00A22D0F"/>
    <w:rsid w:val="00A23178"/>
    <w:rsid w:val="00A236DD"/>
    <w:rsid w:val="00A23AC4"/>
    <w:rsid w:val="00A24292"/>
    <w:rsid w:val="00A24790"/>
    <w:rsid w:val="00A24A30"/>
    <w:rsid w:val="00A24AAA"/>
    <w:rsid w:val="00A2592F"/>
    <w:rsid w:val="00A259FB"/>
    <w:rsid w:val="00A2616D"/>
    <w:rsid w:val="00A26398"/>
    <w:rsid w:val="00A2673B"/>
    <w:rsid w:val="00A26E78"/>
    <w:rsid w:val="00A270FD"/>
    <w:rsid w:val="00A27238"/>
    <w:rsid w:val="00A275FB"/>
    <w:rsid w:val="00A27615"/>
    <w:rsid w:val="00A279AC"/>
    <w:rsid w:val="00A27F45"/>
    <w:rsid w:val="00A306A5"/>
    <w:rsid w:val="00A30783"/>
    <w:rsid w:val="00A308DB"/>
    <w:rsid w:val="00A30BC0"/>
    <w:rsid w:val="00A30DFC"/>
    <w:rsid w:val="00A310A0"/>
    <w:rsid w:val="00A311E2"/>
    <w:rsid w:val="00A32352"/>
    <w:rsid w:val="00A323A1"/>
    <w:rsid w:val="00A324FA"/>
    <w:rsid w:val="00A327C3"/>
    <w:rsid w:val="00A32B01"/>
    <w:rsid w:val="00A32C0D"/>
    <w:rsid w:val="00A32F38"/>
    <w:rsid w:val="00A3343E"/>
    <w:rsid w:val="00A33E85"/>
    <w:rsid w:val="00A340F2"/>
    <w:rsid w:val="00A341AE"/>
    <w:rsid w:val="00A3491A"/>
    <w:rsid w:val="00A34F0E"/>
    <w:rsid w:val="00A351F8"/>
    <w:rsid w:val="00A352D6"/>
    <w:rsid w:val="00A35530"/>
    <w:rsid w:val="00A365EE"/>
    <w:rsid w:val="00A368FB"/>
    <w:rsid w:val="00A36A6B"/>
    <w:rsid w:val="00A36ACC"/>
    <w:rsid w:val="00A37038"/>
    <w:rsid w:val="00A37122"/>
    <w:rsid w:val="00A37304"/>
    <w:rsid w:val="00A373E3"/>
    <w:rsid w:val="00A374BC"/>
    <w:rsid w:val="00A3754B"/>
    <w:rsid w:val="00A375C8"/>
    <w:rsid w:val="00A37681"/>
    <w:rsid w:val="00A37804"/>
    <w:rsid w:val="00A37C92"/>
    <w:rsid w:val="00A37EA7"/>
    <w:rsid w:val="00A412DA"/>
    <w:rsid w:val="00A41396"/>
    <w:rsid w:val="00A41712"/>
    <w:rsid w:val="00A41CCC"/>
    <w:rsid w:val="00A41CFA"/>
    <w:rsid w:val="00A42679"/>
    <w:rsid w:val="00A42758"/>
    <w:rsid w:val="00A428AC"/>
    <w:rsid w:val="00A42BE1"/>
    <w:rsid w:val="00A42EB5"/>
    <w:rsid w:val="00A43418"/>
    <w:rsid w:val="00A435F2"/>
    <w:rsid w:val="00A43757"/>
    <w:rsid w:val="00A43A62"/>
    <w:rsid w:val="00A43F93"/>
    <w:rsid w:val="00A44045"/>
    <w:rsid w:val="00A446A3"/>
    <w:rsid w:val="00A446C7"/>
    <w:rsid w:val="00A44918"/>
    <w:rsid w:val="00A44ADF"/>
    <w:rsid w:val="00A45217"/>
    <w:rsid w:val="00A45A0A"/>
    <w:rsid w:val="00A45D00"/>
    <w:rsid w:val="00A45E29"/>
    <w:rsid w:val="00A463FD"/>
    <w:rsid w:val="00A46727"/>
    <w:rsid w:val="00A4678D"/>
    <w:rsid w:val="00A46D03"/>
    <w:rsid w:val="00A46ECE"/>
    <w:rsid w:val="00A4789F"/>
    <w:rsid w:val="00A478DC"/>
    <w:rsid w:val="00A50083"/>
    <w:rsid w:val="00A502C6"/>
    <w:rsid w:val="00A503ED"/>
    <w:rsid w:val="00A50922"/>
    <w:rsid w:val="00A51274"/>
    <w:rsid w:val="00A51AFA"/>
    <w:rsid w:val="00A520AB"/>
    <w:rsid w:val="00A521F4"/>
    <w:rsid w:val="00A52572"/>
    <w:rsid w:val="00A52AA0"/>
    <w:rsid w:val="00A52D6F"/>
    <w:rsid w:val="00A53441"/>
    <w:rsid w:val="00A534C1"/>
    <w:rsid w:val="00A538AD"/>
    <w:rsid w:val="00A53AF2"/>
    <w:rsid w:val="00A5429D"/>
    <w:rsid w:val="00A54665"/>
    <w:rsid w:val="00A54994"/>
    <w:rsid w:val="00A54DEF"/>
    <w:rsid w:val="00A54E3B"/>
    <w:rsid w:val="00A55542"/>
    <w:rsid w:val="00A55614"/>
    <w:rsid w:val="00A5565A"/>
    <w:rsid w:val="00A55749"/>
    <w:rsid w:val="00A563AD"/>
    <w:rsid w:val="00A5656B"/>
    <w:rsid w:val="00A5692D"/>
    <w:rsid w:val="00A56D7E"/>
    <w:rsid w:val="00A5705D"/>
    <w:rsid w:val="00A57187"/>
    <w:rsid w:val="00A572EE"/>
    <w:rsid w:val="00A5750C"/>
    <w:rsid w:val="00A5795D"/>
    <w:rsid w:val="00A57E56"/>
    <w:rsid w:val="00A60173"/>
    <w:rsid w:val="00A60507"/>
    <w:rsid w:val="00A605E7"/>
    <w:rsid w:val="00A6083B"/>
    <w:rsid w:val="00A608BE"/>
    <w:rsid w:val="00A60A6A"/>
    <w:rsid w:val="00A60AA4"/>
    <w:rsid w:val="00A60B4F"/>
    <w:rsid w:val="00A60BFC"/>
    <w:rsid w:val="00A60E63"/>
    <w:rsid w:val="00A61523"/>
    <w:rsid w:val="00A61559"/>
    <w:rsid w:val="00A61A82"/>
    <w:rsid w:val="00A61D59"/>
    <w:rsid w:val="00A62456"/>
    <w:rsid w:val="00A62742"/>
    <w:rsid w:val="00A62E08"/>
    <w:rsid w:val="00A630E8"/>
    <w:rsid w:val="00A63420"/>
    <w:rsid w:val="00A6345A"/>
    <w:rsid w:val="00A6370F"/>
    <w:rsid w:val="00A63741"/>
    <w:rsid w:val="00A647E1"/>
    <w:rsid w:val="00A6553E"/>
    <w:rsid w:val="00A6567F"/>
    <w:rsid w:val="00A65FCD"/>
    <w:rsid w:val="00A66A79"/>
    <w:rsid w:val="00A66B4E"/>
    <w:rsid w:val="00A66C86"/>
    <w:rsid w:val="00A66D1D"/>
    <w:rsid w:val="00A66E56"/>
    <w:rsid w:val="00A66F09"/>
    <w:rsid w:val="00A67B80"/>
    <w:rsid w:val="00A7062B"/>
    <w:rsid w:val="00A71135"/>
    <w:rsid w:val="00A715D1"/>
    <w:rsid w:val="00A71A1D"/>
    <w:rsid w:val="00A71D5E"/>
    <w:rsid w:val="00A722CD"/>
    <w:rsid w:val="00A722DC"/>
    <w:rsid w:val="00A723C3"/>
    <w:rsid w:val="00A72708"/>
    <w:rsid w:val="00A737F8"/>
    <w:rsid w:val="00A738F3"/>
    <w:rsid w:val="00A74194"/>
    <w:rsid w:val="00A7456D"/>
    <w:rsid w:val="00A74BB1"/>
    <w:rsid w:val="00A74E77"/>
    <w:rsid w:val="00A75488"/>
    <w:rsid w:val="00A754A2"/>
    <w:rsid w:val="00A75702"/>
    <w:rsid w:val="00A75709"/>
    <w:rsid w:val="00A758AB"/>
    <w:rsid w:val="00A75D97"/>
    <w:rsid w:val="00A76147"/>
    <w:rsid w:val="00A76383"/>
    <w:rsid w:val="00A76747"/>
    <w:rsid w:val="00A76A0E"/>
    <w:rsid w:val="00A76B32"/>
    <w:rsid w:val="00A76C4A"/>
    <w:rsid w:val="00A76F4F"/>
    <w:rsid w:val="00A7798B"/>
    <w:rsid w:val="00A77AF6"/>
    <w:rsid w:val="00A80016"/>
    <w:rsid w:val="00A80665"/>
    <w:rsid w:val="00A806F6"/>
    <w:rsid w:val="00A808D3"/>
    <w:rsid w:val="00A80DA9"/>
    <w:rsid w:val="00A80F63"/>
    <w:rsid w:val="00A81850"/>
    <w:rsid w:val="00A819E1"/>
    <w:rsid w:val="00A819E8"/>
    <w:rsid w:val="00A81ADB"/>
    <w:rsid w:val="00A81F05"/>
    <w:rsid w:val="00A821AD"/>
    <w:rsid w:val="00A829C9"/>
    <w:rsid w:val="00A82C66"/>
    <w:rsid w:val="00A82E37"/>
    <w:rsid w:val="00A82EF8"/>
    <w:rsid w:val="00A833C2"/>
    <w:rsid w:val="00A833DE"/>
    <w:rsid w:val="00A83857"/>
    <w:rsid w:val="00A839F7"/>
    <w:rsid w:val="00A83A02"/>
    <w:rsid w:val="00A8402C"/>
    <w:rsid w:val="00A840AC"/>
    <w:rsid w:val="00A843C1"/>
    <w:rsid w:val="00A84881"/>
    <w:rsid w:val="00A84992"/>
    <w:rsid w:val="00A850D2"/>
    <w:rsid w:val="00A85555"/>
    <w:rsid w:val="00A859E2"/>
    <w:rsid w:val="00A85C81"/>
    <w:rsid w:val="00A86239"/>
    <w:rsid w:val="00A8679C"/>
    <w:rsid w:val="00A86830"/>
    <w:rsid w:val="00A86D71"/>
    <w:rsid w:val="00A871B5"/>
    <w:rsid w:val="00A87578"/>
    <w:rsid w:val="00A87887"/>
    <w:rsid w:val="00A87A23"/>
    <w:rsid w:val="00A9046A"/>
    <w:rsid w:val="00A90652"/>
    <w:rsid w:val="00A910E8"/>
    <w:rsid w:val="00A91171"/>
    <w:rsid w:val="00A91210"/>
    <w:rsid w:val="00A91271"/>
    <w:rsid w:val="00A9195C"/>
    <w:rsid w:val="00A919CC"/>
    <w:rsid w:val="00A91CC8"/>
    <w:rsid w:val="00A926AF"/>
    <w:rsid w:val="00A92D99"/>
    <w:rsid w:val="00A93274"/>
    <w:rsid w:val="00A93A4C"/>
    <w:rsid w:val="00A944DF"/>
    <w:rsid w:val="00A947BF"/>
    <w:rsid w:val="00A947EE"/>
    <w:rsid w:val="00A94DFD"/>
    <w:rsid w:val="00A94F47"/>
    <w:rsid w:val="00A951E8"/>
    <w:rsid w:val="00A95497"/>
    <w:rsid w:val="00A954ED"/>
    <w:rsid w:val="00A95C23"/>
    <w:rsid w:val="00A95F54"/>
    <w:rsid w:val="00A9697E"/>
    <w:rsid w:val="00A96A06"/>
    <w:rsid w:val="00A96C81"/>
    <w:rsid w:val="00A9710E"/>
    <w:rsid w:val="00A974D8"/>
    <w:rsid w:val="00A97CDB"/>
    <w:rsid w:val="00AA0360"/>
    <w:rsid w:val="00AA0D1F"/>
    <w:rsid w:val="00AA0D5C"/>
    <w:rsid w:val="00AA0DF2"/>
    <w:rsid w:val="00AA0E23"/>
    <w:rsid w:val="00AA10E5"/>
    <w:rsid w:val="00AA117E"/>
    <w:rsid w:val="00AA1555"/>
    <w:rsid w:val="00AA1796"/>
    <w:rsid w:val="00AA18FF"/>
    <w:rsid w:val="00AA1B03"/>
    <w:rsid w:val="00AA1B10"/>
    <w:rsid w:val="00AA1D84"/>
    <w:rsid w:val="00AA1DC5"/>
    <w:rsid w:val="00AA2115"/>
    <w:rsid w:val="00AA2165"/>
    <w:rsid w:val="00AA22AE"/>
    <w:rsid w:val="00AA280D"/>
    <w:rsid w:val="00AA346F"/>
    <w:rsid w:val="00AA363B"/>
    <w:rsid w:val="00AA3D37"/>
    <w:rsid w:val="00AA3F73"/>
    <w:rsid w:val="00AA4033"/>
    <w:rsid w:val="00AA40A7"/>
    <w:rsid w:val="00AA446B"/>
    <w:rsid w:val="00AA4A36"/>
    <w:rsid w:val="00AA4D53"/>
    <w:rsid w:val="00AA5839"/>
    <w:rsid w:val="00AA60AB"/>
    <w:rsid w:val="00AA6CBC"/>
    <w:rsid w:val="00AA77B1"/>
    <w:rsid w:val="00AA7D98"/>
    <w:rsid w:val="00AB08E1"/>
    <w:rsid w:val="00AB0940"/>
    <w:rsid w:val="00AB0A6F"/>
    <w:rsid w:val="00AB1CD7"/>
    <w:rsid w:val="00AB1E34"/>
    <w:rsid w:val="00AB232F"/>
    <w:rsid w:val="00AB37E5"/>
    <w:rsid w:val="00AB4479"/>
    <w:rsid w:val="00AB4843"/>
    <w:rsid w:val="00AB4A93"/>
    <w:rsid w:val="00AB4FB6"/>
    <w:rsid w:val="00AB5652"/>
    <w:rsid w:val="00AB5698"/>
    <w:rsid w:val="00AB56D0"/>
    <w:rsid w:val="00AB5D10"/>
    <w:rsid w:val="00AB67FC"/>
    <w:rsid w:val="00AB6954"/>
    <w:rsid w:val="00AB6D60"/>
    <w:rsid w:val="00AB6E46"/>
    <w:rsid w:val="00AB713A"/>
    <w:rsid w:val="00AB75AA"/>
    <w:rsid w:val="00AB77A7"/>
    <w:rsid w:val="00AB781F"/>
    <w:rsid w:val="00AB7DD0"/>
    <w:rsid w:val="00AB7E3A"/>
    <w:rsid w:val="00AC0078"/>
    <w:rsid w:val="00AC05A5"/>
    <w:rsid w:val="00AC0964"/>
    <w:rsid w:val="00AC0FD1"/>
    <w:rsid w:val="00AC101A"/>
    <w:rsid w:val="00AC1887"/>
    <w:rsid w:val="00AC18A1"/>
    <w:rsid w:val="00AC1E45"/>
    <w:rsid w:val="00AC20C3"/>
    <w:rsid w:val="00AC23F8"/>
    <w:rsid w:val="00AC2403"/>
    <w:rsid w:val="00AC24FD"/>
    <w:rsid w:val="00AC278F"/>
    <w:rsid w:val="00AC2816"/>
    <w:rsid w:val="00AC2965"/>
    <w:rsid w:val="00AC2A53"/>
    <w:rsid w:val="00AC302B"/>
    <w:rsid w:val="00AC3222"/>
    <w:rsid w:val="00AC37B1"/>
    <w:rsid w:val="00AC3C7D"/>
    <w:rsid w:val="00AC451C"/>
    <w:rsid w:val="00AC4587"/>
    <w:rsid w:val="00AC484B"/>
    <w:rsid w:val="00AC4955"/>
    <w:rsid w:val="00AC4C54"/>
    <w:rsid w:val="00AC5243"/>
    <w:rsid w:val="00AC5501"/>
    <w:rsid w:val="00AC5926"/>
    <w:rsid w:val="00AC5987"/>
    <w:rsid w:val="00AC59AF"/>
    <w:rsid w:val="00AC67D2"/>
    <w:rsid w:val="00AC6A73"/>
    <w:rsid w:val="00AC7B18"/>
    <w:rsid w:val="00AC7D51"/>
    <w:rsid w:val="00AC7ED8"/>
    <w:rsid w:val="00AD002B"/>
    <w:rsid w:val="00AD002D"/>
    <w:rsid w:val="00AD0209"/>
    <w:rsid w:val="00AD02A0"/>
    <w:rsid w:val="00AD0684"/>
    <w:rsid w:val="00AD0909"/>
    <w:rsid w:val="00AD0A25"/>
    <w:rsid w:val="00AD0D2F"/>
    <w:rsid w:val="00AD0F1B"/>
    <w:rsid w:val="00AD1152"/>
    <w:rsid w:val="00AD13C7"/>
    <w:rsid w:val="00AD170B"/>
    <w:rsid w:val="00AD187F"/>
    <w:rsid w:val="00AD1BA6"/>
    <w:rsid w:val="00AD2049"/>
    <w:rsid w:val="00AD23DE"/>
    <w:rsid w:val="00AD27C7"/>
    <w:rsid w:val="00AD2CF6"/>
    <w:rsid w:val="00AD2D29"/>
    <w:rsid w:val="00AD2F4F"/>
    <w:rsid w:val="00AD30E3"/>
    <w:rsid w:val="00AD3174"/>
    <w:rsid w:val="00AD327F"/>
    <w:rsid w:val="00AD34C8"/>
    <w:rsid w:val="00AD3604"/>
    <w:rsid w:val="00AD39AC"/>
    <w:rsid w:val="00AD3ACC"/>
    <w:rsid w:val="00AD3ED3"/>
    <w:rsid w:val="00AD4090"/>
    <w:rsid w:val="00AD45AC"/>
    <w:rsid w:val="00AD4FC7"/>
    <w:rsid w:val="00AD4FCD"/>
    <w:rsid w:val="00AD50A8"/>
    <w:rsid w:val="00AD5333"/>
    <w:rsid w:val="00AD53AF"/>
    <w:rsid w:val="00AD5408"/>
    <w:rsid w:val="00AD6112"/>
    <w:rsid w:val="00AD62AE"/>
    <w:rsid w:val="00AD67D0"/>
    <w:rsid w:val="00AD68B8"/>
    <w:rsid w:val="00AD69B1"/>
    <w:rsid w:val="00AD6A69"/>
    <w:rsid w:val="00AD6DED"/>
    <w:rsid w:val="00AD7006"/>
    <w:rsid w:val="00AD721F"/>
    <w:rsid w:val="00AD7FCE"/>
    <w:rsid w:val="00AE02A8"/>
    <w:rsid w:val="00AE0401"/>
    <w:rsid w:val="00AE0631"/>
    <w:rsid w:val="00AE0687"/>
    <w:rsid w:val="00AE09DB"/>
    <w:rsid w:val="00AE0F27"/>
    <w:rsid w:val="00AE1619"/>
    <w:rsid w:val="00AE1677"/>
    <w:rsid w:val="00AE168F"/>
    <w:rsid w:val="00AE1B29"/>
    <w:rsid w:val="00AE2218"/>
    <w:rsid w:val="00AE2294"/>
    <w:rsid w:val="00AE3291"/>
    <w:rsid w:val="00AE32A0"/>
    <w:rsid w:val="00AE37E8"/>
    <w:rsid w:val="00AE3CA7"/>
    <w:rsid w:val="00AE3F97"/>
    <w:rsid w:val="00AE46AC"/>
    <w:rsid w:val="00AE4721"/>
    <w:rsid w:val="00AE5146"/>
    <w:rsid w:val="00AE534F"/>
    <w:rsid w:val="00AE585C"/>
    <w:rsid w:val="00AE5AB4"/>
    <w:rsid w:val="00AE5D79"/>
    <w:rsid w:val="00AE5F3C"/>
    <w:rsid w:val="00AE6109"/>
    <w:rsid w:val="00AE637A"/>
    <w:rsid w:val="00AE6BA3"/>
    <w:rsid w:val="00AE77AE"/>
    <w:rsid w:val="00AE793A"/>
    <w:rsid w:val="00AE7BDF"/>
    <w:rsid w:val="00AE7E7A"/>
    <w:rsid w:val="00AF0945"/>
    <w:rsid w:val="00AF1BCB"/>
    <w:rsid w:val="00AF1E4A"/>
    <w:rsid w:val="00AF20A1"/>
    <w:rsid w:val="00AF21E4"/>
    <w:rsid w:val="00AF2413"/>
    <w:rsid w:val="00AF30D7"/>
    <w:rsid w:val="00AF373A"/>
    <w:rsid w:val="00AF38DB"/>
    <w:rsid w:val="00AF3FDF"/>
    <w:rsid w:val="00AF408C"/>
    <w:rsid w:val="00AF4367"/>
    <w:rsid w:val="00AF4385"/>
    <w:rsid w:val="00AF4465"/>
    <w:rsid w:val="00AF4CEE"/>
    <w:rsid w:val="00AF50B7"/>
    <w:rsid w:val="00AF53B0"/>
    <w:rsid w:val="00AF57E6"/>
    <w:rsid w:val="00AF6BAD"/>
    <w:rsid w:val="00AF70AD"/>
    <w:rsid w:val="00AF7891"/>
    <w:rsid w:val="00AF7C16"/>
    <w:rsid w:val="00B0006F"/>
    <w:rsid w:val="00B0039D"/>
    <w:rsid w:val="00B014CD"/>
    <w:rsid w:val="00B016C7"/>
    <w:rsid w:val="00B01941"/>
    <w:rsid w:val="00B01C65"/>
    <w:rsid w:val="00B01C9A"/>
    <w:rsid w:val="00B01D9A"/>
    <w:rsid w:val="00B024C8"/>
    <w:rsid w:val="00B025DB"/>
    <w:rsid w:val="00B0288C"/>
    <w:rsid w:val="00B02CC4"/>
    <w:rsid w:val="00B02EDD"/>
    <w:rsid w:val="00B02F9F"/>
    <w:rsid w:val="00B0300E"/>
    <w:rsid w:val="00B032B7"/>
    <w:rsid w:val="00B03458"/>
    <w:rsid w:val="00B03519"/>
    <w:rsid w:val="00B03B67"/>
    <w:rsid w:val="00B03D6F"/>
    <w:rsid w:val="00B04904"/>
    <w:rsid w:val="00B04CE9"/>
    <w:rsid w:val="00B04F4A"/>
    <w:rsid w:val="00B04FF5"/>
    <w:rsid w:val="00B056A0"/>
    <w:rsid w:val="00B05793"/>
    <w:rsid w:val="00B05BA0"/>
    <w:rsid w:val="00B05CB7"/>
    <w:rsid w:val="00B05D63"/>
    <w:rsid w:val="00B05DC9"/>
    <w:rsid w:val="00B05E7C"/>
    <w:rsid w:val="00B05F7F"/>
    <w:rsid w:val="00B06368"/>
    <w:rsid w:val="00B06915"/>
    <w:rsid w:val="00B06A00"/>
    <w:rsid w:val="00B06CC4"/>
    <w:rsid w:val="00B06D81"/>
    <w:rsid w:val="00B07084"/>
    <w:rsid w:val="00B07164"/>
    <w:rsid w:val="00B073AB"/>
    <w:rsid w:val="00B073E6"/>
    <w:rsid w:val="00B074BC"/>
    <w:rsid w:val="00B0756F"/>
    <w:rsid w:val="00B07D6C"/>
    <w:rsid w:val="00B10198"/>
    <w:rsid w:val="00B10428"/>
    <w:rsid w:val="00B10CC0"/>
    <w:rsid w:val="00B10ECA"/>
    <w:rsid w:val="00B10F58"/>
    <w:rsid w:val="00B10F6B"/>
    <w:rsid w:val="00B11671"/>
    <w:rsid w:val="00B1187F"/>
    <w:rsid w:val="00B11ABC"/>
    <w:rsid w:val="00B11E5B"/>
    <w:rsid w:val="00B11FDB"/>
    <w:rsid w:val="00B12678"/>
    <w:rsid w:val="00B127A3"/>
    <w:rsid w:val="00B1348A"/>
    <w:rsid w:val="00B13B24"/>
    <w:rsid w:val="00B14148"/>
    <w:rsid w:val="00B1439E"/>
    <w:rsid w:val="00B14470"/>
    <w:rsid w:val="00B1471A"/>
    <w:rsid w:val="00B14887"/>
    <w:rsid w:val="00B14DB7"/>
    <w:rsid w:val="00B15621"/>
    <w:rsid w:val="00B163EB"/>
    <w:rsid w:val="00B164B2"/>
    <w:rsid w:val="00B166EF"/>
    <w:rsid w:val="00B16986"/>
    <w:rsid w:val="00B16A59"/>
    <w:rsid w:val="00B16A5F"/>
    <w:rsid w:val="00B16C05"/>
    <w:rsid w:val="00B171E6"/>
    <w:rsid w:val="00B1742F"/>
    <w:rsid w:val="00B1752F"/>
    <w:rsid w:val="00B17A14"/>
    <w:rsid w:val="00B20D81"/>
    <w:rsid w:val="00B20FFB"/>
    <w:rsid w:val="00B21268"/>
    <w:rsid w:val="00B218D7"/>
    <w:rsid w:val="00B21C1C"/>
    <w:rsid w:val="00B22887"/>
    <w:rsid w:val="00B23096"/>
    <w:rsid w:val="00B23606"/>
    <w:rsid w:val="00B2397E"/>
    <w:rsid w:val="00B23A94"/>
    <w:rsid w:val="00B2419C"/>
    <w:rsid w:val="00B24F09"/>
    <w:rsid w:val="00B254E9"/>
    <w:rsid w:val="00B256D6"/>
    <w:rsid w:val="00B25F63"/>
    <w:rsid w:val="00B26C5F"/>
    <w:rsid w:val="00B27273"/>
    <w:rsid w:val="00B27A35"/>
    <w:rsid w:val="00B301C3"/>
    <w:rsid w:val="00B301E7"/>
    <w:rsid w:val="00B30780"/>
    <w:rsid w:val="00B308A5"/>
    <w:rsid w:val="00B30E01"/>
    <w:rsid w:val="00B3146E"/>
    <w:rsid w:val="00B31692"/>
    <w:rsid w:val="00B31C37"/>
    <w:rsid w:val="00B31D40"/>
    <w:rsid w:val="00B31D52"/>
    <w:rsid w:val="00B32CCB"/>
    <w:rsid w:val="00B330E8"/>
    <w:rsid w:val="00B338B6"/>
    <w:rsid w:val="00B33AD9"/>
    <w:rsid w:val="00B34693"/>
    <w:rsid w:val="00B34897"/>
    <w:rsid w:val="00B34AFA"/>
    <w:rsid w:val="00B35131"/>
    <w:rsid w:val="00B351AD"/>
    <w:rsid w:val="00B35912"/>
    <w:rsid w:val="00B35E77"/>
    <w:rsid w:val="00B3611B"/>
    <w:rsid w:val="00B36840"/>
    <w:rsid w:val="00B3732D"/>
    <w:rsid w:val="00B37763"/>
    <w:rsid w:val="00B37A08"/>
    <w:rsid w:val="00B4010E"/>
    <w:rsid w:val="00B40378"/>
    <w:rsid w:val="00B403DD"/>
    <w:rsid w:val="00B40785"/>
    <w:rsid w:val="00B40D92"/>
    <w:rsid w:val="00B40FB1"/>
    <w:rsid w:val="00B4129D"/>
    <w:rsid w:val="00B416B7"/>
    <w:rsid w:val="00B417B6"/>
    <w:rsid w:val="00B41EF9"/>
    <w:rsid w:val="00B42552"/>
    <w:rsid w:val="00B4271B"/>
    <w:rsid w:val="00B4343B"/>
    <w:rsid w:val="00B4380E"/>
    <w:rsid w:val="00B43B4D"/>
    <w:rsid w:val="00B447E0"/>
    <w:rsid w:val="00B448C4"/>
    <w:rsid w:val="00B451F9"/>
    <w:rsid w:val="00B45204"/>
    <w:rsid w:val="00B4560D"/>
    <w:rsid w:val="00B45D5B"/>
    <w:rsid w:val="00B45E35"/>
    <w:rsid w:val="00B45FBF"/>
    <w:rsid w:val="00B461E3"/>
    <w:rsid w:val="00B46441"/>
    <w:rsid w:val="00B46D18"/>
    <w:rsid w:val="00B46D6D"/>
    <w:rsid w:val="00B472D9"/>
    <w:rsid w:val="00B476F2"/>
    <w:rsid w:val="00B47AF0"/>
    <w:rsid w:val="00B47CC5"/>
    <w:rsid w:val="00B47F08"/>
    <w:rsid w:val="00B47F0A"/>
    <w:rsid w:val="00B506B2"/>
    <w:rsid w:val="00B509B5"/>
    <w:rsid w:val="00B50A24"/>
    <w:rsid w:val="00B50D58"/>
    <w:rsid w:val="00B512B6"/>
    <w:rsid w:val="00B52DC5"/>
    <w:rsid w:val="00B53019"/>
    <w:rsid w:val="00B53380"/>
    <w:rsid w:val="00B53459"/>
    <w:rsid w:val="00B538DD"/>
    <w:rsid w:val="00B53B86"/>
    <w:rsid w:val="00B53E38"/>
    <w:rsid w:val="00B546D6"/>
    <w:rsid w:val="00B5474A"/>
    <w:rsid w:val="00B550CC"/>
    <w:rsid w:val="00B5531A"/>
    <w:rsid w:val="00B55B4B"/>
    <w:rsid w:val="00B5605B"/>
    <w:rsid w:val="00B56280"/>
    <w:rsid w:val="00B56985"/>
    <w:rsid w:val="00B56BB8"/>
    <w:rsid w:val="00B56CAF"/>
    <w:rsid w:val="00B56F0E"/>
    <w:rsid w:val="00B5755B"/>
    <w:rsid w:val="00B60517"/>
    <w:rsid w:val="00B6073A"/>
    <w:rsid w:val="00B60847"/>
    <w:rsid w:val="00B60927"/>
    <w:rsid w:val="00B60CCB"/>
    <w:rsid w:val="00B60DA2"/>
    <w:rsid w:val="00B60FB7"/>
    <w:rsid w:val="00B616A3"/>
    <w:rsid w:val="00B61781"/>
    <w:rsid w:val="00B618C0"/>
    <w:rsid w:val="00B61E3B"/>
    <w:rsid w:val="00B61F49"/>
    <w:rsid w:val="00B6215E"/>
    <w:rsid w:val="00B623AB"/>
    <w:rsid w:val="00B62638"/>
    <w:rsid w:val="00B62C62"/>
    <w:rsid w:val="00B631CA"/>
    <w:rsid w:val="00B6366B"/>
    <w:rsid w:val="00B642F8"/>
    <w:rsid w:val="00B64C58"/>
    <w:rsid w:val="00B650AB"/>
    <w:rsid w:val="00B65237"/>
    <w:rsid w:val="00B6551E"/>
    <w:rsid w:val="00B65B59"/>
    <w:rsid w:val="00B66164"/>
    <w:rsid w:val="00B665C9"/>
    <w:rsid w:val="00B66A95"/>
    <w:rsid w:val="00B66E48"/>
    <w:rsid w:val="00B66FE2"/>
    <w:rsid w:val="00B67576"/>
    <w:rsid w:val="00B678E7"/>
    <w:rsid w:val="00B67905"/>
    <w:rsid w:val="00B70281"/>
    <w:rsid w:val="00B7035D"/>
    <w:rsid w:val="00B70EC8"/>
    <w:rsid w:val="00B712B8"/>
    <w:rsid w:val="00B71A56"/>
    <w:rsid w:val="00B71B71"/>
    <w:rsid w:val="00B72ABE"/>
    <w:rsid w:val="00B7354F"/>
    <w:rsid w:val="00B7374A"/>
    <w:rsid w:val="00B73787"/>
    <w:rsid w:val="00B74064"/>
    <w:rsid w:val="00B7414E"/>
    <w:rsid w:val="00B74568"/>
    <w:rsid w:val="00B74794"/>
    <w:rsid w:val="00B74DE5"/>
    <w:rsid w:val="00B750AD"/>
    <w:rsid w:val="00B77245"/>
    <w:rsid w:val="00B7749E"/>
    <w:rsid w:val="00B77614"/>
    <w:rsid w:val="00B8084D"/>
    <w:rsid w:val="00B80892"/>
    <w:rsid w:val="00B80AF2"/>
    <w:rsid w:val="00B80BA5"/>
    <w:rsid w:val="00B8174D"/>
    <w:rsid w:val="00B81983"/>
    <w:rsid w:val="00B81AAE"/>
    <w:rsid w:val="00B81BAE"/>
    <w:rsid w:val="00B81C46"/>
    <w:rsid w:val="00B81D87"/>
    <w:rsid w:val="00B81DCD"/>
    <w:rsid w:val="00B820BD"/>
    <w:rsid w:val="00B821DA"/>
    <w:rsid w:val="00B831C7"/>
    <w:rsid w:val="00B833F4"/>
    <w:rsid w:val="00B8366D"/>
    <w:rsid w:val="00B83DC3"/>
    <w:rsid w:val="00B83FB5"/>
    <w:rsid w:val="00B83FF9"/>
    <w:rsid w:val="00B843AD"/>
    <w:rsid w:val="00B84648"/>
    <w:rsid w:val="00B847AC"/>
    <w:rsid w:val="00B84FEB"/>
    <w:rsid w:val="00B85115"/>
    <w:rsid w:val="00B8513D"/>
    <w:rsid w:val="00B8515D"/>
    <w:rsid w:val="00B85DA6"/>
    <w:rsid w:val="00B86405"/>
    <w:rsid w:val="00B868CE"/>
    <w:rsid w:val="00B869F2"/>
    <w:rsid w:val="00B86DAA"/>
    <w:rsid w:val="00B872DF"/>
    <w:rsid w:val="00B87308"/>
    <w:rsid w:val="00B87E23"/>
    <w:rsid w:val="00B87F0F"/>
    <w:rsid w:val="00B87F8E"/>
    <w:rsid w:val="00B90378"/>
    <w:rsid w:val="00B908CD"/>
    <w:rsid w:val="00B90E15"/>
    <w:rsid w:val="00B911A1"/>
    <w:rsid w:val="00B91228"/>
    <w:rsid w:val="00B9167C"/>
    <w:rsid w:val="00B91DA3"/>
    <w:rsid w:val="00B92689"/>
    <w:rsid w:val="00B92BD8"/>
    <w:rsid w:val="00B93051"/>
    <w:rsid w:val="00B9365A"/>
    <w:rsid w:val="00B93EB7"/>
    <w:rsid w:val="00B93EED"/>
    <w:rsid w:val="00B9469F"/>
    <w:rsid w:val="00B94BF8"/>
    <w:rsid w:val="00B94EB2"/>
    <w:rsid w:val="00B95685"/>
    <w:rsid w:val="00B95A11"/>
    <w:rsid w:val="00B95BCD"/>
    <w:rsid w:val="00B95BD4"/>
    <w:rsid w:val="00B95C07"/>
    <w:rsid w:val="00B95E23"/>
    <w:rsid w:val="00B9698E"/>
    <w:rsid w:val="00B9702C"/>
    <w:rsid w:val="00B974AF"/>
    <w:rsid w:val="00B97B63"/>
    <w:rsid w:val="00BA0655"/>
    <w:rsid w:val="00BA0A89"/>
    <w:rsid w:val="00BA1429"/>
    <w:rsid w:val="00BA1A48"/>
    <w:rsid w:val="00BA1C70"/>
    <w:rsid w:val="00BA1D2B"/>
    <w:rsid w:val="00BA2354"/>
    <w:rsid w:val="00BA24FF"/>
    <w:rsid w:val="00BA2B54"/>
    <w:rsid w:val="00BA3A52"/>
    <w:rsid w:val="00BA4076"/>
    <w:rsid w:val="00BA4142"/>
    <w:rsid w:val="00BA4366"/>
    <w:rsid w:val="00BA4523"/>
    <w:rsid w:val="00BA459B"/>
    <w:rsid w:val="00BA48CD"/>
    <w:rsid w:val="00BA4979"/>
    <w:rsid w:val="00BA4C15"/>
    <w:rsid w:val="00BA4DCF"/>
    <w:rsid w:val="00BA5340"/>
    <w:rsid w:val="00BA59EC"/>
    <w:rsid w:val="00BA5C0C"/>
    <w:rsid w:val="00BA5C88"/>
    <w:rsid w:val="00BA5F75"/>
    <w:rsid w:val="00BA625E"/>
    <w:rsid w:val="00BA65DC"/>
    <w:rsid w:val="00BA65ED"/>
    <w:rsid w:val="00BA6612"/>
    <w:rsid w:val="00BA6876"/>
    <w:rsid w:val="00BA68A0"/>
    <w:rsid w:val="00BA68D3"/>
    <w:rsid w:val="00BA6A18"/>
    <w:rsid w:val="00BA6B9A"/>
    <w:rsid w:val="00BA6D66"/>
    <w:rsid w:val="00BA7233"/>
    <w:rsid w:val="00BA7C03"/>
    <w:rsid w:val="00BA7E19"/>
    <w:rsid w:val="00BB0540"/>
    <w:rsid w:val="00BB071F"/>
    <w:rsid w:val="00BB0EFF"/>
    <w:rsid w:val="00BB1072"/>
    <w:rsid w:val="00BB1127"/>
    <w:rsid w:val="00BB11FA"/>
    <w:rsid w:val="00BB15FA"/>
    <w:rsid w:val="00BB1714"/>
    <w:rsid w:val="00BB175D"/>
    <w:rsid w:val="00BB1898"/>
    <w:rsid w:val="00BB194A"/>
    <w:rsid w:val="00BB1AF4"/>
    <w:rsid w:val="00BB1F05"/>
    <w:rsid w:val="00BB223D"/>
    <w:rsid w:val="00BB2D0F"/>
    <w:rsid w:val="00BB2EF9"/>
    <w:rsid w:val="00BB3099"/>
    <w:rsid w:val="00BB3159"/>
    <w:rsid w:val="00BB36A1"/>
    <w:rsid w:val="00BB3B45"/>
    <w:rsid w:val="00BB3B70"/>
    <w:rsid w:val="00BB3D55"/>
    <w:rsid w:val="00BB46B3"/>
    <w:rsid w:val="00BB46FA"/>
    <w:rsid w:val="00BB4844"/>
    <w:rsid w:val="00BB485B"/>
    <w:rsid w:val="00BB4DBE"/>
    <w:rsid w:val="00BB5921"/>
    <w:rsid w:val="00BB597D"/>
    <w:rsid w:val="00BB5C09"/>
    <w:rsid w:val="00BB6339"/>
    <w:rsid w:val="00BB6399"/>
    <w:rsid w:val="00BB65DC"/>
    <w:rsid w:val="00BB6B7B"/>
    <w:rsid w:val="00BB6CC7"/>
    <w:rsid w:val="00BB7633"/>
    <w:rsid w:val="00BB7660"/>
    <w:rsid w:val="00BB7877"/>
    <w:rsid w:val="00BB7AC2"/>
    <w:rsid w:val="00BB7C0A"/>
    <w:rsid w:val="00BB7FCF"/>
    <w:rsid w:val="00BC0166"/>
    <w:rsid w:val="00BC031E"/>
    <w:rsid w:val="00BC0966"/>
    <w:rsid w:val="00BC0DF1"/>
    <w:rsid w:val="00BC1209"/>
    <w:rsid w:val="00BC1654"/>
    <w:rsid w:val="00BC1865"/>
    <w:rsid w:val="00BC1C0C"/>
    <w:rsid w:val="00BC2666"/>
    <w:rsid w:val="00BC26FC"/>
    <w:rsid w:val="00BC3950"/>
    <w:rsid w:val="00BC3B26"/>
    <w:rsid w:val="00BC3DA5"/>
    <w:rsid w:val="00BC41E6"/>
    <w:rsid w:val="00BC4434"/>
    <w:rsid w:val="00BC5734"/>
    <w:rsid w:val="00BC5914"/>
    <w:rsid w:val="00BC59D4"/>
    <w:rsid w:val="00BC5AF2"/>
    <w:rsid w:val="00BC5F27"/>
    <w:rsid w:val="00BC61D6"/>
    <w:rsid w:val="00BC6203"/>
    <w:rsid w:val="00BC637A"/>
    <w:rsid w:val="00BC6769"/>
    <w:rsid w:val="00BC6EE3"/>
    <w:rsid w:val="00BC6F15"/>
    <w:rsid w:val="00BC6FCA"/>
    <w:rsid w:val="00BC7028"/>
    <w:rsid w:val="00BC738F"/>
    <w:rsid w:val="00BC7554"/>
    <w:rsid w:val="00BC7BBB"/>
    <w:rsid w:val="00BC7FBA"/>
    <w:rsid w:val="00BD01F5"/>
    <w:rsid w:val="00BD0222"/>
    <w:rsid w:val="00BD0AF8"/>
    <w:rsid w:val="00BD0D07"/>
    <w:rsid w:val="00BD0FB3"/>
    <w:rsid w:val="00BD12EF"/>
    <w:rsid w:val="00BD14ED"/>
    <w:rsid w:val="00BD1A47"/>
    <w:rsid w:val="00BD1D14"/>
    <w:rsid w:val="00BD1E13"/>
    <w:rsid w:val="00BD216C"/>
    <w:rsid w:val="00BD290F"/>
    <w:rsid w:val="00BD2DB1"/>
    <w:rsid w:val="00BD32B1"/>
    <w:rsid w:val="00BD3DAE"/>
    <w:rsid w:val="00BD45D3"/>
    <w:rsid w:val="00BD5213"/>
    <w:rsid w:val="00BD539C"/>
    <w:rsid w:val="00BD598B"/>
    <w:rsid w:val="00BD5A7F"/>
    <w:rsid w:val="00BD5CB5"/>
    <w:rsid w:val="00BD5F7B"/>
    <w:rsid w:val="00BD60B2"/>
    <w:rsid w:val="00BD64F6"/>
    <w:rsid w:val="00BD657D"/>
    <w:rsid w:val="00BD6C22"/>
    <w:rsid w:val="00BD6CAB"/>
    <w:rsid w:val="00BD72B5"/>
    <w:rsid w:val="00BD73CA"/>
    <w:rsid w:val="00BD7639"/>
    <w:rsid w:val="00BE0099"/>
    <w:rsid w:val="00BE00AA"/>
    <w:rsid w:val="00BE035B"/>
    <w:rsid w:val="00BE06FC"/>
    <w:rsid w:val="00BE10A0"/>
    <w:rsid w:val="00BE1188"/>
    <w:rsid w:val="00BE1307"/>
    <w:rsid w:val="00BE1407"/>
    <w:rsid w:val="00BE1CE6"/>
    <w:rsid w:val="00BE2335"/>
    <w:rsid w:val="00BE2740"/>
    <w:rsid w:val="00BE2879"/>
    <w:rsid w:val="00BE2D98"/>
    <w:rsid w:val="00BE2EB4"/>
    <w:rsid w:val="00BE2F98"/>
    <w:rsid w:val="00BE310C"/>
    <w:rsid w:val="00BE3591"/>
    <w:rsid w:val="00BE3C95"/>
    <w:rsid w:val="00BE3EBC"/>
    <w:rsid w:val="00BE42FF"/>
    <w:rsid w:val="00BE44CD"/>
    <w:rsid w:val="00BE4E23"/>
    <w:rsid w:val="00BE543D"/>
    <w:rsid w:val="00BE54EF"/>
    <w:rsid w:val="00BE5E13"/>
    <w:rsid w:val="00BE6179"/>
    <w:rsid w:val="00BE66DA"/>
    <w:rsid w:val="00BE6BCF"/>
    <w:rsid w:val="00BE6C4F"/>
    <w:rsid w:val="00BE6E82"/>
    <w:rsid w:val="00BE77B5"/>
    <w:rsid w:val="00BF02FF"/>
    <w:rsid w:val="00BF0692"/>
    <w:rsid w:val="00BF0A4E"/>
    <w:rsid w:val="00BF0BE2"/>
    <w:rsid w:val="00BF1DDB"/>
    <w:rsid w:val="00BF1F10"/>
    <w:rsid w:val="00BF20C1"/>
    <w:rsid w:val="00BF2144"/>
    <w:rsid w:val="00BF2227"/>
    <w:rsid w:val="00BF23A5"/>
    <w:rsid w:val="00BF2822"/>
    <w:rsid w:val="00BF2CD2"/>
    <w:rsid w:val="00BF2CFF"/>
    <w:rsid w:val="00BF2EF3"/>
    <w:rsid w:val="00BF3435"/>
    <w:rsid w:val="00BF3550"/>
    <w:rsid w:val="00BF3824"/>
    <w:rsid w:val="00BF3ACF"/>
    <w:rsid w:val="00BF3ADD"/>
    <w:rsid w:val="00BF3F6F"/>
    <w:rsid w:val="00BF40CA"/>
    <w:rsid w:val="00BF47B7"/>
    <w:rsid w:val="00BF508E"/>
    <w:rsid w:val="00BF50EE"/>
    <w:rsid w:val="00BF5405"/>
    <w:rsid w:val="00BF5456"/>
    <w:rsid w:val="00BF557D"/>
    <w:rsid w:val="00BF5855"/>
    <w:rsid w:val="00BF5C70"/>
    <w:rsid w:val="00BF5C9D"/>
    <w:rsid w:val="00BF5EDA"/>
    <w:rsid w:val="00BF5F65"/>
    <w:rsid w:val="00BF6729"/>
    <w:rsid w:val="00BF672A"/>
    <w:rsid w:val="00BF67CD"/>
    <w:rsid w:val="00BF705B"/>
    <w:rsid w:val="00C00CAF"/>
    <w:rsid w:val="00C00FD9"/>
    <w:rsid w:val="00C010E8"/>
    <w:rsid w:val="00C0150E"/>
    <w:rsid w:val="00C017A8"/>
    <w:rsid w:val="00C01E99"/>
    <w:rsid w:val="00C01EA4"/>
    <w:rsid w:val="00C027FE"/>
    <w:rsid w:val="00C0320A"/>
    <w:rsid w:val="00C03217"/>
    <w:rsid w:val="00C033C0"/>
    <w:rsid w:val="00C034D3"/>
    <w:rsid w:val="00C035D7"/>
    <w:rsid w:val="00C03A06"/>
    <w:rsid w:val="00C03B5A"/>
    <w:rsid w:val="00C03B7A"/>
    <w:rsid w:val="00C03ECA"/>
    <w:rsid w:val="00C04167"/>
    <w:rsid w:val="00C0472C"/>
    <w:rsid w:val="00C04C62"/>
    <w:rsid w:val="00C052CF"/>
    <w:rsid w:val="00C054F3"/>
    <w:rsid w:val="00C0571D"/>
    <w:rsid w:val="00C058E3"/>
    <w:rsid w:val="00C05F15"/>
    <w:rsid w:val="00C06190"/>
    <w:rsid w:val="00C0672F"/>
    <w:rsid w:val="00C067CD"/>
    <w:rsid w:val="00C06E47"/>
    <w:rsid w:val="00C0756E"/>
    <w:rsid w:val="00C0798C"/>
    <w:rsid w:val="00C07B6D"/>
    <w:rsid w:val="00C07BE3"/>
    <w:rsid w:val="00C07E56"/>
    <w:rsid w:val="00C07F48"/>
    <w:rsid w:val="00C07F6E"/>
    <w:rsid w:val="00C1024B"/>
    <w:rsid w:val="00C102BB"/>
    <w:rsid w:val="00C102CE"/>
    <w:rsid w:val="00C102F0"/>
    <w:rsid w:val="00C103FA"/>
    <w:rsid w:val="00C10537"/>
    <w:rsid w:val="00C10A37"/>
    <w:rsid w:val="00C10C54"/>
    <w:rsid w:val="00C10C83"/>
    <w:rsid w:val="00C10CB9"/>
    <w:rsid w:val="00C10D7E"/>
    <w:rsid w:val="00C1138A"/>
    <w:rsid w:val="00C113E2"/>
    <w:rsid w:val="00C12A09"/>
    <w:rsid w:val="00C12DF2"/>
    <w:rsid w:val="00C13F51"/>
    <w:rsid w:val="00C1453B"/>
    <w:rsid w:val="00C1457B"/>
    <w:rsid w:val="00C1479D"/>
    <w:rsid w:val="00C14AFF"/>
    <w:rsid w:val="00C152B9"/>
    <w:rsid w:val="00C15648"/>
    <w:rsid w:val="00C158EA"/>
    <w:rsid w:val="00C16291"/>
    <w:rsid w:val="00C16444"/>
    <w:rsid w:val="00C166A9"/>
    <w:rsid w:val="00C16A8C"/>
    <w:rsid w:val="00C17095"/>
    <w:rsid w:val="00C17396"/>
    <w:rsid w:val="00C174B1"/>
    <w:rsid w:val="00C175C6"/>
    <w:rsid w:val="00C17762"/>
    <w:rsid w:val="00C17827"/>
    <w:rsid w:val="00C17959"/>
    <w:rsid w:val="00C17D6E"/>
    <w:rsid w:val="00C17E8F"/>
    <w:rsid w:val="00C202F8"/>
    <w:rsid w:val="00C20869"/>
    <w:rsid w:val="00C20A3F"/>
    <w:rsid w:val="00C20A73"/>
    <w:rsid w:val="00C20A79"/>
    <w:rsid w:val="00C2123E"/>
    <w:rsid w:val="00C21713"/>
    <w:rsid w:val="00C21AB0"/>
    <w:rsid w:val="00C21BBA"/>
    <w:rsid w:val="00C21EC1"/>
    <w:rsid w:val="00C21FD8"/>
    <w:rsid w:val="00C2229E"/>
    <w:rsid w:val="00C222E8"/>
    <w:rsid w:val="00C2265B"/>
    <w:rsid w:val="00C22778"/>
    <w:rsid w:val="00C22D52"/>
    <w:rsid w:val="00C22ECE"/>
    <w:rsid w:val="00C22F7C"/>
    <w:rsid w:val="00C23141"/>
    <w:rsid w:val="00C23986"/>
    <w:rsid w:val="00C247D7"/>
    <w:rsid w:val="00C24AA6"/>
    <w:rsid w:val="00C24C5B"/>
    <w:rsid w:val="00C24EDD"/>
    <w:rsid w:val="00C24FA7"/>
    <w:rsid w:val="00C26216"/>
    <w:rsid w:val="00C26280"/>
    <w:rsid w:val="00C26591"/>
    <w:rsid w:val="00C26D3C"/>
    <w:rsid w:val="00C26E77"/>
    <w:rsid w:val="00C278A0"/>
    <w:rsid w:val="00C27932"/>
    <w:rsid w:val="00C2793E"/>
    <w:rsid w:val="00C301FE"/>
    <w:rsid w:val="00C30F9A"/>
    <w:rsid w:val="00C30FCD"/>
    <w:rsid w:val="00C3108E"/>
    <w:rsid w:val="00C314CD"/>
    <w:rsid w:val="00C31655"/>
    <w:rsid w:val="00C3183C"/>
    <w:rsid w:val="00C31CFD"/>
    <w:rsid w:val="00C31D5C"/>
    <w:rsid w:val="00C325F8"/>
    <w:rsid w:val="00C32B1A"/>
    <w:rsid w:val="00C33145"/>
    <w:rsid w:val="00C333EE"/>
    <w:rsid w:val="00C34098"/>
    <w:rsid w:val="00C341C6"/>
    <w:rsid w:val="00C34DB5"/>
    <w:rsid w:val="00C353AD"/>
    <w:rsid w:val="00C353F0"/>
    <w:rsid w:val="00C35A57"/>
    <w:rsid w:val="00C35A61"/>
    <w:rsid w:val="00C3614A"/>
    <w:rsid w:val="00C364D3"/>
    <w:rsid w:val="00C366AC"/>
    <w:rsid w:val="00C36876"/>
    <w:rsid w:val="00C36DA3"/>
    <w:rsid w:val="00C36E01"/>
    <w:rsid w:val="00C36EB2"/>
    <w:rsid w:val="00C3782F"/>
    <w:rsid w:val="00C37838"/>
    <w:rsid w:val="00C37B1B"/>
    <w:rsid w:val="00C37D05"/>
    <w:rsid w:val="00C37E6C"/>
    <w:rsid w:val="00C37FBC"/>
    <w:rsid w:val="00C402E2"/>
    <w:rsid w:val="00C406A0"/>
    <w:rsid w:val="00C40748"/>
    <w:rsid w:val="00C40D87"/>
    <w:rsid w:val="00C411C3"/>
    <w:rsid w:val="00C415B2"/>
    <w:rsid w:val="00C415D3"/>
    <w:rsid w:val="00C415F6"/>
    <w:rsid w:val="00C41643"/>
    <w:rsid w:val="00C41852"/>
    <w:rsid w:val="00C41F2F"/>
    <w:rsid w:val="00C42632"/>
    <w:rsid w:val="00C42BF3"/>
    <w:rsid w:val="00C42E98"/>
    <w:rsid w:val="00C4308D"/>
    <w:rsid w:val="00C43207"/>
    <w:rsid w:val="00C432FC"/>
    <w:rsid w:val="00C43E84"/>
    <w:rsid w:val="00C43EC9"/>
    <w:rsid w:val="00C4445E"/>
    <w:rsid w:val="00C446D8"/>
    <w:rsid w:val="00C44C28"/>
    <w:rsid w:val="00C44E8E"/>
    <w:rsid w:val="00C45021"/>
    <w:rsid w:val="00C450E5"/>
    <w:rsid w:val="00C45238"/>
    <w:rsid w:val="00C45320"/>
    <w:rsid w:val="00C45C14"/>
    <w:rsid w:val="00C45C61"/>
    <w:rsid w:val="00C45ECA"/>
    <w:rsid w:val="00C46639"/>
    <w:rsid w:val="00C47074"/>
    <w:rsid w:val="00C470C5"/>
    <w:rsid w:val="00C47100"/>
    <w:rsid w:val="00C47400"/>
    <w:rsid w:val="00C476FF"/>
    <w:rsid w:val="00C4775B"/>
    <w:rsid w:val="00C47C32"/>
    <w:rsid w:val="00C5011B"/>
    <w:rsid w:val="00C5017B"/>
    <w:rsid w:val="00C50648"/>
    <w:rsid w:val="00C50766"/>
    <w:rsid w:val="00C5080B"/>
    <w:rsid w:val="00C51008"/>
    <w:rsid w:val="00C51538"/>
    <w:rsid w:val="00C517B8"/>
    <w:rsid w:val="00C519B3"/>
    <w:rsid w:val="00C519BD"/>
    <w:rsid w:val="00C51A8D"/>
    <w:rsid w:val="00C52152"/>
    <w:rsid w:val="00C52A9C"/>
    <w:rsid w:val="00C52D43"/>
    <w:rsid w:val="00C530F9"/>
    <w:rsid w:val="00C536C4"/>
    <w:rsid w:val="00C539A0"/>
    <w:rsid w:val="00C53B67"/>
    <w:rsid w:val="00C53C4C"/>
    <w:rsid w:val="00C54055"/>
    <w:rsid w:val="00C545E3"/>
    <w:rsid w:val="00C547F2"/>
    <w:rsid w:val="00C5489C"/>
    <w:rsid w:val="00C554C8"/>
    <w:rsid w:val="00C55EC2"/>
    <w:rsid w:val="00C56094"/>
    <w:rsid w:val="00C562D9"/>
    <w:rsid w:val="00C565F3"/>
    <w:rsid w:val="00C567A9"/>
    <w:rsid w:val="00C56BDF"/>
    <w:rsid w:val="00C56E86"/>
    <w:rsid w:val="00C570B4"/>
    <w:rsid w:val="00C572F1"/>
    <w:rsid w:val="00C5779D"/>
    <w:rsid w:val="00C57B53"/>
    <w:rsid w:val="00C57BD5"/>
    <w:rsid w:val="00C57EA4"/>
    <w:rsid w:val="00C6004C"/>
    <w:rsid w:val="00C6044E"/>
    <w:rsid w:val="00C60B8D"/>
    <w:rsid w:val="00C6114B"/>
    <w:rsid w:val="00C6119B"/>
    <w:rsid w:val="00C614A0"/>
    <w:rsid w:val="00C6168A"/>
    <w:rsid w:val="00C616F2"/>
    <w:rsid w:val="00C619C9"/>
    <w:rsid w:val="00C61A87"/>
    <w:rsid w:val="00C61BA1"/>
    <w:rsid w:val="00C62023"/>
    <w:rsid w:val="00C6202D"/>
    <w:rsid w:val="00C621BF"/>
    <w:rsid w:val="00C626AD"/>
    <w:rsid w:val="00C628FC"/>
    <w:rsid w:val="00C62A3D"/>
    <w:rsid w:val="00C62CAD"/>
    <w:rsid w:val="00C6345F"/>
    <w:rsid w:val="00C63B5A"/>
    <w:rsid w:val="00C64793"/>
    <w:rsid w:val="00C64BC0"/>
    <w:rsid w:val="00C64F41"/>
    <w:rsid w:val="00C65F32"/>
    <w:rsid w:val="00C669F7"/>
    <w:rsid w:val="00C66EB7"/>
    <w:rsid w:val="00C66FED"/>
    <w:rsid w:val="00C6700F"/>
    <w:rsid w:val="00C67A4C"/>
    <w:rsid w:val="00C67CC0"/>
    <w:rsid w:val="00C67FDE"/>
    <w:rsid w:val="00C7017D"/>
    <w:rsid w:val="00C704C6"/>
    <w:rsid w:val="00C70694"/>
    <w:rsid w:val="00C70759"/>
    <w:rsid w:val="00C70906"/>
    <w:rsid w:val="00C70975"/>
    <w:rsid w:val="00C70C49"/>
    <w:rsid w:val="00C7209C"/>
    <w:rsid w:val="00C7251E"/>
    <w:rsid w:val="00C72816"/>
    <w:rsid w:val="00C72C5B"/>
    <w:rsid w:val="00C72CDC"/>
    <w:rsid w:val="00C7321B"/>
    <w:rsid w:val="00C73302"/>
    <w:rsid w:val="00C73483"/>
    <w:rsid w:val="00C737F1"/>
    <w:rsid w:val="00C738BF"/>
    <w:rsid w:val="00C74988"/>
    <w:rsid w:val="00C74C4F"/>
    <w:rsid w:val="00C750AF"/>
    <w:rsid w:val="00C75BA9"/>
    <w:rsid w:val="00C76229"/>
    <w:rsid w:val="00C7631D"/>
    <w:rsid w:val="00C766FC"/>
    <w:rsid w:val="00C76BD9"/>
    <w:rsid w:val="00C776D5"/>
    <w:rsid w:val="00C77B69"/>
    <w:rsid w:val="00C77E43"/>
    <w:rsid w:val="00C77EDF"/>
    <w:rsid w:val="00C8023E"/>
    <w:rsid w:val="00C8077D"/>
    <w:rsid w:val="00C8091C"/>
    <w:rsid w:val="00C80948"/>
    <w:rsid w:val="00C80D54"/>
    <w:rsid w:val="00C81AFB"/>
    <w:rsid w:val="00C82065"/>
    <w:rsid w:val="00C820C5"/>
    <w:rsid w:val="00C82108"/>
    <w:rsid w:val="00C82238"/>
    <w:rsid w:val="00C82517"/>
    <w:rsid w:val="00C828B7"/>
    <w:rsid w:val="00C828E3"/>
    <w:rsid w:val="00C82C9F"/>
    <w:rsid w:val="00C82D18"/>
    <w:rsid w:val="00C82E08"/>
    <w:rsid w:val="00C82EBB"/>
    <w:rsid w:val="00C83249"/>
    <w:rsid w:val="00C835C4"/>
    <w:rsid w:val="00C838C6"/>
    <w:rsid w:val="00C83F64"/>
    <w:rsid w:val="00C84409"/>
    <w:rsid w:val="00C84496"/>
    <w:rsid w:val="00C845F4"/>
    <w:rsid w:val="00C84AEE"/>
    <w:rsid w:val="00C851B4"/>
    <w:rsid w:val="00C853C3"/>
    <w:rsid w:val="00C863F8"/>
    <w:rsid w:val="00C86444"/>
    <w:rsid w:val="00C866E2"/>
    <w:rsid w:val="00C8699B"/>
    <w:rsid w:val="00C86C72"/>
    <w:rsid w:val="00C86E2E"/>
    <w:rsid w:val="00C87120"/>
    <w:rsid w:val="00C873A2"/>
    <w:rsid w:val="00C87463"/>
    <w:rsid w:val="00C90094"/>
    <w:rsid w:val="00C9068D"/>
    <w:rsid w:val="00C9073E"/>
    <w:rsid w:val="00C90B40"/>
    <w:rsid w:val="00C90B64"/>
    <w:rsid w:val="00C912C5"/>
    <w:rsid w:val="00C913F6"/>
    <w:rsid w:val="00C914A2"/>
    <w:rsid w:val="00C91810"/>
    <w:rsid w:val="00C91964"/>
    <w:rsid w:val="00C91EF8"/>
    <w:rsid w:val="00C9231C"/>
    <w:rsid w:val="00C923D2"/>
    <w:rsid w:val="00C926EE"/>
    <w:rsid w:val="00C92792"/>
    <w:rsid w:val="00C929AC"/>
    <w:rsid w:val="00C93156"/>
    <w:rsid w:val="00C9324E"/>
    <w:rsid w:val="00C93408"/>
    <w:rsid w:val="00C93886"/>
    <w:rsid w:val="00C93A94"/>
    <w:rsid w:val="00C93B32"/>
    <w:rsid w:val="00C93D38"/>
    <w:rsid w:val="00C93E4C"/>
    <w:rsid w:val="00C93E9C"/>
    <w:rsid w:val="00C93F66"/>
    <w:rsid w:val="00C94086"/>
    <w:rsid w:val="00C942B2"/>
    <w:rsid w:val="00C942D7"/>
    <w:rsid w:val="00C94753"/>
    <w:rsid w:val="00C949FC"/>
    <w:rsid w:val="00C94A54"/>
    <w:rsid w:val="00C94AEC"/>
    <w:rsid w:val="00C94E07"/>
    <w:rsid w:val="00C95613"/>
    <w:rsid w:val="00C956FD"/>
    <w:rsid w:val="00C95761"/>
    <w:rsid w:val="00C95F5C"/>
    <w:rsid w:val="00C9616F"/>
    <w:rsid w:val="00C9655A"/>
    <w:rsid w:val="00C968FC"/>
    <w:rsid w:val="00C96A08"/>
    <w:rsid w:val="00C96D62"/>
    <w:rsid w:val="00C96E16"/>
    <w:rsid w:val="00C971EF"/>
    <w:rsid w:val="00C9737D"/>
    <w:rsid w:val="00C9791C"/>
    <w:rsid w:val="00CA012E"/>
    <w:rsid w:val="00CA075A"/>
    <w:rsid w:val="00CA1082"/>
    <w:rsid w:val="00CA1A2D"/>
    <w:rsid w:val="00CA1A5A"/>
    <w:rsid w:val="00CA1B84"/>
    <w:rsid w:val="00CA204A"/>
    <w:rsid w:val="00CA252D"/>
    <w:rsid w:val="00CA2774"/>
    <w:rsid w:val="00CA27FD"/>
    <w:rsid w:val="00CA2C0B"/>
    <w:rsid w:val="00CA2DA9"/>
    <w:rsid w:val="00CA301E"/>
    <w:rsid w:val="00CA313C"/>
    <w:rsid w:val="00CA3394"/>
    <w:rsid w:val="00CA345C"/>
    <w:rsid w:val="00CA3B51"/>
    <w:rsid w:val="00CA3DA3"/>
    <w:rsid w:val="00CA4015"/>
    <w:rsid w:val="00CA40F6"/>
    <w:rsid w:val="00CA4981"/>
    <w:rsid w:val="00CA4AAB"/>
    <w:rsid w:val="00CA4C7E"/>
    <w:rsid w:val="00CA4D37"/>
    <w:rsid w:val="00CA4E7E"/>
    <w:rsid w:val="00CA5181"/>
    <w:rsid w:val="00CA5450"/>
    <w:rsid w:val="00CA5495"/>
    <w:rsid w:val="00CA6241"/>
    <w:rsid w:val="00CA6AAF"/>
    <w:rsid w:val="00CA6B6C"/>
    <w:rsid w:val="00CA75B2"/>
    <w:rsid w:val="00CA765C"/>
    <w:rsid w:val="00CA7A8D"/>
    <w:rsid w:val="00CB00B6"/>
    <w:rsid w:val="00CB055B"/>
    <w:rsid w:val="00CB0A4B"/>
    <w:rsid w:val="00CB0E83"/>
    <w:rsid w:val="00CB10A7"/>
    <w:rsid w:val="00CB1880"/>
    <w:rsid w:val="00CB25EA"/>
    <w:rsid w:val="00CB271E"/>
    <w:rsid w:val="00CB2FA2"/>
    <w:rsid w:val="00CB370B"/>
    <w:rsid w:val="00CB3A99"/>
    <w:rsid w:val="00CB3B93"/>
    <w:rsid w:val="00CB3CE5"/>
    <w:rsid w:val="00CB43A8"/>
    <w:rsid w:val="00CB448E"/>
    <w:rsid w:val="00CB4941"/>
    <w:rsid w:val="00CB498F"/>
    <w:rsid w:val="00CB4AF2"/>
    <w:rsid w:val="00CB4CB0"/>
    <w:rsid w:val="00CB53A3"/>
    <w:rsid w:val="00CB54F0"/>
    <w:rsid w:val="00CB5530"/>
    <w:rsid w:val="00CB5BBC"/>
    <w:rsid w:val="00CB5E54"/>
    <w:rsid w:val="00CB6316"/>
    <w:rsid w:val="00CB6664"/>
    <w:rsid w:val="00CB68C4"/>
    <w:rsid w:val="00CB6ADB"/>
    <w:rsid w:val="00CB6E24"/>
    <w:rsid w:val="00CB712B"/>
    <w:rsid w:val="00CB72A5"/>
    <w:rsid w:val="00CB787B"/>
    <w:rsid w:val="00CB7B30"/>
    <w:rsid w:val="00CC053E"/>
    <w:rsid w:val="00CC11C1"/>
    <w:rsid w:val="00CC1637"/>
    <w:rsid w:val="00CC1679"/>
    <w:rsid w:val="00CC1684"/>
    <w:rsid w:val="00CC1751"/>
    <w:rsid w:val="00CC28DE"/>
    <w:rsid w:val="00CC2B7E"/>
    <w:rsid w:val="00CC32CD"/>
    <w:rsid w:val="00CC34D1"/>
    <w:rsid w:val="00CC35A1"/>
    <w:rsid w:val="00CC3711"/>
    <w:rsid w:val="00CC37AF"/>
    <w:rsid w:val="00CC384F"/>
    <w:rsid w:val="00CC3C9F"/>
    <w:rsid w:val="00CC3EE7"/>
    <w:rsid w:val="00CC4FFC"/>
    <w:rsid w:val="00CC5093"/>
    <w:rsid w:val="00CC5857"/>
    <w:rsid w:val="00CC5956"/>
    <w:rsid w:val="00CC5E25"/>
    <w:rsid w:val="00CC6139"/>
    <w:rsid w:val="00CC6A2B"/>
    <w:rsid w:val="00CC6B51"/>
    <w:rsid w:val="00CC7078"/>
    <w:rsid w:val="00CC718A"/>
    <w:rsid w:val="00CC72B6"/>
    <w:rsid w:val="00CC78D2"/>
    <w:rsid w:val="00CC7DF2"/>
    <w:rsid w:val="00CC7E11"/>
    <w:rsid w:val="00CD0A52"/>
    <w:rsid w:val="00CD0CB5"/>
    <w:rsid w:val="00CD0EA0"/>
    <w:rsid w:val="00CD1AC8"/>
    <w:rsid w:val="00CD1ECB"/>
    <w:rsid w:val="00CD2156"/>
    <w:rsid w:val="00CD22EA"/>
    <w:rsid w:val="00CD277E"/>
    <w:rsid w:val="00CD2FC3"/>
    <w:rsid w:val="00CD3192"/>
    <w:rsid w:val="00CD3381"/>
    <w:rsid w:val="00CD3445"/>
    <w:rsid w:val="00CD3542"/>
    <w:rsid w:val="00CD3B03"/>
    <w:rsid w:val="00CD3CEC"/>
    <w:rsid w:val="00CD3D51"/>
    <w:rsid w:val="00CD3F12"/>
    <w:rsid w:val="00CD4247"/>
    <w:rsid w:val="00CD4324"/>
    <w:rsid w:val="00CD485C"/>
    <w:rsid w:val="00CD4AB7"/>
    <w:rsid w:val="00CD4CE9"/>
    <w:rsid w:val="00CD4FEE"/>
    <w:rsid w:val="00CD5028"/>
    <w:rsid w:val="00CD51FC"/>
    <w:rsid w:val="00CD53A6"/>
    <w:rsid w:val="00CD5A1D"/>
    <w:rsid w:val="00CD5A8B"/>
    <w:rsid w:val="00CD5C4B"/>
    <w:rsid w:val="00CD5CB4"/>
    <w:rsid w:val="00CD5F51"/>
    <w:rsid w:val="00CD6130"/>
    <w:rsid w:val="00CD698C"/>
    <w:rsid w:val="00CD7118"/>
    <w:rsid w:val="00CD72E8"/>
    <w:rsid w:val="00CD79A8"/>
    <w:rsid w:val="00CD7AD1"/>
    <w:rsid w:val="00CD7B46"/>
    <w:rsid w:val="00CD7D36"/>
    <w:rsid w:val="00CD7F12"/>
    <w:rsid w:val="00CD7FDE"/>
    <w:rsid w:val="00CE0081"/>
    <w:rsid w:val="00CE019B"/>
    <w:rsid w:val="00CE0515"/>
    <w:rsid w:val="00CE0530"/>
    <w:rsid w:val="00CE0532"/>
    <w:rsid w:val="00CE072D"/>
    <w:rsid w:val="00CE07B7"/>
    <w:rsid w:val="00CE08BB"/>
    <w:rsid w:val="00CE0953"/>
    <w:rsid w:val="00CE0A0B"/>
    <w:rsid w:val="00CE1132"/>
    <w:rsid w:val="00CE1245"/>
    <w:rsid w:val="00CE1639"/>
    <w:rsid w:val="00CE1646"/>
    <w:rsid w:val="00CE178B"/>
    <w:rsid w:val="00CE1796"/>
    <w:rsid w:val="00CE1BF3"/>
    <w:rsid w:val="00CE1EF8"/>
    <w:rsid w:val="00CE268C"/>
    <w:rsid w:val="00CE26CF"/>
    <w:rsid w:val="00CE28A8"/>
    <w:rsid w:val="00CE297A"/>
    <w:rsid w:val="00CE36F2"/>
    <w:rsid w:val="00CE36FA"/>
    <w:rsid w:val="00CE386B"/>
    <w:rsid w:val="00CE3A37"/>
    <w:rsid w:val="00CE3DE5"/>
    <w:rsid w:val="00CE3F35"/>
    <w:rsid w:val="00CE457E"/>
    <w:rsid w:val="00CE45E1"/>
    <w:rsid w:val="00CE4F01"/>
    <w:rsid w:val="00CE55C4"/>
    <w:rsid w:val="00CE60AE"/>
    <w:rsid w:val="00CE6900"/>
    <w:rsid w:val="00CE693E"/>
    <w:rsid w:val="00CE7046"/>
    <w:rsid w:val="00CE72E0"/>
    <w:rsid w:val="00CE799F"/>
    <w:rsid w:val="00CE79E8"/>
    <w:rsid w:val="00CE7BBE"/>
    <w:rsid w:val="00CE7C72"/>
    <w:rsid w:val="00CE7CF8"/>
    <w:rsid w:val="00CE7D84"/>
    <w:rsid w:val="00CE7FDE"/>
    <w:rsid w:val="00CF0610"/>
    <w:rsid w:val="00CF0B74"/>
    <w:rsid w:val="00CF11C6"/>
    <w:rsid w:val="00CF15AE"/>
    <w:rsid w:val="00CF202C"/>
    <w:rsid w:val="00CF2CAB"/>
    <w:rsid w:val="00CF31E5"/>
    <w:rsid w:val="00CF380A"/>
    <w:rsid w:val="00CF3A2A"/>
    <w:rsid w:val="00CF3A6A"/>
    <w:rsid w:val="00CF3AC5"/>
    <w:rsid w:val="00CF43F8"/>
    <w:rsid w:val="00CF44BD"/>
    <w:rsid w:val="00CF45E8"/>
    <w:rsid w:val="00CF4935"/>
    <w:rsid w:val="00CF4D33"/>
    <w:rsid w:val="00CF4EFF"/>
    <w:rsid w:val="00CF515D"/>
    <w:rsid w:val="00CF5335"/>
    <w:rsid w:val="00CF553E"/>
    <w:rsid w:val="00CF6077"/>
    <w:rsid w:val="00CF667D"/>
    <w:rsid w:val="00CF6E2F"/>
    <w:rsid w:val="00CF6F65"/>
    <w:rsid w:val="00CF7006"/>
    <w:rsid w:val="00CF7CA6"/>
    <w:rsid w:val="00D00118"/>
    <w:rsid w:val="00D00369"/>
    <w:rsid w:val="00D00787"/>
    <w:rsid w:val="00D00978"/>
    <w:rsid w:val="00D009F7"/>
    <w:rsid w:val="00D010C5"/>
    <w:rsid w:val="00D011B9"/>
    <w:rsid w:val="00D01298"/>
    <w:rsid w:val="00D0158B"/>
    <w:rsid w:val="00D01843"/>
    <w:rsid w:val="00D01BC3"/>
    <w:rsid w:val="00D01E6D"/>
    <w:rsid w:val="00D021A0"/>
    <w:rsid w:val="00D026B8"/>
    <w:rsid w:val="00D02D73"/>
    <w:rsid w:val="00D02EFD"/>
    <w:rsid w:val="00D02FFD"/>
    <w:rsid w:val="00D03115"/>
    <w:rsid w:val="00D03652"/>
    <w:rsid w:val="00D03E4B"/>
    <w:rsid w:val="00D03F28"/>
    <w:rsid w:val="00D04D4E"/>
    <w:rsid w:val="00D04E91"/>
    <w:rsid w:val="00D0535B"/>
    <w:rsid w:val="00D0571C"/>
    <w:rsid w:val="00D057BC"/>
    <w:rsid w:val="00D05AE1"/>
    <w:rsid w:val="00D05C37"/>
    <w:rsid w:val="00D064CA"/>
    <w:rsid w:val="00D06865"/>
    <w:rsid w:val="00D071A1"/>
    <w:rsid w:val="00D07879"/>
    <w:rsid w:val="00D078CA"/>
    <w:rsid w:val="00D07D5B"/>
    <w:rsid w:val="00D1017B"/>
    <w:rsid w:val="00D10313"/>
    <w:rsid w:val="00D104A7"/>
    <w:rsid w:val="00D109A8"/>
    <w:rsid w:val="00D10EA7"/>
    <w:rsid w:val="00D110F4"/>
    <w:rsid w:val="00D11389"/>
    <w:rsid w:val="00D116DC"/>
    <w:rsid w:val="00D117BC"/>
    <w:rsid w:val="00D1184A"/>
    <w:rsid w:val="00D119D2"/>
    <w:rsid w:val="00D11BE0"/>
    <w:rsid w:val="00D12487"/>
    <w:rsid w:val="00D1286D"/>
    <w:rsid w:val="00D12893"/>
    <w:rsid w:val="00D12A62"/>
    <w:rsid w:val="00D12C0F"/>
    <w:rsid w:val="00D13B73"/>
    <w:rsid w:val="00D13E9E"/>
    <w:rsid w:val="00D14761"/>
    <w:rsid w:val="00D15173"/>
    <w:rsid w:val="00D15181"/>
    <w:rsid w:val="00D15B9D"/>
    <w:rsid w:val="00D1644D"/>
    <w:rsid w:val="00D165B7"/>
    <w:rsid w:val="00D1779F"/>
    <w:rsid w:val="00D177C0"/>
    <w:rsid w:val="00D177EA"/>
    <w:rsid w:val="00D179F3"/>
    <w:rsid w:val="00D17D6E"/>
    <w:rsid w:val="00D203A0"/>
    <w:rsid w:val="00D203C3"/>
    <w:rsid w:val="00D213BD"/>
    <w:rsid w:val="00D21FE0"/>
    <w:rsid w:val="00D2209F"/>
    <w:rsid w:val="00D22407"/>
    <w:rsid w:val="00D22B29"/>
    <w:rsid w:val="00D237FF"/>
    <w:rsid w:val="00D23EAE"/>
    <w:rsid w:val="00D240BB"/>
    <w:rsid w:val="00D242BF"/>
    <w:rsid w:val="00D248D0"/>
    <w:rsid w:val="00D24D65"/>
    <w:rsid w:val="00D24F7C"/>
    <w:rsid w:val="00D257C6"/>
    <w:rsid w:val="00D25B68"/>
    <w:rsid w:val="00D25DA8"/>
    <w:rsid w:val="00D26246"/>
    <w:rsid w:val="00D262BB"/>
    <w:rsid w:val="00D2665C"/>
    <w:rsid w:val="00D26886"/>
    <w:rsid w:val="00D26BDB"/>
    <w:rsid w:val="00D26D62"/>
    <w:rsid w:val="00D26EF2"/>
    <w:rsid w:val="00D279D1"/>
    <w:rsid w:val="00D27A4A"/>
    <w:rsid w:val="00D27E8B"/>
    <w:rsid w:val="00D27FA0"/>
    <w:rsid w:val="00D302DB"/>
    <w:rsid w:val="00D30532"/>
    <w:rsid w:val="00D30B3A"/>
    <w:rsid w:val="00D30B3E"/>
    <w:rsid w:val="00D31609"/>
    <w:rsid w:val="00D318B7"/>
    <w:rsid w:val="00D31CEB"/>
    <w:rsid w:val="00D31D79"/>
    <w:rsid w:val="00D31EB7"/>
    <w:rsid w:val="00D32490"/>
    <w:rsid w:val="00D327CC"/>
    <w:rsid w:val="00D32A1C"/>
    <w:rsid w:val="00D32D3A"/>
    <w:rsid w:val="00D32E10"/>
    <w:rsid w:val="00D330F2"/>
    <w:rsid w:val="00D3344E"/>
    <w:rsid w:val="00D33639"/>
    <w:rsid w:val="00D34262"/>
    <w:rsid w:val="00D347F7"/>
    <w:rsid w:val="00D3512A"/>
    <w:rsid w:val="00D356FF"/>
    <w:rsid w:val="00D35763"/>
    <w:rsid w:val="00D35870"/>
    <w:rsid w:val="00D35A8C"/>
    <w:rsid w:val="00D35FAB"/>
    <w:rsid w:val="00D36239"/>
    <w:rsid w:val="00D36505"/>
    <w:rsid w:val="00D36F9C"/>
    <w:rsid w:val="00D3789E"/>
    <w:rsid w:val="00D37B65"/>
    <w:rsid w:val="00D37C1F"/>
    <w:rsid w:val="00D37CAA"/>
    <w:rsid w:val="00D40A77"/>
    <w:rsid w:val="00D40EFF"/>
    <w:rsid w:val="00D41026"/>
    <w:rsid w:val="00D41235"/>
    <w:rsid w:val="00D4166B"/>
    <w:rsid w:val="00D41772"/>
    <w:rsid w:val="00D41AD9"/>
    <w:rsid w:val="00D41B0F"/>
    <w:rsid w:val="00D42A95"/>
    <w:rsid w:val="00D43929"/>
    <w:rsid w:val="00D43A28"/>
    <w:rsid w:val="00D44AB3"/>
    <w:rsid w:val="00D44EE0"/>
    <w:rsid w:val="00D45DAA"/>
    <w:rsid w:val="00D45DCB"/>
    <w:rsid w:val="00D46F9F"/>
    <w:rsid w:val="00D4701E"/>
    <w:rsid w:val="00D47528"/>
    <w:rsid w:val="00D47625"/>
    <w:rsid w:val="00D4781A"/>
    <w:rsid w:val="00D47BCA"/>
    <w:rsid w:val="00D50307"/>
    <w:rsid w:val="00D50372"/>
    <w:rsid w:val="00D50D96"/>
    <w:rsid w:val="00D50EB6"/>
    <w:rsid w:val="00D50FA5"/>
    <w:rsid w:val="00D513AA"/>
    <w:rsid w:val="00D5187F"/>
    <w:rsid w:val="00D51A08"/>
    <w:rsid w:val="00D51B8D"/>
    <w:rsid w:val="00D51DD4"/>
    <w:rsid w:val="00D521D6"/>
    <w:rsid w:val="00D52837"/>
    <w:rsid w:val="00D52A40"/>
    <w:rsid w:val="00D52EA2"/>
    <w:rsid w:val="00D530D4"/>
    <w:rsid w:val="00D535B8"/>
    <w:rsid w:val="00D535D4"/>
    <w:rsid w:val="00D53ACB"/>
    <w:rsid w:val="00D544C3"/>
    <w:rsid w:val="00D547F3"/>
    <w:rsid w:val="00D54908"/>
    <w:rsid w:val="00D54FBF"/>
    <w:rsid w:val="00D5517A"/>
    <w:rsid w:val="00D55F72"/>
    <w:rsid w:val="00D561E7"/>
    <w:rsid w:val="00D5640A"/>
    <w:rsid w:val="00D56EFA"/>
    <w:rsid w:val="00D573F5"/>
    <w:rsid w:val="00D607D5"/>
    <w:rsid w:val="00D608AD"/>
    <w:rsid w:val="00D609F9"/>
    <w:rsid w:val="00D60A8E"/>
    <w:rsid w:val="00D60E7E"/>
    <w:rsid w:val="00D613BC"/>
    <w:rsid w:val="00D618A3"/>
    <w:rsid w:val="00D6317A"/>
    <w:rsid w:val="00D63FC0"/>
    <w:rsid w:val="00D641AF"/>
    <w:rsid w:val="00D64510"/>
    <w:rsid w:val="00D648B6"/>
    <w:rsid w:val="00D64AD8"/>
    <w:rsid w:val="00D64D59"/>
    <w:rsid w:val="00D655CA"/>
    <w:rsid w:val="00D6595C"/>
    <w:rsid w:val="00D65C92"/>
    <w:rsid w:val="00D65E60"/>
    <w:rsid w:val="00D662B7"/>
    <w:rsid w:val="00D6636F"/>
    <w:rsid w:val="00D668C2"/>
    <w:rsid w:val="00D66F6F"/>
    <w:rsid w:val="00D675A4"/>
    <w:rsid w:val="00D702BD"/>
    <w:rsid w:val="00D70698"/>
    <w:rsid w:val="00D70B5E"/>
    <w:rsid w:val="00D70DA0"/>
    <w:rsid w:val="00D71340"/>
    <w:rsid w:val="00D71396"/>
    <w:rsid w:val="00D71423"/>
    <w:rsid w:val="00D715B0"/>
    <w:rsid w:val="00D71A39"/>
    <w:rsid w:val="00D72600"/>
    <w:rsid w:val="00D72AE7"/>
    <w:rsid w:val="00D72BDE"/>
    <w:rsid w:val="00D7311A"/>
    <w:rsid w:val="00D73C13"/>
    <w:rsid w:val="00D73DC6"/>
    <w:rsid w:val="00D73F90"/>
    <w:rsid w:val="00D741DB"/>
    <w:rsid w:val="00D74C13"/>
    <w:rsid w:val="00D74CFF"/>
    <w:rsid w:val="00D762F6"/>
    <w:rsid w:val="00D76667"/>
    <w:rsid w:val="00D76A4A"/>
    <w:rsid w:val="00D76ED2"/>
    <w:rsid w:val="00D7721B"/>
    <w:rsid w:val="00D77344"/>
    <w:rsid w:val="00D77D60"/>
    <w:rsid w:val="00D801C7"/>
    <w:rsid w:val="00D8025A"/>
    <w:rsid w:val="00D8049A"/>
    <w:rsid w:val="00D80995"/>
    <w:rsid w:val="00D80E6A"/>
    <w:rsid w:val="00D80EF9"/>
    <w:rsid w:val="00D81062"/>
    <w:rsid w:val="00D813CC"/>
    <w:rsid w:val="00D81894"/>
    <w:rsid w:val="00D81926"/>
    <w:rsid w:val="00D81B03"/>
    <w:rsid w:val="00D81FBA"/>
    <w:rsid w:val="00D82150"/>
    <w:rsid w:val="00D8267F"/>
    <w:rsid w:val="00D82B49"/>
    <w:rsid w:val="00D837F8"/>
    <w:rsid w:val="00D83A87"/>
    <w:rsid w:val="00D843B2"/>
    <w:rsid w:val="00D844F2"/>
    <w:rsid w:val="00D8469A"/>
    <w:rsid w:val="00D84AAC"/>
    <w:rsid w:val="00D84F5E"/>
    <w:rsid w:val="00D8564B"/>
    <w:rsid w:val="00D85BF7"/>
    <w:rsid w:val="00D863F0"/>
    <w:rsid w:val="00D86A17"/>
    <w:rsid w:val="00D86B11"/>
    <w:rsid w:val="00D86B27"/>
    <w:rsid w:val="00D86D80"/>
    <w:rsid w:val="00D871F7"/>
    <w:rsid w:val="00D874E1"/>
    <w:rsid w:val="00D8758D"/>
    <w:rsid w:val="00D87D0D"/>
    <w:rsid w:val="00D906E8"/>
    <w:rsid w:val="00D90BB4"/>
    <w:rsid w:val="00D90C33"/>
    <w:rsid w:val="00D90EF7"/>
    <w:rsid w:val="00D9104E"/>
    <w:rsid w:val="00D9115E"/>
    <w:rsid w:val="00D913CD"/>
    <w:rsid w:val="00D915B7"/>
    <w:rsid w:val="00D916A2"/>
    <w:rsid w:val="00D916E1"/>
    <w:rsid w:val="00D917BB"/>
    <w:rsid w:val="00D91A45"/>
    <w:rsid w:val="00D91AB4"/>
    <w:rsid w:val="00D91DED"/>
    <w:rsid w:val="00D92197"/>
    <w:rsid w:val="00D92253"/>
    <w:rsid w:val="00D92267"/>
    <w:rsid w:val="00D9231F"/>
    <w:rsid w:val="00D92B9A"/>
    <w:rsid w:val="00D92FA2"/>
    <w:rsid w:val="00D93018"/>
    <w:rsid w:val="00D93357"/>
    <w:rsid w:val="00D9345A"/>
    <w:rsid w:val="00D93A0F"/>
    <w:rsid w:val="00D94106"/>
    <w:rsid w:val="00D942D5"/>
    <w:rsid w:val="00D9486D"/>
    <w:rsid w:val="00D94BFC"/>
    <w:rsid w:val="00D94C31"/>
    <w:rsid w:val="00D94C4F"/>
    <w:rsid w:val="00D94F51"/>
    <w:rsid w:val="00D951C3"/>
    <w:rsid w:val="00D95884"/>
    <w:rsid w:val="00D95B03"/>
    <w:rsid w:val="00D95D9B"/>
    <w:rsid w:val="00D963EB"/>
    <w:rsid w:val="00D9642C"/>
    <w:rsid w:val="00D96492"/>
    <w:rsid w:val="00D96CCB"/>
    <w:rsid w:val="00D97234"/>
    <w:rsid w:val="00D97ABD"/>
    <w:rsid w:val="00D97F94"/>
    <w:rsid w:val="00DA04CF"/>
    <w:rsid w:val="00DA0682"/>
    <w:rsid w:val="00DA0822"/>
    <w:rsid w:val="00DA0BD0"/>
    <w:rsid w:val="00DA0EA1"/>
    <w:rsid w:val="00DA117C"/>
    <w:rsid w:val="00DA137C"/>
    <w:rsid w:val="00DA231E"/>
    <w:rsid w:val="00DA3886"/>
    <w:rsid w:val="00DA3A0E"/>
    <w:rsid w:val="00DA3A8C"/>
    <w:rsid w:val="00DA3B1C"/>
    <w:rsid w:val="00DA3F39"/>
    <w:rsid w:val="00DA448F"/>
    <w:rsid w:val="00DA4764"/>
    <w:rsid w:val="00DA504B"/>
    <w:rsid w:val="00DA5662"/>
    <w:rsid w:val="00DA5FF8"/>
    <w:rsid w:val="00DA6B51"/>
    <w:rsid w:val="00DA7A48"/>
    <w:rsid w:val="00DA7BEA"/>
    <w:rsid w:val="00DB0736"/>
    <w:rsid w:val="00DB0A2A"/>
    <w:rsid w:val="00DB10C7"/>
    <w:rsid w:val="00DB12B3"/>
    <w:rsid w:val="00DB146F"/>
    <w:rsid w:val="00DB1704"/>
    <w:rsid w:val="00DB1C5B"/>
    <w:rsid w:val="00DB2545"/>
    <w:rsid w:val="00DB2D5C"/>
    <w:rsid w:val="00DB2DA9"/>
    <w:rsid w:val="00DB2EC3"/>
    <w:rsid w:val="00DB3255"/>
    <w:rsid w:val="00DB375A"/>
    <w:rsid w:val="00DB3965"/>
    <w:rsid w:val="00DB4BAF"/>
    <w:rsid w:val="00DB4BED"/>
    <w:rsid w:val="00DB533D"/>
    <w:rsid w:val="00DB5FB2"/>
    <w:rsid w:val="00DB633E"/>
    <w:rsid w:val="00DB64C2"/>
    <w:rsid w:val="00DB656C"/>
    <w:rsid w:val="00DB687D"/>
    <w:rsid w:val="00DB7512"/>
    <w:rsid w:val="00DB764B"/>
    <w:rsid w:val="00DB7EF3"/>
    <w:rsid w:val="00DC03C8"/>
    <w:rsid w:val="00DC0406"/>
    <w:rsid w:val="00DC09ED"/>
    <w:rsid w:val="00DC0ADA"/>
    <w:rsid w:val="00DC11C1"/>
    <w:rsid w:val="00DC1319"/>
    <w:rsid w:val="00DC1388"/>
    <w:rsid w:val="00DC14D8"/>
    <w:rsid w:val="00DC192D"/>
    <w:rsid w:val="00DC19A1"/>
    <w:rsid w:val="00DC1BDE"/>
    <w:rsid w:val="00DC1C3B"/>
    <w:rsid w:val="00DC1E96"/>
    <w:rsid w:val="00DC1FF1"/>
    <w:rsid w:val="00DC2E94"/>
    <w:rsid w:val="00DC2F50"/>
    <w:rsid w:val="00DC316B"/>
    <w:rsid w:val="00DC3564"/>
    <w:rsid w:val="00DC3960"/>
    <w:rsid w:val="00DC3C2F"/>
    <w:rsid w:val="00DC3EBA"/>
    <w:rsid w:val="00DC3ECB"/>
    <w:rsid w:val="00DC436A"/>
    <w:rsid w:val="00DC43B1"/>
    <w:rsid w:val="00DC447C"/>
    <w:rsid w:val="00DC48F0"/>
    <w:rsid w:val="00DC4ABB"/>
    <w:rsid w:val="00DC54CC"/>
    <w:rsid w:val="00DC56C1"/>
    <w:rsid w:val="00DC5EBC"/>
    <w:rsid w:val="00DC63F8"/>
    <w:rsid w:val="00DC6909"/>
    <w:rsid w:val="00DC72D9"/>
    <w:rsid w:val="00DC73C5"/>
    <w:rsid w:val="00DD0826"/>
    <w:rsid w:val="00DD0B75"/>
    <w:rsid w:val="00DD0E51"/>
    <w:rsid w:val="00DD1343"/>
    <w:rsid w:val="00DD179E"/>
    <w:rsid w:val="00DD17B7"/>
    <w:rsid w:val="00DD18EE"/>
    <w:rsid w:val="00DD234C"/>
    <w:rsid w:val="00DD24A5"/>
    <w:rsid w:val="00DD2BCC"/>
    <w:rsid w:val="00DD3207"/>
    <w:rsid w:val="00DD358C"/>
    <w:rsid w:val="00DD361F"/>
    <w:rsid w:val="00DD3EF6"/>
    <w:rsid w:val="00DD3F8B"/>
    <w:rsid w:val="00DD3FC3"/>
    <w:rsid w:val="00DD45BB"/>
    <w:rsid w:val="00DD4F42"/>
    <w:rsid w:val="00DD61E3"/>
    <w:rsid w:val="00DD621A"/>
    <w:rsid w:val="00DD682C"/>
    <w:rsid w:val="00DD696A"/>
    <w:rsid w:val="00DD6B95"/>
    <w:rsid w:val="00DD6FCF"/>
    <w:rsid w:val="00DD7153"/>
    <w:rsid w:val="00DD738B"/>
    <w:rsid w:val="00DD7BEF"/>
    <w:rsid w:val="00DD7DA8"/>
    <w:rsid w:val="00DD7FDE"/>
    <w:rsid w:val="00DE01C5"/>
    <w:rsid w:val="00DE03AC"/>
    <w:rsid w:val="00DE0824"/>
    <w:rsid w:val="00DE0E27"/>
    <w:rsid w:val="00DE0E39"/>
    <w:rsid w:val="00DE19C5"/>
    <w:rsid w:val="00DE19F2"/>
    <w:rsid w:val="00DE1DEB"/>
    <w:rsid w:val="00DE226B"/>
    <w:rsid w:val="00DE2617"/>
    <w:rsid w:val="00DE26F4"/>
    <w:rsid w:val="00DE28A0"/>
    <w:rsid w:val="00DE2C77"/>
    <w:rsid w:val="00DE2E76"/>
    <w:rsid w:val="00DE2FAE"/>
    <w:rsid w:val="00DE3059"/>
    <w:rsid w:val="00DE31A4"/>
    <w:rsid w:val="00DE3614"/>
    <w:rsid w:val="00DE3908"/>
    <w:rsid w:val="00DE3A7D"/>
    <w:rsid w:val="00DE4739"/>
    <w:rsid w:val="00DE5017"/>
    <w:rsid w:val="00DE503F"/>
    <w:rsid w:val="00DE526A"/>
    <w:rsid w:val="00DE55FA"/>
    <w:rsid w:val="00DE5C64"/>
    <w:rsid w:val="00DE5D01"/>
    <w:rsid w:val="00DE64B2"/>
    <w:rsid w:val="00DE6582"/>
    <w:rsid w:val="00DE68DD"/>
    <w:rsid w:val="00DE6C7B"/>
    <w:rsid w:val="00DE6D86"/>
    <w:rsid w:val="00DE6FE8"/>
    <w:rsid w:val="00DE7568"/>
    <w:rsid w:val="00DF01E3"/>
    <w:rsid w:val="00DF0446"/>
    <w:rsid w:val="00DF0539"/>
    <w:rsid w:val="00DF0CB1"/>
    <w:rsid w:val="00DF1521"/>
    <w:rsid w:val="00DF1E9E"/>
    <w:rsid w:val="00DF1F2F"/>
    <w:rsid w:val="00DF25FA"/>
    <w:rsid w:val="00DF273D"/>
    <w:rsid w:val="00DF2ECD"/>
    <w:rsid w:val="00DF31DB"/>
    <w:rsid w:val="00DF3432"/>
    <w:rsid w:val="00DF36B0"/>
    <w:rsid w:val="00DF3F1F"/>
    <w:rsid w:val="00DF3FB4"/>
    <w:rsid w:val="00DF41BF"/>
    <w:rsid w:val="00DF429C"/>
    <w:rsid w:val="00DF4453"/>
    <w:rsid w:val="00DF4C69"/>
    <w:rsid w:val="00DF4C7C"/>
    <w:rsid w:val="00DF5043"/>
    <w:rsid w:val="00DF50C9"/>
    <w:rsid w:val="00DF50E2"/>
    <w:rsid w:val="00DF512F"/>
    <w:rsid w:val="00DF579D"/>
    <w:rsid w:val="00DF583B"/>
    <w:rsid w:val="00DF61D0"/>
    <w:rsid w:val="00DF6208"/>
    <w:rsid w:val="00DF649B"/>
    <w:rsid w:val="00DF661C"/>
    <w:rsid w:val="00DF6C60"/>
    <w:rsid w:val="00DF6DCD"/>
    <w:rsid w:val="00DF7451"/>
    <w:rsid w:val="00DF7630"/>
    <w:rsid w:val="00DF7687"/>
    <w:rsid w:val="00DF7BB6"/>
    <w:rsid w:val="00DF7EAB"/>
    <w:rsid w:val="00E00199"/>
    <w:rsid w:val="00E00404"/>
    <w:rsid w:val="00E00E27"/>
    <w:rsid w:val="00E015C1"/>
    <w:rsid w:val="00E018E2"/>
    <w:rsid w:val="00E0263E"/>
    <w:rsid w:val="00E02951"/>
    <w:rsid w:val="00E02A92"/>
    <w:rsid w:val="00E02B91"/>
    <w:rsid w:val="00E02C33"/>
    <w:rsid w:val="00E0320F"/>
    <w:rsid w:val="00E0357E"/>
    <w:rsid w:val="00E0388B"/>
    <w:rsid w:val="00E03CF8"/>
    <w:rsid w:val="00E03D80"/>
    <w:rsid w:val="00E0495B"/>
    <w:rsid w:val="00E0550E"/>
    <w:rsid w:val="00E05618"/>
    <w:rsid w:val="00E058C6"/>
    <w:rsid w:val="00E058F2"/>
    <w:rsid w:val="00E05AA9"/>
    <w:rsid w:val="00E05C1E"/>
    <w:rsid w:val="00E05DA8"/>
    <w:rsid w:val="00E05E8D"/>
    <w:rsid w:val="00E0623A"/>
    <w:rsid w:val="00E0624A"/>
    <w:rsid w:val="00E062CA"/>
    <w:rsid w:val="00E065C9"/>
    <w:rsid w:val="00E06F77"/>
    <w:rsid w:val="00E07013"/>
    <w:rsid w:val="00E0706D"/>
    <w:rsid w:val="00E07510"/>
    <w:rsid w:val="00E075E3"/>
    <w:rsid w:val="00E0769E"/>
    <w:rsid w:val="00E07D55"/>
    <w:rsid w:val="00E07FA3"/>
    <w:rsid w:val="00E103C0"/>
    <w:rsid w:val="00E104BA"/>
    <w:rsid w:val="00E10827"/>
    <w:rsid w:val="00E108EA"/>
    <w:rsid w:val="00E10A47"/>
    <w:rsid w:val="00E120DB"/>
    <w:rsid w:val="00E12354"/>
    <w:rsid w:val="00E12DB1"/>
    <w:rsid w:val="00E12E1C"/>
    <w:rsid w:val="00E13480"/>
    <w:rsid w:val="00E13B2E"/>
    <w:rsid w:val="00E13F63"/>
    <w:rsid w:val="00E1401A"/>
    <w:rsid w:val="00E14158"/>
    <w:rsid w:val="00E14832"/>
    <w:rsid w:val="00E14987"/>
    <w:rsid w:val="00E14991"/>
    <w:rsid w:val="00E14CDD"/>
    <w:rsid w:val="00E14EA6"/>
    <w:rsid w:val="00E14F5B"/>
    <w:rsid w:val="00E14FAB"/>
    <w:rsid w:val="00E152D0"/>
    <w:rsid w:val="00E15B77"/>
    <w:rsid w:val="00E15DD0"/>
    <w:rsid w:val="00E16AC3"/>
    <w:rsid w:val="00E16AC7"/>
    <w:rsid w:val="00E16EF2"/>
    <w:rsid w:val="00E16FC8"/>
    <w:rsid w:val="00E17713"/>
    <w:rsid w:val="00E17FD0"/>
    <w:rsid w:val="00E2037A"/>
    <w:rsid w:val="00E20D03"/>
    <w:rsid w:val="00E20E4B"/>
    <w:rsid w:val="00E211C4"/>
    <w:rsid w:val="00E21252"/>
    <w:rsid w:val="00E21343"/>
    <w:rsid w:val="00E214E8"/>
    <w:rsid w:val="00E2168F"/>
    <w:rsid w:val="00E2193D"/>
    <w:rsid w:val="00E21DBC"/>
    <w:rsid w:val="00E221FD"/>
    <w:rsid w:val="00E22785"/>
    <w:rsid w:val="00E22D76"/>
    <w:rsid w:val="00E231B0"/>
    <w:rsid w:val="00E23328"/>
    <w:rsid w:val="00E2396E"/>
    <w:rsid w:val="00E23EDF"/>
    <w:rsid w:val="00E2423C"/>
    <w:rsid w:val="00E2424A"/>
    <w:rsid w:val="00E250C8"/>
    <w:rsid w:val="00E252F8"/>
    <w:rsid w:val="00E2535C"/>
    <w:rsid w:val="00E25D4E"/>
    <w:rsid w:val="00E25F2D"/>
    <w:rsid w:val="00E25FC3"/>
    <w:rsid w:val="00E2603C"/>
    <w:rsid w:val="00E260CF"/>
    <w:rsid w:val="00E261EB"/>
    <w:rsid w:val="00E26C22"/>
    <w:rsid w:val="00E26C36"/>
    <w:rsid w:val="00E26DB0"/>
    <w:rsid w:val="00E26E9A"/>
    <w:rsid w:val="00E27CAB"/>
    <w:rsid w:val="00E27DC5"/>
    <w:rsid w:val="00E300C4"/>
    <w:rsid w:val="00E30247"/>
    <w:rsid w:val="00E304AC"/>
    <w:rsid w:val="00E308A9"/>
    <w:rsid w:val="00E30A60"/>
    <w:rsid w:val="00E30F4F"/>
    <w:rsid w:val="00E313E8"/>
    <w:rsid w:val="00E31577"/>
    <w:rsid w:val="00E31810"/>
    <w:rsid w:val="00E326A5"/>
    <w:rsid w:val="00E32834"/>
    <w:rsid w:val="00E32AA8"/>
    <w:rsid w:val="00E32C19"/>
    <w:rsid w:val="00E32C32"/>
    <w:rsid w:val="00E32E43"/>
    <w:rsid w:val="00E33278"/>
    <w:rsid w:val="00E33447"/>
    <w:rsid w:val="00E33536"/>
    <w:rsid w:val="00E33AAE"/>
    <w:rsid w:val="00E33CAB"/>
    <w:rsid w:val="00E34207"/>
    <w:rsid w:val="00E345FB"/>
    <w:rsid w:val="00E34892"/>
    <w:rsid w:val="00E34DDE"/>
    <w:rsid w:val="00E34FAF"/>
    <w:rsid w:val="00E3579D"/>
    <w:rsid w:val="00E3591B"/>
    <w:rsid w:val="00E35C07"/>
    <w:rsid w:val="00E35DB9"/>
    <w:rsid w:val="00E364C8"/>
    <w:rsid w:val="00E3650A"/>
    <w:rsid w:val="00E36947"/>
    <w:rsid w:val="00E3722B"/>
    <w:rsid w:val="00E37D24"/>
    <w:rsid w:val="00E40425"/>
    <w:rsid w:val="00E40BCA"/>
    <w:rsid w:val="00E40ED8"/>
    <w:rsid w:val="00E40F24"/>
    <w:rsid w:val="00E41036"/>
    <w:rsid w:val="00E41B56"/>
    <w:rsid w:val="00E41F10"/>
    <w:rsid w:val="00E4205C"/>
    <w:rsid w:val="00E4239A"/>
    <w:rsid w:val="00E4256F"/>
    <w:rsid w:val="00E42A30"/>
    <w:rsid w:val="00E42C6D"/>
    <w:rsid w:val="00E42CFD"/>
    <w:rsid w:val="00E430B6"/>
    <w:rsid w:val="00E4333E"/>
    <w:rsid w:val="00E4335A"/>
    <w:rsid w:val="00E4338A"/>
    <w:rsid w:val="00E439E9"/>
    <w:rsid w:val="00E43A16"/>
    <w:rsid w:val="00E43A1E"/>
    <w:rsid w:val="00E43E57"/>
    <w:rsid w:val="00E43EB7"/>
    <w:rsid w:val="00E43ED0"/>
    <w:rsid w:val="00E44300"/>
    <w:rsid w:val="00E44346"/>
    <w:rsid w:val="00E443B4"/>
    <w:rsid w:val="00E44629"/>
    <w:rsid w:val="00E4465B"/>
    <w:rsid w:val="00E4493D"/>
    <w:rsid w:val="00E449F4"/>
    <w:rsid w:val="00E44B34"/>
    <w:rsid w:val="00E44BFA"/>
    <w:rsid w:val="00E455F8"/>
    <w:rsid w:val="00E456E2"/>
    <w:rsid w:val="00E45826"/>
    <w:rsid w:val="00E45864"/>
    <w:rsid w:val="00E45ACB"/>
    <w:rsid w:val="00E45B81"/>
    <w:rsid w:val="00E45F4D"/>
    <w:rsid w:val="00E46268"/>
    <w:rsid w:val="00E4654F"/>
    <w:rsid w:val="00E46550"/>
    <w:rsid w:val="00E46901"/>
    <w:rsid w:val="00E46A94"/>
    <w:rsid w:val="00E46AD5"/>
    <w:rsid w:val="00E46C06"/>
    <w:rsid w:val="00E47207"/>
    <w:rsid w:val="00E4726D"/>
    <w:rsid w:val="00E4797F"/>
    <w:rsid w:val="00E47AAE"/>
    <w:rsid w:val="00E5031A"/>
    <w:rsid w:val="00E50AA2"/>
    <w:rsid w:val="00E50C30"/>
    <w:rsid w:val="00E50D0D"/>
    <w:rsid w:val="00E510D1"/>
    <w:rsid w:val="00E51210"/>
    <w:rsid w:val="00E51299"/>
    <w:rsid w:val="00E51479"/>
    <w:rsid w:val="00E514F2"/>
    <w:rsid w:val="00E51759"/>
    <w:rsid w:val="00E51C57"/>
    <w:rsid w:val="00E53201"/>
    <w:rsid w:val="00E532F3"/>
    <w:rsid w:val="00E53319"/>
    <w:rsid w:val="00E53376"/>
    <w:rsid w:val="00E53493"/>
    <w:rsid w:val="00E53E95"/>
    <w:rsid w:val="00E53F83"/>
    <w:rsid w:val="00E54B36"/>
    <w:rsid w:val="00E54E2F"/>
    <w:rsid w:val="00E54F66"/>
    <w:rsid w:val="00E55102"/>
    <w:rsid w:val="00E5554B"/>
    <w:rsid w:val="00E55794"/>
    <w:rsid w:val="00E55998"/>
    <w:rsid w:val="00E55B22"/>
    <w:rsid w:val="00E55D08"/>
    <w:rsid w:val="00E55DAA"/>
    <w:rsid w:val="00E55DB9"/>
    <w:rsid w:val="00E55E81"/>
    <w:rsid w:val="00E56058"/>
    <w:rsid w:val="00E562C8"/>
    <w:rsid w:val="00E56D25"/>
    <w:rsid w:val="00E57322"/>
    <w:rsid w:val="00E57A00"/>
    <w:rsid w:val="00E601A2"/>
    <w:rsid w:val="00E6027F"/>
    <w:rsid w:val="00E60E05"/>
    <w:rsid w:val="00E61214"/>
    <w:rsid w:val="00E614A2"/>
    <w:rsid w:val="00E615E4"/>
    <w:rsid w:val="00E61975"/>
    <w:rsid w:val="00E619C5"/>
    <w:rsid w:val="00E61E12"/>
    <w:rsid w:val="00E61E68"/>
    <w:rsid w:val="00E61EF2"/>
    <w:rsid w:val="00E61F27"/>
    <w:rsid w:val="00E6261B"/>
    <w:rsid w:val="00E62A6D"/>
    <w:rsid w:val="00E62C9E"/>
    <w:rsid w:val="00E62E23"/>
    <w:rsid w:val="00E6374B"/>
    <w:rsid w:val="00E6409C"/>
    <w:rsid w:val="00E64806"/>
    <w:rsid w:val="00E64CE6"/>
    <w:rsid w:val="00E64F85"/>
    <w:rsid w:val="00E6559E"/>
    <w:rsid w:val="00E65890"/>
    <w:rsid w:val="00E6591B"/>
    <w:rsid w:val="00E65AE2"/>
    <w:rsid w:val="00E65C0C"/>
    <w:rsid w:val="00E65D75"/>
    <w:rsid w:val="00E662EC"/>
    <w:rsid w:val="00E66D23"/>
    <w:rsid w:val="00E67117"/>
    <w:rsid w:val="00E67693"/>
    <w:rsid w:val="00E679C7"/>
    <w:rsid w:val="00E67ADB"/>
    <w:rsid w:val="00E67CDC"/>
    <w:rsid w:val="00E70184"/>
    <w:rsid w:val="00E701D4"/>
    <w:rsid w:val="00E71011"/>
    <w:rsid w:val="00E71368"/>
    <w:rsid w:val="00E71511"/>
    <w:rsid w:val="00E71998"/>
    <w:rsid w:val="00E71A50"/>
    <w:rsid w:val="00E71A5D"/>
    <w:rsid w:val="00E71DB8"/>
    <w:rsid w:val="00E71FD6"/>
    <w:rsid w:val="00E72040"/>
    <w:rsid w:val="00E722A9"/>
    <w:rsid w:val="00E7258E"/>
    <w:rsid w:val="00E72648"/>
    <w:rsid w:val="00E72EFB"/>
    <w:rsid w:val="00E72F57"/>
    <w:rsid w:val="00E73445"/>
    <w:rsid w:val="00E735B5"/>
    <w:rsid w:val="00E73653"/>
    <w:rsid w:val="00E73E98"/>
    <w:rsid w:val="00E7454E"/>
    <w:rsid w:val="00E748EA"/>
    <w:rsid w:val="00E74A13"/>
    <w:rsid w:val="00E7522E"/>
    <w:rsid w:val="00E75A37"/>
    <w:rsid w:val="00E76229"/>
    <w:rsid w:val="00E762EC"/>
    <w:rsid w:val="00E7643B"/>
    <w:rsid w:val="00E76EDA"/>
    <w:rsid w:val="00E7729A"/>
    <w:rsid w:val="00E773E1"/>
    <w:rsid w:val="00E7760D"/>
    <w:rsid w:val="00E80133"/>
    <w:rsid w:val="00E8018E"/>
    <w:rsid w:val="00E80340"/>
    <w:rsid w:val="00E80613"/>
    <w:rsid w:val="00E808B6"/>
    <w:rsid w:val="00E80D16"/>
    <w:rsid w:val="00E81E3A"/>
    <w:rsid w:val="00E82283"/>
    <w:rsid w:val="00E82326"/>
    <w:rsid w:val="00E8252C"/>
    <w:rsid w:val="00E8259F"/>
    <w:rsid w:val="00E82B82"/>
    <w:rsid w:val="00E82C01"/>
    <w:rsid w:val="00E82F19"/>
    <w:rsid w:val="00E8322F"/>
    <w:rsid w:val="00E83261"/>
    <w:rsid w:val="00E832EE"/>
    <w:rsid w:val="00E833B9"/>
    <w:rsid w:val="00E833CB"/>
    <w:rsid w:val="00E83934"/>
    <w:rsid w:val="00E83B11"/>
    <w:rsid w:val="00E83B95"/>
    <w:rsid w:val="00E83E25"/>
    <w:rsid w:val="00E844AF"/>
    <w:rsid w:val="00E8479D"/>
    <w:rsid w:val="00E84832"/>
    <w:rsid w:val="00E84C7F"/>
    <w:rsid w:val="00E84D21"/>
    <w:rsid w:val="00E84E0C"/>
    <w:rsid w:val="00E85A24"/>
    <w:rsid w:val="00E85B8F"/>
    <w:rsid w:val="00E8629A"/>
    <w:rsid w:val="00E862C0"/>
    <w:rsid w:val="00E862FF"/>
    <w:rsid w:val="00E86805"/>
    <w:rsid w:val="00E869B0"/>
    <w:rsid w:val="00E8707B"/>
    <w:rsid w:val="00E873AF"/>
    <w:rsid w:val="00E874F7"/>
    <w:rsid w:val="00E8773A"/>
    <w:rsid w:val="00E877BA"/>
    <w:rsid w:val="00E87D18"/>
    <w:rsid w:val="00E9006B"/>
    <w:rsid w:val="00E9008A"/>
    <w:rsid w:val="00E905EC"/>
    <w:rsid w:val="00E910EB"/>
    <w:rsid w:val="00E91501"/>
    <w:rsid w:val="00E918B2"/>
    <w:rsid w:val="00E91C1A"/>
    <w:rsid w:val="00E91C4A"/>
    <w:rsid w:val="00E91C9F"/>
    <w:rsid w:val="00E91E68"/>
    <w:rsid w:val="00E921BE"/>
    <w:rsid w:val="00E925E6"/>
    <w:rsid w:val="00E93A80"/>
    <w:rsid w:val="00E93D9D"/>
    <w:rsid w:val="00E94233"/>
    <w:rsid w:val="00E9427E"/>
    <w:rsid w:val="00E94374"/>
    <w:rsid w:val="00E944B9"/>
    <w:rsid w:val="00E944BC"/>
    <w:rsid w:val="00E94A24"/>
    <w:rsid w:val="00E94F6F"/>
    <w:rsid w:val="00E9557C"/>
    <w:rsid w:val="00E95A24"/>
    <w:rsid w:val="00E95AF9"/>
    <w:rsid w:val="00E96063"/>
    <w:rsid w:val="00E960F2"/>
    <w:rsid w:val="00E96174"/>
    <w:rsid w:val="00E9670C"/>
    <w:rsid w:val="00E96C39"/>
    <w:rsid w:val="00E96D71"/>
    <w:rsid w:val="00E96F92"/>
    <w:rsid w:val="00E9706E"/>
    <w:rsid w:val="00E9716D"/>
    <w:rsid w:val="00E97478"/>
    <w:rsid w:val="00E975A9"/>
    <w:rsid w:val="00E9766E"/>
    <w:rsid w:val="00E97BB9"/>
    <w:rsid w:val="00E97DB7"/>
    <w:rsid w:val="00E97FD5"/>
    <w:rsid w:val="00EA03C8"/>
    <w:rsid w:val="00EA0652"/>
    <w:rsid w:val="00EA0719"/>
    <w:rsid w:val="00EA072A"/>
    <w:rsid w:val="00EA0C69"/>
    <w:rsid w:val="00EA0DC7"/>
    <w:rsid w:val="00EA1376"/>
    <w:rsid w:val="00EA16BB"/>
    <w:rsid w:val="00EA17FA"/>
    <w:rsid w:val="00EA1836"/>
    <w:rsid w:val="00EA1AC9"/>
    <w:rsid w:val="00EA1C42"/>
    <w:rsid w:val="00EA22DD"/>
    <w:rsid w:val="00EA2402"/>
    <w:rsid w:val="00EA282C"/>
    <w:rsid w:val="00EA2B9F"/>
    <w:rsid w:val="00EA3128"/>
    <w:rsid w:val="00EA3171"/>
    <w:rsid w:val="00EA319A"/>
    <w:rsid w:val="00EA340F"/>
    <w:rsid w:val="00EA36BA"/>
    <w:rsid w:val="00EA3A45"/>
    <w:rsid w:val="00EA3D0A"/>
    <w:rsid w:val="00EA3F71"/>
    <w:rsid w:val="00EA42D7"/>
    <w:rsid w:val="00EA46D9"/>
    <w:rsid w:val="00EA4E59"/>
    <w:rsid w:val="00EA50BF"/>
    <w:rsid w:val="00EA5D68"/>
    <w:rsid w:val="00EA639C"/>
    <w:rsid w:val="00EA64C3"/>
    <w:rsid w:val="00EA65E0"/>
    <w:rsid w:val="00EA6820"/>
    <w:rsid w:val="00EA6CF3"/>
    <w:rsid w:val="00EA742D"/>
    <w:rsid w:val="00EA754D"/>
    <w:rsid w:val="00EB0138"/>
    <w:rsid w:val="00EB0576"/>
    <w:rsid w:val="00EB0826"/>
    <w:rsid w:val="00EB083D"/>
    <w:rsid w:val="00EB09E9"/>
    <w:rsid w:val="00EB1757"/>
    <w:rsid w:val="00EB1AA7"/>
    <w:rsid w:val="00EB1EEA"/>
    <w:rsid w:val="00EB1F37"/>
    <w:rsid w:val="00EB20AF"/>
    <w:rsid w:val="00EB24E4"/>
    <w:rsid w:val="00EB2965"/>
    <w:rsid w:val="00EB2C8B"/>
    <w:rsid w:val="00EB329D"/>
    <w:rsid w:val="00EB3394"/>
    <w:rsid w:val="00EB3396"/>
    <w:rsid w:val="00EB33FB"/>
    <w:rsid w:val="00EB377F"/>
    <w:rsid w:val="00EB3ABA"/>
    <w:rsid w:val="00EB43A7"/>
    <w:rsid w:val="00EB4C26"/>
    <w:rsid w:val="00EB51E1"/>
    <w:rsid w:val="00EB5648"/>
    <w:rsid w:val="00EB58C6"/>
    <w:rsid w:val="00EB597D"/>
    <w:rsid w:val="00EB5FA5"/>
    <w:rsid w:val="00EB6556"/>
    <w:rsid w:val="00EB6577"/>
    <w:rsid w:val="00EB6827"/>
    <w:rsid w:val="00EB68B0"/>
    <w:rsid w:val="00EB6C0C"/>
    <w:rsid w:val="00EB6D7E"/>
    <w:rsid w:val="00EB754F"/>
    <w:rsid w:val="00EB7950"/>
    <w:rsid w:val="00EB79EA"/>
    <w:rsid w:val="00EB7C63"/>
    <w:rsid w:val="00EB7DE7"/>
    <w:rsid w:val="00EB7E2B"/>
    <w:rsid w:val="00EB7FE7"/>
    <w:rsid w:val="00EC009A"/>
    <w:rsid w:val="00EC06F3"/>
    <w:rsid w:val="00EC116F"/>
    <w:rsid w:val="00EC1C14"/>
    <w:rsid w:val="00EC2470"/>
    <w:rsid w:val="00EC2AAA"/>
    <w:rsid w:val="00EC2F69"/>
    <w:rsid w:val="00EC3399"/>
    <w:rsid w:val="00EC3421"/>
    <w:rsid w:val="00EC3756"/>
    <w:rsid w:val="00EC3D9C"/>
    <w:rsid w:val="00EC3DC4"/>
    <w:rsid w:val="00EC400C"/>
    <w:rsid w:val="00EC4A3C"/>
    <w:rsid w:val="00EC4A8A"/>
    <w:rsid w:val="00EC4BF0"/>
    <w:rsid w:val="00EC4C44"/>
    <w:rsid w:val="00EC4DC7"/>
    <w:rsid w:val="00EC4FFC"/>
    <w:rsid w:val="00EC56A7"/>
    <w:rsid w:val="00EC59FB"/>
    <w:rsid w:val="00EC5ACC"/>
    <w:rsid w:val="00EC5BAC"/>
    <w:rsid w:val="00EC5BD2"/>
    <w:rsid w:val="00EC5BE3"/>
    <w:rsid w:val="00EC5C2F"/>
    <w:rsid w:val="00EC5EEF"/>
    <w:rsid w:val="00EC5F45"/>
    <w:rsid w:val="00EC5FE3"/>
    <w:rsid w:val="00EC678A"/>
    <w:rsid w:val="00EC68D5"/>
    <w:rsid w:val="00EC6A26"/>
    <w:rsid w:val="00EC6BBB"/>
    <w:rsid w:val="00EC6C81"/>
    <w:rsid w:val="00EC7865"/>
    <w:rsid w:val="00EC7A10"/>
    <w:rsid w:val="00EC7CA3"/>
    <w:rsid w:val="00ED037E"/>
    <w:rsid w:val="00ED03A4"/>
    <w:rsid w:val="00ED0491"/>
    <w:rsid w:val="00ED0CC4"/>
    <w:rsid w:val="00ED1B7C"/>
    <w:rsid w:val="00ED1C3F"/>
    <w:rsid w:val="00ED29BC"/>
    <w:rsid w:val="00ED2AAD"/>
    <w:rsid w:val="00ED2D53"/>
    <w:rsid w:val="00ED2E55"/>
    <w:rsid w:val="00ED2FE7"/>
    <w:rsid w:val="00ED353B"/>
    <w:rsid w:val="00ED3669"/>
    <w:rsid w:val="00ED39DC"/>
    <w:rsid w:val="00ED3C4A"/>
    <w:rsid w:val="00ED3DDA"/>
    <w:rsid w:val="00ED3E45"/>
    <w:rsid w:val="00ED4332"/>
    <w:rsid w:val="00ED4435"/>
    <w:rsid w:val="00ED4D43"/>
    <w:rsid w:val="00ED4EF7"/>
    <w:rsid w:val="00ED5023"/>
    <w:rsid w:val="00ED5440"/>
    <w:rsid w:val="00ED54A2"/>
    <w:rsid w:val="00ED5827"/>
    <w:rsid w:val="00ED5893"/>
    <w:rsid w:val="00ED59CF"/>
    <w:rsid w:val="00ED5B05"/>
    <w:rsid w:val="00ED5B69"/>
    <w:rsid w:val="00ED5CBA"/>
    <w:rsid w:val="00ED6089"/>
    <w:rsid w:val="00ED6375"/>
    <w:rsid w:val="00ED638B"/>
    <w:rsid w:val="00ED647F"/>
    <w:rsid w:val="00ED67CB"/>
    <w:rsid w:val="00ED68EF"/>
    <w:rsid w:val="00ED69FC"/>
    <w:rsid w:val="00ED6BFA"/>
    <w:rsid w:val="00ED6CC3"/>
    <w:rsid w:val="00ED6F3D"/>
    <w:rsid w:val="00ED6F7E"/>
    <w:rsid w:val="00ED7292"/>
    <w:rsid w:val="00ED7559"/>
    <w:rsid w:val="00ED7ACB"/>
    <w:rsid w:val="00ED7E2C"/>
    <w:rsid w:val="00ED7EA5"/>
    <w:rsid w:val="00EE0049"/>
    <w:rsid w:val="00EE0F05"/>
    <w:rsid w:val="00EE1C33"/>
    <w:rsid w:val="00EE2B26"/>
    <w:rsid w:val="00EE2BFB"/>
    <w:rsid w:val="00EE3152"/>
    <w:rsid w:val="00EE35D6"/>
    <w:rsid w:val="00EE38FC"/>
    <w:rsid w:val="00EE3ACD"/>
    <w:rsid w:val="00EE3D29"/>
    <w:rsid w:val="00EE4FCC"/>
    <w:rsid w:val="00EE51A7"/>
    <w:rsid w:val="00EE5443"/>
    <w:rsid w:val="00EE57CF"/>
    <w:rsid w:val="00EE5B56"/>
    <w:rsid w:val="00EE5D5E"/>
    <w:rsid w:val="00EE5F57"/>
    <w:rsid w:val="00EE6767"/>
    <w:rsid w:val="00EE6816"/>
    <w:rsid w:val="00EE69BA"/>
    <w:rsid w:val="00EE6B88"/>
    <w:rsid w:val="00EE6C5D"/>
    <w:rsid w:val="00EE6FF8"/>
    <w:rsid w:val="00EE7481"/>
    <w:rsid w:val="00EE75B8"/>
    <w:rsid w:val="00EE7961"/>
    <w:rsid w:val="00EE7B4E"/>
    <w:rsid w:val="00EE7D3C"/>
    <w:rsid w:val="00EF04AC"/>
    <w:rsid w:val="00EF05A8"/>
    <w:rsid w:val="00EF12FA"/>
    <w:rsid w:val="00EF1317"/>
    <w:rsid w:val="00EF14CA"/>
    <w:rsid w:val="00EF16B6"/>
    <w:rsid w:val="00EF19FD"/>
    <w:rsid w:val="00EF1D92"/>
    <w:rsid w:val="00EF2246"/>
    <w:rsid w:val="00EF250E"/>
    <w:rsid w:val="00EF2580"/>
    <w:rsid w:val="00EF2599"/>
    <w:rsid w:val="00EF2A75"/>
    <w:rsid w:val="00EF2F7B"/>
    <w:rsid w:val="00EF2FA7"/>
    <w:rsid w:val="00EF352C"/>
    <w:rsid w:val="00EF3901"/>
    <w:rsid w:val="00EF3B1C"/>
    <w:rsid w:val="00EF406B"/>
    <w:rsid w:val="00EF47CB"/>
    <w:rsid w:val="00EF480B"/>
    <w:rsid w:val="00EF4BDB"/>
    <w:rsid w:val="00EF4C87"/>
    <w:rsid w:val="00EF4D39"/>
    <w:rsid w:val="00EF4FAE"/>
    <w:rsid w:val="00EF5615"/>
    <w:rsid w:val="00EF5A7D"/>
    <w:rsid w:val="00EF5B22"/>
    <w:rsid w:val="00EF5B71"/>
    <w:rsid w:val="00EF5BED"/>
    <w:rsid w:val="00EF656D"/>
    <w:rsid w:val="00EF6AE4"/>
    <w:rsid w:val="00EF6D1F"/>
    <w:rsid w:val="00EF7164"/>
    <w:rsid w:val="00EF72B4"/>
    <w:rsid w:val="00F00477"/>
    <w:rsid w:val="00F00954"/>
    <w:rsid w:val="00F00C1F"/>
    <w:rsid w:val="00F0191D"/>
    <w:rsid w:val="00F0196B"/>
    <w:rsid w:val="00F019A8"/>
    <w:rsid w:val="00F02220"/>
    <w:rsid w:val="00F02E62"/>
    <w:rsid w:val="00F0301F"/>
    <w:rsid w:val="00F035CC"/>
    <w:rsid w:val="00F036D1"/>
    <w:rsid w:val="00F0371A"/>
    <w:rsid w:val="00F03B72"/>
    <w:rsid w:val="00F03D58"/>
    <w:rsid w:val="00F04215"/>
    <w:rsid w:val="00F0470C"/>
    <w:rsid w:val="00F04770"/>
    <w:rsid w:val="00F04F2A"/>
    <w:rsid w:val="00F0596C"/>
    <w:rsid w:val="00F059D4"/>
    <w:rsid w:val="00F05D61"/>
    <w:rsid w:val="00F05DBF"/>
    <w:rsid w:val="00F05EA2"/>
    <w:rsid w:val="00F05F7C"/>
    <w:rsid w:val="00F06198"/>
    <w:rsid w:val="00F06221"/>
    <w:rsid w:val="00F063D6"/>
    <w:rsid w:val="00F0655D"/>
    <w:rsid w:val="00F065B1"/>
    <w:rsid w:val="00F06769"/>
    <w:rsid w:val="00F06885"/>
    <w:rsid w:val="00F069DA"/>
    <w:rsid w:val="00F06F19"/>
    <w:rsid w:val="00F06FDD"/>
    <w:rsid w:val="00F074CC"/>
    <w:rsid w:val="00F077F4"/>
    <w:rsid w:val="00F07807"/>
    <w:rsid w:val="00F0793A"/>
    <w:rsid w:val="00F0796A"/>
    <w:rsid w:val="00F07996"/>
    <w:rsid w:val="00F1037B"/>
    <w:rsid w:val="00F10697"/>
    <w:rsid w:val="00F10B18"/>
    <w:rsid w:val="00F10BB1"/>
    <w:rsid w:val="00F10FBB"/>
    <w:rsid w:val="00F11191"/>
    <w:rsid w:val="00F113D8"/>
    <w:rsid w:val="00F1197C"/>
    <w:rsid w:val="00F11B2E"/>
    <w:rsid w:val="00F11F49"/>
    <w:rsid w:val="00F1297A"/>
    <w:rsid w:val="00F12A0C"/>
    <w:rsid w:val="00F12BA2"/>
    <w:rsid w:val="00F12E22"/>
    <w:rsid w:val="00F12FFA"/>
    <w:rsid w:val="00F1339E"/>
    <w:rsid w:val="00F1382C"/>
    <w:rsid w:val="00F13BD6"/>
    <w:rsid w:val="00F13BDE"/>
    <w:rsid w:val="00F13CB0"/>
    <w:rsid w:val="00F14206"/>
    <w:rsid w:val="00F14728"/>
    <w:rsid w:val="00F14A49"/>
    <w:rsid w:val="00F14B49"/>
    <w:rsid w:val="00F14E18"/>
    <w:rsid w:val="00F14E5F"/>
    <w:rsid w:val="00F14E90"/>
    <w:rsid w:val="00F150E6"/>
    <w:rsid w:val="00F152F1"/>
    <w:rsid w:val="00F15636"/>
    <w:rsid w:val="00F15FBD"/>
    <w:rsid w:val="00F16548"/>
    <w:rsid w:val="00F16594"/>
    <w:rsid w:val="00F16856"/>
    <w:rsid w:val="00F16C1F"/>
    <w:rsid w:val="00F16D19"/>
    <w:rsid w:val="00F16D96"/>
    <w:rsid w:val="00F1737A"/>
    <w:rsid w:val="00F20526"/>
    <w:rsid w:val="00F20582"/>
    <w:rsid w:val="00F22119"/>
    <w:rsid w:val="00F2234B"/>
    <w:rsid w:val="00F224CC"/>
    <w:rsid w:val="00F225E0"/>
    <w:rsid w:val="00F22DBE"/>
    <w:rsid w:val="00F23BB0"/>
    <w:rsid w:val="00F23D5B"/>
    <w:rsid w:val="00F23F56"/>
    <w:rsid w:val="00F23FDB"/>
    <w:rsid w:val="00F2426F"/>
    <w:rsid w:val="00F24A3B"/>
    <w:rsid w:val="00F24A64"/>
    <w:rsid w:val="00F24BEF"/>
    <w:rsid w:val="00F2531A"/>
    <w:rsid w:val="00F253B8"/>
    <w:rsid w:val="00F2542C"/>
    <w:rsid w:val="00F2547E"/>
    <w:rsid w:val="00F25C2F"/>
    <w:rsid w:val="00F2619F"/>
    <w:rsid w:val="00F2668C"/>
    <w:rsid w:val="00F26762"/>
    <w:rsid w:val="00F26E4D"/>
    <w:rsid w:val="00F26E67"/>
    <w:rsid w:val="00F26F54"/>
    <w:rsid w:val="00F26FD2"/>
    <w:rsid w:val="00F2731E"/>
    <w:rsid w:val="00F274AA"/>
    <w:rsid w:val="00F27CF8"/>
    <w:rsid w:val="00F30306"/>
    <w:rsid w:val="00F30819"/>
    <w:rsid w:val="00F30B22"/>
    <w:rsid w:val="00F30E91"/>
    <w:rsid w:val="00F30EA0"/>
    <w:rsid w:val="00F30FE5"/>
    <w:rsid w:val="00F3147D"/>
    <w:rsid w:val="00F31640"/>
    <w:rsid w:val="00F31727"/>
    <w:rsid w:val="00F31B38"/>
    <w:rsid w:val="00F31F69"/>
    <w:rsid w:val="00F32763"/>
    <w:rsid w:val="00F3328C"/>
    <w:rsid w:val="00F33B4A"/>
    <w:rsid w:val="00F33C24"/>
    <w:rsid w:val="00F345B4"/>
    <w:rsid w:val="00F34B0F"/>
    <w:rsid w:val="00F34D59"/>
    <w:rsid w:val="00F35EF8"/>
    <w:rsid w:val="00F36289"/>
    <w:rsid w:val="00F366AD"/>
    <w:rsid w:val="00F368C9"/>
    <w:rsid w:val="00F368CB"/>
    <w:rsid w:val="00F3711A"/>
    <w:rsid w:val="00F37D99"/>
    <w:rsid w:val="00F37E09"/>
    <w:rsid w:val="00F400E4"/>
    <w:rsid w:val="00F401E4"/>
    <w:rsid w:val="00F405AF"/>
    <w:rsid w:val="00F4080B"/>
    <w:rsid w:val="00F40D3B"/>
    <w:rsid w:val="00F40D9A"/>
    <w:rsid w:val="00F4131B"/>
    <w:rsid w:val="00F41A77"/>
    <w:rsid w:val="00F41D66"/>
    <w:rsid w:val="00F42331"/>
    <w:rsid w:val="00F4253E"/>
    <w:rsid w:val="00F426CD"/>
    <w:rsid w:val="00F43A41"/>
    <w:rsid w:val="00F43CA6"/>
    <w:rsid w:val="00F44114"/>
    <w:rsid w:val="00F442B9"/>
    <w:rsid w:val="00F44361"/>
    <w:rsid w:val="00F44850"/>
    <w:rsid w:val="00F44AF9"/>
    <w:rsid w:val="00F44C23"/>
    <w:rsid w:val="00F45083"/>
    <w:rsid w:val="00F45ABE"/>
    <w:rsid w:val="00F46194"/>
    <w:rsid w:val="00F461BB"/>
    <w:rsid w:val="00F4628B"/>
    <w:rsid w:val="00F465B2"/>
    <w:rsid w:val="00F4675F"/>
    <w:rsid w:val="00F467A2"/>
    <w:rsid w:val="00F46A20"/>
    <w:rsid w:val="00F47399"/>
    <w:rsid w:val="00F47A0E"/>
    <w:rsid w:val="00F47D9C"/>
    <w:rsid w:val="00F47E37"/>
    <w:rsid w:val="00F505F2"/>
    <w:rsid w:val="00F50E31"/>
    <w:rsid w:val="00F51295"/>
    <w:rsid w:val="00F51795"/>
    <w:rsid w:val="00F520D0"/>
    <w:rsid w:val="00F5265F"/>
    <w:rsid w:val="00F52823"/>
    <w:rsid w:val="00F52AB9"/>
    <w:rsid w:val="00F5306F"/>
    <w:rsid w:val="00F5320E"/>
    <w:rsid w:val="00F533C6"/>
    <w:rsid w:val="00F53727"/>
    <w:rsid w:val="00F53E2D"/>
    <w:rsid w:val="00F541A3"/>
    <w:rsid w:val="00F55710"/>
    <w:rsid w:val="00F55802"/>
    <w:rsid w:val="00F55ABD"/>
    <w:rsid w:val="00F55EFE"/>
    <w:rsid w:val="00F55F36"/>
    <w:rsid w:val="00F56534"/>
    <w:rsid w:val="00F5699E"/>
    <w:rsid w:val="00F56CE4"/>
    <w:rsid w:val="00F57556"/>
    <w:rsid w:val="00F57D86"/>
    <w:rsid w:val="00F57E01"/>
    <w:rsid w:val="00F603EA"/>
    <w:rsid w:val="00F60A8C"/>
    <w:rsid w:val="00F61A2F"/>
    <w:rsid w:val="00F62565"/>
    <w:rsid w:val="00F62709"/>
    <w:rsid w:val="00F62928"/>
    <w:rsid w:val="00F6342A"/>
    <w:rsid w:val="00F63C2A"/>
    <w:rsid w:val="00F642EB"/>
    <w:rsid w:val="00F64B48"/>
    <w:rsid w:val="00F64B65"/>
    <w:rsid w:val="00F64E30"/>
    <w:rsid w:val="00F64EDE"/>
    <w:rsid w:val="00F651DE"/>
    <w:rsid w:val="00F6535B"/>
    <w:rsid w:val="00F660A4"/>
    <w:rsid w:val="00F6613B"/>
    <w:rsid w:val="00F662A7"/>
    <w:rsid w:val="00F66461"/>
    <w:rsid w:val="00F6683D"/>
    <w:rsid w:val="00F66DD5"/>
    <w:rsid w:val="00F675A8"/>
    <w:rsid w:val="00F67629"/>
    <w:rsid w:val="00F67813"/>
    <w:rsid w:val="00F67930"/>
    <w:rsid w:val="00F70323"/>
    <w:rsid w:val="00F705E7"/>
    <w:rsid w:val="00F709E1"/>
    <w:rsid w:val="00F70B71"/>
    <w:rsid w:val="00F710A1"/>
    <w:rsid w:val="00F7151F"/>
    <w:rsid w:val="00F716D4"/>
    <w:rsid w:val="00F71DB3"/>
    <w:rsid w:val="00F724F6"/>
    <w:rsid w:val="00F727B8"/>
    <w:rsid w:val="00F72A98"/>
    <w:rsid w:val="00F72F2B"/>
    <w:rsid w:val="00F735D5"/>
    <w:rsid w:val="00F739C4"/>
    <w:rsid w:val="00F73FEB"/>
    <w:rsid w:val="00F74796"/>
    <w:rsid w:val="00F74AFB"/>
    <w:rsid w:val="00F74D98"/>
    <w:rsid w:val="00F753EB"/>
    <w:rsid w:val="00F7541A"/>
    <w:rsid w:val="00F7570E"/>
    <w:rsid w:val="00F75DF7"/>
    <w:rsid w:val="00F75E84"/>
    <w:rsid w:val="00F7602A"/>
    <w:rsid w:val="00F76258"/>
    <w:rsid w:val="00F767EA"/>
    <w:rsid w:val="00F76877"/>
    <w:rsid w:val="00F77187"/>
    <w:rsid w:val="00F7721A"/>
    <w:rsid w:val="00F77409"/>
    <w:rsid w:val="00F774CA"/>
    <w:rsid w:val="00F77794"/>
    <w:rsid w:val="00F77B9C"/>
    <w:rsid w:val="00F77BC8"/>
    <w:rsid w:val="00F8026D"/>
    <w:rsid w:val="00F81477"/>
    <w:rsid w:val="00F81758"/>
    <w:rsid w:val="00F81B84"/>
    <w:rsid w:val="00F81C10"/>
    <w:rsid w:val="00F81CF2"/>
    <w:rsid w:val="00F824E2"/>
    <w:rsid w:val="00F829F3"/>
    <w:rsid w:val="00F82B25"/>
    <w:rsid w:val="00F82CFE"/>
    <w:rsid w:val="00F83079"/>
    <w:rsid w:val="00F8313E"/>
    <w:rsid w:val="00F83AF0"/>
    <w:rsid w:val="00F83C3C"/>
    <w:rsid w:val="00F84849"/>
    <w:rsid w:val="00F84901"/>
    <w:rsid w:val="00F84F90"/>
    <w:rsid w:val="00F85B6A"/>
    <w:rsid w:val="00F85DD6"/>
    <w:rsid w:val="00F85F55"/>
    <w:rsid w:val="00F86ADC"/>
    <w:rsid w:val="00F86D02"/>
    <w:rsid w:val="00F86EA9"/>
    <w:rsid w:val="00F86FE7"/>
    <w:rsid w:val="00F87335"/>
    <w:rsid w:val="00F8755D"/>
    <w:rsid w:val="00F8769C"/>
    <w:rsid w:val="00F87CD7"/>
    <w:rsid w:val="00F87D53"/>
    <w:rsid w:val="00F87DFD"/>
    <w:rsid w:val="00F906E0"/>
    <w:rsid w:val="00F90BFB"/>
    <w:rsid w:val="00F90DF2"/>
    <w:rsid w:val="00F90E4B"/>
    <w:rsid w:val="00F91298"/>
    <w:rsid w:val="00F91F89"/>
    <w:rsid w:val="00F9250D"/>
    <w:rsid w:val="00F9257D"/>
    <w:rsid w:val="00F925DE"/>
    <w:rsid w:val="00F9270A"/>
    <w:rsid w:val="00F92739"/>
    <w:rsid w:val="00F92EC1"/>
    <w:rsid w:val="00F93053"/>
    <w:rsid w:val="00F931AB"/>
    <w:rsid w:val="00F931F3"/>
    <w:rsid w:val="00F93281"/>
    <w:rsid w:val="00F93365"/>
    <w:rsid w:val="00F93CED"/>
    <w:rsid w:val="00F94326"/>
    <w:rsid w:val="00F94F26"/>
    <w:rsid w:val="00F94F31"/>
    <w:rsid w:val="00F95AB9"/>
    <w:rsid w:val="00F960D2"/>
    <w:rsid w:val="00F96861"/>
    <w:rsid w:val="00F96DE8"/>
    <w:rsid w:val="00F97234"/>
    <w:rsid w:val="00F9731E"/>
    <w:rsid w:val="00F976E6"/>
    <w:rsid w:val="00FA0058"/>
    <w:rsid w:val="00FA047F"/>
    <w:rsid w:val="00FA0668"/>
    <w:rsid w:val="00FA09C8"/>
    <w:rsid w:val="00FA09E6"/>
    <w:rsid w:val="00FA0A13"/>
    <w:rsid w:val="00FA1004"/>
    <w:rsid w:val="00FA11B3"/>
    <w:rsid w:val="00FA1266"/>
    <w:rsid w:val="00FA14BD"/>
    <w:rsid w:val="00FA17A4"/>
    <w:rsid w:val="00FA18D9"/>
    <w:rsid w:val="00FA24C9"/>
    <w:rsid w:val="00FA2724"/>
    <w:rsid w:val="00FA2B53"/>
    <w:rsid w:val="00FA2B9E"/>
    <w:rsid w:val="00FA3127"/>
    <w:rsid w:val="00FA32DB"/>
    <w:rsid w:val="00FA3588"/>
    <w:rsid w:val="00FA35A8"/>
    <w:rsid w:val="00FA37E0"/>
    <w:rsid w:val="00FA3876"/>
    <w:rsid w:val="00FA3BBC"/>
    <w:rsid w:val="00FA4122"/>
    <w:rsid w:val="00FA5219"/>
    <w:rsid w:val="00FA53ED"/>
    <w:rsid w:val="00FA5811"/>
    <w:rsid w:val="00FA5B2A"/>
    <w:rsid w:val="00FA62EC"/>
    <w:rsid w:val="00FA64AB"/>
    <w:rsid w:val="00FA697E"/>
    <w:rsid w:val="00FA6C9A"/>
    <w:rsid w:val="00FA6F00"/>
    <w:rsid w:val="00FA724A"/>
    <w:rsid w:val="00FA74AF"/>
    <w:rsid w:val="00FA764A"/>
    <w:rsid w:val="00FA7BE5"/>
    <w:rsid w:val="00FB039B"/>
    <w:rsid w:val="00FB03B4"/>
    <w:rsid w:val="00FB0BC9"/>
    <w:rsid w:val="00FB0F63"/>
    <w:rsid w:val="00FB0FAA"/>
    <w:rsid w:val="00FB1124"/>
    <w:rsid w:val="00FB126E"/>
    <w:rsid w:val="00FB14FC"/>
    <w:rsid w:val="00FB17D7"/>
    <w:rsid w:val="00FB1DAF"/>
    <w:rsid w:val="00FB1E9C"/>
    <w:rsid w:val="00FB2110"/>
    <w:rsid w:val="00FB251B"/>
    <w:rsid w:val="00FB3550"/>
    <w:rsid w:val="00FB380A"/>
    <w:rsid w:val="00FB3A56"/>
    <w:rsid w:val="00FB3F89"/>
    <w:rsid w:val="00FB46FE"/>
    <w:rsid w:val="00FB4AE8"/>
    <w:rsid w:val="00FB4B92"/>
    <w:rsid w:val="00FB4EC6"/>
    <w:rsid w:val="00FB55C2"/>
    <w:rsid w:val="00FB5664"/>
    <w:rsid w:val="00FB5C72"/>
    <w:rsid w:val="00FB5ED8"/>
    <w:rsid w:val="00FB6ABA"/>
    <w:rsid w:val="00FB6E0B"/>
    <w:rsid w:val="00FB6E44"/>
    <w:rsid w:val="00FB6F75"/>
    <w:rsid w:val="00FB706A"/>
    <w:rsid w:val="00FB75A0"/>
    <w:rsid w:val="00FB7B7D"/>
    <w:rsid w:val="00FB7F2E"/>
    <w:rsid w:val="00FC0634"/>
    <w:rsid w:val="00FC06DD"/>
    <w:rsid w:val="00FC0C43"/>
    <w:rsid w:val="00FC0DF1"/>
    <w:rsid w:val="00FC0F64"/>
    <w:rsid w:val="00FC132B"/>
    <w:rsid w:val="00FC1E65"/>
    <w:rsid w:val="00FC24A0"/>
    <w:rsid w:val="00FC25A9"/>
    <w:rsid w:val="00FC25EC"/>
    <w:rsid w:val="00FC2DBD"/>
    <w:rsid w:val="00FC31F6"/>
    <w:rsid w:val="00FC32F8"/>
    <w:rsid w:val="00FC3ACE"/>
    <w:rsid w:val="00FC4022"/>
    <w:rsid w:val="00FC448E"/>
    <w:rsid w:val="00FC478F"/>
    <w:rsid w:val="00FC4806"/>
    <w:rsid w:val="00FC49D5"/>
    <w:rsid w:val="00FC4B17"/>
    <w:rsid w:val="00FC4B8D"/>
    <w:rsid w:val="00FC4CAA"/>
    <w:rsid w:val="00FC4D9D"/>
    <w:rsid w:val="00FC50D3"/>
    <w:rsid w:val="00FC5856"/>
    <w:rsid w:val="00FC5C09"/>
    <w:rsid w:val="00FC5E47"/>
    <w:rsid w:val="00FC61BD"/>
    <w:rsid w:val="00FC6FC4"/>
    <w:rsid w:val="00FC75A4"/>
    <w:rsid w:val="00FC77CA"/>
    <w:rsid w:val="00FC7B61"/>
    <w:rsid w:val="00FC7D54"/>
    <w:rsid w:val="00FD02B0"/>
    <w:rsid w:val="00FD0383"/>
    <w:rsid w:val="00FD0CBE"/>
    <w:rsid w:val="00FD0F32"/>
    <w:rsid w:val="00FD0F7C"/>
    <w:rsid w:val="00FD1278"/>
    <w:rsid w:val="00FD170D"/>
    <w:rsid w:val="00FD1AA6"/>
    <w:rsid w:val="00FD1DCC"/>
    <w:rsid w:val="00FD1E95"/>
    <w:rsid w:val="00FD1FFB"/>
    <w:rsid w:val="00FD2221"/>
    <w:rsid w:val="00FD2B10"/>
    <w:rsid w:val="00FD2B7C"/>
    <w:rsid w:val="00FD2C65"/>
    <w:rsid w:val="00FD32BC"/>
    <w:rsid w:val="00FD377C"/>
    <w:rsid w:val="00FD37AA"/>
    <w:rsid w:val="00FD39A7"/>
    <w:rsid w:val="00FD3BFA"/>
    <w:rsid w:val="00FD3F16"/>
    <w:rsid w:val="00FD4080"/>
    <w:rsid w:val="00FD40EE"/>
    <w:rsid w:val="00FD43D1"/>
    <w:rsid w:val="00FD46D0"/>
    <w:rsid w:val="00FD48C9"/>
    <w:rsid w:val="00FD4957"/>
    <w:rsid w:val="00FD49AC"/>
    <w:rsid w:val="00FD49FD"/>
    <w:rsid w:val="00FD5047"/>
    <w:rsid w:val="00FD56FD"/>
    <w:rsid w:val="00FD5C5E"/>
    <w:rsid w:val="00FD60C0"/>
    <w:rsid w:val="00FD62CE"/>
    <w:rsid w:val="00FD6842"/>
    <w:rsid w:val="00FD6C95"/>
    <w:rsid w:val="00FD6D58"/>
    <w:rsid w:val="00FD6D86"/>
    <w:rsid w:val="00FD6D9F"/>
    <w:rsid w:val="00FD6F52"/>
    <w:rsid w:val="00FD6F73"/>
    <w:rsid w:val="00FD6FC6"/>
    <w:rsid w:val="00FD78E7"/>
    <w:rsid w:val="00FD7B8C"/>
    <w:rsid w:val="00FD7E64"/>
    <w:rsid w:val="00FE00E0"/>
    <w:rsid w:val="00FE0126"/>
    <w:rsid w:val="00FE04BC"/>
    <w:rsid w:val="00FE083A"/>
    <w:rsid w:val="00FE09BB"/>
    <w:rsid w:val="00FE0ADA"/>
    <w:rsid w:val="00FE0F57"/>
    <w:rsid w:val="00FE1121"/>
    <w:rsid w:val="00FE1156"/>
    <w:rsid w:val="00FE1388"/>
    <w:rsid w:val="00FE1688"/>
    <w:rsid w:val="00FE20F5"/>
    <w:rsid w:val="00FE2513"/>
    <w:rsid w:val="00FE25DE"/>
    <w:rsid w:val="00FE3174"/>
    <w:rsid w:val="00FE3463"/>
    <w:rsid w:val="00FE3520"/>
    <w:rsid w:val="00FE4364"/>
    <w:rsid w:val="00FE437E"/>
    <w:rsid w:val="00FE43D5"/>
    <w:rsid w:val="00FE46BD"/>
    <w:rsid w:val="00FE4B72"/>
    <w:rsid w:val="00FE4CDD"/>
    <w:rsid w:val="00FE4D18"/>
    <w:rsid w:val="00FE4FF3"/>
    <w:rsid w:val="00FE525D"/>
    <w:rsid w:val="00FE55FF"/>
    <w:rsid w:val="00FE5952"/>
    <w:rsid w:val="00FE6147"/>
    <w:rsid w:val="00FE61E1"/>
    <w:rsid w:val="00FE6328"/>
    <w:rsid w:val="00FE65E5"/>
    <w:rsid w:val="00FE6CAF"/>
    <w:rsid w:val="00FE7268"/>
    <w:rsid w:val="00FE72C0"/>
    <w:rsid w:val="00FE72E5"/>
    <w:rsid w:val="00FE7454"/>
    <w:rsid w:val="00FE745E"/>
    <w:rsid w:val="00FE7483"/>
    <w:rsid w:val="00FE74CD"/>
    <w:rsid w:val="00FE7575"/>
    <w:rsid w:val="00FE7E0E"/>
    <w:rsid w:val="00FF008E"/>
    <w:rsid w:val="00FF01F6"/>
    <w:rsid w:val="00FF0362"/>
    <w:rsid w:val="00FF0965"/>
    <w:rsid w:val="00FF0C8D"/>
    <w:rsid w:val="00FF1232"/>
    <w:rsid w:val="00FF12FD"/>
    <w:rsid w:val="00FF1300"/>
    <w:rsid w:val="00FF1519"/>
    <w:rsid w:val="00FF16D6"/>
    <w:rsid w:val="00FF19F4"/>
    <w:rsid w:val="00FF1CCB"/>
    <w:rsid w:val="00FF1FCE"/>
    <w:rsid w:val="00FF20D2"/>
    <w:rsid w:val="00FF248F"/>
    <w:rsid w:val="00FF2D90"/>
    <w:rsid w:val="00FF2EC6"/>
    <w:rsid w:val="00FF32AB"/>
    <w:rsid w:val="00FF3347"/>
    <w:rsid w:val="00FF3383"/>
    <w:rsid w:val="00FF35CF"/>
    <w:rsid w:val="00FF380E"/>
    <w:rsid w:val="00FF3D68"/>
    <w:rsid w:val="00FF4214"/>
    <w:rsid w:val="00FF48FB"/>
    <w:rsid w:val="00FF5B4D"/>
    <w:rsid w:val="00FF5EB7"/>
    <w:rsid w:val="00FF6182"/>
    <w:rsid w:val="00FF62DF"/>
    <w:rsid w:val="00FF6302"/>
    <w:rsid w:val="00FF683F"/>
    <w:rsid w:val="00FF72E5"/>
    <w:rsid w:val="00FF7B6F"/>
    <w:rsid w:val="00FF7B71"/>
    <w:rsid w:val="01C8DA0E"/>
    <w:rsid w:val="02D48245"/>
    <w:rsid w:val="030BFD89"/>
    <w:rsid w:val="03AD2781"/>
    <w:rsid w:val="03DEE00B"/>
    <w:rsid w:val="0467C57C"/>
    <w:rsid w:val="061977D6"/>
    <w:rsid w:val="0634AACD"/>
    <w:rsid w:val="0874ABF4"/>
    <w:rsid w:val="08EAC4E4"/>
    <w:rsid w:val="09EA289A"/>
    <w:rsid w:val="0A71DAD9"/>
    <w:rsid w:val="0B723046"/>
    <w:rsid w:val="0C2A0154"/>
    <w:rsid w:val="0D32D574"/>
    <w:rsid w:val="0D750CD3"/>
    <w:rsid w:val="0E17FFBB"/>
    <w:rsid w:val="0E9FFBCB"/>
    <w:rsid w:val="0F8CE2B6"/>
    <w:rsid w:val="0FE8C71F"/>
    <w:rsid w:val="1068AA09"/>
    <w:rsid w:val="1180422F"/>
    <w:rsid w:val="13986B72"/>
    <w:rsid w:val="13F10236"/>
    <w:rsid w:val="164067F5"/>
    <w:rsid w:val="1657F08F"/>
    <w:rsid w:val="1856DE3D"/>
    <w:rsid w:val="1A2982E3"/>
    <w:rsid w:val="1A697058"/>
    <w:rsid w:val="1C3B59B6"/>
    <w:rsid w:val="1C6CA180"/>
    <w:rsid w:val="1CF722A0"/>
    <w:rsid w:val="1D82F380"/>
    <w:rsid w:val="1D86B29C"/>
    <w:rsid w:val="1DAFA941"/>
    <w:rsid w:val="1DE01535"/>
    <w:rsid w:val="1DE7DB2D"/>
    <w:rsid w:val="1F88CBAF"/>
    <w:rsid w:val="1FC485CC"/>
    <w:rsid w:val="1FE529F4"/>
    <w:rsid w:val="2032ADFA"/>
    <w:rsid w:val="21C23D21"/>
    <w:rsid w:val="2210BDF9"/>
    <w:rsid w:val="224B2133"/>
    <w:rsid w:val="22CB8686"/>
    <w:rsid w:val="22D04BE3"/>
    <w:rsid w:val="2394A407"/>
    <w:rsid w:val="2441CD77"/>
    <w:rsid w:val="247CB769"/>
    <w:rsid w:val="2536DA70"/>
    <w:rsid w:val="2577FF9F"/>
    <w:rsid w:val="25E4FB5C"/>
    <w:rsid w:val="28361AD7"/>
    <w:rsid w:val="285A970D"/>
    <w:rsid w:val="2874A588"/>
    <w:rsid w:val="28B9C5FE"/>
    <w:rsid w:val="298E75D4"/>
    <w:rsid w:val="2A4A7F7E"/>
    <w:rsid w:val="2AF3C753"/>
    <w:rsid w:val="2B595C4B"/>
    <w:rsid w:val="2BE8ADBF"/>
    <w:rsid w:val="2CB609E2"/>
    <w:rsid w:val="2DA12EDE"/>
    <w:rsid w:val="2ED30EB9"/>
    <w:rsid w:val="2F7CAED3"/>
    <w:rsid w:val="2FCF6A7A"/>
    <w:rsid w:val="3096788E"/>
    <w:rsid w:val="3185202B"/>
    <w:rsid w:val="32986E24"/>
    <w:rsid w:val="32DEA28A"/>
    <w:rsid w:val="32F05FDF"/>
    <w:rsid w:val="3361775F"/>
    <w:rsid w:val="3437E589"/>
    <w:rsid w:val="3445F8D9"/>
    <w:rsid w:val="3479C91A"/>
    <w:rsid w:val="34A82BC2"/>
    <w:rsid w:val="35C281D4"/>
    <w:rsid w:val="35C91615"/>
    <w:rsid w:val="364ABC95"/>
    <w:rsid w:val="369F6E74"/>
    <w:rsid w:val="3766FCAD"/>
    <w:rsid w:val="378BEA19"/>
    <w:rsid w:val="380B366F"/>
    <w:rsid w:val="3830F70B"/>
    <w:rsid w:val="383B3ED5"/>
    <w:rsid w:val="3945D720"/>
    <w:rsid w:val="39CD639B"/>
    <w:rsid w:val="3C6190F4"/>
    <w:rsid w:val="3D6F9A48"/>
    <w:rsid w:val="3EFE0CDD"/>
    <w:rsid w:val="3F1CAA3C"/>
    <w:rsid w:val="4022DE37"/>
    <w:rsid w:val="412642A2"/>
    <w:rsid w:val="41B82929"/>
    <w:rsid w:val="421AC74B"/>
    <w:rsid w:val="42592D88"/>
    <w:rsid w:val="42C21303"/>
    <w:rsid w:val="43D8872A"/>
    <w:rsid w:val="445DE364"/>
    <w:rsid w:val="45D47366"/>
    <w:rsid w:val="46677BC9"/>
    <w:rsid w:val="467C6E5D"/>
    <w:rsid w:val="46F35AFC"/>
    <w:rsid w:val="47979F2C"/>
    <w:rsid w:val="47C71989"/>
    <w:rsid w:val="4932330A"/>
    <w:rsid w:val="49BE97D8"/>
    <w:rsid w:val="4A8C2D87"/>
    <w:rsid w:val="4AF22BDB"/>
    <w:rsid w:val="4B5A2ACD"/>
    <w:rsid w:val="4B5DE3EE"/>
    <w:rsid w:val="4B8252BC"/>
    <w:rsid w:val="4C392844"/>
    <w:rsid w:val="4CD85BEC"/>
    <w:rsid w:val="4CEDE55E"/>
    <w:rsid w:val="4CFA061F"/>
    <w:rsid w:val="4D21AC94"/>
    <w:rsid w:val="4D50AE2A"/>
    <w:rsid w:val="4F34637E"/>
    <w:rsid w:val="4F46EA36"/>
    <w:rsid w:val="4F7EA98B"/>
    <w:rsid w:val="4FCBA210"/>
    <w:rsid w:val="534C3751"/>
    <w:rsid w:val="53830FE1"/>
    <w:rsid w:val="55EB018D"/>
    <w:rsid w:val="5721431A"/>
    <w:rsid w:val="581E9BF6"/>
    <w:rsid w:val="583E8FD1"/>
    <w:rsid w:val="5885FA56"/>
    <w:rsid w:val="59332E7C"/>
    <w:rsid w:val="5A610580"/>
    <w:rsid w:val="5BFC50FA"/>
    <w:rsid w:val="5CF95456"/>
    <w:rsid w:val="5D98A642"/>
    <w:rsid w:val="5FFA81D4"/>
    <w:rsid w:val="608967E0"/>
    <w:rsid w:val="61A6346A"/>
    <w:rsid w:val="628CB145"/>
    <w:rsid w:val="62F7E551"/>
    <w:rsid w:val="63BBEEFC"/>
    <w:rsid w:val="647B20B3"/>
    <w:rsid w:val="64890286"/>
    <w:rsid w:val="6571B325"/>
    <w:rsid w:val="6574D53B"/>
    <w:rsid w:val="6685DD5B"/>
    <w:rsid w:val="6732C531"/>
    <w:rsid w:val="694F66FA"/>
    <w:rsid w:val="6B7EE3A3"/>
    <w:rsid w:val="6C233863"/>
    <w:rsid w:val="6C7EAAB4"/>
    <w:rsid w:val="6E40354F"/>
    <w:rsid w:val="6F0CAD12"/>
    <w:rsid w:val="6F250AAD"/>
    <w:rsid w:val="707D4332"/>
    <w:rsid w:val="712B61BD"/>
    <w:rsid w:val="718E92DD"/>
    <w:rsid w:val="72AFF18B"/>
    <w:rsid w:val="758B3B6F"/>
    <w:rsid w:val="7596A7E9"/>
    <w:rsid w:val="781AA6B5"/>
    <w:rsid w:val="7859ADFD"/>
    <w:rsid w:val="797B00C5"/>
    <w:rsid w:val="7AE282BB"/>
    <w:rsid w:val="7C4149B3"/>
    <w:rsid w:val="7C443BE4"/>
    <w:rsid w:val="7CB44F49"/>
    <w:rsid w:val="7CC54B65"/>
    <w:rsid w:val="7CD0261F"/>
    <w:rsid w:val="7D1EA11B"/>
    <w:rsid w:val="7DDD1A14"/>
    <w:rsid w:val="7E278A05"/>
    <w:rsid w:val="7F4819B2"/>
    <w:rsid w:val="7F92A40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260B7"/>
  <w15:docId w15:val="{E26D4BC3-29D1-48E2-B5F2-D2FF7F35B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2BC5"/>
    <w:pPr>
      <w:spacing w:after="200" w:line="276" w:lineRule="auto"/>
    </w:pPr>
    <w:rPr>
      <w:sz w:val="22"/>
      <w:szCs w:val="22"/>
    </w:rPr>
  </w:style>
  <w:style w:type="paragraph" w:styleId="Nagwek1">
    <w:name w:val="heading 1"/>
    <w:basedOn w:val="Normalny"/>
    <w:next w:val="Normalny"/>
    <w:link w:val="Nagwek1Znak"/>
    <w:uiPriority w:val="9"/>
    <w:qFormat/>
    <w:rsid w:val="00D03652"/>
    <w:pPr>
      <w:spacing w:before="480" w:after="0"/>
      <w:contextualSpacing/>
      <w:outlineLvl w:val="0"/>
    </w:pPr>
    <w:rPr>
      <w:b/>
      <w:bCs/>
      <w:sz w:val="28"/>
      <w:szCs w:val="28"/>
    </w:rPr>
  </w:style>
  <w:style w:type="paragraph" w:styleId="Nagwek2">
    <w:name w:val="heading 2"/>
    <w:basedOn w:val="Normalny"/>
    <w:next w:val="Normalny"/>
    <w:link w:val="Nagwek2Znak"/>
    <w:uiPriority w:val="9"/>
    <w:unhideWhenUsed/>
    <w:qFormat/>
    <w:rsid w:val="004219EE"/>
    <w:pPr>
      <w:spacing w:before="200" w:after="0"/>
      <w:outlineLvl w:val="1"/>
    </w:pPr>
    <w:rPr>
      <w:rFonts w:ascii="Cambria" w:hAnsi="Cambria"/>
      <w:b/>
      <w:bCs/>
      <w:sz w:val="26"/>
      <w:szCs w:val="26"/>
    </w:rPr>
  </w:style>
  <w:style w:type="paragraph" w:styleId="Nagwek3">
    <w:name w:val="heading 3"/>
    <w:basedOn w:val="Normalny"/>
    <w:next w:val="Normalny"/>
    <w:link w:val="Nagwek3Znak"/>
    <w:uiPriority w:val="9"/>
    <w:semiHidden/>
    <w:unhideWhenUsed/>
    <w:qFormat/>
    <w:rsid w:val="004219EE"/>
    <w:pPr>
      <w:spacing w:before="200" w:after="0" w:line="271" w:lineRule="auto"/>
      <w:outlineLvl w:val="2"/>
    </w:pPr>
    <w:rPr>
      <w:rFonts w:ascii="Cambria" w:hAnsi="Cambria"/>
      <w:b/>
      <w:bCs/>
      <w:sz w:val="20"/>
      <w:szCs w:val="20"/>
    </w:rPr>
  </w:style>
  <w:style w:type="paragraph" w:styleId="Nagwek4">
    <w:name w:val="heading 4"/>
    <w:basedOn w:val="Normalny"/>
    <w:next w:val="Normalny"/>
    <w:link w:val="Nagwek4Znak"/>
    <w:uiPriority w:val="9"/>
    <w:semiHidden/>
    <w:unhideWhenUsed/>
    <w:qFormat/>
    <w:rsid w:val="004219EE"/>
    <w:pPr>
      <w:spacing w:before="200" w:after="0"/>
      <w:outlineLvl w:val="3"/>
    </w:pPr>
    <w:rPr>
      <w:rFonts w:ascii="Cambria" w:hAnsi="Cambria"/>
      <w:b/>
      <w:bCs/>
      <w:i/>
      <w:iCs/>
      <w:sz w:val="20"/>
      <w:szCs w:val="20"/>
    </w:rPr>
  </w:style>
  <w:style w:type="paragraph" w:styleId="Nagwek5">
    <w:name w:val="heading 5"/>
    <w:basedOn w:val="Normalny"/>
    <w:next w:val="Normalny"/>
    <w:link w:val="Nagwek5Znak"/>
    <w:uiPriority w:val="9"/>
    <w:semiHidden/>
    <w:unhideWhenUsed/>
    <w:qFormat/>
    <w:rsid w:val="004219EE"/>
    <w:pPr>
      <w:spacing w:before="200" w:after="0"/>
      <w:outlineLvl w:val="4"/>
    </w:pPr>
    <w:rPr>
      <w:rFonts w:ascii="Cambria" w:hAnsi="Cambria"/>
      <w:b/>
      <w:bCs/>
      <w:color w:val="7F7F7F"/>
      <w:sz w:val="20"/>
      <w:szCs w:val="20"/>
    </w:rPr>
  </w:style>
  <w:style w:type="paragraph" w:styleId="Nagwek6">
    <w:name w:val="heading 6"/>
    <w:basedOn w:val="Normalny"/>
    <w:next w:val="Normalny"/>
    <w:link w:val="Nagwek6Znak"/>
    <w:uiPriority w:val="9"/>
    <w:semiHidden/>
    <w:unhideWhenUsed/>
    <w:qFormat/>
    <w:rsid w:val="004219EE"/>
    <w:pPr>
      <w:spacing w:after="0" w:line="271" w:lineRule="auto"/>
      <w:outlineLvl w:val="5"/>
    </w:pPr>
    <w:rPr>
      <w:rFonts w:ascii="Cambria" w:hAnsi="Cambria"/>
      <w:b/>
      <w:bCs/>
      <w:i/>
      <w:iCs/>
      <w:color w:val="7F7F7F"/>
      <w:sz w:val="20"/>
      <w:szCs w:val="20"/>
    </w:rPr>
  </w:style>
  <w:style w:type="paragraph" w:styleId="Nagwek7">
    <w:name w:val="heading 7"/>
    <w:basedOn w:val="Normalny"/>
    <w:next w:val="Normalny"/>
    <w:link w:val="Nagwek7Znak"/>
    <w:uiPriority w:val="9"/>
    <w:semiHidden/>
    <w:unhideWhenUsed/>
    <w:qFormat/>
    <w:rsid w:val="004219EE"/>
    <w:pPr>
      <w:spacing w:after="0"/>
      <w:outlineLvl w:val="6"/>
    </w:pPr>
    <w:rPr>
      <w:rFonts w:ascii="Cambria" w:hAnsi="Cambria"/>
      <w:i/>
      <w:iCs/>
      <w:sz w:val="20"/>
      <w:szCs w:val="20"/>
    </w:rPr>
  </w:style>
  <w:style w:type="paragraph" w:styleId="Nagwek8">
    <w:name w:val="heading 8"/>
    <w:basedOn w:val="Normalny"/>
    <w:next w:val="Normalny"/>
    <w:link w:val="Nagwek8Znak"/>
    <w:uiPriority w:val="9"/>
    <w:semiHidden/>
    <w:unhideWhenUsed/>
    <w:qFormat/>
    <w:rsid w:val="004219EE"/>
    <w:pPr>
      <w:spacing w:after="0"/>
      <w:outlineLvl w:val="7"/>
    </w:pPr>
    <w:rPr>
      <w:rFonts w:ascii="Cambria" w:hAnsi="Cambria"/>
      <w:sz w:val="20"/>
      <w:szCs w:val="20"/>
    </w:rPr>
  </w:style>
  <w:style w:type="paragraph" w:styleId="Nagwek9">
    <w:name w:val="heading 9"/>
    <w:basedOn w:val="Normalny"/>
    <w:next w:val="Normalny"/>
    <w:link w:val="Nagwek9Znak"/>
    <w:uiPriority w:val="9"/>
    <w:semiHidden/>
    <w:unhideWhenUsed/>
    <w:qFormat/>
    <w:rsid w:val="004219EE"/>
    <w:pPr>
      <w:spacing w:after="0"/>
      <w:outlineLvl w:val="8"/>
    </w:pPr>
    <w:rPr>
      <w:rFonts w:ascii="Cambria"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03652"/>
    <w:rPr>
      <w:b/>
      <w:bCs/>
      <w:sz w:val="28"/>
      <w:szCs w:val="28"/>
    </w:rPr>
  </w:style>
  <w:style w:type="paragraph" w:styleId="Nagwekspisutreci">
    <w:name w:val="TOC Heading"/>
    <w:basedOn w:val="Nagwek1"/>
    <w:next w:val="Normalny"/>
    <w:uiPriority w:val="39"/>
    <w:unhideWhenUsed/>
    <w:qFormat/>
    <w:rsid w:val="004219EE"/>
    <w:pPr>
      <w:outlineLvl w:val="9"/>
    </w:pPr>
  </w:style>
  <w:style w:type="paragraph" w:styleId="Tekstdymka">
    <w:name w:val="Balloon Text"/>
    <w:basedOn w:val="Normalny"/>
    <w:link w:val="TekstdymkaZnak"/>
    <w:uiPriority w:val="99"/>
    <w:semiHidden/>
    <w:unhideWhenUsed/>
    <w:rsid w:val="008D6DF2"/>
    <w:pPr>
      <w:spacing w:after="0" w:line="240" w:lineRule="auto"/>
    </w:pPr>
    <w:rPr>
      <w:rFonts w:ascii="Tahoma" w:hAnsi="Tahoma"/>
      <w:sz w:val="16"/>
      <w:szCs w:val="16"/>
    </w:rPr>
  </w:style>
  <w:style w:type="character" w:customStyle="1" w:styleId="TekstdymkaZnak">
    <w:name w:val="Tekst dymka Znak"/>
    <w:link w:val="Tekstdymka"/>
    <w:uiPriority w:val="99"/>
    <w:semiHidden/>
    <w:rsid w:val="008D6DF2"/>
    <w:rPr>
      <w:rFonts w:ascii="Tahoma" w:hAnsi="Tahoma" w:cs="Tahoma"/>
      <w:sz w:val="16"/>
      <w:szCs w:val="16"/>
    </w:rPr>
  </w:style>
  <w:style w:type="paragraph" w:styleId="Spistreci1">
    <w:name w:val="toc 1"/>
    <w:basedOn w:val="Normalny"/>
    <w:next w:val="Normalny"/>
    <w:autoRedefine/>
    <w:uiPriority w:val="39"/>
    <w:unhideWhenUsed/>
    <w:rsid w:val="008B6A2B"/>
    <w:pPr>
      <w:tabs>
        <w:tab w:val="left" w:pos="426"/>
        <w:tab w:val="right" w:leader="dot" w:pos="9629"/>
      </w:tabs>
      <w:spacing w:before="120" w:after="120" w:line="360" w:lineRule="auto"/>
    </w:pPr>
    <w:rPr>
      <w:b/>
      <w:bCs/>
      <w:caps/>
      <w:sz w:val="20"/>
      <w:szCs w:val="20"/>
    </w:rPr>
  </w:style>
  <w:style w:type="paragraph" w:styleId="Spistreci2">
    <w:name w:val="toc 2"/>
    <w:basedOn w:val="Normalny"/>
    <w:next w:val="Normalny"/>
    <w:autoRedefine/>
    <w:uiPriority w:val="39"/>
    <w:unhideWhenUsed/>
    <w:rsid w:val="000B7484"/>
    <w:pPr>
      <w:tabs>
        <w:tab w:val="right" w:leader="dot" w:pos="9629"/>
      </w:tabs>
      <w:spacing w:after="0"/>
      <w:ind w:left="220"/>
    </w:pPr>
    <w:rPr>
      <w:rFonts w:ascii="Arial" w:hAnsi="Arial" w:cs="Arial"/>
      <w:b/>
      <w:smallCaps/>
      <w:noProof/>
      <w:sz w:val="16"/>
      <w:szCs w:val="16"/>
    </w:rPr>
  </w:style>
  <w:style w:type="paragraph" w:styleId="Spistreci3">
    <w:name w:val="toc 3"/>
    <w:basedOn w:val="Normalny"/>
    <w:next w:val="Normalny"/>
    <w:autoRedefine/>
    <w:uiPriority w:val="39"/>
    <w:unhideWhenUsed/>
    <w:rsid w:val="00FE083A"/>
    <w:pPr>
      <w:spacing w:after="0"/>
      <w:ind w:left="440"/>
    </w:pPr>
    <w:rPr>
      <w:i/>
      <w:iCs/>
      <w:sz w:val="20"/>
      <w:szCs w:val="20"/>
    </w:rPr>
  </w:style>
  <w:style w:type="paragraph" w:styleId="Spistreci4">
    <w:name w:val="toc 4"/>
    <w:basedOn w:val="Normalny"/>
    <w:next w:val="Normalny"/>
    <w:autoRedefine/>
    <w:uiPriority w:val="39"/>
    <w:unhideWhenUsed/>
    <w:rsid w:val="00FE083A"/>
    <w:pPr>
      <w:spacing w:after="0"/>
      <w:ind w:left="660"/>
    </w:pPr>
    <w:rPr>
      <w:sz w:val="18"/>
      <w:szCs w:val="18"/>
    </w:rPr>
  </w:style>
  <w:style w:type="paragraph" w:styleId="Spistreci5">
    <w:name w:val="toc 5"/>
    <w:basedOn w:val="Normalny"/>
    <w:next w:val="Normalny"/>
    <w:autoRedefine/>
    <w:uiPriority w:val="39"/>
    <w:unhideWhenUsed/>
    <w:rsid w:val="00FE083A"/>
    <w:pPr>
      <w:spacing w:after="0"/>
      <w:ind w:left="880"/>
    </w:pPr>
    <w:rPr>
      <w:sz w:val="18"/>
      <w:szCs w:val="18"/>
    </w:rPr>
  </w:style>
  <w:style w:type="paragraph" w:styleId="Spistreci6">
    <w:name w:val="toc 6"/>
    <w:basedOn w:val="Normalny"/>
    <w:next w:val="Normalny"/>
    <w:autoRedefine/>
    <w:uiPriority w:val="39"/>
    <w:unhideWhenUsed/>
    <w:rsid w:val="00FE083A"/>
    <w:pPr>
      <w:spacing w:after="0"/>
      <w:ind w:left="1100"/>
    </w:pPr>
    <w:rPr>
      <w:sz w:val="18"/>
      <w:szCs w:val="18"/>
    </w:rPr>
  </w:style>
  <w:style w:type="paragraph" w:styleId="Spistreci7">
    <w:name w:val="toc 7"/>
    <w:basedOn w:val="Normalny"/>
    <w:next w:val="Normalny"/>
    <w:autoRedefine/>
    <w:uiPriority w:val="39"/>
    <w:unhideWhenUsed/>
    <w:rsid w:val="00FE083A"/>
    <w:pPr>
      <w:spacing w:after="0"/>
      <w:ind w:left="1320"/>
    </w:pPr>
    <w:rPr>
      <w:sz w:val="18"/>
      <w:szCs w:val="18"/>
    </w:rPr>
  </w:style>
  <w:style w:type="paragraph" w:styleId="Spistreci8">
    <w:name w:val="toc 8"/>
    <w:basedOn w:val="Normalny"/>
    <w:next w:val="Normalny"/>
    <w:autoRedefine/>
    <w:uiPriority w:val="39"/>
    <w:unhideWhenUsed/>
    <w:rsid w:val="00FE083A"/>
    <w:pPr>
      <w:spacing w:after="0"/>
      <w:ind w:left="1540"/>
    </w:pPr>
    <w:rPr>
      <w:sz w:val="18"/>
      <w:szCs w:val="18"/>
    </w:rPr>
  </w:style>
  <w:style w:type="paragraph" w:styleId="Spistreci9">
    <w:name w:val="toc 9"/>
    <w:basedOn w:val="Normalny"/>
    <w:next w:val="Normalny"/>
    <w:autoRedefine/>
    <w:uiPriority w:val="39"/>
    <w:unhideWhenUsed/>
    <w:rsid w:val="00FE083A"/>
    <w:pPr>
      <w:spacing w:after="0"/>
      <w:ind w:left="1760"/>
    </w:pPr>
    <w:rPr>
      <w:sz w:val="18"/>
      <w:szCs w:val="18"/>
    </w:rPr>
  </w:style>
  <w:style w:type="character" w:customStyle="1" w:styleId="Nagwek2Znak">
    <w:name w:val="Nagłówek 2 Znak"/>
    <w:link w:val="Nagwek2"/>
    <w:uiPriority w:val="9"/>
    <w:rsid w:val="004219EE"/>
    <w:rPr>
      <w:rFonts w:ascii="Cambria" w:eastAsia="Times New Roman" w:hAnsi="Cambria" w:cs="Times New Roman"/>
      <w:b/>
      <w:bCs/>
      <w:sz w:val="26"/>
      <w:szCs w:val="26"/>
    </w:rPr>
  </w:style>
  <w:style w:type="character" w:styleId="Hipercze">
    <w:name w:val="Hyperlink"/>
    <w:uiPriority w:val="99"/>
    <w:unhideWhenUsed/>
    <w:rsid w:val="00C052CF"/>
    <w:rPr>
      <w:color w:val="0000FF"/>
      <w:u w:val="single"/>
    </w:rPr>
  </w:style>
  <w:style w:type="paragraph" w:styleId="Tytu">
    <w:name w:val="Title"/>
    <w:basedOn w:val="Normalny"/>
    <w:next w:val="Normalny"/>
    <w:link w:val="TytuZnak"/>
    <w:uiPriority w:val="10"/>
    <w:qFormat/>
    <w:rsid w:val="004219EE"/>
    <w:pPr>
      <w:pBdr>
        <w:bottom w:val="single" w:sz="4" w:space="1" w:color="auto"/>
      </w:pBdr>
      <w:spacing w:line="240" w:lineRule="auto"/>
      <w:contextualSpacing/>
    </w:pPr>
    <w:rPr>
      <w:rFonts w:ascii="Cambria" w:hAnsi="Cambria"/>
      <w:spacing w:val="5"/>
      <w:sz w:val="52"/>
      <w:szCs w:val="52"/>
    </w:rPr>
  </w:style>
  <w:style w:type="character" w:customStyle="1" w:styleId="TytuZnak">
    <w:name w:val="Tytuł Znak"/>
    <w:link w:val="Tytu"/>
    <w:uiPriority w:val="10"/>
    <w:rsid w:val="004219EE"/>
    <w:rPr>
      <w:rFonts w:ascii="Cambria" w:eastAsia="Times New Roman" w:hAnsi="Cambria" w:cs="Times New Roman"/>
      <w:spacing w:val="5"/>
      <w:sz w:val="52"/>
      <w:szCs w:val="52"/>
    </w:rPr>
  </w:style>
  <w:style w:type="character" w:customStyle="1" w:styleId="Nagwek3Znak">
    <w:name w:val="Nagłówek 3 Znak"/>
    <w:link w:val="Nagwek3"/>
    <w:uiPriority w:val="9"/>
    <w:rsid w:val="004219EE"/>
    <w:rPr>
      <w:rFonts w:ascii="Cambria" w:eastAsia="Times New Roman" w:hAnsi="Cambria" w:cs="Times New Roman"/>
      <w:b/>
      <w:bCs/>
    </w:rPr>
  </w:style>
  <w:style w:type="character" w:customStyle="1" w:styleId="Nagwek4Znak">
    <w:name w:val="Nagłówek 4 Znak"/>
    <w:link w:val="Nagwek4"/>
    <w:uiPriority w:val="9"/>
    <w:semiHidden/>
    <w:rsid w:val="004219EE"/>
    <w:rPr>
      <w:rFonts w:ascii="Cambria" w:eastAsia="Times New Roman" w:hAnsi="Cambria" w:cs="Times New Roman"/>
      <w:b/>
      <w:bCs/>
      <w:i/>
      <w:iCs/>
    </w:rPr>
  </w:style>
  <w:style w:type="character" w:customStyle="1" w:styleId="Nagwek5Znak">
    <w:name w:val="Nagłówek 5 Znak"/>
    <w:link w:val="Nagwek5"/>
    <w:uiPriority w:val="9"/>
    <w:semiHidden/>
    <w:rsid w:val="004219EE"/>
    <w:rPr>
      <w:rFonts w:ascii="Cambria" w:eastAsia="Times New Roman" w:hAnsi="Cambria" w:cs="Times New Roman"/>
      <w:b/>
      <w:bCs/>
      <w:color w:val="7F7F7F"/>
    </w:rPr>
  </w:style>
  <w:style w:type="character" w:customStyle="1" w:styleId="Nagwek6Znak">
    <w:name w:val="Nagłówek 6 Znak"/>
    <w:link w:val="Nagwek6"/>
    <w:uiPriority w:val="9"/>
    <w:semiHidden/>
    <w:rsid w:val="004219EE"/>
    <w:rPr>
      <w:rFonts w:ascii="Cambria" w:eastAsia="Times New Roman" w:hAnsi="Cambria" w:cs="Times New Roman"/>
      <w:b/>
      <w:bCs/>
      <w:i/>
      <w:iCs/>
      <w:color w:val="7F7F7F"/>
    </w:rPr>
  </w:style>
  <w:style w:type="character" w:customStyle="1" w:styleId="Nagwek7Znak">
    <w:name w:val="Nagłówek 7 Znak"/>
    <w:link w:val="Nagwek7"/>
    <w:uiPriority w:val="9"/>
    <w:semiHidden/>
    <w:rsid w:val="004219EE"/>
    <w:rPr>
      <w:rFonts w:ascii="Cambria" w:eastAsia="Times New Roman" w:hAnsi="Cambria" w:cs="Times New Roman"/>
      <w:i/>
      <w:iCs/>
    </w:rPr>
  </w:style>
  <w:style w:type="character" w:customStyle="1" w:styleId="Nagwek8Znak">
    <w:name w:val="Nagłówek 8 Znak"/>
    <w:link w:val="Nagwek8"/>
    <w:uiPriority w:val="9"/>
    <w:semiHidden/>
    <w:rsid w:val="004219EE"/>
    <w:rPr>
      <w:rFonts w:ascii="Cambria" w:eastAsia="Times New Roman" w:hAnsi="Cambria" w:cs="Times New Roman"/>
      <w:sz w:val="20"/>
      <w:szCs w:val="20"/>
    </w:rPr>
  </w:style>
  <w:style w:type="character" w:customStyle="1" w:styleId="Nagwek9Znak">
    <w:name w:val="Nagłówek 9 Znak"/>
    <w:link w:val="Nagwek9"/>
    <w:uiPriority w:val="9"/>
    <w:semiHidden/>
    <w:rsid w:val="004219EE"/>
    <w:rPr>
      <w:rFonts w:ascii="Cambria" w:eastAsia="Times New Roman" w:hAnsi="Cambria" w:cs="Times New Roman"/>
      <w:i/>
      <w:iCs/>
      <w:spacing w:val="5"/>
      <w:sz w:val="20"/>
      <w:szCs w:val="20"/>
    </w:rPr>
  </w:style>
  <w:style w:type="paragraph" w:styleId="Podtytu">
    <w:name w:val="Subtitle"/>
    <w:basedOn w:val="Normalny"/>
    <w:next w:val="Normalny"/>
    <w:link w:val="PodtytuZnak"/>
    <w:uiPriority w:val="11"/>
    <w:qFormat/>
    <w:rsid w:val="004219EE"/>
    <w:pPr>
      <w:spacing w:after="600"/>
    </w:pPr>
    <w:rPr>
      <w:rFonts w:ascii="Cambria" w:hAnsi="Cambria"/>
      <w:i/>
      <w:iCs/>
      <w:spacing w:val="13"/>
      <w:sz w:val="24"/>
      <w:szCs w:val="24"/>
    </w:rPr>
  </w:style>
  <w:style w:type="character" w:customStyle="1" w:styleId="PodtytuZnak">
    <w:name w:val="Podtytuł Znak"/>
    <w:link w:val="Podtytu"/>
    <w:uiPriority w:val="11"/>
    <w:rsid w:val="004219EE"/>
    <w:rPr>
      <w:rFonts w:ascii="Cambria" w:eastAsia="Times New Roman" w:hAnsi="Cambria" w:cs="Times New Roman"/>
      <w:i/>
      <w:iCs/>
      <w:spacing w:val="13"/>
      <w:sz w:val="24"/>
      <w:szCs w:val="24"/>
    </w:rPr>
  </w:style>
  <w:style w:type="character" w:styleId="Pogrubienie">
    <w:name w:val="Strong"/>
    <w:uiPriority w:val="22"/>
    <w:qFormat/>
    <w:rsid w:val="004219EE"/>
    <w:rPr>
      <w:b/>
      <w:bCs/>
    </w:rPr>
  </w:style>
  <w:style w:type="character" w:styleId="Uwydatnienie">
    <w:name w:val="Emphasis"/>
    <w:uiPriority w:val="20"/>
    <w:qFormat/>
    <w:rsid w:val="004219EE"/>
    <w:rPr>
      <w:b/>
      <w:bCs/>
      <w:i/>
      <w:iCs/>
      <w:spacing w:val="10"/>
      <w:bdr w:val="none" w:sz="0" w:space="0" w:color="auto"/>
      <w:shd w:val="clear" w:color="auto" w:fill="auto"/>
    </w:rPr>
  </w:style>
  <w:style w:type="paragraph" w:styleId="Bezodstpw">
    <w:name w:val="No Spacing"/>
    <w:aliases w:val="KM"/>
    <w:basedOn w:val="Normalny"/>
    <w:uiPriority w:val="1"/>
    <w:qFormat/>
    <w:rsid w:val="004219EE"/>
    <w:pPr>
      <w:spacing w:after="0" w:line="240" w:lineRule="auto"/>
    </w:pPr>
  </w:style>
  <w:style w:type="paragraph" w:styleId="Akapitzlist">
    <w:name w:val="List Paragraph"/>
    <w:aliases w:val="Numerowanie,List Paragraph,Akapit z listą BS,Kolorowa lista — akcent 11,Akapit z listą1,A_wyliczenie,K-P_odwolanie,Akapit z listą5,maz_wyliczenie,opis dzialania,Signature,Punkt 1.1,EPL lista punktowana z wyrózneniem,Wykres,L,Wypunktowanie"/>
    <w:basedOn w:val="Normalny"/>
    <w:link w:val="AkapitzlistZnak"/>
    <w:uiPriority w:val="34"/>
    <w:qFormat/>
    <w:rsid w:val="004219EE"/>
    <w:pPr>
      <w:ind w:left="720"/>
      <w:contextualSpacing/>
    </w:pPr>
  </w:style>
  <w:style w:type="paragraph" w:styleId="Cytat">
    <w:name w:val="Quote"/>
    <w:basedOn w:val="Normalny"/>
    <w:next w:val="Normalny"/>
    <w:link w:val="CytatZnak"/>
    <w:uiPriority w:val="29"/>
    <w:qFormat/>
    <w:rsid w:val="004219EE"/>
    <w:pPr>
      <w:spacing w:before="200" w:after="0"/>
      <w:ind w:left="360" w:right="360"/>
    </w:pPr>
    <w:rPr>
      <w:i/>
      <w:iCs/>
      <w:sz w:val="20"/>
      <w:szCs w:val="20"/>
    </w:rPr>
  </w:style>
  <w:style w:type="character" w:customStyle="1" w:styleId="CytatZnak">
    <w:name w:val="Cytat Znak"/>
    <w:link w:val="Cytat"/>
    <w:uiPriority w:val="29"/>
    <w:rsid w:val="004219EE"/>
    <w:rPr>
      <w:i/>
      <w:iCs/>
    </w:rPr>
  </w:style>
  <w:style w:type="paragraph" w:styleId="Cytatintensywny">
    <w:name w:val="Intense Quote"/>
    <w:basedOn w:val="Normalny"/>
    <w:next w:val="Normalny"/>
    <w:link w:val="CytatintensywnyZnak"/>
    <w:uiPriority w:val="30"/>
    <w:qFormat/>
    <w:rsid w:val="004219EE"/>
    <w:pPr>
      <w:pBdr>
        <w:bottom w:val="single" w:sz="4" w:space="1" w:color="auto"/>
      </w:pBdr>
      <w:spacing w:before="200" w:after="280"/>
      <w:ind w:left="1008" w:right="1152"/>
      <w:jc w:val="both"/>
    </w:pPr>
    <w:rPr>
      <w:b/>
      <w:bCs/>
      <w:i/>
      <w:iCs/>
      <w:sz w:val="20"/>
      <w:szCs w:val="20"/>
    </w:rPr>
  </w:style>
  <w:style w:type="character" w:customStyle="1" w:styleId="CytatintensywnyZnak">
    <w:name w:val="Cytat intensywny Znak"/>
    <w:link w:val="Cytatintensywny"/>
    <w:uiPriority w:val="30"/>
    <w:rsid w:val="004219EE"/>
    <w:rPr>
      <w:b/>
      <w:bCs/>
      <w:i/>
      <w:iCs/>
    </w:rPr>
  </w:style>
  <w:style w:type="character" w:styleId="Wyrnieniedelikatne">
    <w:name w:val="Subtle Emphasis"/>
    <w:uiPriority w:val="19"/>
    <w:qFormat/>
    <w:rsid w:val="004219EE"/>
    <w:rPr>
      <w:i/>
      <w:iCs/>
    </w:rPr>
  </w:style>
  <w:style w:type="character" w:styleId="Wyrnienieintensywne">
    <w:name w:val="Intense Emphasis"/>
    <w:uiPriority w:val="21"/>
    <w:qFormat/>
    <w:rsid w:val="004219EE"/>
    <w:rPr>
      <w:b/>
      <w:bCs/>
    </w:rPr>
  </w:style>
  <w:style w:type="character" w:styleId="Odwoaniedelikatne">
    <w:name w:val="Subtle Reference"/>
    <w:uiPriority w:val="31"/>
    <w:qFormat/>
    <w:rsid w:val="004219EE"/>
    <w:rPr>
      <w:smallCaps/>
    </w:rPr>
  </w:style>
  <w:style w:type="character" w:styleId="Odwoanieintensywne">
    <w:name w:val="Intense Reference"/>
    <w:uiPriority w:val="32"/>
    <w:qFormat/>
    <w:rsid w:val="004219EE"/>
    <w:rPr>
      <w:smallCaps/>
      <w:spacing w:val="5"/>
      <w:u w:val="single"/>
    </w:rPr>
  </w:style>
  <w:style w:type="character" w:styleId="Tytuksiki">
    <w:name w:val="Book Title"/>
    <w:uiPriority w:val="33"/>
    <w:qFormat/>
    <w:rsid w:val="004219EE"/>
    <w:rPr>
      <w:i/>
      <w:iCs/>
      <w:smallCaps/>
      <w:spacing w:val="5"/>
    </w:rPr>
  </w:style>
  <w:style w:type="paragraph" w:styleId="Nagwek">
    <w:name w:val="header"/>
    <w:aliases w:val="Znak Znak"/>
    <w:basedOn w:val="Normalny"/>
    <w:link w:val="NagwekZnak"/>
    <w:unhideWhenUsed/>
    <w:rsid w:val="00FE74CD"/>
    <w:pPr>
      <w:tabs>
        <w:tab w:val="center" w:pos="4536"/>
        <w:tab w:val="right" w:pos="9072"/>
      </w:tabs>
      <w:spacing w:after="0" w:line="240" w:lineRule="auto"/>
    </w:pPr>
  </w:style>
  <w:style w:type="character" w:customStyle="1" w:styleId="NagwekZnak">
    <w:name w:val="Nagłówek Znak"/>
    <w:aliases w:val="Znak Znak Znak"/>
    <w:basedOn w:val="Domylnaczcionkaakapitu"/>
    <w:link w:val="Nagwek"/>
    <w:uiPriority w:val="99"/>
    <w:rsid w:val="00FE74CD"/>
  </w:style>
  <w:style w:type="paragraph" w:styleId="Stopka">
    <w:name w:val="footer"/>
    <w:basedOn w:val="Normalny"/>
    <w:link w:val="StopkaZnak"/>
    <w:uiPriority w:val="99"/>
    <w:unhideWhenUsed/>
    <w:rsid w:val="00FE7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74CD"/>
  </w:style>
  <w:style w:type="paragraph" w:customStyle="1" w:styleId="Default">
    <w:name w:val="Default"/>
    <w:qFormat/>
    <w:rsid w:val="00955CA7"/>
    <w:pPr>
      <w:autoSpaceDE w:val="0"/>
      <w:autoSpaceDN w:val="0"/>
      <w:adjustRightInd w:val="0"/>
    </w:pPr>
    <w:rPr>
      <w:rFonts w:eastAsia="Calibri" w:cs="Calibri"/>
      <w:color w:val="000000"/>
      <w:sz w:val="24"/>
      <w:szCs w:val="24"/>
    </w:r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L Znak"/>
    <w:link w:val="Akapitzlist"/>
    <w:uiPriority w:val="34"/>
    <w:qFormat/>
    <w:locked/>
    <w:rsid w:val="00955CA7"/>
  </w:style>
  <w:style w:type="table" w:styleId="Tabela-Siatka">
    <w:name w:val="Table Grid"/>
    <w:basedOn w:val="Standardowy"/>
    <w:uiPriority w:val="59"/>
    <w:rsid w:val="0056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D951C3"/>
    <w:rPr>
      <w:sz w:val="16"/>
      <w:szCs w:val="16"/>
    </w:rPr>
  </w:style>
  <w:style w:type="paragraph" w:styleId="Tekstkomentarza">
    <w:name w:val="annotation text"/>
    <w:basedOn w:val="Normalny"/>
    <w:link w:val="TekstkomentarzaZnak"/>
    <w:uiPriority w:val="99"/>
    <w:unhideWhenUsed/>
    <w:rsid w:val="00D951C3"/>
    <w:pPr>
      <w:spacing w:line="240" w:lineRule="auto"/>
    </w:pPr>
    <w:rPr>
      <w:sz w:val="20"/>
      <w:szCs w:val="20"/>
    </w:rPr>
  </w:style>
  <w:style w:type="character" w:customStyle="1" w:styleId="TekstkomentarzaZnak">
    <w:name w:val="Tekst komentarza Znak"/>
    <w:link w:val="Tekstkomentarza"/>
    <w:uiPriority w:val="99"/>
    <w:rsid w:val="00D951C3"/>
    <w:rPr>
      <w:rFonts w:ascii="Calibri" w:eastAsia="Times New Roman" w:hAnsi="Calibri" w:cs="Times New Roman"/>
      <w:sz w:val="20"/>
      <w:szCs w:val="20"/>
      <w:lang w:val="pl-PL" w:eastAsia="pl-PL" w:bidi="ar-SA"/>
    </w:rPr>
  </w:style>
  <w:style w:type="paragraph" w:styleId="Tekstpodstawowy">
    <w:name w:val="Body Text"/>
    <w:aliases w:val="wypunktowanie"/>
    <w:basedOn w:val="Normalny"/>
    <w:link w:val="TekstpodstawowyZnak"/>
    <w:uiPriority w:val="99"/>
    <w:rsid w:val="00AF30D7"/>
    <w:pPr>
      <w:spacing w:after="0" w:line="240" w:lineRule="auto"/>
      <w:jc w:val="both"/>
    </w:pPr>
    <w:rPr>
      <w:rFonts w:ascii="Times New Roman" w:hAnsi="Times New Roman"/>
      <w:sz w:val="24"/>
      <w:szCs w:val="24"/>
    </w:rPr>
  </w:style>
  <w:style w:type="character" w:customStyle="1" w:styleId="TekstpodstawowyZnak">
    <w:name w:val="Tekst podstawowy Znak"/>
    <w:aliases w:val="wypunktowanie Znak"/>
    <w:link w:val="Tekstpodstawowy"/>
    <w:uiPriority w:val="99"/>
    <w:rsid w:val="00AF30D7"/>
    <w:rPr>
      <w:rFonts w:ascii="Times New Roman" w:eastAsia="Times New Roman" w:hAnsi="Times New Roman" w:cs="Times New Roman"/>
      <w:sz w:val="24"/>
      <w:szCs w:val="24"/>
      <w:lang w:val="pl-PL" w:eastAsia="pl-PL" w:bidi="ar-SA"/>
    </w:rPr>
  </w:style>
  <w:style w:type="paragraph" w:styleId="Tekstpodstawowywcity2">
    <w:name w:val="Body Text Indent 2"/>
    <w:basedOn w:val="Normalny"/>
    <w:link w:val="Tekstpodstawowywcity2Znak"/>
    <w:uiPriority w:val="99"/>
    <w:semiHidden/>
    <w:unhideWhenUsed/>
    <w:rsid w:val="00000627"/>
    <w:pPr>
      <w:spacing w:after="120" w:line="480" w:lineRule="auto"/>
      <w:ind w:left="283"/>
    </w:pPr>
    <w:rPr>
      <w:sz w:val="20"/>
      <w:szCs w:val="20"/>
    </w:rPr>
  </w:style>
  <w:style w:type="character" w:customStyle="1" w:styleId="Tekstpodstawowywcity2Znak">
    <w:name w:val="Tekst podstawowy wcięty 2 Znak"/>
    <w:link w:val="Tekstpodstawowywcity2"/>
    <w:uiPriority w:val="99"/>
    <w:semiHidden/>
    <w:rsid w:val="00000627"/>
    <w:rPr>
      <w:lang w:val="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4B0DA4"/>
    <w:pPr>
      <w:spacing w:after="0" w:line="240" w:lineRule="auto"/>
    </w:pPr>
    <w:rPr>
      <w:rFonts w:eastAsia="Calibri"/>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1,o Znak,fn Znak"/>
    <w:link w:val="Tekstprzypisudolnego"/>
    <w:uiPriority w:val="99"/>
    <w:qFormat/>
    <w:rsid w:val="004B0DA4"/>
    <w:rPr>
      <w:rFonts w:eastAsia="Calibri"/>
      <w:sz w:val="20"/>
      <w:szCs w:val="20"/>
      <w:lang w:val="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qFormat/>
    <w:rsid w:val="004B0DA4"/>
    <w:rPr>
      <w:vertAlign w:val="superscript"/>
    </w:rPr>
  </w:style>
  <w:style w:type="paragraph" w:styleId="Tekstprzypisukocowego">
    <w:name w:val="endnote text"/>
    <w:basedOn w:val="Normalny"/>
    <w:link w:val="TekstprzypisukocowegoZnak"/>
    <w:uiPriority w:val="99"/>
    <w:semiHidden/>
    <w:unhideWhenUsed/>
    <w:rsid w:val="00B87E23"/>
    <w:pPr>
      <w:spacing w:after="0" w:line="240" w:lineRule="auto"/>
    </w:pPr>
    <w:rPr>
      <w:sz w:val="20"/>
      <w:szCs w:val="20"/>
    </w:rPr>
  </w:style>
  <w:style w:type="character" w:customStyle="1" w:styleId="TekstprzypisukocowegoZnak">
    <w:name w:val="Tekst przypisu końcowego Znak"/>
    <w:link w:val="Tekstprzypisukocowego"/>
    <w:uiPriority w:val="99"/>
    <w:semiHidden/>
    <w:rsid w:val="00B87E23"/>
    <w:rPr>
      <w:sz w:val="20"/>
      <w:szCs w:val="20"/>
      <w:lang w:val="pl-PL"/>
    </w:rPr>
  </w:style>
  <w:style w:type="character" w:styleId="Odwoanieprzypisukocowego">
    <w:name w:val="endnote reference"/>
    <w:uiPriority w:val="99"/>
    <w:semiHidden/>
    <w:unhideWhenUsed/>
    <w:rsid w:val="00B87E23"/>
    <w:rPr>
      <w:vertAlign w:val="superscript"/>
    </w:rPr>
  </w:style>
  <w:style w:type="paragraph" w:styleId="NormalnyWeb">
    <w:name w:val="Normal (Web)"/>
    <w:basedOn w:val="Normalny"/>
    <w:uiPriority w:val="99"/>
    <w:rsid w:val="00294456"/>
    <w:pPr>
      <w:spacing w:before="100" w:after="100" w:line="240"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9F6B18"/>
    <w:rPr>
      <w:b/>
      <w:bCs/>
    </w:rPr>
  </w:style>
  <w:style w:type="character" w:customStyle="1" w:styleId="TematkomentarzaZnak">
    <w:name w:val="Temat komentarza Znak"/>
    <w:link w:val="Tematkomentarza"/>
    <w:uiPriority w:val="99"/>
    <w:semiHidden/>
    <w:rsid w:val="009F6B18"/>
    <w:rPr>
      <w:rFonts w:ascii="Calibri" w:eastAsia="Times New Roman" w:hAnsi="Calibri" w:cs="Times New Roman"/>
      <w:b/>
      <w:bCs/>
      <w:sz w:val="20"/>
      <w:szCs w:val="20"/>
      <w:lang w:val="pl-PL" w:eastAsia="pl-PL" w:bidi="ar-SA"/>
    </w:rPr>
  </w:style>
  <w:style w:type="table" w:customStyle="1" w:styleId="Tabela-Siatka1">
    <w:name w:val="Tabela - Siatka1"/>
    <w:basedOn w:val="Standardowy"/>
    <w:next w:val="Tabela-Siatka"/>
    <w:uiPriority w:val="59"/>
    <w:rsid w:val="00912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D177C0"/>
    <w:rPr>
      <w:sz w:val="22"/>
      <w:szCs w:val="22"/>
    </w:rPr>
  </w:style>
  <w:style w:type="character" w:styleId="UyteHipercze">
    <w:name w:val="FollowedHyperlink"/>
    <w:uiPriority w:val="99"/>
    <w:semiHidden/>
    <w:unhideWhenUsed/>
    <w:rsid w:val="0038634F"/>
    <w:rPr>
      <w:color w:val="800080"/>
      <w:u w:val="single"/>
    </w:rPr>
  </w:style>
  <w:style w:type="character" w:customStyle="1" w:styleId="h1">
    <w:name w:val="h1"/>
    <w:basedOn w:val="Domylnaczcionkaakapitu"/>
    <w:rsid w:val="007E6D7B"/>
  </w:style>
  <w:style w:type="character" w:customStyle="1" w:styleId="tresctd">
    <w:name w:val="tresctd"/>
    <w:rsid w:val="00306DA7"/>
    <w:rPr>
      <w:rFonts w:cs="Times New Roman"/>
    </w:rPr>
  </w:style>
  <w:style w:type="paragraph" w:styleId="Tekstpodstawowy2">
    <w:name w:val="Body Text 2"/>
    <w:basedOn w:val="Normalny"/>
    <w:link w:val="Tekstpodstawowy2Znak"/>
    <w:semiHidden/>
    <w:rsid w:val="00306DA7"/>
    <w:pPr>
      <w:spacing w:after="120" w:line="480" w:lineRule="auto"/>
    </w:pPr>
    <w:rPr>
      <w:rFonts w:eastAsia="Calibri"/>
      <w:sz w:val="20"/>
      <w:szCs w:val="20"/>
      <w:lang w:eastAsia="en-US"/>
    </w:rPr>
  </w:style>
  <w:style w:type="character" w:customStyle="1" w:styleId="Tekstpodstawowy2Znak">
    <w:name w:val="Tekst podstawowy 2 Znak"/>
    <w:link w:val="Tekstpodstawowy2"/>
    <w:semiHidden/>
    <w:rsid w:val="00306DA7"/>
    <w:rPr>
      <w:rFonts w:ascii="Calibri" w:eastAsia="Calibri" w:hAnsi="Calibri" w:cs="Times New Roman"/>
      <w:lang w:eastAsia="en-US"/>
    </w:rPr>
  </w:style>
  <w:style w:type="paragraph" w:styleId="Tekstpodstawowy3">
    <w:name w:val="Body Text 3"/>
    <w:basedOn w:val="Normalny"/>
    <w:link w:val="Tekstpodstawowy3Znak"/>
    <w:semiHidden/>
    <w:rsid w:val="00306DA7"/>
    <w:pPr>
      <w:spacing w:after="120"/>
    </w:pPr>
    <w:rPr>
      <w:rFonts w:eastAsia="Calibri"/>
      <w:sz w:val="16"/>
      <w:szCs w:val="16"/>
      <w:lang w:eastAsia="en-US"/>
    </w:rPr>
  </w:style>
  <w:style w:type="character" w:customStyle="1" w:styleId="Tekstpodstawowy3Znak">
    <w:name w:val="Tekst podstawowy 3 Znak"/>
    <w:link w:val="Tekstpodstawowy3"/>
    <w:semiHidden/>
    <w:rsid w:val="00306DA7"/>
    <w:rPr>
      <w:rFonts w:ascii="Calibri" w:eastAsia="Calibri" w:hAnsi="Calibri" w:cs="Times New Roman"/>
      <w:sz w:val="16"/>
      <w:szCs w:val="16"/>
      <w:lang w:eastAsia="en-US"/>
    </w:rPr>
  </w:style>
  <w:style w:type="paragraph" w:customStyle="1" w:styleId="ZnakZnakZnak1ZnakZnak">
    <w:name w:val="Znak Znak Znak1 Znak Znak"/>
    <w:basedOn w:val="Normalny"/>
    <w:rsid w:val="00306DA7"/>
    <w:rPr>
      <w:rFonts w:eastAsia="Calibri"/>
      <w:lang w:eastAsia="en-US"/>
    </w:rPr>
  </w:style>
  <w:style w:type="character" w:customStyle="1" w:styleId="z-label">
    <w:name w:val="z-label"/>
    <w:basedOn w:val="Domylnaczcionkaakapitu"/>
    <w:rsid w:val="00306DA7"/>
  </w:style>
  <w:style w:type="character" w:customStyle="1" w:styleId="FontStyle31">
    <w:name w:val="Font Style31"/>
    <w:uiPriority w:val="99"/>
    <w:rsid w:val="00306DA7"/>
    <w:rPr>
      <w:rFonts w:ascii="Arial Unicode MS" w:eastAsia="Arial Unicode MS" w:hAnsi="Arial Unicode MS" w:cs="Arial Unicode MS" w:hint="eastAsia"/>
      <w:color w:val="000000"/>
    </w:rPr>
  </w:style>
  <w:style w:type="paragraph" w:customStyle="1" w:styleId="Style16">
    <w:name w:val="Style16"/>
    <w:basedOn w:val="Normalny"/>
    <w:uiPriority w:val="99"/>
    <w:rsid w:val="00C22ECE"/>
    <w:pPr>
      <w:autoSpaceDE w:val="0"/>
      <w:autoSpaceDN w:val="0"/>
      <w:spacing w:after="0" w:line="356" w:lineRule="exact"/>
      <w:ind w:hanging="341"/>
      <w:jc w:val="both"/>
    </w:pPr>
    <w:rPr>
      <w:rFonts w:ascii="Arial Unicode MS" w:eastAsia="Arial Unicode MS" w:hAnsi="Arial Unicode MS" w:cs="Arial Unicode MS"/>
      <w:sz w:val="24"/>
      <w:szCs w:val="24"/>
    </w:rPr>
  </w:style>
  <w:style w:type="character" w:customStyle="1" w:styleId="apple-converted-space">
    <w:name w:val="apple-converted-space"/>
    <w:basedOn w:val="Domylnaczcionkaakapitu"/>
    <w:rsid w:val="00854941"/>
  </w:style>
  <w:style w:type="character" w:customStyle="1" w:styleId="highlight">
    <w:name w:val="highlight"/>
    <w:basedOn w:val="Domylnaczcionkaakapitu"/>
    <w:rsid w:val="00BF50EE"/>
  </w:style>
  <w:style w:type="paragraph" w:customStyle="1" w:styleId="CM1">
    <w:name w:val="CM1"/>
    <w:basedOn w:val="Default"/>
    <w:next w:val="Default"/>
    <w:uiPriority w:val="99"/>
    <w:rsid w:val="00B2397E"/>
    <w:rPr>
      <w:rFonts w:ascii="EUAlbertina" w:eastAsia="Times New Roman" w:hAnsi="EUAlbertina" w:cs="Times New Roman"/>
      <w:color w:val="auto"/>
    </w:rPr>
  </w:style>
  <w:style w:type="paragraph" w:customStyle="1" w:styleId="CM3">
    <w:name w:val="CM3"/>
    <w:basedOn w:val="Default"/>
    <w:next w:val="Default"/>
    <w:uiPriority w:val="99"/>
    <w:rsid w:val="00B2397E"/>
    <w:rPr>
      <w:rFonts w:ascii="EUAlbertina" w:eastAsia="Times New Roman" w:hAnsi="EUAlbertina" w:cs="Times New Roman"/>
      <w:color w:val="auto"/>
    </w:rPr>
  </w:style>
  <w:style w:type="paragraph" w:customStyle="1" w:styleId="713">
    <w:name w:val="713"/>
    <w:basedOn w:val="Normalny"/>
    <w:rsid w:val="007B3953"/>
    <w:pPr>
      <w:spacing w:before="120" w:after="0" w:line="240" w:lineRule="auto"/>
      <w:jc w:val="both"/>
    </w:pPr>
    <w:rPr>
      <w:rFonts w:ascii="Times New Roman" w:eastAsia="Calibri" w:hAnsi="Times New Roman"/>
      <w:sz w:val="24"/>
      <w:szCs w:val="24"/>
    </w:rPr>
  </w:style>
  <w:style w:type="paragraph" w:styleId="Listapunktowana">
    <w:name w:val="List Bullet"/>
    <w:basedOn w:val="Normalny"/>
    <w:uiPriority w:val="99"/>
    <w:rsid w:val="00BE77B5"/>
    <w:pPr>
      <w:tabs>
        <w:tab w:val="num" w:pos="360"/>
      </w:tabs>
      <w:ind w:left="360" w:hanging="360"/>
      <w:contextualSpacing/>
      <w:jc w:val="both"/>
    </w:pPr>
    <w:rPr>
      <w:lang w:eastAsia="en-US"/>
    </w:rPr>
  </w:style>
  <w:style w:type="paragraph" w:customStyle="1" w:styleId="Style33">
    <w:name w:val="Style33"/>
    <w:basedOn w:val="Normalny"/>
    <w:uiPriority w:val="99"/>
    <w:rsid w:val="00FE25DE"/>
    <w:pPr>
      <w:spacing w:line="384" w:lineRule="exact"/>
      <w:ind w:hanging="360"/>
      <w:jc w:val="both"/>
    </w:pPr>
    <w:rPr>
      <w:rFonts w:ascii="Arial Unicode MS" w:eastAsia="Arial Unicode MS" w:cs="Arial Unicode MS"/>
      <w:lang w:val="en-US" w:bidi="en-US"/>
    </w:rPr>
  </w:style>
  <w:style w:type="character" w:customStyle="1" w:styleId="cell">
    <w:name w:val="cell"/>
    <w:basedOn w:val="Domylnaczcionkaakapitu"/>
    <w:rsid w:val="004F37CF"/>
  </w:style>
  <w:style w:type="character" w:customStyle="1" w:styleId="FontStyle64">
    <w:name w:val="Font Style64"/>
    <w:uiPriority w:val="99"/>
    <w:rsid w:val="002C1F67"/>
    <w:rPr>
      <w:rFonts w:ascii="Arial Unicode MS" w:eastAsia="Arial Unicode MS" w:cs="Arial Unicode MS"/>
      <w:color w:val="000000"/>
      <w:sz w:val="18"/>
      <w:szCs w:val="18"/>
    </w:rPr>
  </w:style>
  <w:style w:type="character" w:customStyle="1" w:styleId="text-justify">
    <w:name w:val="text-justify"/>
    <w:basedOn w:val="Domylnaczcionkaakapitu"/>
    <w:rsid w:val="00D26D62"/>
  </w:style>
  <w:style w:type="paragraph" w:customStyle="1" w:styleId="SzOOP3">
    <w:name w:val="SzOOP3"/>
    <w:basedOn w:val="Nagwek3"/>
    <w:next w:val="Nagwek4"/>
    <w:rsid w:val="00820E15"/>
    <w:pPr>
      <w:numPr>
        <w:numId w:val="10"/>
      </w:numPr>
      <w:tabs>
        <w:tab w:val="num" w:pos="360"/>
      </w:tabs>
      <w:spacing w:before="60" w:after="120" w:line="312" w:lineRule="auto"/>
      <w:ind w:left="964" w:firstLine="0"/>
    </w:pPr>
    <w:rPr>
      <w:rFonts w:ascii="Arial" w:hAnsi="Arial"/>
      <w:b w:val="0"/>
      <w:bCs w:val="0"/>
      <w:spacing w:val="5"/>
      <w:szCs w:val="24"/>
      <w:lang w:eastAsia="en-US"/>
    </w:rPr>
  </w:style>
  <w:style w:type="character" w:customStyle="1" w:styleId="st1">
    <w:name w:val="st1"/>
    <w:basedOn w:val="Domylnaczcionkaakapitu"/>
    <w:rsid w:val="0045773C"/>
  </w:style>
  <w:style w:type="character" w:customStyle="1" w:styleId="FontStyle40">
    <w:name w:val="Font Style40"/>
    <w:uiPriority w:val="99"/>
    <w:rsid w:val="005B6408"/>
    <w:rPr>
      <w:rFonts w:ascii="Times New Roman" w:hAnsi="Times New Roman" w:cs="Times New Roman"/>
      <w:color w:val="000000"/>
      <w:sz w:val="22"/>
      <w:szCs w:val="22"/>
    </w:rPr>
  </w:style>
  <w:style w:type="paragraph" w:customStyle="1" w:styleId="p2">
    <w:name w:val="p2"/>
    <w:basedOn w:val="Normalny"/>
    <w:rsid w:val="00091EE0"/>
    <w:pPr>
      <w:spacing w:after="300" w:line="240" w:lineRule="auto"/>
    </w:pPr>
    <w:rPr>
      <w:rFonts w:ascii="inherit" w:hAnsi="inherit"/>
      <w:sz w:val="24"/>
      <w:szCs w:val="24"/>
    </w:rPr>
  </w:style>
  <w:style w:type="character" w:customStyle="1" w:styleId="changed-paragraph">
    <w:name w:val="changed-paragraph"/>
    <w:basedOn w:val="Domylnaczcionkaakapitu"/>
    <w:rsid w:val="00B74568"/>
  </w:style>
  <w:style w:type="character" w:customStyle="1" w:styleId="ng-binding">
    <w:name w:val="ng-binding"/>
    <w:basedOn w:val="Domylnaczcionkaakapitu"/>
    <w:rsid w:val="00DD24A5"/>
  </w:style>
  <w:style w:type="character" w:customStyle="1" w:styleId="ng-scope">
    <w:name w:val="ng-scope"/>
    <w:basedOn w:val="Domylnaczcionkaakapitu"/>
    <w:rsid w:val="00DD24A5"/>
  </w:style>
  <w:style w:type="character" w:customStyle="1" w:styleId="Nierozpoznanawzmianka1">
    <w:name w:val="Nierozpoznana wzmianka1"/>
    <w:basedOn w:val="Domylnaczcionkaakapitu"/>
    <w:uiPriority w:val="99"/>
    <w:semiHidden/>
    <w:unhideWhenUsed/>
    <w:rsid w:val="0005174B"/>
    <w:rPr>
      <w:color w:val="605E5C"/>
      <w:shd w:val="clear" w:color="auto" w:fill="E1DFDD"/>
    </w:rPr>
  </w:style>
  <w:style w:type="character" w:customStyle="1" w:styleId="hgkelc">
    <w:name w:val="hgkelc"/>
    <w:basedOn w:val="Domylnaczcionkaakapitu"/>
    <w:rsid w:val="005D40A5"/>
  </w:style>
  <w:style w:type="character" w:customStyle="1" w:styleId="markedcontent">
    <w:name w:val="markedcontent"/>
    <w:basedOn w:val="Domylnaczcionkaakapitu"/>
    <w:rsid w:val="003D4804"/>
  </w:style>
  <w:style w:type="character" w:customStyle="1" w:styleId="Nierozpoznanawzmianka2">
    <w:name w:val="Nierozpoznana wzmianka2"/>
    <w:basedOn w:val="Domylnaczcionkaakapitu"/>
    <w:uiPriority w:val="99"/>
    <w:semiHidden/>
    <w:unhideWhenUsed/>
    <w:rsid w:val="00F70323"/>
    <w:rPr>
      <w:color w:val="605E5C"/>
      <w:shd w:val="clear" w:color="auto" w:fill="E1DFDD"/>
    </w:rPr>
  </w:style>
  <w:style w:type="character" w:customStyle="1" w:styleId="Wzmianka1">
    <w:name w:val="Wzmianka1"/>
    <w:basedOn w:val="Domylnaczcionkaakapitu"/>
    <w:uiPriority w:val="99"/>
    <w:unhideWhenUsed/>
    <w:rsid w:val="00E82C01"/>
    <w:rPr>
      <w:color w:val="2B579A"/>
      <w:shd w:val="clear" w:color="auto" w:fill="E1DFDD"/>
    </w:rPr>
  </w:style>
  <w:style w:type="character" w:customStyle="1" w:styleId="Nierozpoznanawzmianka3">
    <w:name w:val="Nierozpoznana wzmianka3"/>
    <w:basedOn w:val="Domylnaczcionkaakapitu"/>
    <w:uiPriority w:val="99"/>
    <w:semiHidden/>
    <w:unhideWhenUsed/>
    <w:rsid w:val="00E21343"/>
    <w:rPr>
      <w:color w:val="605E5C"/>
      <w:shd w:val="clear" w:color="auto" w:fill="E1DFDD"/>
    </w:rPr>
  </w:style>
  <w:style w:type="character" w:customStyle="1" w:styleId="normaltextrun">
    <w:name w:val="normaltextrun"/>
    <w:basedOn w:val="Domylnaczcionkaakapitu"/>
    <w:rsid w:val="00FD2B10"/>
  </w:style>
  <w:style w:type="character" w:customStyle="1" w:styleId="eop">
    <w:name w:val="eop"/>
    <w:basedOn w:val="Domylnaczcionkaakapitu"/>
    <w:rsid w:val="00FD2B10"/>
  </w:style>
  <w:style w:type="character" w:customStyle="1" w:styleId="scxw189369276">
    <w:name w:val="scxw189369276"/>
    <w:basedOn w:val="Domylnaczcionkaakapitu"/>
    <w:rsid w:val="007C5ACD"/>
  </w:style>
  <w:style w:type="character" w:customStyle="1" w:styleId="Mention1">
    <w:name w:val="Mention1"/>
    <w:basedOn w:val="Domylnaczcionkaakapitu"/>
    <w:uiPriority w:val="99"/>
    <w:unhideWhenUsed/>
    <w:rsid w:val="00DB1C5B"/>
    <w:rPr>
      <w:color w:val="2B579A"/>
      <w:shd w:val="clear" w:color="auto" w:fill="E1DFDD"/>
    </w:rPr>
  </w:style>
  <w:style w:type="character" w:customStyle="1" w:styleId="Nierozpoznanawzmianka4">
    <w:name w:val="Nierozpoznana wzmianka4"/>
    <w:basedOn w:val="Domylnaczcionkaakapitu"/>
    <w:uiPriority w:val="99"/>
    <w:semiHidden/>
    <w:unhideWhenUsed/>
    <w:rsid w:val="00C6345F"/>
    <w:rPr>
      <w:color w:val="605E5C"/>
      <w:shd w:val="clear" w:color="auto" w:fill="E1DFDD"/>
    </w:rPr>
  </w:style>
  <w:style w:type="character" w:customStyle="1" w:styleId="findhit">
    <w:name w:val="findhit"/>
    <w:basedOn w:val="Domylnaczcionkaakapitu"/>
    <w:rsid w:val="00181344"/>
  </w:style>
  <w:style w:type="paragraph" w:customStyle="1" w:styleId="xmsolistparagraph">
    <w:name w:val="x_msolistparagraph"/>
    <w:basedOn w:val="Normalny"/>
    <w:rsid w:val="009C4BAE"/>
    <w:pPr>
      <w:spacing w:after="0" w:line="240" w:lineRule="auto"/>
    </w:pPr>
    <w:rPr>
      <w:rFonts w:eastAsiaTheme="minorHAnsi" w:cs="Calibri"/>
    </w:rPr>
  </w:style>
  <w:style w:type="paragraph" w:customStyle="1" w:styleId="xmsonormal">
    <w:name w:val="x_msonormal"/>
    <w:basedOn w:val="Normalny"/>
    <w:rsid w:val="009C4BAE"/>
    <w:pPr>
      <w:spacing w:after="0" w:line="240" w:lineRule="auto"/>
    </w:pPr>
    <w:rPr>
      <w:rFonts w:eastAsiaTheme="minorHAnsi" w:cs="Calibri"/>
    </w:rPr>
  </w:style>
  <w:style w:type="character" w:customStyle="1" w:styleId="contentpasted0">
    <w:name w:val="contentpasted0"/>
    <w:basedOn w:val="Domylnaczcionkaakapitu"/>
    <w:rsid w:val="009C4BAE"/>
  </w:style>
  <w:style w:type="character" w:customStyle="1" w:styleId="Nierozpoznanawzmianka5">
    <w:name w:val="Nierozpoznana wzmianka5"/>
    <w:basedOn w:val="Domylnaczcionkaakapitu"/>
    <w:uiPriority w:val="99"/>
    <w:semiHidden/>
    <w:unhideWhenUsed/>
    <w:rsid w:val="00BA7E19"/>
    <w:rPr>
      <w:color w:val="605E5C"/>
      <w:shd w:val="clear" w:color="auto" w:fill="E1DFDD"/>
    </w:rPr>
  </w:style>
  <w:style w:type="character" w:customStyle="1" w:styleId="cf01">
    <w:name w:val="cf01"/>
    <w:basedOn w:val="Domylnaczcionkaakapitu"/>
    <w:rsid w:val="00B83FF9"/>
    <w:rPr>
      <w:rFonts w:ascii="Segoe UI" w:hAnsi="Segoe UI" w:cs="Segoe UI" w:hint="default"/>
      <w:sz w:val="18"/>
      <w:szCs w:val="18"/>
    </w:rPr>
  </w:style>
  <w:style w:type="character" w:customStyle="1" w:styleId="Nierozpoznanawzmianka6">
    <w:name w:val="Nierozpoznana wzmianka6"/>
    <w:basedOn w:val="Domylnaczcionkaakapitu"/>
    <w:uiPriority w:val="99"/>
    <w:semiHidden/>
    <w:unhideWhenUsed/>
    <w:rsid w:val="00F7602A"/>
    <w:rPr>
      <w:color w:val="605E5C"/>
      <w:shd w:val="clear" w:color="auto" w:fill="E1DFDD"/>
    </w:rPr>
  </w:style>
  <w:style w:type="character" w:customStyle="1" w:styleId="UnresolvedMention">
    <w:name w:val="Unresolved Mention"/>
    <w:basedOn w:val="Domylnaczcionkaakapitu"/>
    <w:uiPriority w:val="99"/>
    <w:semiHidden/>
    <w:unhideWhenUsed/>
    <w:rsid w:val="00583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5">
      <w:bodyDiv w:val="1"/>
      <w:marLeft w:val="0"/>
      <w:marRight w:val="0"/>
      <w:marTop w:val="0"/>
      <w:marBottom w:val="0"/>
      <w:divBdr>
        <w:top w:val="none" w:sz="0" w:space="0" w:color="auto"/>
        <w:left w:val="none" w:sz="0" w:space="0" w:color="auto"/>
        <w:bottom w:val="none" w:sz="0" w:space="0" w:color="auto"/>
        <w:right w:val="none" w:sz="0" w:space="0" w:color="auto"/>
      </w:divBdr>
    </w:div>
    <w:div w:id="4791665">
      <w:bodyDiv w:val="1"/>
      <w:marLeft w:val="0"/>
      <w:marRight w:val="0"/>
      <w:marTop w:val="0"/>
      <w:marBottom w:val="0"/>
      <w:divBdr>
        <w:top w:val="none" w:sz="0" w:space="0" w:color="auto"/>
        <w:left w:val="none" w:sz="0" w:space="0" w:color="auto"/>
        <w:bottom w:val="none" w:sz="0" w:space="0" w:color="auto"/>
        <w:right w:val="none" w:sz="0" w:space="0" w:color="auto"/>
      </w:divBdr>
    </w:div>
    <w:div w:id="10643243">
      <w:bodyDiv w:val="1"/>
      <w:marLeft w:val="0"/>
      <w:marRight w:val="0"/>
      <w:marTop w:val="0"/>
      <w:marBottom w:val="0"/>
      <w:divBdr>
        <w:top w:val="none" w:sz="0" w:space="0" w:color="auto"/>
        <w:left w:val="none" w:sz="0" w:space="0" w:color="auto"/>
        <w:bottom w:val="none" w:sz="0" w:space="0" w:color="auto"/>
        <w:right w:val="none" w:sz="0" w:space="0" w:color="auto"/>
      </w:divBdr>
    </w:div>
    <w:div w:id="49502862">
      <w:bodyDiv w:val="1"/>
      <w:marLeft w:val="0"/>
      <w:marRight w:val="0"/>
      <w:marTop w:val="0"/>
      <w:marBottom w:val="0"/>
      <w:divBdr>
        <w:top w:val="none" w:sz="0" w:space="0" w:color="auto"/>
        <w:left w:val="none" w:sz="0" w:space="0" w:color="auto"/>
        <w:bottom w:val="none" w:sz="0" w:space="0" w:color="auto"/>
        <w:right w:val="none" w:sz="0" w:space="0" w:color="auto"/>
      </w:divBdr>
      <w:divsChild>
        <w:div w:id="749622527">
          <w:marLeft w:val="0"/>
          <w:marRight w:val="0"/>
          <w:marTop w:val="0"/>
          <w:marBottom w:val="0"/>
          <w:divBdr>
            <w:top w:val="none" w:sz="0" w:space="0" w:color="auto"/>
            <w:left w:val="none" w:sz="0" w:space="0" w:color="auto"/>
            <w:bottom w:val="none" w:sz="0" w:space="0" w:color="auto"/>
            <w:right w:val="none" w:sz="0" w:space="0" w:color="auto"/>
          </w:divBdr>
        </w:div>
        <w:div w:id="1076973587">
          <w:marLeft w:val="0"/>
          <w:marRight w:val="0"/>
          <w:marTop w:val="0"/>
          <w:marBottom w:val="0"/>
          <w:divBdr>
            <w:top w:val="none" w:sz="0" w:space="0" w:color="auto"/>
            <w:left w:val="none" w:sz="0" w:space="0" w:color="auto"/>
            <w:bottom w:val="none" w:sz="0" w:space="0" w:color="auto"/>
            <w:right w:val="none" w:sz="0" w:space="0" w:color="auto"/>
          </w:divBdr>
        </w:div>
        <w:div w:id="386101509">
          <w:marLeft w:val="0"/>
          <w:marRight w:val="0"/>
          <w:marTop w:val="0"/>
          <w:marBottom w:val="0"/>
          <w:divBdr>
            <w:top w:val="none" w:sz="0" w:space="0" w:color="auto"/>
            <w:left w:val="none" w:sz="0" w:space="0" w:color="auto"/>
            <w:bottom w:val="none" w:sz="0" w:space="0" w:color="auto"/>
            <w:right w:val="none" w:sz="0" w:space="0" w:color="auto"/>
          </w:divBdr>
        </w:div>
        <w:div w:id="1675065190">
          <w:marLeft w:val="0"/>
          <w:marRight w:val="0"/>
          <w:marTop w:val="0"/>
          <w:marBottom w:val="0"/>
          <w:divBdr>
            <w:top w:val="none" w:sz="0" w:space="0" w:color="auto"/>
            <w:left w:val="none" w:sz="0" w:space="0" w:color="auto"/>
            <w:bottom w:val="none" w:sz="0" w:space="0" w:color="auto"/>
            <w:right w:val="none" w:sz="0" w:space="0" w:color="auto"/>
          </w:divBdr>
        </w:div>
        <w:div w:id="61753127">
          <w:marLeft w:val="0"/>
          <w:marRight w:val="0"/>
          <w:marTop w:val="0"/>
          <w:marBottom w:val="0"/>
          <w:divBdr>
            <w:top w:val="none" w:sz="0" w:space="0" w:color="auto"/>
            <w:left w:val="none" w:sz="0" w:space="0" w:color="auto"/>
            <w:bottom w:val="none" w:sz="0" w:space="0" w:color="auto"/>
            <w:right w:val="none" w:sz="0" w:space="0" w:color="auto"/>
          </w:divBdr>
        </w:div>
        <w:div w:id="1063794952">
          <w:marLeft w:val="0"/>
          <w:marRight w:val="0"/>
          <w:marTop w:val="0"/>
          <w:marBottom w:val="0"/>
          <w:divBdr>
            <w:top w:val="none" w:sz="0" w:space="0" w:color="auto"/>
            <w:left w:val="none" w:sz="0" w:space="0" w:color="auto"/>
            <w:bottom w:val="none" w:sz="0" w:space="0" w:color="auto"/>
            <w:right w:val="none" w:sz="0" w:space="0" w:color="auto"/>
          </w:divBdr>
        </w:div>
      </w:divsChild>
    </w:div>
    <w:div w:id="77866598">
      <w:bodyDiv w:val="1"/>
      <w:marLeft w:val="0"/>
      <w:marRight w:val="0"/>
      <w:marTop w:val="0"/>
      <w:marBottom w:val="0"/>
      <w:divBdr>
        <w:top w:val="none" w:sz="0" w:space="0" w:color="auto"/>
        <w:left w:val="none" w:sz="0" w:space="0" w:color="auto"/>
        <w:bottom w:val="none" w:sz="0" w:space="0" w:color="auto"/>
        <w:right w:val="none" w:sz="0" w:space="0" w:color="auto"/>
      </w:divBdr>
    </w:div>
    <w:div w:id="109008713">
      <w:bodyDiv w:val="1"/>
      <w:marLeft w:val="0"/>
      <w:marRight w:val="0"/>
      <w:marTop w:val="0"/>
      <w:marBottom w:val="0"/>
      <w:divBdr>
        <w:top w:val="none" w:sz="0" w:space="0" w:color="auto"/>
        <w:left w:val="none" w:sz="0" w:space="0" w:color="auto"/>
        <w:bottom w:val="none" w:sz="0" w:space="0" w:color="auto"/>
        <w:right w:val="none" w:sz="0" w:space="0" w:color="auto"/>
      </w:divBdr>
      <w:divsChild>
        <w:div w:id="1717124609">
          <w:marLeft w:val="0"/>
          <w:marRight w:val="0"/>
          <w:marTop w:val="0"/>
          <w:marBottom w:val="0"/>
          <w:divBdr>
            <w:top w:val="none" w:sz="0" w:space="0" w:color="auto"/>
            <w:left w:val="none" w:sz="0" w:space="0" w:color="auto"/>
            <w:bottom w:val="none" w:sz="0" w:space="0" w:color="auto"/>
            <w:right w:val="none" w:sz="0" w:space="0" w:color="auto"/>
          </w:divBdr>
        </w:div>
        <w:div w:id="1340963044">
          <w:marLeft w:val="0"/>
          <w:marRight w:val="0"/>
          <w:marTop w:val="0"/>
          <w:marBottom w:val="0"/>
          <w:divBdr>
            <w:top w:val="none" w:sz="0" w:space="0" w:color="auto"/>
            <w:left w:val="none" w:sz="0" w:space="0" w:color="auto"/>
            <w:bottom w:val="none" w:sz="0" w:space="0" w:color="auto"/>
            <w:right w:val="none" w:sz="0" w:space="0" w:color="auto"/>
          </w:divBdr>
        </w:div>
        <w:div w:id="513613129">
          <w:marLeft w:val="0"/>
          <w:marRight w:val="0"/>
          <w:marTop w:val="0"/>
          <w:marBottom w:val="0"/>
          <w:divBdr>
            <w:top w:val="none" w:sz="0" w:space="0" w:color="auto"/>
            <w:left w:val="none" w:sz="0" w:space="0" w:color="auto"/>
            <w:bottom w:val="none" w:sz="0" w:space="0" w:color="auto"/>
            <w:right w:val="none" w:sz="0" w:space="0" w:color="auto"/>
          </w:divBdr>
        </w:div>
        <w:div w:id="1789734521">
          <w:marLeft w:val="0"/>
          <w:marRight w:val="0"/>
          <w:marTop w:val="0"/>
          <w:marBottom w:val="0"/>
          <w:divBdr>
            <w:top w:val="none" w:sz="0" w:space="0" w:color="auto"/>
            <w:left w:val="none" w:sz="0" w:space="0" w:color="auto"/>
            <w:bottom w:val="none" w:sz="0" w:space="0" w:color="auto"/>
            <w:right w:val="none" w:sz="0" w:space="0" w:color="auto"/>
          </w:divBdr>
        </w:div>
        <w:div w:id="1506825382">
          <w:marLeft w:val="0"/>
          <w:marRight w:val="0"/>
          <w:marTop w:val="0"/>
          <w:marBottom w:val="0"/>
          <w:divBdr>
            <w:top w:val="none" w:sz="0" w:space="0" w:color="auto"/>
            <w:left w:val="none" w:sz="0" w:space="0" w:color="auto"/>
            <w:bottom w:val="none" w:sz="0" w:space="0" w:color="auto"/>
            <w:right w:val="none" w:sz="0" w:space="0" w:color="auto"/>
          </w:divBdr>
        </w:div>
      </w:divsChild>
    </w:div>
    <w:div w:id="115680081">
      <w:bodyDiv w:val="1"/>
      <w:marLeft w:val="0"/>
      <w:marRight w:val="0"/>
      <w:marTop w:val="0"/>
      <w:marBottom w:val="0"/>
      <w:divBdr>
        <w:top w:val="none" w:sz="0" w:space="0" w:color="auto"/>
        <w:left w:val="none" w:sz="0" w:space="0" w:color="auto"/>
        <w:bottom w:val="none" w:sz="0" w:space="0" w:color="auto"/>
        <w:right w:val="none" w:sz="0" w:space="0" w:color="auto"/>
      </w:divBdr>
    </w:div>
    <w:div w:id="137188346">
      <w:bodyDiv w:val="1"/>
      <w:marLeft w:val="0"/>
      <w:marRight w:val="0"/>
      <w:marTop w:val="0"/>
      <w:marBottom w:val="0"/>
      <w:divBdr>
        <w:top w:val="none" w:sz="0" w:space="0" w:color="auto"/>
        <w:left w:val="none" w:sz="0" w:space="0" w:color="auto"/>
        <w:bottom w:val="none" w:sz="0" w:space="0" w:color="auto"/>
        <w:right w:val="none" w:sz="0" w:space="0" w:color="auto"/>
      </w:divBdr>
    </w:div>
    <w:div w:id="139885550">
      <w:bodyDiv w:val="1"/>
      <w:marLeft w:val="0"/>
      <w:marRight w:val="0"/>
      <w:marTop w:val="0"/>
      <w:marBottom w:val="0"/>
      <w:divBdr>
        <w:top w:val="none" w:sz="0" w:space="0" w:color="auto"/>
        <w:left w:val="none" w:sz="0" w:space="0" w:color="auto"/>
        <w:bottom w:val="none" w:sz="0" w:space="0" w:color="auto"/>
        <w:right w:val="none" w:sz="0" w:space="0" w:color="auto"/>
      </w:divBdr>
      <w:divsChild>
        <w:div w:id="1012412579">
          <w:marLeft w:val="0"/>
          <w:marRight w:val="0"/>
          <w:marTop w:val="0"/>
          <w:marBottom w:val="0"/>
          <w:divBdr>
            <w:top w:val="none" w:sz="0" w:space="0" w:color="auto"/>
            <w:left w:val="none" w:sz="0" w:space="0" w:color="auto"/>
            <w:bottom w:val="none" w:sz="0" w:space="0" w:color="auto"/>
            <w:right w:val="none" w:sz="0" w:space="0" w:color="auto"/>
          </w:divBdr>
          <w:divsChild>
            <w:div w:id="189221229">
              <w:marLeft w:val="0"/>
              <w:marRight w:val="0"/>
              <w:marTop w:val="0"/>
              <w:marBottom w:val="0"/>
              <w:divBdr>
                <w:top w:val="none" w:sz="0" w:space="0" w:color="auto"/>
                <w:left w:val="none" w:sz="0" w:space="0" w:color="auto"/>
                <w:bottom w:val="none" w:sz="0" w:space="0" w:color="auto"/>
                <w:right w:val="none" w:sz="0" w:space="0" w:color="auto"/>
              </w:divBdr>
            </w:div>
            <w:div w:id="1582134549">
              <w:marLeft w:val="0"/>
              <w:marRight w:val="0"/>
              <w:marTop w:val="0"/>
              <w:marBottom w:val="0"/>
              <w:divBdr>
                <w:top w:val="none" w:sz="0" w:space="0" w:color="auto"/>
                <w:left w:val="none" w:sz="0" w:space="0" w:color="auto"/>
                <w:bottom w:val="none" w:sz="0" w:space="0" w:color="auto"/>
                <w:right w:val="none" w:sz="0" w:space="0" w:color="auto"/>
              </w:divBdr>
            </w:div>
            <w:div w:id="718434867">
              <w:marLeft w:val="0"/>
              <w:marRight w:val="0"/>
              <w:marTop w:val="0"/>
              <w:marBottom w:val="0"/>
              <w:divBdr>
                <w:top w:val="none" w:sz="0" w:space="0" w:color="auto"/>
                <w:left w:val="none" w:sz="0" w:space="0" w:color="auto"/>
                <w:bottom w:val="none" w:sz="0" w:space="0" w:color="auto"/>
                <w:right w:val="none" w:sz="0" w:space="0" w:color="auto"/>
              </w:divBdr>
            </w:div>
            <w:div w:id="283536290">
              <w:marLeft w:val="0"/>
              <w:marRight w:val="0"/>
              <w:marTop w:val="0"/>
              <w:marBottom w:val="0"/>
              <w:divBdr>
                <w:top w:val="none" w:sz="0" w:space="0" w:color="auto"/>
                <w:left w:val="none" w:sz="0" w:space="0" w:color="auto"/>
                <w:bottom w:val="none" w:sz="0" w:space="0" w:color="auto"/>
                <w:right w:val="none" w:sz="0" w:space="0" w:color="auto"/>
              </w:divBdr>
            </w:div>
          </w:divsChild>
        </w:div>
        <w:div w:id="1619291944">
          <w:marLeft w:val="0"/>
          <w:marRight w:val="0"/>
          <w:marTop w:val="0"/>
          <w:marBottom w:val="0"/>
          <w:divBdr>
            <w:top w:val="none" w:sz="0" w:space="0" w:color="auto"/>
            <w:left w:val="none" w:sz="0" w:space="0" w:color="auto"/>
            <w:bottom w:val="none" w:sz="0" w:space="0" w:color="auto"/>
            <w:right w:val="none" w:sz="0" w:space="0" w:color="auto"/>
          </w:divBdr>
          <w:divsChild>
            <w:div w:id="1078013227">
              <w:marLeft w:val="0"/>
              <w:marRight w:val="0"/>
              <w:marTop w:val="0"/>
              <w:marBottom w:val="0"/>
              <w:divBdr>
                <w:top w:val="none" w:sz="0" w:space="0" w:color="auto"/>
                <w:left w:val="none" w:sz="0" w:space="0" w:color="auto"/>
                <w:bottom w:val="none" w:sz="0" w:space="0" w:color="auto"/>
                <w:right w:val="none" w:sz="0" w:space="0" w:color="auto"/>
              </w:divBdr>
            </w:div>
            <w:div w:id="17979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5829">
      <w:bodyDiv w:val="1"/>
      <w:marLeft w:val="0"/>
      <w:marRight w:val="0"/>
      <w:marTop w:val="0"/>
      <w:marBottom w:val="0"/>
      <w:divBdr>
        <w:top w:val="none" w:sz="0" w:space="0" w:color="auto"/>
        <w:left w:val="none" w:sz="0" w:space="0" w:color="auto"/>
        <w:bottom w:val="none" w:sz="0" w:space="0" w:color="auto"/>
        <w:right w:val="none" w:sz="0" w:space="0" w:color="auto"/>
      </w:divBdr>
    </w:div>
    <w:div w:id="178349300">
      <w:bodyDiv w:val="1"/>
      <w:marLeft w:val="0"/>
      <w:marRight w:val="0"/>
      <w:marTop w:val="0"/>
      <w:marBottom w:val="0"/>
      <w:divBdr>
        <w:top w:val="none" w:sz="0" w:space="0" w:color="auto"/>
        <w:left w:val="none" w:sz="0" w:space="0" w:color="auto"/>
        <w:bottom w:val="none" w:sz="0" w:space="0" w:color="auto"/>
        <w:right w:val="none" w:sz="0" w:space="0" w:color="auto"/>
      </w:divBdr>
    </w:div>
    <w:div w:id="200478595">
      <w:bodyDiv w:val="1"/>
      <w:marLeft w:val="0"/>
      <w:marRight w:val="0"/>
      <w:marTop w:val="0"/>
      <w:marBottom w:val="0"/>
      <w:divBdr>
        <w:top w:val="none" w:sz="0" w:space="0" w:color="auto"/>
        <w:left w:val="none" w:sz="0" w:space="0" w:color="auto"/>
        <w:bottom w:val="none" w:sz="0" w:space="0" w:color="auto"/>
        <w:right w:val="none" w:sz="0" w:space="0" w:color="auto"/>
      </w:divBdr>
    </w:div>
    <w:div w:id="223612241">
      <w:bodyDiv w:val="1"/>
      <w:marLeft w:val="0"/>
      <w:marRight w:val="0"/>
      <w:marTop w:val="0"/>
      <w:marBottom w:val="0"/>
      <w:divBdr>
        <w:top w:val="none" w:sz="0" w:space="0" w:color="auto"/>
        <w:left w:val="none" w:sz="0" w:space="0" w:color="auto"/>
        <w:bottom w:val="none" w:sz="0" w:space="0" w:color="auto"/>
        <w:right w:val="none" w:sz="0" w:space="0" w:color="auto"/>
      </w:divBdr>
    </w:div>
    <w:div w:id="229116806">
      <w:bodyDiv w:val="1"/>
      <w:marLeft w:val="0"/>
      <w:marRight w:val="0"/>
      <w:marTop w:val="0"/>
      <w:marBottom w:val="0"/>
      <w:divBdr>
        <w:top w:val="none" w:sz="0" w:space="0" w:color="auto"/>
        <w:left w:val="none" w:sz="0" w:space="0" w:color="auto"/>
        <w:bottom w:val="none" w:sz="0" w:space="0" w:color="auto"/>
        <w:right w:val="none" w:sz="0" w:space="0" w:color="auto"/>
      </w:divBdr>
    </w:div>
    <w:div w:id="231695751">
      <w:bodyDiv w:val="1"/>
      <w:marLeft w:val="0"/>
      <w:marRight w:val="0"/>
      <w:marTop w:val="0"/>
      <w:marBottom w:val="0"/>
      <w:divBdr>
        <w:top w:val="none" w:sz="0" w:space="0" w:color="auto"/>
        <w:left w:val="none" w:sz="0" w:space="0" w:color="auto"/>
        <w:bottom w:val="none" w:sz="0" w:space="0" w:color="auto"/>
        <w:right w:val="none" w:sz="0" w:space="0" w:color="auto"/>
      </w:divBdr>
    </w:div>
    <w:div w:id="238831081">
      <w:bodyDiv w:val="1"/>
      <w:marLeft w:val="0"/>
      <w:marRight w:val="0"/>
      <w:marTop w:val="0"/>
      <w:marBottom w:val="0"/>
      <w:divBdr>
        <w:top w:val="none" w:sz="0" w:space="0" w:color="auto"/>
        <w:left w:val="none" w:sz="0" w:space="0" w:color="auto"/>
        <w:bottom w:val="none" w:sz="0" w:space="0" w:color="auto"/>
        <w:right w:val="none" w:sz="0" w:space="0" w:color="auto"/>
      </w:divBdr>
    </w:div>
    <w:div w:id="245456298">
      <w:bodyDiv w:val="1"/>
      <w:marLeft w:val="0"/>
      <w:marRight w:val="0"/>
      <w:marTop w:val="0"/>
      <w:marBottom w:val="0"/>
      <w:divBdr>
        <w:top w:val="none" w:sz="0" w:space="0" w:color="auto"/>
        <w:left w:val="none" w:sz="0" w:space="0" w:color="auto"/>
        <w:bottom w:val="none" w:sz="0" w:space="0" w:color="auto"/>
        <w:right w:val="none" w:sz="0" w:space="0" w:color="auto"/>
      </w:divBdr>
    </w:div>
    <w:div w:id="251284876">
      <w:bodyDiv w:val="1"/>
      <w:marLeft w:val="0"/>
      <w:marRight w:val="0"/>
      <w:marTop w:val="0"/>
      <w:marBottom w:val="0"/>
      <w:divBdr>
        <w:top w:val="none" w:sz="0" w:space="0" w:color="auto"/>
        <w:left w:val="none" w:sz="0" w:space="0" w:color="auto"/>
        <w:bottom w:val="none" w:sz="0" w:space="0" w:color="auto"/>
        <w:right w:val="none" w:sz="0" w:space="0" w:color="auto"/>
      </w:divBdr>
      <w:divsChild>
        <w:div w:id="286857805">
          <w:marLeft w:val="0"/>
          <w:marRight w:val="0"/>
          <w:marTop w:val="0"/>
          <w:marBottom w:val="0"/>
          <w:divBdr>
            <w:top w:val="none" w:sz="0" w:space="0" w:color="auto"/>
            <w:left w:val="none" w:sz="0" w:space="0" w:color="auto"/>
            <w:bottom w:val="none" w:sz="0" w:space="0" w:color="auto"/>
            <w:right w:val="none" w:sz="0" w:space="0" w:color="auto"/>
          </w:divBdr>
        </w:div>
        <w:div w:id="117769848">
          <w:marLeft w:val="0"/>
          <w:marRight w:val="0"/>
          <w:marTop w:val="0"/>
          <w:marBottom w:val="0"/>
          <w:divBdr>
            <w:top w:val="none" w:sz="0" w:space="0" w:color="auto"/>
            <w:left w:val="none" w:sz="0" w:space="0" w:color="auto"/>
            <w:bottom w:val="none" w:sz="0" w:space="0" w:color="auto"/>
            <w:right w:val="none" w:sz="0" w:space="0" w:color="auto"/>
          </w:divBdr>
        </w:div>
        <w:div w:id="412707143">
          <w:marLeft w:val="0"/>
          <w:marRight w:val="0"/>
          <w:marTop w:val="0"/>
          <w:marBottom w:val="0"/>
          <w:divBdr>
            <w:top w:val="none" w:sz="0" w:space="0" w:color="auto"/>
            <w:left w:val="none" w:sz="0" w:space="0" w:color="auto"/>
            <w:bottom w:val="none" w:sz="0" w:space="0" w:color="auto"/>
            <w:right w:val="none" w:sz="0" w:space="0" w:color="auto"/>
          </w:divBdr>
        </w:div>
        <w:div w:id="264505343">
          <w:marLeft w:val="0"/>
          <w:marRight w:val="0"/>
          <w:marTop w:val="0"/>
          <w:marBottom w:val="0"/>
          <w:divBdr>
            <w:top w:val="none" w:sz="0" w:space="0" w:color="auto"/>
            <w:left w:val="none" w:sz="0" w:space="0" w:color="auto"/>
            <w:bottom w:val="none" w:sz="0" w:space="0" w:color="auto"/>
            <w:right w:val="none" w:sz="0" w:space="0" w:color="auto"/>
          </w:divBdr>
        </w:div>
        <w:div w:id="1600604087">
          <w:marLeft w:val="0"/>
          <w:marRight w:val="0"/>
          <w:marTop w:val="0"/>
          <w:marBottom w:val="0"/>
          <w:divBdr>
            <w:top w:val="none" w:sz="0" w:space="0" w:color="auto"/>
            <w:left w:val="none" w:sz="0" w:space="0" w:color="auto"/>
            <w:bottom w:val="none" w:sz="0" w:space="0" w:color="auto"/>
            <w:right w:val="none" w:sz="0" w:space="0" w:color="auto"/>
          </w:divBdr>
        </w:div>
        <w:div w:id="102648671">
          <w:marLeft w:val="0"/>
          <w:marRight w:val="0"/>
          <w:marTop w:val="0"/>
          <w:marBottom w:val="0"/>
          <w:divBdr>
            <w:top w:val="none" w:sz="0" w:space="0" w:color="auto"/>
            <w:left w:val="none" w:sz="0" w:space="0" w:color="auto"/>
            <w:bottom w:val="none" w:sz="0" w:space="0" w:color="auto"/>
            <w:right w:val="none" w:sz="0" w:space="0" w:color="auto"/>
          </w:divBdr>
        </w:div>
      </w:divsChild>
    </w:div>
    <w:div w:id="265191147">
      <w:bodyDiv w:val="1"/>
      <w:marLeft w:val="0"/>
      <w:marRight w:val="0"/>
      <w:marTop w:val="0"/>
      <w:marBottom w:val="0"/>
      <w:divBdr>
        <w:top w:val="none" w:sz="0" w:space="0" w:color="auto"/>
        <w:left w:val="none" w:sz="0" w:space="0" w:color="auto"/>
        <w:bottom w:val="none" w:sz="0" w:space="0" w:color="auto"/>
        <w:right w:val="none" w:sz="0" w:space="0" w:color="auto"/>
      </w:divBdr>
    </w:div>
    <w:div w:id="267196223">
      <w:bodyDiv w:val="1"/>
      <w:marLeft w:val="0"/>
      <w:marRight w:val="0"/>
      <w:marTop w:val="0"/>
      <w:marBottom w:val="0"/>
      <w:divBdr>
        <w:top w:val="none" w:sz="0" w:space="0" w:color="auto"/>
        <w:left w:val="none" w:sz="0" w:space="0" w:color="auto"/>
        <w:bottom w:val="none" w:sz="0" w:space="0" w:color="auto"/>
        <w:right w:val="none" w:sz="0" w:space="0" w:color="auto"/>
      </w:divBdr>
    </w:div>
    <w:div w:id="283778312">
      <w:bodyDiv w:val="1"/>
      <w:marLeft w:val="0"/>
      <w:marRight w:val="0"/>
      <w:marTop w:val="0"/>
      <w:marBottom w:val="0"/>
      <w:divBdr>
        <w:top w:val="none" w:sz="0" w:space="0" w:color="auto"/>
        <w:left w:val="none" w:sz="0" w:space="0" w:color="auto"/>
        <w:bottom w:val="none" w:sz="0" w:space="0" w:color="auto"/>
        <w:right w:val="none" w:sz="0" w:space="0" w:color="auto"/>
      </w:divBdr>
    </w:div>
    <w:div w:id="289630762">
      <w:bodyDiv w:val="1"/>
      <w:marLeft w:val="0"/>
      <w:marRight w:val="0"/>
      <w:marTop w:val="0"/>
      <w:marBottom w:val="0"/>
      <w:divBdr>
        <w:top w:val="none" w:sz="0" w:space="0" w:color="auto"/>
        <w:left w:val="none" w:sz="0" w:space="0" w:color="auto"/>
        <w:bottom w:val="none" w:sz="0" w:space="0" w:color="auto"/>
        <w:right w:val="none" w:sz="0" w:space="0" w:color="auto"/>
      </w:divBdr>
    </w:div>
    <w:div w:id="301421169">
      <w:bodyDiv w:val="1"/>
      <w:marLeft w:val="0"/>
      <w:marRight w:val="0"/>
      <w:marTop w:val="0"/>
      <w:marBottom w:val="0"/>
      <w:divBdr>
        <w:top w:val="none" w:sz="0" w:space="0" w:color="auto"/>
        <w:left w:val="none" w:sz="0" w:space="0" w:color="auto"/>
        <w:bottom w:val="none" w:sz="0" w:space="0" w:color="auto"/>
        <w:right w:val="none" w:sz="0" w:space="0" w:color="auto"/>
      </w:divBdr>
      <w:divsChild>
        <w:div w:id="1394623967">
          <w:marLeft w:val="0"/>
          <w:marRight w:val="0"/>
          <w:marTop w:val="0"/>
          <w:marBottom w:val="0"/>
          <w:divBdr>
            <w:top w:val="none" w:sz="0" w:space="0" w:color="auto"/>
            <w:left w:val="none" w:sz="0" w:space="0" w:color="auto"/>
            <w:bottom w:val="none" w:sz="0" w:space="0" w:color="auto"/>
            <w:right w:val="none" w:sz="0" w:space="0" w:color="auto"/>
          </w:divBdr>
        </w:div>
      </w:divsChild>
    </w:div>
    <w:div w:id="312609269">
      <w:bodyDiv w:val="1"/>
      <w:marLeft w:val="0"/>
      <w:marRight w:val="0"/>
      <w:marTop w:val="0"/>
      <w:marBottom w:val="0"/>
      <w:divBdr>
        <w:top w:val="none" w:sz="0" w:space="0" w:color="auto"/>
        <w:left w:val="none" w:sz="0" w:space="0" w:color="auto"/>
        <w:bottom w:val="none" w:sz="0" w:space="0" w:color="auto"/>
        <w:right w:val="none" w:sz="0" w:space="0" w:color="auto"/>
      </w:divBdr>
    </w:div>
    <w:div w:id="340084476">
      <w:bodyDiv w:val="1"/>
      <w:marLeft w:val="0"/>
      <w:marRight w:val="0"/>
      <w:marTop w:val="0"/>
      <w:marBottom w:val="0"/>
      <w:divBdr>
        <w:top w:val="none" w:sz="0" w:space="0" w:color="auto"/>
        <w:left w:val="none" w:sz="0" w:space="0" w:color="auto"/>
        <w:bottom w:val="none" w:sz="0" w:space="0" w:color="auto"/>
        <w:right w:val="none" w:sz="0" w:space="0" w:color="auto"/>
      </w:divBdr>
    </w:div>
    <w:div w:id="344018133">
      <w:bodyDiv w:val="1"/>
      <w:marLeft w:val="0"/>
      <w:marRight w:val="0"/>
      <w:marTop w:val="0"/>
      <w:marBottom w:val="0"/>
      <w:divBdr>
        <w:top w:val="none" w:sz="0" w:space="0" w:color="auto"/>
        <w:left w:val="none" w:sz="0" w:space="0" w:color="auto"/>
        <w:bottom w:val="none" w:sz="0" w:space="0" w:color="auto"/>
        <w:right w:val="none" w:sz="0" w:space="0" w:color="auto"/>
      </w:divBdr>
    </w:div>
    <w:div w:id="349601603">
      <w:bodyDiv w:val="1"/>
      <w:marLeft w:val="0"/>
      <w:marRight w:val="0"/>
      <w:marTop w:val="0"/>
      <w:marBottom w:val="0"/>
      <w:divBdr>
        <w:top w:val="none" w:sz="0" w:space="0" w:color="auto"/>
        <w:left w:val="none" w:sz="0" w:space="0" w:color="auto"/>
        <w:bottom w:val="none" w:sz="0" w:space="0" w:color="auto"/>
        <w:right w:val="none" w:sz="0" w:space="0" w:color="auto"/>
      </w:divBdr>
    </w:div>
    <w:div w:id="357508931">
      <w:bodyDiv w:val="1"/>
      <w:marLeft w:val="0"/>
      <w:marRight w:val="0"/>
      <w:marTop w:val="0"/>
      <w:marBottom w:val="0"/>
      <w:divBdr>
        <w:top w:val="none" w:sz="0" w:space="0" w:color="auto"/>
        <w:left w:val="none" w:sz="0" w:space="0" w:color="auto"/>
        <w:bottom w:val="none" w:sz="0" w:space="0" w:color="auto"/>
        <w:right w:val="none" w:sz="0" w:space="0" w:color="auto"/>
      </w:divBdr>
    </w:div>
    <w:div w:id="366612306">
      <w:bodyDiv w:val="1"/>
      <w:marLeft w:val="0"/>
      <w:marRight w:val="0"/>
      <w:marTop w:val="0"/>
      <w:marBottom w:val="0"/>
      <w:divBdr>
        <w:top w:val="none" w:sz="0" w:space="0" w:color="auto"/>
        <w:left w:val="none" w:sz="0" w:space="0" w:color="auto"/>
        <w:bottom w:val="none" w:sz="0" w:space="0" w:color="auto"/>
        <w:right w:val="none" w:sz="0" w:space="0" w:color="auto"/>
      </w:divBdr>
    </w:div>
    <w:div w:id="370959592">
      <w:bodyDiv w:val="1"/>
      <w:marLeft w:val="0"/>
      <w:marRight w:val="0"/>
      <w:marTop w:val="0"/>
      <w:marBottom w:val="0"/>
      <w:divBdr>
        <w:top w:val="none" w:sz="0" w:space="0" w:color="auto"/>
        <w:left w:val="none" w:sz="0" w:space="0" w:color="auto"/>
        <w:bottom w:val="none" w:sz="0" w:space="0" w:color="auto"/>
        <w:right w:val="none" w:sz="0" w:space="0" w:color="auto"/>
      </w:divBdr>
    </w:div>
    <w:div w:id="374350374">
      <w:bodyDiv w:val="1"/>
      <w:marLeft w:val="0"/>
      <w:marRight w:val="0"/>
      <w:marTop w:val="0"/>
      <w:marBottom w:val="0"/>
      <w:divBdr>
        <w:top w:val="none" w:sz="0" w:space="0" w:color="auto"/>
        <w:left w:val="none" w:sz="0" w:space="0" w:color="auto"/>
        <w:bottom w:val="none" w:sz="0" w:space="0" w:color="auto"/>
        <w:right w:val="none" w:sz="0" w:space="0" w:color="auto"/>
      </w:divBdr>
    </w:div>
    <w:div w:id="376248698">
      <w:bodyDiv w:val="1"/>
      <w:marLeft w:val="0"/>
      <w:marRight w:val="0"/>
      <w:marTop w:val="0"/>
      <w:marBottom w:val="0"/>
      <w:divBdr>
        <w:top w:val="none" w:sz="0" w:space="0" w:color="auto"/>
        <w:left w:val="none" w:sz="0" w:space="0" w:color="auto"/>
        <w:bottom w:val="none" w:sz="0" w:space="0" w:color="auto"/>
        <w:right w:val="none" w:sz="0" w:space="0" w:color="auto"/>
      </w:divBdr>
    </w:div>
    <w:div w:id="377240412">
      <w:bodyDiv w:val="1"/>
      <w:marLeft w:val="0"/>
      <w:marRight w:val="0"/>
      <w:marTop w:val="0"/>
      <w:marBottom w:val="0"/>
      <w:divBdr>
        <w:top w:val="none" w:sz="0" w:space="0" w:color="auto"/>
        <w:left w:val="none" w:sz="0" w:space="0" w:color="auto"/>
        <w:bottom w:val="none" w:sz="0" w:space="0" w:color="auto"/>
        <w:right w:val="none" w:sz="0" w:space="0" w:color="auto"/>
      </w:divBdr>
    </w:div>
    <w:div w:id="382026014">
      <w:bodyDiv w:val="1"/>
      <w:marLeft w:val="0"/>
      <w:marRight w:val="0"/>
      <w:marTop w:val="0"/>
      <w:marBottom w:val="0"/>
      <w:divBdr>
        <w:top w:val="none" w:sz="0" w:space="0" w:color="auto"/>
        <w:left w:val="none" w:sz="0" w:space="0" w:color="auto"/>
        <w:bottom w:val="none" w:sz="0" w:space="0" w:color="auto"/>
        <w:right w:val="none" w:sz="0" w:space="0" w:color="auto"/>
      </w:divBdr>
    </w:div>
    <w:div w:id="385682714">
      <w:bodyDiv w:val="1"/>
      <w:marLeft w:val="0"/>
      <w:marRight w:val="0"/>
      <w:marTop w:val="0"/>
      <w:marBottom w:val="0"/>
      <w:divBdr>
        <w:top w:val="none" w:sz="0" w:space="0" w:color="auto"/>
        <w:left w:val="none" w:sz="0" w:space="0" w:color="auto"/>
        <w:bottom w:val="none" w:sz="0" w:space="0" w:color="auto"/>
        <w:right w:val="none" w:sz="0" w:space="0" w:color="auto"/>
      </w:divBdr>
    </w:div>
    <w:div w:id="394353068">
      <w:bodyDiv w:val="1"/>
      <w:marLeft w:val="0"/>
      <w:marRight w:val="0"/>
      <w:marTop w:val="0"/>
      <w:marBottom w:val="0"/>
      <w:divBdr>
        <w:top w:val="none" w:sz="0" w:space="0" w:color="auto"/>
        <w:left w:val="none" w:sz="0" w:space="0" w:color="auto"/>
        <w:bottom w:val="none" w:sz="0" w:space="0" w:color="auto"/>
        <w:right w:val="none" w:sz="0" w:space="0" w:color="auto"/>
      </w:divBdr>
    </w:div>
    <w:div w:id="402021169">
      <w:bodyDiv w:val="1"/>
      <w:marLeft w:val="0"/>
      <w:marRight w:val="0"/>
      <w:marTop w:val="0"/>
      <w:marBottom w:val="0"/>
      <w:divBdr>
        <w:top w:val="none" w:sz="0" w:space="0" w:color="auto"/>
        <w:left w:val="none" w:sz="0" w:space="0" w:color="auto"/>
        <w:bottom w:val="none" w:sz="0" w:space="0" w:color="auto"/>
        <w:right w:val="none" w:sz="0" w:space="0" w:color="auto"/>
      </w:divBdr>
    </w:div>
    <w:div w:id="442724123">
      <w:bodyDiv w:val="1"/>
      <w:marLeft w:val="0"/>
      <w:marRight w:val="0"/>
      <w:marTop w:val="0"/>
      <w:marBottom w:val="0"/>
      <w:divBdr>
        <w:top w:val="none" w:sz="0" w:space="0" w:color="auto"/>
        <w:left w:val="none" w:sz="0" w:space="0" w:color="auto"/>
        <w:bottom w:val="none" w:sz="0" w:space="0" w:color="auto"/>
        <w:right w:val="none" w:sz="0" w:space="0" w:color="auto"/>
      </w:divBdr>
    </w:div>
    <w:div w:id="461390658">
      <w:bodyDiv w:val="1"/>
      <w:marLeft w:val="0"/>
      <w:marRight w:val="0"/>
      <w:marTop w:val="0"/>
      <w:marBottom w:val="0"/>
      <w:divBdr>
        <w:top w:val="none" w:sz="0" w:space="0" w:color="auto"/>
        <w:left w:val="none" w:sz="0" w:space="0" w:color="auto"/>
        <w:bottom w:val="none" w:sz="0" w:space="0" w:color="auto"/>
        <w:right w:val="none" w:sz="0" w:space="0" w:color="auto"/>
      </w:divBdr>
    </w:div>
    <w:div w:id="463232156">
      <w:bodyDiv w:val="1"/>
      <w:marLeft w:val="0"/>
      <w:marRight w:val="0"/>
      <w:marTop w:val="0"/>
      <w:marBottom w:val="0"/>
      <w:divBdr>
        <w:top w:val="none" w:sz="0" w:space="0" w:color="auto"/>
        <w:left w:val="none" w:sz="0" w:space="0" w:color="auto"/>
        <w:bottom w:val="none" w:sz="0" w:space="0" w:color="auto"/>
        <w:right w:val="none" w:sz="0" w:space="0" w:color="auto"/>
      </w:divBdr>
    </w:div>
    <w:div w:id="466320855">
      <w:bodyDiv w:val="1"/>
      <w:marLeft w:val="0"/>
      <w:marRight w:val="0"/>
      <w:marTop w:val="0"/>
      <w:marBottom w:val="0"/>
      <w:divBdr>
        <w:top w:val="none" w:sz="0" w:space="0" w:color="auto"/>
        <w:left w:val="none" w:sz="0" w:space="0" w:color="auto"/>
        <w:bottom w:val="none" w:sz="0" w:space="0" w:color="auto"/>
        <w:right w:val="none" w:sz="0" w:space="0" w:color="auto"/>
      </w:divBdr>
    </w:div>
    <w:div w:id="471951169">
      <w:bodyDiv w:val="1"/>
      <w:marLeft w:val="0"/>
      <w:marRight w:val="0"/>
      <w:marTop w:val="0"/>
      <w:marBottom w:val="0"/>
      <w:divBdr>
        <w:top w:val="none" w:sz="0" w:space="0" w:color="auto"/>
        <w:left w:val="none" w:sz="0" w:space="0" w:color="auto"/>
        <w:bottom w:val="none" w:sz="0" w:space="0" w:color="auto"/>
        <w:right w:val="none" w:sz="0" w:space="0" w:color="auto"/>
      </w:divBdr>
    </w:div>
    <w:div w:id="477041587">
      <w:bodyDiv w:val="1"/>
      <w:marLeft w:val="0"/>
      <w:marRight w:val="0"/>
      <w:marTop w:val="0"/>
      <w:marBottom w:val="0"/>
      <w:divBdr>
        <w:top w:val="none" w:sz="0" w:space="0" w:color="auto"/>
        <w:left w:val="none" w:sz="0" w:space="0" w:color="auto"/>
        <w:bottom w:val="none" w:sz="0" w:space="0" w:color="auto"/>
        <w:right w:val="none" w:sz="0" w:space="0" w:color="auto"/>
      </w:divBdr>
    </w:div>
    <w:div w:id="480317218">
      <w:bodyDiv w:val="1"/>
      <w:marLeft w:val="0"/>
      <w:marRight w:val="0"/>
      <w:marTop w:val="0"/>
      <w:marBottom w:val="0"/>
      <w:divBdr>
        <w:top w:val="none" w:sz="0" w:space="0" w:color="auto"/>
        <w:left w:val="none" w:sz="0" w:space="0" w:color="auto"/>
        <w:bottom w:val="none" w:sz="0" w:space="0" w:color="auto"/>
        <w:right w:val="none" w:sz="0" w:space="0" w:color="auto"/>
      </w:divBdr>
    </w:div>
    <w:div w:id="480778117">
      <w:bodyDiv w:val="1"/>
      <w:marLeft w:val="0"/>
      <w:marRight w:val="0"/>
      <w:marTop w:val="0"/>
      <w:marBottom w:val="0"/>
      <w:divBdr>
        <w:top w:val="none" w:sz="0" w:space="0" w:color="auto"/>
        <w:left w:val="none" w:sz="0" w:space="0" w:color="auto"/>
        <w:bottom w:val="none" w:sz="0" w:space="0" w:color="auto"/>
        <w:right w:val="none" w:sz="0" w:space="0" w:color="auto"/>
      </w:divBdr>
    </w:div>
    <w:div w:id="488786957">
      <w:bodyDiv w:val="1"/>
      <w:marLeft w:val="0"/>
      <w:marRight w:val="0"/>
      <w:marTop w:val="0"/>
      <w:marBottom w:val="0"/>
      <w:divBdr>
        <w:top w:val="none" w:sz="0" w:space="0" w:color="auto"/>
        <w:left w:val="none" w:sz="0" w:space="0" w:color="auto"/>
        <w:bottom w:val="none" w:sz="0" w:space="0" w:color="auto"/>
        <w:right w:val="none" w:sz="0" w:space="0" w:color="auto"/>
      </w:divBdr>
    </w:div>
    <w:div w:id="491526873">
      <w:bodyDiv w:val="1"/>
      <w:marLeft w:val="0"/>
      <w:marRight w:val="0"/>
      <w:marTop w:val="0"/>
      <w:marBottom w:val="0"/>
      <w:divBdr>
        <w:top w:val="none" w:sz="0" w:space="0" w:color="auto"/>
        <w:left w:val="none" w:sz="0" w:space="0" w:color="auto"/>
        <w:bottom w:val="none" w:sz="0" w:space="0" w:color="auto"/>
        <w:right w:val="none" w:sz="0" w:space="0" w:color="auto"/>
      </w:divBdr>
    </w:div>
    <w:div w:id="494077040">
      <w:bodyDiv w:val="1"/>
      <w:marLeft w:val="0"/>
      <w:marRight w:val="0"/>
      <w:marTop w:val="0"/>
      <w:marBottom w:val="0"/>
      <w:divBdr>
        <w:top w:val="none" w:sz="0" w:space="0" w:color="auto"/>
        <w:left w:val="none" w:sz="0" w:space="0" w:color="auto"/>
        <w:bottom w:val="none" w:sz="0" w:space="0" w:color="auto"/>
        <w:right w:val="none" w:sz="0" w:space="0" w:color="auto"/>
      </w:divBdr>
    </w:div>
    <w:div w:id="505946169">
      <w:bodyDiv w:val="1"/>
      <w:marLeft w:val="0"/>
      <w:marRight w:val="0"/>
      <w:marTop w:val="0"/>
      <w:marBottom w:val="0"/>
      <w:divBdr>
        <w:top w:val="none" w:sz="0" w:space="0" w:color="auto"/>
        <w:left w:val="none" w:sz="0" w:space="0" w:color="auto"/>
        <w:bottom w:val="none" w:sz="0" w:space="0" w:color="auto"/>
        <w:right w:val="none" w:sz="0" w:space="0" w:color="auto"/>
      </w:divBdr>
    </w:div>
    <w:div w:id="510923113">
      <w:bodyDiv w:val="1"/>
      <w:marLeft w:val="0"/>
      <w:marRight w:val="0"/>
      <w:marTop w:val="0"/>
      <w:marBottom w:val="0"/>
      <w:divBdr>
        <w:top w:val="none" w:sz="0" w:space="0" w:color="auto"/>
        <w:left w:val="none" w:sz="0" w:space="0" w:color="auto"/>
        <w:bottom w:val="none" w:sz="0" w:space="0" w:color="auto"/>
        <w:right w:val="none" w:sz="0" w:space="0" w:color="auto"/>
      </w:divBdr>
    </w:div>
    <w:div w:id="514348298">
      <w:bodyDiv w:val="1"/>
      <w:marLeft w:val="0"/>
      <w:marRight w:val="0"/>
      <w:marTop w:val="0"/>
      <w:marBottom w:val="0"/>
      <w:divBdr>
        <w:top w:val="none" w:sz="0" w:space="0" w:color="auto"/>
        <w:left w:val="none" w:sz="0" w:space="0" w:color="auto"/>
        <w:bottom w:val="none" w:sz="0" w:space="0" w:color="auto"/>
        <w:right w:val="none" w:sz="0" w:space="0" w:color="auto"/>
      </w:divBdr>
    </w:div>
    <w:div w:id="514922974">
      <w:bodyDiv w:val="1"/>
      <w:marLeft w:val="0"/>
      <w:marRight w:val="0"/>
      <w:marTop w:val="0"/>
      <w:marBottom w:val="0"/>
      <w:divBdr>
        <w:top w:val="none" w:sz="0" w:space="0" w:color="auto"/>
        <w:left w:val="none" w:sz="0" w:space="0" w:color="auto"/>
        <w:bottom w:val="none" w:sz="0" w:space="0" w:color="auto"/>
        <w:right w:val="none" w:sz="0" w:space="0" w:color="auto"/>
      </w:divBdr>
    </w:div>
    <w:div w:id="540167269">
      <w:bodyDiv w:val="1"/>
      <w:marLeft w:val="0"/>
      <w:marRight w:val="0"/>
      <w:marTop w:val="0"/>
      <w:marBottom w:val="0"/>
      <w:divBdr>
        <w:top w:val="none" w:sz="0" w:space="0" w:color="auto"/>
        <w:left w:val="none" w:sz="0" w:space="0" w:color="auto"/>
        <w:bottom w:val="none" w:sz="0" w:space="0" w:color="auto"/>
        <w:right w:val="none" w:sz="0" w:space="0" w:color="auto"/>
      </w:divBdr>
      <w:divsChild>
        <w:div w:id="746921033">
          <w:marLeft w:val="0"/>
          <w:marRight w:val="0"/>
          <w:marTop w:val="0"/>
          <w:marBottom w:val="0"/>
          <w:divBdr>
            <w:top w:val="none" w:sz="0" w:space="0" w:color="auto"/>
            <w:left w:val="none" w:sz="0" w:space="0" w:color="auto"/>
            <w:bottom w:val="none" w:sz="0" w:space="0" w:color="auto"/>
            <w:right w:val="none" w:sz="0" w:space="0" w:color="auto"/>
          </w:divBdr>
          <w:divsChild>
            <w:div w:id="1449396122">
              <w:marLeft w:val="0"/>
              <w:marRight w:val="0"/>
              <w:marTop w:val="0"/>
              <w:marBottom w:val="0"/>
              <w:divBdr>
                <w:top w:val="none" w:sz="0" w:space="0" w:color="auto"/>
                <w:left w:val="none" w:sz="0" w:space="0" w:color="auto"/>
                <w:bottom w:val="none" w:sz="0" w:space="0" w:color="auto"/>
                <w:right w:val="none" w:sz="0" w:space="0" w:color="auto"/>
              </w:divBdr>
              <w:divsChild>
                <w:div w:id="985280424">
                  <w:marLeft w:val="0"/>
                  <w:marRight w:val="0"/>
                  <w:marTop w:val="0"/>
                  <w:marBottom w:val="0"/>
                  <w:divBdr>
                    <w:top w:val="none" w:sz="0" w:space="0" w:color="auto"/>
                    <w:left w:val="none" w:sz="0" w:space="0" w:color="auto"/>
                    <w:bottom w:val="none" w:sz="0" w:space="0" w:color="auto"/>
                    <w:right w:val="none" w:sz="0" w:space="0" w:color="auto"/>
                  </w:divBdr>
                  <w:divsChild>
                    <w:div w:id="317005727">
                      <w:marLeft w:val="0"/>
                      <w:marRight w:val="0"/>
                      <w:marTop w:val="0"/>
                      <w:marBottom w:val="0"/>
                      <w:divBdr>
                        <w:top w:val="none" w:sz="0" w:space="0" w:color="auto"/>
                        <w:left w:val="none" w:sz="0" w:space="0" w:color="auto"/>
                        <w:bottom w:val="none" w:sz="0" w:space="0" w:color="auto"/>
                        <w:right w:val="none" w:sz="0" w:space="0" w:color="auto"/>
                      </w:divBdr>
                      <w:divsChild>
                        <w:div w:id="1969553568">
                          <w:marLeft w:val="0"/>
                          <w:marRight w:val="0"/>
                          <w:marTop w:val="38"/>
                          <w:marBottom w:val="0"/>
                          <w:divBdr>
                            <w:top w:val="none" w:sz="0" w:space="0" w:color="auto"/>
                            <w:left w:val="none" w:sz="0" w:space="0" w:color="auto"/>
                            <w:bottom w:val="none" w:sz="0" w:space="0" w:color="auto"/>
                            <w:right w:val="none" w:sz="0" w:space="0" w:color="auto"/>
                          </w:divBdr>
                          <w:divsChild>
                            <w:div w:id="1329483741">
                              <w:marLeft w:val="0"/>
                              <w:marRight w:val="0"/>
                              <w:marTop w:val="0"/>
                              <w:marBottom w:val="0"/>
                              <w:divBdr>
                                <w:top w:val="none" w:sz="0" w:space="0" w:color="auto"/>
                                <w:left w:val="none" w:sz="0" w:space="0" w:color="auto"/>
                                <w:bottom w:val="none" w:sz="0" w:space="0" w:color="auto"/>
                                <w:right w:val="none" w:sz="0" w:space="0" w:color="auto"/>
                              </w:divBdr>
                              <w:divsChild>
                                <w:div w:id="681782681">
                                  <w:marLeft w:val="10268"/>
                                  <w:marRight w:val="0"/>
                                  <w:marTop w:val="0"/>
                                  <w:marBottom w:val="0"/>
                                  <w:divBdr>
                                    <w:top w:val="none" w:sz="0" w:space="0" w:color="auto"/>
                                    <w:left w:val="none" w:sz="0" w:space="0" w:color="auto"/>
                                    <w:bottom w:val="none" w:sz="0" w:space="0" w:color="auto"/>
                                    <w:right w:val="none" w:sz="0" w:space="0" w:color="auto"/>
                                  </w:divBdr>
                                  <w:divsChild>
                                    <w:div w:id="2124837964">
                                      <w:marLeft w:val="0"/>
                                      <w:marRight w:val="0"/>
                                      <w:marTop w:val="0"/>
                                      <w:marBottom w:val="0"/>
                                      <w:divBdr>
                                        <w:top w:val="none" w:sz="0" w:space="0" w:color="auto"/>
                                        <w:left w:val="none" w:sz="0" w:space="0" w:color="auto"/>
                                        <w:bottom w:val="none" w:sz="0" w:space="0" w:color="auto"/>
                                        <w:right w:val="none" w:sz="0" w:space="0" w:color="auto"/>
                                      </w:divBdr>
                                      <w:divsChild>
                                        <w:div w:id="1736857539">
                                          <w:marLeft w:val="0"/>
                                          <w:marRight w:val="0"/>
                                          <w:marTop w:val="0"/>
                                          <w:marBottom w:val="326"/>
                                          <w:divBdr>
                                            <w:top w:val="none" w:sz="0" w:space="0" w:color="auto"/>
                                            <w:left w:val="none" w:sz="0" w:space="0" w:color="auto"/>
                                            <w:bottom w:val="none" w:sz="0" w:space="0" w:color="auto"/>
                                            <w:right w:val="none" w:sz="0" w:space="0" w:color="auto"/>
                                          </w:divBdr>
                                          <w:divsChild>
                                            <w:div w:id="1558399617">
                                              <w:marLeft w:val="0"/>
                                              <w:marRight w:val="0"/>
                                              <w:marTop w:val="0"/>
                                              <w:marBottom w:val="0"/>
                                              <w:divBdr>
                                                <w:top w:val="none" w:sz="0" w:space="0" w:color="auto"/>
                                                <w:left w:val="none" w:sz="0" w:space="0" w:color="auto"/>
                                                <w:bottom w:val="none" w:sz="0" w:space="0" w:color="auto"/>
                                                <w:right w:val="none" w:sz="0" w:space="0" w:color="auto"/>
                                              </w:divBdr>
                                              <w:divsChild>
                                                <w:div w:id="1548761067">
                                                  <w:marLeft w:val="0"/>
                                                  <w:marRight w:val="0"/>
                                                  <w:marTop w:val="0"/>
                                                  <w:marBottom w:val="0"/>
                                                  <w:divBdr>
                                                    <w:top w:val="none" w:sz="0" w:space="0" w:color="auto"/>
                                                    <w:left w:val="none" w:sz="0" w:space="0" w:color="auto"/>
                                                    <w:bottom w:val="none" w:sz="0" w:space="0" w:color="auto"/>
                                                    <w:right w:val="none" w:sz="0" w:space="0" w:color="auto"/>
                                                  </w:divBdr>
                                                  <w:divsChild>
                                                    <w:div w:id="2004819666">
                                                      <w:marLeft w:val="0"/>
                                                      <w:marRight w:val="0"/>
                                                      <w:marTop w:val="0"/>
                                                      <w:marBottom w:val="0"/>
                                                      <w:divBdr>
                                                        <w:top w:val="none" w:sz="0" w:space="0" w:color="auto"/>
                                                        <w:left w:val="none" w:sz="0" w:space="0" w:color="auto"/>
                                                        <w:bottom w:val="none" w:sz="0" w:space="0" w:color="auto"/>
                                                        <w:right w:val="none" w:sz="0" w:space="0" w:color="auto"/>
                                                      </w:divBdr>
                                                      <w:divsChild>
                                                        <w:div w:id="184951897">
                                                          <w:marLeft w:val="0"/>
                                                          <w:marRight w:val="0"/>
                                                          <w:marTop w:val="0"/>
                                                          <w:marBottom w:val="0"/>
                                                          <w:divBdr>
                                                            <w:top w:val="none" w:sz="0" w:space="0" w:color="auto"/>
                                                            <w:left w:val="none" w:sz="0" w:space="0" w:color="auto"/>
                                                            <w:bottom w:val="none" w:sz="0" w:space="0" w:color="auto"/>
                                                            <w:right w:val="none" w:sz="0" w:space="0" w:color="auto"/>
                                                          </w:divBdr>
                                                          <w:divsChild>
                                                            <w:div w:id="1658530716">
                                                              <w:marLeft w:val="0"/>
                                                              <w:marRight w:val="0"/>
                                                              <w:marTop w:val="0"/>
                                                              <w:marBottom w:val="0"/>
                                                              <w:divBdr>
                                                                <w:top w:val="none" w:sz="0" w:space="0" w:color="auto"/>
                                                                <w:left w:val="none" w:sz="0" w:space="0" w:color="auto"/>
                                                                <w:bottom w:val="none" w:sz="0" w:space="0" w:color="auto"/>
                                                                <w:right w:val="none" w:sz="0" w:space="0" w:color="auto"/>
                                                              </w:divBdr>
                                                              <w:divsChild>
                                                                <w:div w:id="65612438">
                                                                  <w:marLeft w:val="0"/>
                                                                  <w:marRight w:val="0"/>
                                                                  <w:marTop w:val="0"/>
                                                                  <w:marBottom w:val="0"/>
                                                                  <w:divBdr>
                                                                    <w:top w:val="none" w:sz="0" w:space="0" w:color="auto"/>
                                                                    <w:left w:val="none" w:sz="0" w:space="0" w:color="auto"/>
                                                                    <w:bottom w:val="none" w:sz="0" w:space="0" w:color="auto"/>
                                                                    <w:right w:val="none" w:sz="0" w:space="0" w:color="auto"/>
                                                                  </w:divBdr>
                                                                  <w:divsChild>
                                                                    <w:div w:id="1124229881">
                                                                      <w:marLeft w:val="0"/>
                                                                      <w:marRight w:val="0"/>
                                                                      <w:marTop w:val="0"/>
                                                                      <w:marBottom w:val="0"/>
                                                                      <w:divBdr>
                                                                        <w:top w:val="none" w:sz="0" w:space="0" w:color="auto"/>
                                                                        <w:left w:val="none" w:sz="0" w:space="0" w:color="auto"/>
                                                                        <w:bottom w:val="none" w:sz="0" w:space="0" w:color="auto"/>
                                                                        <w:right w:val="none" w:sz="0" w:space="0" w:color="auto"/>
                                                                      </w:divBdr>
                                                                      <w:divsChild>
                                                                        <w:div w:id="1328091142">
                                                                          <w:marLeft w:val="0"/>
                                                                          <w:marRight w:val="0"/>
                                                                          <w:marTop w:val="0"/>
                                                                          <w:marBottom w:val="0"/>
                                                                          <w:divBdr>
                                                                            <w:top w:val="none" w:sz="0" w:space="0" w:color="auto"/>
                                                                            <w:left w:val="none" w:sz="0" w:space="0" w:color="auto"/>
                                                                            <w:bottom w:val="none" w:sz="0" w:space="0" w:color="auto"/>
                                                                            <w:right w:val="none" w:sz="0" w:space="0" w:color="auto"/>
                                                                          </w:divBdr>
                                                                          <w:divsChild>
                                                                            <w:div w:id="421296522">
                                                                              <w:marLeft w:val="0"/>
                                                                              <w:marRight w:val="0"/>
                                                                              <w:marTop w:val="0"/>
                                                                              <w:marBottom w:val="0"/>
                                                                              <w:divBdr>
                                                                                <w:top w:val="none" w:sz="0" w:space="0" w:color="auto"/>
                                                                                <w:left w:val="none" w:sz="0" w:space="0" w:color="auto"/>
                                                                                <w:bottom w:val="none" w:sz="0" w:space="0" w:color="auto"/>
                                                                                <w:right w:val="none" w:sz="0" w:space="0" w:color="auto"/>
                                                                              </w:divBdr>
                                                                              <w:divsChild>
                                                                                <w:div w:id="1550190450">
                                                                                  <w:marLeft w:val="0"/>
                                                                                  <w:marRight w:val="0"/>
                                                                                  <w:marTop w:val="0"/>
                                                                                  <w:marBottom w:val="0"/>
                                                                                  <w:divBdr>
                                                                                    <w:top w:val="none" w:sz="0" w:space="0" w:color="auto"/>
                                                                                    <w:left w:val="none" w:sz="0" w:space="0" w:color="auto"/>
                                                                                    <w:bottom w:val="none" w:sz="0" w:space="0" w:color="auto"/>
                                                                                    <w:right w:val="none" w:sz="0" w:space="0" w:color="auto"/>
                                                                                  </w:divBdr>
                                                                                  <w:divsChild>
                                                                                    <w:div w:id="13610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7157920">
      <w:bodyDiv w:val="1"/>
      <w:marLeft w:val="0"/>
      <w:marRight w:val="0"/>
      <w:marTop w:val="0"/>
      <w:marBottom w:val="0"/>
      <w:divBdr>
        <w:top w:val="none" w:sz="0" w:space="0" w:color="auto"/>
        <w:left w:val="none" w:sz="0" w:space="0" w:color="auto"/>
        <w:bottom w:val="none" w:sz="0" w:space="0" w:color="auto"/>
        <w:right w:val="none" w:sz="0" w:space="0" w:color="auto"/>
      </w:divBdr>
    </w:div>
    <w:div w:id="577986872">
      <w:bodyDiv w:val="1"/>
      <w:marLeft w:val="0"/>
      <w:marRight w:val="0"/>
      <w:marTop w:val="0"/>
      <w:marBottom w:val="0"/>
      <w:divBdr>
        <w:top w:val="none" w:sz="0" w:space="0" w:color="auto"/>
        <w:left w:val="none" w:sz="0" w:space="0" w:color="auto"/>
        <w:bottom w:val="none" w:sz="0" w:space="0" w:color="auto"/>
        <w:right w:val="none" w:sz="0" w:space="0" w:color="auto"/>
      </w:divBdr>
    </w:div>
    <w:div w:id="580524144">
      <w:bodyDiv w:val="1"/>
      <w:marLeft w:val="0"/>
      <w:marRight w:val="0"/>
      <w:marTop w:val="0"/>
      <w:marBottom w:val="0"/>
      <w:divBdr>
        <w:top w:val="none" w:sz="0" w:space="0" w:color="auto"/>
        <w:left w:val="none" w:sz="0" w:space="0" w:color="auto"/>
        <w:bottom w:val="none" w:sz="0" w:space="0" w:color="auto"/>
        <w:right w:val="none" w:sz="0" w:space="0" w:color="auto"/>
      </w:divBdr>
    </w:div>
    <w:div w:id="600572076">
      <w:bodyDiv w:val="1"/>
      <w:marLeft w:val="0"/>
      <w:marRight w:val="0"/>
      <w:marTop w:val="0"/>
      <w:marBottom w:val="0"/>
      <w:divBdr>
        <w:top w:val="none" w:sz="0" w:space="0" w:color="auto"/>
        <w:left w:val="none" w:sz="0" w:space="0" w:color="auto"/>
        <w:bottom w:val="none" w:sz="0" w:space="0" w:color="auto"/>
        <w:right w:val="none" w:sz="0" w:space="0" w:color="auto"/>
      </w:divBdr>
    </w:div>
    <w:div w:id="613633643">
      <w:bodyDiv w:val="1"/>
      <w:marLeft w:val="0"/>
      <w:marRight w:val="0"/>
      <w:marTop w:val="0"/>
      <w:marBottom w:val="0"/>
      <w:divBdr>
        <w:top w:val="none" w:sz="0" w:space="0" w:color="auto"/>
        <w:left w:val="none" w:sz="0" w:space="0" w:color="auto"/>
        <w:bottom w:val="none" w:sz="0" w:space="0" w:color="auto"/>
        <w:right w:val="none" w:sz="0" w:space="0" w:color="auto"/>
      </w:divBdr>
    </w:div>
    <w:div w:id="615874221">
      <w:bodyDiv w:val="1"/>
      <w:marLeft w:val="0"/>
      <w:marRight w:val="0"/>
      <w:marTop w:val="0"/>
      <w:marBottom w:val="0"/>
      <w:divBdr>
        <w:top w:val="none" w:sz="0" w:space="0" w:color="auto"/>
        <w:left w:val="none" w:sz="0" w:space="0" w:color="auto"/>
        <w:bottom w:val="none" w:sz="0" w:space="0" w:color="auto"/>
        <w:right w:val="none" w:sz="0" w:space="0" w:color="auto"/>
      </w:divBdr>
    </w:div>
    <w:div w:id="620041686">
      <w:bodyDiv w:val="1"/>
      <w:marLeft w:val="0"/>
      <w:marRight w:val="0"/>
      <w:marTop w:val="0"/>
      <w:marBottom w:val="0"/>
      <w:divBdr>
        <w:top w:val="none" w:sz="0" w:space="0" w:color="auto"/>
        <w:left w:val="none" w:sz="0" w:space="0" w:color="auto"/>
        <w:bottom w:val="none" w:sz="0" w:space="0" w:color="auto"/>
        <w:right w:val="none" w:sz="0" w:space="0" w:color="auto"/>
      </w:divBdr>
    </w:div>
    <w:div w:id="620958202">
      <w:bodyDiv w:val="1"/>
      <w:marLeft w:val="0"/>
      <w:marRight w:val="0"/>
      <w:marTop w:val="0"/>
      <w:marBottom w:val="0"/>
      <w:divBdr>
        <w:top w:val="none" w:sz="0" w:space="0" w:color="auto"/>
        <w:left w:val="none" w:sz="0" w:space="0" w:color="auto"/>
        <w:bottom w:val="none" w:sz="0" w:space="0" w:color="auto"/>
        <w:right w:val="none" w:sz="0" w:space="0" w:color="auto"/>
      </w:divBdr>
    </w:div>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643392772">
      <w:bodyDiv w:val="1"/>
      <w:marLeft w:val="0"/>
      <w:marRight w:val="0"/>
      <w:marTop w:val="0"/>
      <w:marBottom w:val="0"/>
      <w:divBdr>
        <w:top w:val="none" w:sz="0" w:space="0" w:color="auto"/>
        <w:left w:val="none" w:sz="0" w:space="0" w:color="auto"/>
        <w:bottom w:val="none" w:sz="0" w:space="0" w:color="auto"/>
        <w:right w:val="none" w:sz="0" w:space="0" w:color="auto"/>
      </w:divBdr>
    </w:div>
    <w:div w:id="647826143">
      <w:bodyDiv w:val="1"/>
      <w:marLeft w:val="0"/>
      <w:marRight w:val="0"/>
      <w:marTop w:val="0"/>
      <w:marBottom w:val="0"/>
      <w:divBdr>
        <w:top w:val="none" w:sz="0" w:space="0" w:color="auto"/>
        <w:left w:val="none" w:sz="0" w:space="0" w:color="auto"/>
        <w:bottom w:val="none" w:sz="0" w:space="0" w:color="auto"/>
        <w:right w:val="none" w:sz="0" w:space="0" w:color="auto"/>
      </w:divBdr>
      <w:divsChild>
        <w:div w:id="774981625">
          <w:marLeft w:val="0"/>
          <w:marRight w:val="0"/>
          <w:marTop w:val="0"/>
          <w:marBottom w:val="0"/>
          <w:divBdr>
            <w:top w:val="none" w:sz="0" w:space="0" w:color="auto"/>
            <w:left w:val="none" w:sz="0" w:space="0" w:color="auto"/>
            <w:bottom w:val="none" w:sz="0" w:space="0" w:color="auto"/>
            <w:right w:val="none" w:sz="0" w:space="0" w:color="auto"/>
          </w:divBdr>
        </w:div>
        <w:div w:id="1469130663">
          <w:marLeft w:val="0"/>
          <w:marRight w:val="0"/>
          <w:marTop w:val="0"/>
          <w:marBottom w:val="0"/>
          <w:divBdr>
            <w:top w:val="none" w:sz="0" w:space="0" w:color="auto"/>
            <w:left w:val="none" w:sz="0" w:space="0" w:color="auto"/>
            <w:bottom w:val="none" w:sz="0" w:space="0" w:color="auto"/>
            <w:right w:val="none" w:sz="0" w:space="0" w:color="auto"/>
          </w:divBdr>
        </w:div>
        <w:div w:id="1479103355">
          <w:marLeft w:val="0"/>
          <w:marRight w:val="0"/>
          <w:marTop w:val="0"/>
          <w:marBottom w:val="0"/>
          <w:divBdr>
            <w:top w:val="none" w:sz="0" w:space="0" w:color="auto"/>
            <w:left w:val="none" w:sz="0" w:space="0" w:color="auto"/>
            <w:bottom w:val="none" w:sz="0" w:space="0" w:color="auto"/>
            <w:right w:val="none" w:sz="0" w:space="0" w:color="auto"/>
          </w:divBdr>
        </w:div>
      </w:divsChild>
    </w:div>
    <w:div w:id="649401971">
      <w:bodyDiv w:val="1"/>
      <w:marLeft w:val="0"/>
      <w:marRight w:val="0"/>
      <w:marTop w:val="0"/>
      <w:marBottom w:val="0"/>
      <w:divBdr>
        <w:top w:val="none" w:sz="0" w:space="0" w:color="auto"/>
        <w:left w:val="none" w:sz="0" w:space="0" w:color="auto"/>
        <w:bottom w:val="none" w:sz="0" w:space="0" w:color="auto"/>
        <w:right w:val="none" w:sz="0" w:space="0" w:color="auto"/>
      </w:divBdr>
    </w:div>
    <w:div w:id="660041485">
      <w:bodyDiv w:val="1"/>
      <w:marLeft w:val="0"/>
      <w:marRight w:val="0"/>
      <w:marTop w:val="0"/>
      <w:marBottom w:val="0"/>
      <w:divBdr>
        <w:top w:val="none" w:sz="0" w:space="0" w:color="auto"/>
        <w:left w:val="none" w:sz="0" w:space="0" w:color="auto"/>
        <w:bottom w:val="none" w:sz="0" w:space="0" w:color="auto"/>
        <w:right w:val="none" w:sz="0" w:space="0" w:color="auto"/>
      </w:divBdr>
    </w:div>
    <w:div w:id="670105608">
      <w:bodyDiv w:val="1"/>
      <w:marLeft w:val="0"/>
      <w:marRight w:val="0"/>
      <w:marTop w:val="0"/>
      <w:marBottom w:val="0"/>
      <w:divBdr>
        <w:top w:val="none" w:sz="0" w:space="0" w:color="auto"/>
        <w:left w:val="none" w:sz="0" w:space="0" w:color="auto"/>
        <w:bottom w:val="none" w:sz="0" w:space="0" w:color="auto"/>
        <w:right w:val="none" w:sz="0" w:space="0" w:color="auto"/>
      </w:divBdr>
    </w:div>
    <w:div w:id="670909561">
      <w:bodyDiv w:val="1"/>
      <w:marLeft w:val="0"/>
      <w:marRight w:val="0"/>
      <w:marTop w:val="0"/>
      <w:marBottom w:val="0"/>
      <w:divBdr>
        <w:top w:val="none" w:sz="0" w:space="0" w:color="auto"/>
        <w:left w:val="none" w:sz="0" w:space="0" w:color="auto"/>
        <w:bottom w:val="none" w:sz="0" w:space="0" w:color="auto"/>
        <w:right w:val="none" w:sz="0" w:space="0" w:color="auto"/>
      </w:divBdr>
      <w:divsChild>
        <w:div w:id="1805614030">
          <w:marLeft w:val="0"/>
          <w:marRight w:val="0"/>
          <w:marTop w:val="0"/>
          <w:marBottom w:val="0"/>
          <w:divBdr>
            <w:top w:val="none" w:sz="0" w:space="0" w:color="auto"/>
            <w:left w:val="none" w:sz="0" w:space="0" w:color="auto"/>
            <w:bottom w:val="none" w:sz="0" w:space="0" w:color="auto"/>
            <w:right w:val="none" w:sz="0" w:space="0" w:color="auto"/>
          </w:divBdr>
          <w:divsChild>
            <w:div w:id="1040280743">
              <w:marLeft w:val="0"/>
              <w:marRight w:val="0"/>
              <w:marTop w:val="0"/>
              <w:marBottom w:val="0"/>
              <w:divBdr>
                <w:top w:val="none" w:sz="0" w:space="0" w:color="auto"/>
                <w:left w:val="none" w:sz="0" w:space="0" w:color="auto"/>
                <w:bottom w:val="none" w:sz="0" w:space="0" w:color="auto"/>
                <w:right w:val="none" w:sz="0" w:space="0" w:color="auto"/>
              </w:divBdr>
              <w:divsChild>
                <w:div w:id="285745066">
                  <w:marLeft w:val="0"/>
                  <w:marRight w:val="0"/>
                  <w:marTop w:val="0"/>
                  <w:marBottom w:val="0"/>
                  <w:divBdr>
                    <w:top w:val="none" w:sz="0" w:space="0" w:color="auto"/>
                    <w:left w:val="none" w:sz="0" w:space="0" w:color="auto"/>
                    <w:bottom w:val="none" w:sz="0" w:space="0" w:color="auto"/>
                    <w:right w:val="none" w:sz="0" w:space="0" w:color="auto"/>
                  </w:divBdr>
                  <w:divsChild>
                    <w:div w:id="1565792491">
                      <w:marLeft w:val="0"/>
                      <w:marRight w:val="0"/>
                      <w:marTop w:val="0"/>
                      <w:marBottom w:val="0"/>
                      <w:divBdr>
                        <w:top w:val="none" w:sz="0" w:space="0" w:color="auto"/>
                        <w:left w:val="none" w:sz="0" w:space="0" w:color="auto"/>
                        <w:bottom w:val="none" w:sz="0" w:space="0" w:color="auto"/>
                        <w:right w:val="none" w:sz="0" w:space="0" w:color="auto"/>
                      </w:divBdr>
                      <w:divsChild>
                        <w:div w:id="1849057916">
                          <w:marLeft w:val="0"/>
                          <w:marRight w:val="0"/>
                          <w:marTop w:val="0"/>
                          <w:marBottom w:val="0"/>
                          <w:divBdr>
                            <w:top w:val="none" w:sz="0" w:space="0" w:color="auto"/>
                            <w:left w:val="none" w:sz="0" w:space="0" w:color="auto"/>
                            <w:bottom w:val="none" w:sz="0" w:space="0" w:color="auto"/>
                            <w:right w:val="none" w:sz="0" w:space="0" w:color="auto"/>
                          </w:divBdr>
                          <w:divsChild>
                            <w:div w:id="1224297957">
                              <w:marLeft w:val="0"/>
                              <w:marRight w:val="0"/>
                              <w:marTop w:val="0"/>
                              <w:marBottom w:val="0"/>
                              <w:divBdr>
                                <w:top w:val="none" w:sz="0" w:space="0" w:color="auto"/>
                                <w:left w:val="none" w:sz="0" w:space="0" w:color="auto"/>
                                <w:bottom w:val="none" w:sz="0" w:space="0" w:color="auto"/>
                                <w:right w:val="none" w:sz="0" w:space="0" w:color="auto"/>
                              </w:divBdr>
                              <w:divsChild>
                                <w:div w:id="1560824168">
                                  <w:marLeft w:val="0"/>
                                  <w:marRight w:val="0"/>
                                  <w:marTop w:val="0"/>
                                  <w:marBottom w:val="0"/>
                                  <w:divBdr>
                                    <w:top w:val="none" w:sz="0" w:space="0" w:color="auto"/>
                                    <w:left w:val="none" w:sz="0" w:space="0" w:color="auto"/>
                                    <w:bottom w:val="none" w:sz="0" w:space="0" w:color="auto"/>
                                    <w:right w:val="none" w:sz="0" w:space="0" w:color="auto"/>
                                  </w:divBdr>
                                  <w:divsChild>
                                    <w:div w:id="191959067">
                                      <w:marLeft w:val="0"/>
                                      <w:marRight w:val="0"/>
                                      <w:marTop w:val="0"/>
                                      <w:marBottom w:val="0"/>
                                      <w:divBdr>
                                        <w:top w:val="none" w:sz="0" w:space="0" w:color="auto"/>
                                        <w:left w:val="none" w:sz="0" w:space="0" w:color="auto"/>
                                        <w:bottom w:val="none" w:sz="0" w:space="0" w:color="auto"/>
                                        <w:right w:val="none" w:sz="0" w:space="0" w:color="auto"/>
                                      </w:divBdr>
                                      <w:divsChild>
                                        <w:div w:id="650446862">
                                          <w:marLeft w:val="0"/>
                                          <w:marRight w:val="0"/>
                                          <w:marTop w:val="0"/>
                                          <w:marBottom w:val="0"/>
                                          <w:divBdr>
                                            <w:top w:val="none" w:sz="0" w:space="0" w:color="auto"/>
                                            <w:left w:val="none" w:sz="0" w:space="0" w:color="auto"/>
                                            <w:bottom w:val="none" w:sz="0" w:space="0" w:color="auto"/>
                                            <w:right w:val="none" w:sz="0" w:space="0" w:color="auto"/>
                                          </w:divBdr>
                                          <w:divsChild>
                                            <w:div w:id="1637835107">
                                              <w:marLeft w:val="0"/>
                                              <w:marRight w:val="0"/>
                                              <w:marTop w:val="0"/>
                                              <w:marBottom w:val="0"/>
                                              <w:divBdr>
                                                <w:top w:val="none" w:sz="0" w:space="0" w:color="auto"/>
                                                <w:left w:val="none" w:sz="0" w:space="0" w:color="auto"/>
                                                <w:bottom w:val="none" w:sz="0" w:space="0" w:color="auto"/>
                                                <w:right w:val="none" w:sz="0" w:space="0" w:color="auto"/>
                                              </w:divBdr>
                                              <w:divsChild>
                                                <w:div w:id="125197564">
                                                  <w:marLeft w:val="0"/>
                                                  <w:marRight w:val="0"/>
                                                  <w:marTop w:val="0"/>
                                                  <w:marBottom w:val="0"/>
                                                  <w:divBdr>
                                                    <w:top w:val="none" w:sz="0" w:space="0" w:color="auto"/>
                                                    <w:left w:val="none" w:sz="0" w:space="0" w:color="auto"/>
                                                    <w:bottom w:val="none" w:sz="0" w:space="0" w:color="auto"/>
                                                    <w:right w:val="none" w:sz="0" w:space="0" w:color="auto"/>
                                                  </w:divBdr>
                                                </w:div>
                                                <w:div w:id="1405494654">
                                                  <w:marLeft w:val="0"/>
                                                  <w:marRight w:val="0"/>
                                                  <w:marTop w:val="0"/>
                                                  <w:marBottom w:val="0"/>
                                                  <w:divBdr>
                                                    <w:top w:val="none" w:sz="0" w:space="0" w:color="auto"/>
                                                    <w:left w:val="none" w:sz="0" w:space="0" w:color="auto"/>
                                                    <w:bottom w:val="none" w:sz="0" w:space="0" w:color="auto"/>
                                                    <w:right w:val="none" w:sz="0" w:space="0" w:color="auto"/>
                                                  </w:divBdr>
                                                </w:div>
                                                <w:div w:id="152057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5276277">
      <w:bodyDiv w:val="1"/>
      <w:marLeft w:val="0"/>
      <w:marRight w:val="0"/>
      <w:marTop w:val="0"/>
      <w:marBottom w:val="0"/>
      <w:divBdr>
        <w:top w:val="none" w:sz="0" w:space="0" w:color="auto"/>
        <w:left w:val="none" w:sz="0" w:space="0" w:color="auto"/>
        <w:bottom w:val="none" w:sz="0" w:space="0" w:color="auto"/>
        <w:right w:val="none" w:sz="0" w:space="0" w:color="auto"/>
      </w:divBdr>
      <w:divsChild>
        <w:div w:id="543254383">
          <w:marLeft w:val="0"/>
          <w:marRight w:val="0"/>
          <w:marTop w:val="0"/>
          <w:marBottom w:val="0"/>
          <w:divBdr>
            <w:top w:val="none" w:sz="0" w:space="0" w:color="auto"/>
            <w:left w:val="none" w:sz="0" w:space="0" w:color="auto"/>
            <w:bottom w:val="none" w:sz="0" w:space="0" w:color="auto"/>
            <w:right w:val="none" w:sz="0" w:space="0" w:color="auto"/>
          </w:divBdr>
        </w:div>
      </w:divsChild>
    </w:div>
    <w:div w:id="745035510">
      <w:bodyDiv w:val="1"/>
      <w:marLeft w:val="0"/>
      <w:marRight w:val="0"/>
      <w:marTop w:val="0"/>
      <w:marBottom w:val="0"/>
      <w:divBdr>
        <w:top w:val="none" w:sz="0" w:space="0" w:color="auto"/>
        <w:left w:val="none" w:sz="0" w:space="0" w:color="auto"/>
        <w:bottom w:val="none" w:sz="0" w:space="0" w:color="auto"/>
        <w:right w:val="none" w:sz="0" w:space="0" w:color="auto"/>
      </w:divBdr>
    </w:div>
    <w:div w:id="752975694">
      <w:bodyDiv w:val="1"/>
      <w:marLeft w:val="0"/>
      <w:marRight w:val="0"/>
      <w:marTop w:val="0"/>
      <w:marBottom w:val="0"/>
      <w:divBdr>
        <w:top w:val="none" w:sz="0" w:space="0" w:color="auto"/>
        <w:left w:val="none" w:sz="0" w:space="0" w:color="auto"/>
        <w:bottom w:val="none" w:sz="0" w:space="0" w:color="auto"/>
        <w:right w:val="none" w:sz="0" w:space="0" w:color="auto"/>
      </w:divBdr>
    </w:div>
    <w:div w:id="754977592">
      <w:bodyDiv w:val="1"/>
      <w:marLeft w:val="0"/>
      <w:marRight w:val="0"/>
      <w:marTop w:val="0"/>
      <w:marBottom w:val="0"/>
      <w:divBdr>
        <w:top w:val="none" w:sz="0" w:space="0" w:color="auto"/>
        <w:left w:val="none" w:sz="0" w:space="0" w:color="auto"/>
        <w:bottom w:val="none" w:sz="0" w:space="0" w:color="auto"/>
        <w:right w:val="none" w:sz="0" w:space="0" w:color="auto"/>
      </w:divBdr>
    </w:div>
    <w:div w:id="764761574">
      <w:bodyDiv w:val="1"/>
      <w:marLeft w:val="0"/>
      <w:marRight w:val="0"/>
      <w:marTop w:val="0"/>
      <w:marBottom w:val="0"/>
      <w:divBdr>
        <w:top w:val="none" w:sz="0" w:space="0" w:color="auto"/>
        <w:left w:val="none" w:sz="0" w:space="0" w:color="auto"/>
        <w:bottom w:val="none" w:sz="0" w:space="0" w:color="auto"/>
        <w:right w:val="none" w:sz="0" w:space="0" w:color="auto"/>
      </w:divBdr>
    </w:div>
    <w:div w:id="766731464">
      <w:bodyDiv w:val="1"/>
      <w:marLeft w:val="0"/>
      <w:marRight w:val="0"/>
      <w:marTop w:val="0"/>
      <w:marBottom w:val="0"/>
      <w:divBdr>
        <w:top w:val="none" w:sz="0" w:space="0" w:color="auto"/>
        <w:left w:val="none" w:sz="0" w:space="0" w:color="auto"/>
        <w:bottom w:val="none" w:sz="0" w:space="0" w:color="auto"/>
        <w:right w:val="none" w:sz="0" w:space="0" w:color="auto"/>
      </w:divBdr>
    </w:div>
    <w:div w:id="767896461">
      <w:bodyDiv w:val="1"/>
      <w:marLeft w:val="0"/>
      <w:marRight w:val="0"/>
      <w:marTop w:val="0"/>
      <w:marBottom w:val="0"/>
      <w:divBdr>
        <w:top w:val="none" w:sz="0" w:space="0" w:color="auto"/>
        <w:left w:val="none" w:sz="0" w:space="0" w:color="auto"/>
        <w:bottom w:val="none" w:sz="0" w:space="0" w:color="auto"/>
        <w:right w:val="none" w:sz="0" w:space="0" w:color="auto"/>
      </w:divBdr>
    </w:div>
    <w:div w:id="773407677">
      <w:bodyDiv w:val="1"/>
      <w:marLeft w:val="0"/>
      <w:marRight w:val="0"/>
      <w:marTop w:val="0"/>
      <w:marBottom w:val="0"/>
      <w:divBdr>
        <w:top w:val="none" w:sz="0" w:space="0" w:color="auto"/>
        <w:left w:val="none" w:sz="0" w:space="0" w:color="auto"/>
        <w:bottom w:val="none" w:sz="0" w:space="0" w:color="auto"/>
        <w:right w:val="none" w:sz="0" w:space="0" w:color="auto"/>
      </w:divBdr>
    </w:div>
    <w:div w:id="779683223">
      <w:bodyDiv w:val="1"/>
      <w:marLeft w:val="0"/>
      <w:marRight w:val="0"/>
      <w:marTop w:val="0"/>
      <w:marBottom w:val="0"/>
      <w:divBdr>
        <w:top w:val="none" w:sz="0" w:space="0" w:color="auto"/>
        <w:left w:val="none" w:sz="0" w:space="0" w:color="auto"/>
        <w:bottom w:val="none" w:sz="0" w:space="0" w:color="auto"/>
        <w:right w:val="none" w:sz="0" w:space="0" w:color="auto"/>
      </w:divBdr>
    </w:div>
    <w:div w:id="789318407">
      <w:bodyDiv w:val="1"/>
      <w:marLeft w:val="0"/>
      <w:marRight w:val="0"/>
      <w:marTop w:val="0"/>
      <w:marBottom w:val="0"/>
      <w:divBdr>
        <w:top w:val="none" w:sz="0" w:space="0" w:color="auto"/>
        <w:left w:val="none" w:sz="0" w:space="0" w:color="auto"/>
        <w:bottom w:val="none" w:sz="0" w:space="0" w:color="auto"/>
        <w:right w:val="none" w:sz="0" w:space="0" w:color="auto"/>
      </w:divBdr>
    </w:div>
    <w:div w:id="797143653">
      <w:bodyDiv w:val="1"/>
      <w:marLeft w:val="0"/>
      <w:marRight w:val="0"/>
      <w:marTop w:val="0"/>
      <w:marBottom w:val="0"/>
      <w:divBdr>
        <w:top w:val="none" w:sz="0" w:space="0" w:color="auto"/>
        <w:left w:val="none" w:sz="0" w:space="0" w:color="auto"/>
        <w:bottom w:val="none" w:sz="0" w:space="0" w:color="auto"/>
        <w:right w:val="none" w:sz="0" w:space="0" w:color="auto"/>
      </w:divBdr>
    </w:div>
    <w:div w:id="798962194">
      <w:bodyDiv w:val="1"/>
      <w:marLeft w:val="0"/>
      <w:marRight w:val="0"/>
      <w:marTop w:val="0"/>
      <w:marBottom w:val="0"/>
      <w:divBdr>
        <w:top w:val="none" w:sz="0" w:space="0" w:color="auto"/>
        <w:left w:val="none" w:sz="0" w:space="0" w:color="auto"/>
        <w:bottom w:val="none" w:sz="0" w:space="0" w:color="auto"/>
        <w:right w:val="none" w:sz="0" w:space="0" w:color="auto"/>
      </w:divBdr>
    </w:div>
    <w:div w:id="807891975">
      <w:bodyDiv w:val="1"/>
      <w:marLeft w:val="0"/>
      <w:marRight w:val="0"/>
      <w:marTop w:val="0"/>
      <w:marBottom w:val="0"/>
      <w:divBdr>
        <w:top w:val="none" w:sz="0" w:space="0" w:color="auto"/>
        <w:left w:val="none" w:sz="0" w:space="0" w:color="auto"/>
        <w:bottom w:val="none" w:sz="0" w:space="0" w:color="auto"/>
        <w:right w:val="none" w:sz="0" w:space="0" w:color="auto"/>
      </w:divBdr>
    </w:div>
    <w:div w:id="814641131">
      <w:bodyDiv w:val="1"/>
      <w:marLeft w:val="0"/>
      <w:marRight w:val="0"/>
      <w:marTop w:val="0"/>
      <w:marBottom w:val="0"/>
      <w:divBdr>
        <w:top w:val="none" w:sz="0" w:space="0" w:color="auto"/>
        <w:left w:val="none" w:sz="0" w:space="0" w:color="auto"/>
        <w:bottom w:val="none" w:sz="0" w:space="0" w:color="auto"/>
        <w:right w:val="none" w:sz="0" w:space="0" w:color="auto"/>
      </w:divBdr>
    </w:div>
    <w:div w:id="817695272">
      <w:bodyDiv w:val="1"/>
      <w:marLeft w:val="0"/>
      <w:marRight w:val="0"/>
      <w:marTop w:val="0"/>
      <w:marBottom w:val="0"/>
      <w:divBdr>
        <w:top w:val="none" w:sz="0" w:space="0" w:color="auto"/>
        <w:left w:val="none" w:sz="0" w:space="0" w:color="auto"/>
        <w:bottom w:val="none" w:sz="0" w:space="0" w:color="auto"/>
        <w:right w:val="none" w:sz="0" w:space="0" w:color="auto"/>
      </w:divBdr>
    </w:div>
    <w:div w:id="818693752">
      <w:bodyDiv w:val="1"/>
      <w:marLeft w:val="0"/>
      <w:marRight w:val="0"/>
      <w:marTop w:val="0"/>
      <w:marBottom w:val="0"/>
      <w:divBdr>
        <w:top w:val="none" w:sz="0" w:space="0" w:color="auto"/>
        <w:left w:val="none" w:sz="0" w:space="0" w:color="auto"/>
        <w:bottom w:val="none" w:sz="0" w:space="0" w:color="auto"/>
        <w:right w:val="none" w:sz="0" w:space="0" w:color="auto"/>
      </w:divBdr>
    </w:div>
    <w:div w:id="828836735">
      <w:bodyDiv w:val="1"/>
      <w:marLeft w:val="0"/>
      <w:marRight w:val="0"/>
      <w:marTop w:val="0"/>
      <w:marBottom w:val="0"/>
      <w:divBdr>
        <w:top w:val="none" w:sz="0" w:space="0" w:color="auto"/>
        <w:left w:val="none" w:sz="0" w:space="0" w:color="auto"/>
        <w:bottom w:val="none" w:sz="0" w:space="0" w:color="auto"/>
        <w:right w:val="none" w:sz="0" w:space="0" w:color="auto"/>
      </w:divBdr>
    </w:div>
    <w:div w:id="852568217">
      <w:bodyDiv w:val="1"/>
      <w:marLeft w:val="0"/>
      <w:marRight w:val="0"/>
      <w:marTop w:val="0"/>
      <w:marBottom w:val="0"/>
      <w:divBdr>
        <w:top w:val="none" w:sz="0" w:space="0" w:color="auto"/>
        <w:left w:val="none" w:sz="0" w:space="0" w:color="auto"/>
        <w:bottom w:val="none" w:sz="0" w:space="0" w:color="auto"/>
        <w:right w:val="none" w:sz="0" w:space="0" w:color="auto"/>
      </w:divBdr>
    </w:div>
    <w:div w:id="855727502">
      <w:bodyDiv w:val="1"/>
      <w:marLeft w:val="0"/>
      <w:marRight w:val="0"/>
      <w:marTop w:val="0"/>
      <w:marBottom w:val="0"/>
      <w:divBdr>
        <w:top w:val="none" w:sz="0" w:space="0" w:color="auto"/>
        <w:left w:val="none" w:sz="0" w:space="0" w:color="auto"/>
        <w:bottom w:val="none" w:sz="0" w:space="0" w:color="auto"/>
        <w:right w:val="none" w:sz="0" w:space="0" w:color="auto"/>
      </w:divBdr>
    </w:div>
    <w:div w:id="864635182">
      <w:bodyDiv w:val="1"/>
      <w:marLeft w:val="0"/>
      <w:marRight w:val="0"/>
      <w:marTop w:val="0"/>
      <w:marBottom w:val="0"/>
      <w:divBdr>
        <w:top w:val="none" w:sz="0" w:space="0" w:color="auto"/>
        <w:left w:val="none" w:sz="0" w:space="0" w:color="auto"/>
        <w:bottom w:val="none" w:sz="0" w:space="0" w:color="auto"/>
        <w:right w:val="none" w:sz="0" w:space="0" w:color="auto"/>
      </w:divBdr>
    </w:div>
    <w:div w:id="877012395">
      <w:bodyDiv w:val="1"/>
      <w:marLeft w:val="0"/>
      <w:marRight w:val="0"/>
      <w:marTop w:val="0"/>
      <w:marBottom w:val="0"/>
      <w:divBdr>
        <w:top w:val="none" w:sz="0" w:space="0" w:color="auto"/>
        <w:left w:val="none" w:sz="0" w:space="0" w:color="auto"/>
        <w:bottom w:val="none" w:sz="0" w:space="0" w:color="auto"/>
        <w:right w:val="none" w:sz="0" w:space="0" w:color="auto"/>
      </w:divBdr>
    </w:div>
    <w:div w:id="878203491">
      <w:bodyDiv w:val="1"/>
      <w:marLeft w:val="0"/>
      <w:marRight w:val="0"/>
      <w:marTop w:val="0"/>
      <w:marBottom w:val="0"/>
      <w:divBdr>
        <w:top w:val="none" w:sz="0" w:space="0" w:color="auto"/>
        <w:left w:val="none" w:sz="0" w:space="0" w:color="auto"/>
        <w:bottom w:val="none" w:sz="0" w:space="0" w:color="auto"/>
        <w:right w:val="none" w:sz="0" w:space="0" w:color="auto"/>
      </w:divBdr>
    </w:div>
    <w:div w:id="883560959">
      <w:bodyDiv w:val="1"/>
      <w:marLeft w:val="0"/>
      <w:marRight w:val="0"/>
      <w:marTop w:val="0"/>
      <w:marBottom w:val="0"/>
      <w:divBdr>
        <w:top w:val="none" w:sz="0" w:space="0" w:color="auto"/>
        <w:left w:val="none" w:sz="0" w:space="0" w:color="auto"/>
        <w:bottom w:val="none" w:sz="0" w:space="0" w:color="auto"/>
        <w:right w:val="none" w:sz="0" w:space="0" w:color="auto"/>
      </w:divBdr>
    </w:div>
    <w:div w:id="886184544">
      <w:bodyDiv w:val="1"/>
      <w:marLeft w:val="0"/>
      <w:marRight w:val="0"/>
      <w:marTop w:val="0"/>
      <w:marBottom w:val="0"/>
      <w:divBdr>
        <w:top w:val="none" w:sz="0" w:space="0" w:color="auto"/>
        <w:left w:val="none" w:sz="0" w:space="0" w:color="auto"/>
        <w:bottom w:val="none" w:sz="0" w:space="0" w:color="auto"/>
        <w:right w:val="none" w:sz="0" w:space="0" w:color="auto"/>
      </w:divBdr>
    </w:div>
    <w:div w:id="887229993">
      <w:bodyDiv w:val="1"/>
      <w:marLeft w:val="0"/>
      <w:marRight w:val="0"/>
      <w:marTop w:val="0"/>
      <w:marBottom w:val="0"/>
      <w:divBdr>
        <w:top w:val="none" w:sz="0" w:space="0" w:color="auto"/>
        <w:left w:val="none" w:sz="0" w:space="0" w:color="auto"/>
        <w:bottom w:val="none" w:sz="0" w:space="0" w:color="auto"/>
        <w:right w:val="none" w:sz="0" w:space="0" w:color="auto"/>
      </w:divBdr>
    </w:div>
    <w:div w:id="887911473">
      <w:bodyDiv w:val="1"/>
      <w:marLeft w:val="0"/>
      <w:marRight w:val="0"/>
      <w:marTop w:val="0"/>
      <w:marBottom w:val="0"/>
      <w:divBdr>
        <w:top w:val="none" w:sz="0" w:space="0" w:color="auto"/>
        <w:left w:val="none" w:sz="0" w:space="0" w:color="auto"/>
        <w:bottom w:val="none" w:sz="0" w:space="0" w:color="auto"/>
        <w:right w:val="none" w:sz="0" w:space="0" w:color="auto"/>
      </w:divBdr>
    </w:div>
    <w:div w:id="890724659">
      <w:bodyDiv w:val="1"/>
      <w:marLeft w:val="0"/>
      <w:marRight w:val="0"/>
      <w:marTop w:val="0"/>
      <w:marBottom w:val="0"/>
      <w:divBdr>
        <w:top w:val="none" w:sz="0" w:space="0" w:color="auto"/>
        <w:left w:val="none" w:sz="0" w:space="0" w:color="auto"/>
        <w:bottom w:val="none" w:sz="0" w:space="0" w:color="auto"/>
        <w:right w:val="none" w:sz="0" w:space="0" w:color="auto"/>
      </w:divBdr>
    </w:div>
    <w:div w:id="912543563">
      <w:bodyDiv w:val="1"/>
      <w:marLeft w:val="0"/>
      <w:marRight w:val="0"/>
      <w:marTop w:val="0"/>
      <w:marBottom w:val="0"/>
      <w:divBdr>
        <w:top w:val="none" w:sz="0" w:space="0" w:color="auto"/>
        <w:left w:val="none" w:sz="0" w:space="0" w:color="auto"/>
        <w:bottom w:val="none" w:sz="0" w:space="0" w:color="auto"/>
        <w:right w:val="none" w:sz="0" w:space="0" w:color="auto"/>
      </w:divBdr>
    </w:div>
    <w:div w:id="936909887">
      <w:bodyDiv w:val="1"/>
      <w:marLeft w:val="0"/>
      <w:marRight w:val="0"/>
      <w:marTop w:val="0"/>
      <w:marBottom w:val="0"/>
      <w:divBdr>
        <w:top w:val="none" w:sz="0" w:space="0" w:color="auto"/>
        <w:left w:val="none" w:sz="0" w:space="0" w:color="auto"/>
        <w:bottom w:val="none" w:sz="0" w:space="0" w:color="auto"/>
        <w:right w:val="none" w:sz="0" w:space="0" w:color="auto"/>
      </w:divBdr>
    </w:div>
    <w:div w:id="938174370">
      <w:bodyDiv w:val="1"/>
      <w:marLeft w:val="0"/>
      <w:marRight w:val="0"/>
      <w:marTop w:val="0"/>
      <w:marBottom w:val="0"/>
      <w:divBdr>
        <w:top w:val="none" w:sz="0" w:space="0" w:color="auto"/>
        <w:left w:val="none" w:sz="0" w:space="0" w:color="auto"/>
        <w:bottom w:val="none" w:sz="0" w:space="0" w:color="auto"/>
        <w:right w:val="none" w:sz="0" w:space="0" w:color="auto"/>
      </w:divBdr>
    </w:div>
    <w:div w:id="939145118">
      <w:bodyDiv w:val="1"/>
      <w:marLeft w:val="0"/>
      <w:marRight w:val="0"/>
      <w:marTop w:val="0"/>
      <w:marBottom w:val="0"/>
      <w:divBdr>
        <w:top w:val="none" w:sz="0" w:space="0" w:color="auto"/>
        <w:left w:val="none" w:sz="0" w:space="0" w:color="auto"/>
        <w:bottom w:val="none" w:sz="0" w:space="0" w:color="auto"/>
        <w:right w:val="none" w:sz="0" w:space="0" w:color="auto"/>
      </w:divBdr>
    </w:div>
    <w:div w:id="966621450">
      <w:bodyDiv w:val="1"/>
      <w:marLeft w:val="0"/>
      <w:marRight w:val="0"/>
      <w:marTop w:val="0"/>
      <w:marBottom w:val="0"/>
      <w:divBdr>
        <w:top w:val="none" w:sz="0" w:space="0" w:color="auto"/>
        <w:left w:val="none" w:sz="0" w:space="0" w:color="auto"/>
        <w:bottom w:val="none" w:sz="0" w:space="0" w:color="auto"/>
        <w:right w:val="none" w:sz="0" w:space="0" w:color="auto"/>
      </w:divBdr>
    </w:div>
    <w:div w:id="977566441">
      <w:bodyDiv w:val="1"/>
      <w:marLeft w:val="0"/>
      <w:marRight w:val="0"/>
      <w:marTop w:val="0"/>
      <w:marBottom w:val="0"/>
      <w:divBdr>
        <w:top w:val="none" w:sz="0" w:space="0" w:color="auto"/>
        <w:left w:val="none" w:sz="0" w:space="0" w:color="auto"/>
        <w:bottom w:val="none" w:sz="0" w:space="0" w:color="auto"/>
        <w:right w:val="none" w:sz="0" w:space="0" w:color="auto"/>
      </w:divBdr>
    </w:div>
    <w:div w:id="981888789">
      <w:bodyDiv w:val="1"/>
      <w:marLeft w:val="0"/>
      <w:marRight w:val="0"/>
      <w:marTop w:val="0"/>
      <w:marBottom w:val="0"/>
      <w:divBdr>
        <w:top w:val="none" w:sz="0" w:space="0" w:color="auto"/>
        <w:left w:val="none" w:sz="0" w:space="0" w:color="auto"/>
        <w:bottom w:val="none" w:sz="0" w:space="0" w:color="auto"/>
        <w:right w:val="none" w:sz="0" w:space="0" w:color="auto"/>
      </w:divBdr>
    </w:div>
    <w:div w:id="983512323">
      <w:bodyDiv w:val="1"/>
      <w:marLeft w:val="0"/>
      <w:marRight w:val="0"/>
      <w:marTop w:val="0"/>
      <w:marBottom w:val="0"/>
      <w:divBdr>
        <w:top w:val="none" w:sz="0" w:space="0" w:color="auto"/>
        <w:left w:val="none" w:sz="0" w:space="0" w:color="auto"/>
        <w:bottom w:val="none" w:sz="0" w:space="0" w:color="auto"/>
        <w:right w:val="none" w:sz="0" w:space="0" w:color="auto"/>
      </w:divBdr>
    </w:div>
    <w:div w:id="988679398">
      <w:bodyDiv w:val="1"/>
      <w:marLeft w:val="0"/>
      <w:marRight w:val="0"/>
      <w:marTop w:val="0"/>
      <w:marBottom w:val="0"/>
      <w:divBdr>
        <w:top w:val="none" w:sz="0" w:space="0" w:color="auto"/>
        <w:left w:val="none" w:sz="0" w:space="0" w:color="auto"/>
        <w:bottom w:val="none" w:sz="0" w:space="0" w:color="auto"/>
        <w:right w:val="none" w:sz="0" w:space="0" w:color="auto"/>
      </w:divBdr>
    </w:div>
    <w:div w:id="990063057">
      <w:bodyDiv w:val="1"/>
      <w:marLeft w:val="0"/>
      <w:marRight w:val="0"/>
      <w:marTop w:val="0"/>
      <w:marBottom w:val="0"/>
      <w:divBdr>
        <w:top w:val="none" w:sz="0" w:space="0" w:color="auto"/>
        <w:left w:val="none" w:sz="0" w:space="0" w:color="auto"/>
        <w:bottom w:val="none" w:sz="0" w:space="0" w:color="auto"/>
        <w:right w:val="none" w:sz="0" w:space="0" w:color="auto"/>
      </w:divBdr>
    </w:div>
    <w:div w:id="997728304">
      <w:bodyDiv w:val="1"/>
      <w:marLeft w:val="0"/>
      <w:marRight w:val="0"/>
      <w:marTop w:val="0"/>
      <w:marBottom w:val="0"/>
      <w:divBdr>
        <w:top w:val="none" w:sz="0" w:space="0" w:color="auto"/>
        <w:left w:val="none" w:sz="0" w:space="0" w:color="auto"/>
        <w:bottom w:val="none" w:sz="0" w:space="0" w:color="auto"/>
        <w:right w:val="none" w:sz="0" w:space="0" w:color="auto"/>
      </w:divBdr>
    </w:div>
    <w:div w:id="1019431238">
      <w:bodyDiv w:val="1"/>
      <w:marLeft w:val="0"/>
      <w:marRight w:val="0"/>
      <w:marTop w:val="0"/>
      <w:marBottom w:val="0"/>
      <w:divBdr>
        <w:top w:val="none" w:sz="0" w:space="0" w:color="auto"/>
        <w:left w:val="none" w:sz="0" w:space="0" w:color="auto"/>
        <w:bottom w:val="none" w:sz="0" w:space="0" w:color="auto"/>
        <w:right w:val="none" w:sz="0" w:space="0" w:color="auto"/>
      </w:divBdr>
    </w:div>
    <w:div w:id="1036734342">
      <w:bodyDiv w:val="1"/>
      <w:marLeft w:val="0"/>
      <w:marRight w:val="0"/>
      <w:marTop w:val="0"/>
      <w:marBottom w:val="0"/>
      <w:divBdr>
        <w:top w:val="none" w:sz="0" w:space="0" w:color="auto"/>
        <w:left w:val="none" w:sz="0" w:space="0" w:color="auto"/>
        <w:bottom w:val="none" w:sz="0" w:space="0" w:color="auto"/>
        <w:right w:val="none" w:sz="0" w:space="0" w:color="auto"/>
      </w:divBdr>
    </w:div>
    <w:div w:id="1037972021">
      <w:bodyDiv w:val="1"/>
      <w:marLeft w:val="0"/>
      <w:marRight w:val="0"/>
      <w:marTop w:val="0"/>
      <w:marBottom w:val="0"/>
      <w:divBdr>
        <w:top w:val="none" w:sz="0" w:space="0" w:color="auto"/>
        <w:left w:val="none" w:sz="0" w:space="0" w:color="auto"/>
        <w:bottom w:val="none" w:sz="0" w:space="0" w:color="auto"/>
        <w:right w:val="none" w:sz="0" w:space="0" w:color="auto"/>
      </w:divBdr>
    </w:div>
    <w:div w:id="1041629203">
      <w:bodyDiv w:val="1"/>
      <w:marLeft w:val="0"/>
      <w:marRight w:val="0"/>
      <w:marTop w:val="0"/>
      <w:marBottom w:val="0"/>
      <w:divBdr>
        <w:top w:val="none" w:sz="0" w:space="0" w:color="auto"/>
        <w:left w:val="none" w:sz="0" w:space="0" w:color="auto"/>
        <w:bottom w:val="none" w:sz="0" w:space="0" w:color="auto"/>
        <w:right w:val="none" w:sz="0" w:space="0" w:color="auto"/>
      </w:divBdr>
    </w:div>
    <w:div w:id="1046679812">
      <w:bodyDiv w:val="1"/>
      <w:marLeft w:val="0"/>
      <w:marRight w:val="0"/>
      <w:marTop w:val="0"/>
      <w:marBottom w:val="0"/>
      <w:divBdr>
        <w:top w:val="none" w:sz="0" w:space="0" w:color="auto"/>
        <w:left w:val="none" w:sz="0" w:space="0" w:color="auto"/>
        <w:bottom w:val="none" w:sz="0" w:space="0" w:color="auto"/>
        <w:right w:val="none" w:sz="0" w:space="0" w:color="auto"/>
      </w:divBdr>
    </w:div>
    <w:div w:id="1068303402">
      <w:bodyDiv w:val="1"/>
      <w:marLeft w:val="0"/>
      <w:marRight w:val="0"/>
      <w:marTop w:val="0"/>
      <w:marBottom w:val="0"/>
      <w:divBdr>
        <w:top w:val="none" w:sz="0" w:space="0" w:color="auto"/>
        <w:left w:val="none" w:sz="0" w:space="0" w:color="auto"/>
        <w:bottom w:val="none" w:sz="0" w:space="0" w:color="auto"/>
        <w:right w:val="none" w:sz="0" w:space="0" w:color="auto"/>
      </w:divBdr>
    </w:div>
    <w:div w:id="1080056799">
      <w:bodyDiv w:val="1"/>
      <w:marLeft w:val="0"/>
      <w:marRight w:val="0"/>
      <w:marTop w:val="0"/>
      <w:marBottom w:val="0"/>
      <w:divBdr>
        <w:top w:val="none" w:sz="0" w:space="0" w:color="auto"/>
        <w:left w:val="none" w:sz="0" w:space="0" w:color="auto"/>
        <w:bottom w:val="none" w:sz="0" w:space="0" w:color="auto"/>
        <w:right w:val="none" w:sz="0" w:space="0" w:color="auto"/>
      </w:divBdr>
    </w:div>
    <w:div w:id="1087965926">
      <w:bodyDiv w:val="1"/>
      <w:marLeft w:val="0"/>
      <w:marRight w:val="0"/>
      <w:marTop w:val="0"/>
      <w:marBottom w:val="0"/>
      <w:divBdr>
        <w:top w:val="none" w:sz="0" w:space="0" w:color="auto"/>
        <w:left w:val="none" w:sz="0" w:space="0" w:color="auto"/>
        <w:bottom w:val="none" w:sz="0" w:space="0" w:color="auto"/>
        <w:right w:val="none" w:sz="0" w:space="0" w:color="auto"/>
      </w:divBdr>
    </w:div>
    <w:div w:id="1103453055">
      <w:bodyDiv w:val="1"/>
      <w:marLeft w:val="0"/>
      <w:marRight w:val="0"/>
      <w:marTop w:val="0"/>
      <w:marBottom w:val="0"/>
      <w:divBdr>
        <w:top w:val="none" w:sz="0" w:space="0" w:color="auto"/>
        <w:left w:val="none" w:sz="0" w:space="0" w:color="auto"/>
        <w:bottom w:val="none" w:sz="0" w:space="0" w:color="auto"/>
        <w:right w:val="none" w:sz="0" w:space="0" w:color="auto"/>
      </w:divBdr>
    </w:div>
    <w:div w:id="1114980677">
      <w:bodyDiv w:val="1"/>
      <w:marLeft w:val="0"/>
      <w:marRight w:val="0"/>
      <w:marTop w:val="0"/>
      <w:marBottom w:val="0"/>
      <w:divBdr>
        <w:top w:val="none" w:sz="0" w:space="0" w:color="auto"/>
        <w:left w:val="none" w:sz="0" w:space="0" w:color="auto"/>
        <w:bottom w:val="none" w:sz="0" w:space="0" w:color="auto"/>
        <w:right w:val="none" w:sz="0" w:space="0" w:color="auto"/>
      </w:divBdr>
    </w:div>
    <w:div w:id="1125319085">
      <w:bodyDiv w:val="1"/>
      <w:marLeft w:val="0"/>
      <w:marRight w:val="0"/>
      <w:marTop w:val="0"/>
      <w:marBottom w:val="0"/>
      <w:divBdr>
        <w:top w:val="none" w:sz="0" w:space="0" w:color="auto"/>
        <w:left w:val="none" w:sz="0" w:space="0" w:color="auto"/>
        <w:bottom w:val="none" w:sz="0" w:space="0" w:color="auto"/>
        <w:right w:val="none" w:sz="0" w:space="0" w:color="auto"/>
      </w:divBdr>
    </w:div>
    <w:div w:id="1127891351">
      <w:bodyDiv w:val="1"/>
      <w:marLeft w:val="0"/>
      <w:marRight w:val="0"/>
      <w:marTop w:val="0"/>
      <w:marBottom w:val="0"/>
      <w:divBdr>
        <w:top w:val="none" w:sz="0" w:space="0" w:color="auto"/>
        <w:left w:val="none" w:sz="0" w:space="0" w:color="auto"/>
        <w:bottom w:val="none" w:sz="0" w:space="0" w:color="auto"/>
        <w:right w:val="none" w:sz="0" w:space="0" w:color="auto"/>
      </w:divBdr>
    </w:div>
    <w:div w:id="1139343361">
      <w:bodyDiv w:val="1"/>
      <w:marLeft w:val="0"/>
      <w:marRight w:val="0"/>
      <w:marTop w:val="0"/>
      <w:marBottom w:val="0"/>
      <w:divBdr>
        <w:top w:val="none" w:sz="0" w:space="0" w:color="auto"/>
        <w:left w:val="none" w:sz="0" w:space="0" w:color="auto"/>
        <w:bottom w:val="none" w:sz="0" w:space="0" w:color="auto"/>
        <w:right w:val="none" w:sz="0" w:space="0" w:color="auto"/>
      </w:divBdr>
    </w:div>
    <w:div w:id="1142236559">
      <w:bodyDiv w:val="1"/>
      <w:marLeft w:val="0"/>
      <w:marRight w:val="0"/>
      <w:marTop w:val="0"/>
      <w:marBottom w:val="0"/>
      <w:divBdr>
        <w:top w:val="none" w:sz="0" w:space="0" w:color="auto"/>
        <w:left w:val="none" w:sz="0" w:space="0" w:color="auto"/>
        <w:bottom w:val="none" w:sz="0" w:space="0" w:color="auto"/>
        <w:right w:val="none" w:sz="0" w:space="0" w:color="auto"/>
      </w:divBdr>
      <w:divsChild>
        <w:div w:id="152111609">
          <w:marLeft w:val="0"/>
          <w:marRight w:val="0"/>
          <w:marTop w:val="0"/>
          <w:marBottom w:val="0"/>
          <w:divBdr>
            <w:top w:val="none" w:sz="0" w:space="0" w:color="auto"/>
            <w:left w:val="none" w:sz="0" w:space="0" w:color="auto"/>
            <w:bottom w:val="none" w:sz="0" w:space="0" w:color="auto"/>
            <w:right w:val="none" w:sz="0" w:space="0" w:color="auto"/>
          </w:divBdr>
        </w:div>
        <w:div w:id="181019005">
          <w:marLeft w:val="0"/>
          <w:marRight w:val="0"/>
          <w:marTop w:val="0"/>
          <w:marBottom w:val="0"/>
          <w:divBdr>
            <w:top w:val="none" w:sz="0" w:space="0" w:color="auto"/>
            <w:left w:val="none" w:sz="0" w:space="0" w:color="auto"/>
            <w:bottom w:val="none" w:sz="0" w:space="0" w:color="auto"/>
            <w:right w:val="none" w:sz="0" w:space="0" w:color="auto"/>
          </w:divBdr>
        </w:div>
        <w:div w:id="277417297">
          <w:marLeft w:val="0"/>
          <w:marRight w:val="0"/>
          <w:marTop w:val="0"/>
          <w:marBottom w:val="0"/>
          <w:divBdr>
            <w:top w:val="none" w:sz="0" w:space="0" w:color="auto"/>
            <w:left w:val="none" w:sz="0" w:space="0" w:color="auto"/>
            <w:bottom w:val="none" w:sz="0" w:space="0" w:color="auto"/>
            <w:right w:val="none" w:sz="0" w:space="0" w:color="auto"/>
          </w:divBdr>
        </w:div>
        <w:div w:id="278411288">
          <w:marLeft w:val="0"/>
          <w:marRight w:val="0"/>
          <w:marTop w:val="0"/>
          <w:marBottom w:val="0"/>
          <w:divBdr>
            <w:top w:val="none" w:sz="0" w:space="0" w:color="auto"/>
            <w:left w:val="none" w:sz="0" w:space="0" w:color="auto"/>
            <w:bottom w:val="none" w:sz="0" w:space="0" w:color="auto"/>
            <w:right w:val="none" w:sz="0" w:space="0" w:color="auto"/>
          </w:divBdr>
        </w:div>
        <w:div w:id="281157131">
          <w:marLeft w:val="0"/>
          <w:marRight w:val="0"/>
          <w:marTop w:val="0"/>
          <w:marBottom w:val="0"/>
          <w:divBdr>
            <w:top w:val="none" w:sz="0" w:space="0" w:color="auto"/>
            <w:left w:val="none" w:sz="0" w:space="0" w:color="auto"/>
            <w:bottom w:val="none" w:sz="0" w:space="0" w:color="auto"/>
            <w:right w:val="none" w:sz="0" w:space="0" w:color="auto"/>
          </w:divBdr>
        </w:div>
        <w:div w:id="321734364">
          <w:marLeft w:val="0"/>
          <w:marRight w:val="0"/>
          <w:marTop w:val="0"/>
          <w:marBottom w:val="0"/>
          <w:divBdr>
            <w:top w:val="none" w:sz="0" w:space="0" w:color="auto"/>
            <w:left w:val="none" w:sz="0" w:space="0" w:color="auto"/>
            <w:bottom w:val="none" w:sz="0" w:space="0" w:color="auto"/>
            <w:right w:val="none" w:sz="0" w:space="0" w:color="auto"/>
          </w:divBdr>
        </w:div>
        <w:div w:id="465582607">
          <w:marLeft w:val="0"/>
          <w:marRight w:val="0"/>
          <w:marTop w:val="0"/>
          <w:marBottom w:val="0"/>
          <w:divBdr>
            <w:top w:val="none" w:sz="0" w:space="0" w:color="auto"/>
            <w:left w:val="none" w:sz="0" w:space="0" w:color="auto"/>
            <w:bottom w:val="none" w:sz="0" w:space="0" w:color="auto"/>
            <w:right w:val="none" w:sz="0" w:space="0" w:color="auto"/>
          </w:divBdr>
        </w:div>
        <w:div w:id="554706501">
          <w:marLeft w:val="0"/>
          <w:marRight w:val="0"/>
          <w:marTop w:val="0"/>
          <w:marBottom w:val="0"/>
          <w:divBdr>
            <w:top w:val="none" w:sz="0" w:space="0" w:color="auto"/>
            <w:left w:val="none" w:sz="0" w:space="0" w:color="auto"/>
            <w:bottom w:val="none" w:sz="0" w:space="0" w:color="auto"/>
            <w:right w:val="none" w:sz="0" w:space="0" w:color="auto"/>
          </w:divBdr>
        </w:div>
        <w:div w:id="560098979">
          <w:marLeft w:val="0"/>
          <w:marRight w:val="0"/>
          <w:marTop w:val="0"/>
          <w:marBottom w:val="0"/>
          <w:divBdr>
            <w:top w:val="none" w:sz="0" w:space="0" w:color="auto"/>
            <w:left w:val="none" w:sz="0" w:space="0" w:color="auto"/>
            <w:bottom w:val="none" w:sz="0" w:space="0" w:color="auto"/>
            <w:right w:val="none" w:sz="0" w:space="0" w:color="auto"/>
          </w:divBdr>
        </w:div>
        <w:div w:id="677582516">
          <w:marLeft w:val="0"/>
          <w:marRight w:val="0"/>
          <w:marTop w:val="0"/>
          <w:marBottom w:val="0"/>
          <w:divBdr>
            <w:top w:val="none" w:sz="0" w:space="0" w:color="auto"/>
            <w:left w:val="none" w:sz="0" w:space="0" w:color="auto"/>
            <w:bottom w:val="none" w:sz="0" w:space="0" w:color="auto"/>
            <w:right w:val="none" w:sz="0" w:space="0" w:color="auto"/>
          </w:divBdr>
        </w:div>
        <w:div w:id="705563753">
          <w:marLeft w:val="0"/>
          <w:marRight w:val="0"/>
          <w:marTop w:val="0"/>
          <w:marBottom w:val="0"/>
          <w:divBdr>
            <w:top w:val="none" w:sz="0" w:space="0" w:color="auto"/>
            <w:left w:val="none" w:sz="0" w:space="0" w:color="auto"/>
            <w:bottom w:val="none" w:sz="0" w:space="0" w:color="auto"/>
            <w:right w:val="none" w:sz="0" w:space="0" w:color="auto"/>
          </w:divBdr>
        </w:div>
        <w:div w:id="714081010">
          <w:marLeft w:val="0"/>
          <w:marRight w:val="0"/>
          <w:marTop w:val="0"/>
          <w:marBottom w:val="0"/>
          <w:divBdr>
            <w:top w:val="none" w:sz="0" w:space="0" w:color="auto"/>
            <w:left w:val="none" w:sz="0" w:space="0" w:color="auto"/>
            <w:bottom w:val="none" w:sz="0" w:space="0" w:color="auto"/>
            <w:right w:val="none" w:sz="0" w:space="0" w:color="auto"/>
          </w:divBdr>
        </w:div>
        <w:div w:id="792554527">
          <w:marLeft w:val="0"/>
          <w:marRight w:val="0"/>
          <w:marTop w:val="0"/>
          <w:marBottom w:val="0"/>
          <w:divBdr>
            <w:top w:val="none" w:sz="0" w:space="0" w:color="auto"/>
            <w:left w:val="none" w:sz="0" w:space="0" w:color="auto"/>
            <w:bottom w:val="none" w:sz="0" w:space="0" w:color="auto"/>
            <w:right w:val="none" w:sz="0" w:space="0" w:color="auto"/>
          </w:divBdr>
        </w:div>
        <w:div w:id="864906793">
          <w:marLeft w:val="0"/>
          <w:marRight w:val="0"/>
          <w:marTop w:val="0"/>
          <w:marBottom w:val="0"/>
          <w:divBdr>
            <w:top w:val="none" w:sz="0" w:space="0" w:color="auto"/>
            <w:left w:val="none" w:sz="0" w:space="0" w:color="auto"/>
            <w:bottom w:val="none" w:sz="0" w:space="0" w:color="auto"/>
            <w:right w:val="none" w:sz="0" w:space="0" w:color="auto"/>
          </w:divBdr>
        </w:div>
        <w:div w:id="908468031">
          <w:marLeft w:val="0"/>
          <w:marRight w:val="0"/>
          <w:marTop w:val="0"/>
          <w:marBottom w:val="0"/>
          <w:divBdr>
            <w:top w:val="none" w:sz="0" w:space="0" w:color="auto"/>
            <w:left w:val="none" w:sz="0" w:space="0" w:color="auto"/>
            <w:bottom w:val="none" w:sz="0" w:space="0" w:color="auto"/>
            <w:right w:val="none" w:sz="0" w:space="0" w:color="auto"/>
          </w:divBdr>
        </w:div>
        <w:div w:id="1080327299">
          <w:marLeft w:val="0"/>
          <w:marRight w:val="0"/>
          <w:marTop w:val="0"/>
          <w:marBottom w:val="0"/>
          <w:divBdr>
            <w:top w:val="none" w:sz="0" w:space="0" w:color="auto"/>
            <w:left w:val="none" w:sz="0" w:space="0" w:color="auto"/>
            <w:bottom w:val="none" w:sz="0" w:space="0" w:color="auto"/>
            <w:right w:val="none" w:sz="0" w:space="0" w:color="auto"/>
          </w:divBdr>
        </w:div>
        <w:div w:id="1262907478">
          <w:marLeft w:val="0"/>
          <w:marRight w:val="0"/>
          <w:marTop w:val="0"/>
          <w:marBottom w:val="0"/>
          <w:divBdr>
            <w:top w:val="none" w:sz="0" w:space="0" w:color="auto"/>
            <w:left w:val="none" w:sz="0" w:space="0" w:color="auto"/>
            <w:bottom w:val="none" w:sz="0" w:space="0" w:color="auto"/>
            <w:right w:val="none" w:sz="0" w:space="0" w:color="auto"/>
          </w:divBdr>
        </w:div>
        <w:div w:id="1322463730">
          <w:marLeft w:val="0"/>
          <w:marRight w:val="0"/>
          <w:marTop w:val="0"/>
          <w:marBottom w:val="0"/>
          <w:divBdr>
            <w:top w:val="none" w:sz="0" w:space="0" w:color="auto"/>
            <w:left w:val="none" w:sz="0" w:space="0" w:color="auto"/>
            <w:bottom w:val="none" w:sz="0" w:space="0" w:color="auto"/>
            <w:right w:val="none" w:sz="0" w:space="0" w:color="auto"/>
          </w:divBdr>
        </w:div>
        <w:div w:id="1334408759">
          <w:marLeft w:val="0"/>
          <w:marRight w:val="0"/>
          <w:marTop w:val="0"/>
          <w:marBottom w:val="0"/>
          <w:divBdr>
            <w:top w:val="none" w:sz="0" w:space="0" w:color="auto"/>
            <w:left w:val="none" w:sz="0" w:space="0" w:color="auto"/>
            <w:bottom w:val="none" w:sz="0" w:space="0" w:color="auto"/>
            <w:right w:val="none" w:sz="0" w:space="0" w:color="auto"/>
          </w:divBdr>
        </w:div>
        <w:div w:id="1454910074">
          <w:marLeft w:val="0"/>
          <w:marRight w:val="0"/>
          <w:marTop w:val="0"/>
          <w:marBottom w:val="0"/>
          <w:divBdr>
            <w:top w:val="none" w:sz="0" w:space="0" w:color="auto"/>
            <w:left w:val="none" w:sz="0" w:space="0" w:color="auto"/>
            <w:bottom w:val="none" w:sz="0" w:space="0" w:color="auto"/>
            <w:right w:val="none" w:sz="0" w:space="0" w:color="auto"/>
          </w:divBdr>
        </w:div>
        <w:div w:id="1493989397">
          <w:marLeft w:val="0"/>
          <w:marRight w:val="0"/>
          <w:marTop w:val="0"/>
          <w:marBottom w:val="0"/>
          <w:divBdr>
            <w:top w:val="none" w:sz="0" w:space="0" w:color="auto"/>
            <w:left w:val="none" w:sz="0" w:space="0" w:color="auto"/>
            <w:bottom w:val="none" w:sz="0" w:space="0" w:color="auto"/>
            <w:right w:val="none" w:sz="0" w:space="0" w:color="auto"/>
          </w:divBdr>
        </w:div>
        <w:div w:id="1514303513">
          <w:marLeft w:val="0"/>
          <w:marRight w:val="0"/>
          <w:marTop w:val="0"/>
          <w:marBottom w:val="0"/>
          <w:divBdr>
            <w:top w:val="none" w:sz="0" w:space="0" w:color="auto"/>
            <w:left w:val="none" w:sz="0" w:space="0" w:color="auto"/>
            <w:bottom w:val="none" w:sz="0" w:space="0" w:color="auto"/>
            <w:right w:val="none" w:sz="0" w:space="0" w:color="auto"/>
          </w:divBdr>
        </w:div>
        <w:div w:id="1524243737">
          <w:marLeft w:val="0"/>
          <w:marRight w:val="0"/>
          <w:marTop w:val="0"/>
          <w:marBottom w:val="0"/>
          <w:divBdr>
            <w:top w:val="none" w:sz="0" w:space="0" w:color="auto"/>
            <w:left w:val="none" w:sz="0" w:space="0" w:color="auto"/>
            <w:bottom w:val="none" w:sz="0" w:space="0" w:color="auto"/>
            <w:right w:val="none" w:sz="0" w:space="0" w:color="auto"/>
          </w:divBdr>
        </w:div>
        <w:div w:id="1573350517">
          <w:marLeft w:val="0"/>
          <w:marRight w:val="0"/>
          <w:marTop w:val="0"/>
          <w:marBottom w:val="0"/>
          <w:divBdr>
            <w:top w:val="none" w:sz="0" w:space="0" w:color="auto"/>
            <w:left w:val="none" w:sz="0" w:space="0" w:color="auto"/>
            <w:bottom w:val="none" w:sz="0" w:space="0" w:color="auto"/>
            <w:right w:val="none" w:sz="0" w:space="0" w:color="auto"/>
          </w:divBdr>
        </w:div>
        <w:div w:id="1737362815">
          <w:marLeft w:val="0"/>
          <w:marRight w:val="0"/>
          <w:marTop w:val="0"/>
          <w:marBottom w:val="0"/>
          <w:divBdr>
            <w:top w:val="none" w:sz="0" w:space="0" w:color="auto"/>
            <w:left w:val="none" w:sz="0" w:space="0" w:color="auto"/>
            <w:bottom w:val="none" w:sz="0" w:space="0" w:color="auto"/>
            <w:right w:val="none" w:sz="0" w:space="0" w:color="auto"/>
          </w:divBdr>
        </w:div>
        <w:div w:id="1813133287">
          <w:marLeft w:val="0"/>
          <w:marRight w:val="0"/>
          <w:marTop w:val="0"/>
          <w:marBottom w:val="0"/>
          <w:divBdr>
            <w:top w:val="none" w:sz="0" w:space="0" w:color="auto"/>
            <w:left w:val="none" w:sz="0" w:space="0" w:color="auto"/>
            <w:bottom w:val="none" w:sz="0" w:space="0" w:color="auto"/>
            <w:right w:val="none" w:sz="0" w:space="0" w:color="auto"/>
          </w:divBdr>
        </w:div>
        <w:div w:id="1989748314">
          <w:marLeft w:val="0"/>
          <w:marRight w:val="0"/>
          <w:marTop w:val="0"/>
          <w:marBottom w:val="0"/>
          <w:divBdr>
            <w:top w:val="none" w:sz="0" w:space="0" w:color="auto"/>
            <w:left w:val="none" w:sz="0" w:space="0" w:color="auto"/>
            <w:bottom w:val="none" w:sz="0" w:space="0" w:color="auto"/>
            <w:right w:val="none" w:sz="0" w:space="0" w:color="auto"/>
          </w:divBdr>
        </w:div>
        <w:div w:id="2066678946">
          <w:marLeft w:val="0"/>
          <w:marRight w:val="0"/>
          <w:marTop w:val="0"/>
          <w:marBottom w:val="0"/>
          <w:divBdr>
            <w:top w:val="none" w:sz="0" w:space="0" w:color="auto"/>
            <w:left w:val="none" w:sz="0" w:space="0" w:color="auto"/>
            <w:bottom w:val="none" w:sz="0" w:space="0" w:color="auto"/>
            <w:right w:val="none" w:sz="0" w:space="0" w:color="auto"/>
          </w:divBdr>
        </w:div>
        <w:div w:id="2081520443">
          <w:marLeft w:val="0"/>
          <w:marRight w:val="0"/>
          <w:marTop w:val="0"/>
          <w:marBottom w:val="0"/>
          <w:divBdr>
            <w:top w:val="none" w:sz="0" w:space="0" w:color="auto"/>
            <w:left w:val="none" w:sz="0" w:space="0" w:color="auto"/>
            <w:bottom w:val="none" w:sz="0" w:space="0" w:color="auto"/>
            <w:right w:val="none" w:sz="0" w:space="0" w:color="auto"/>
          </w:divBdr>
        </w:div>
        <w:div w:id="2132749535">
          <w:marLeft w:val="0"/>
          <w:marRight w:val="0"/>
          <w:marTop w:val="0"/>
          <w:marBottom w:val="0"/>
          <w:divBdr>
            <w:top w:val="none" w:sz="0" w:space="0" w:color="auto"/>
            <w:left w:val="none" w:sz="0" w:space="0" w:color="auto"/>
            <w:bottom w:val="none" w:sz="0" w:space="0" w:color="auto"/>
            <w:right w:val="none" w:sz="0" w:space="0" w:color="auto"/>
          </w:divBdr>
        </w:div>
      </w:divsChild>
    </w:div>
    <w:div w:id="1157115306">
      <w:bodyDiv w:val="1"/>
      <w:marLeft w:val="0"/>
      <w:marRight w:val="0"/>
      <w:marTop w:val="0"/>
      <w:marBottom w:val="0"/>
      <w:divBdr>
        <w:top w:val="none" w:sz="0" w:space="0" w:color="auto"/>
        <w:left w:val="none" w:sz="0" w:space="0" w:color="auto"/>
        <w:bottom w:val="none" w:sz="0" w:space="0" w:color="auto"/>
        <w:right w:val="none" w:sz="0" w:space="0" w:color="auto"/>
      </w:divBdr>
    </w:div>
    <w:div w:id="1158572813">
      <w:bodyDiv w:val="1"/>
      <w:marLeft w:val="0"/>
      <w:marRight w:val="0"/>
      <w:marTop w:val="0"/>
      <w:marBottom w:val="0"/>
      <w:divBdr>
        <w:top w:val="none" w:sz="0" w:space="0" w:color="auto"/>
        <w:left w:val="none" w:sz="0" w:space="0" w:color="auto"/>
        <w:bottom w:val="none" w:sz="0" w:space="0" w:color="auto"/>
        <w:right w:val="none" w:sz="0" w:space="0" w:color="auto"/>
      </w:divBdr>
    </w:div>
    <w:div w:id="1160661715">
      <w:bodyDiv w:val="1"/>
      <w:marLeft w:val="0"/>
      <w:marRight w:val="0"/>
      <w:marTop w:val="0"/>
      <w:marBottom w:val="0"/>
      <w:divBdr>
        <w:top w:val="none" w:sz="0" w:space="0" w:color="auto"/>
        <w:left w:val="none" w:sz="0" w:space="0" w:color="auto"/>
        <w:bottom w:val="none" w:sz="0" w:space="0" w:color="auto"/>
        <w:right w:val="none" w:sz="0" w:space="0" w:color="auto"/>
      </w:divBdr>
    </w:div>
    <w:div w:id="1172337325">
      <w:bodyDiv w:val="1"/>
      <w:marLeft w:val="0"/>
      <w:marRight w:val="0"/>
      <w:marTop w:val="0"/>
      <w:marBottom w:val="0"/>
      <w:divBdr>
        <w:top w:val="none" w:sz="0" w:space="0" w:color="auto"/>
        <w:left w:val="none" w:sz="0" w:space="0" w:color="auto"/>
        <w:bottom w:val="none" w:sz="0" w:space="0" w:color="auto"/>
        <w:right w:val="none" w:sz="0" w:space="0" w:color="auto"/>
      </w:divBdr>
    </w:div>
    <w:div w:id="1175798756">
      <w:bodyDiv w:val="1"/>
      <w:marLeft w:val="0"/>
      <w:marRight w:val="0"/>
      <w:marTop w:val="0"/>
      <w:marBottom w:val="0"/>
      <w:divBdr>
        <w:top w:val="none" w:sz="0" w:space="0" w:color="auto"/>
        <w:left w:val="none" w:sz="0" w:space="0" w:color="auto"/>
        <w:bottom w:val="none" w:sz="0" w:space="0" w:color="auto"/>
        <w:right w:val="none" w:sz="0" w:space="0" w:color="auto"/>
      </w:divBdr>
    </w:div>
    <w:div w:id="1181117507">
      <w:bodyDiv w:val="1"/>
      <w:marLeft w:val="0"/>
      <w:marRight w:val="0"/>
      <w:marTop w:val="0"/>
      <w:marBottom w:val="0"/>
      <w:divBdr>
        <w:top w:val="none" w:sz="0" w:space="0" w:color="auto"/>
        <w:left w:val="none" w:sz="0" w:space="0" w:color="auto"/>
        <w:bottom w:val="none" w:sz="0" w:space="0" w:color="auto"/>
        <w:right w:val="none" w:sz="0" w:space="0" w:color="auto"/>
      </w:divBdr>
      <w:divsChild>
        <w:div w:id="279920427">
          <w:marLeft w:val="0"/>
          <w:marRight w:val="0"/>
          <w:marTop w:val="0"/>
          <w:marBottom w:val="0"/>
          <w:divBdr>
            <w:top w:val="none" w:sz="0" w:space="0" w:color="auto"/>
            <w:left w:val="none" w:sz="0" w:space="0" w:color="auto"/>
            <w:bottom w:val="none" w:sz="0" w:space="0" w:color="auto"/>
            <w:right w:val="none" w:sz="0" w:space="0" w:color="auto"/>
          </w:divBdr>
          <w:divsChild>
            <w:div w:id="2012172821">
              <w:marLeft w:val="0"/>
              <w:marRight w:val="0"/>
              <w:marTop w:val="0"/>
              <w:marBottom w:val="0"/>
              <w:divBdr>
                <w:top w:val="none" w:sz="0" w:space="0" w:color="auto"/>
                <w:left w:val="none" w:sz="0" w:space="0" w:color="auto"/>
                <w:bottom w:val="none" w:sz="0" w:space="0" w:color="auto"/>
                <w:right w:val="none" w:sz="0" w:space="0" w:color="auto"/>
              </w:divBdr>
            </w:div>
            <w:div w:id="439687660">
              <w:marLeft w:val="0"/>
              <w:marRight w:val="0"/>
              <w:marTop w:val="0"/>
              <w:marBottom w:val="0"/>
              <w:divBdr>
                <w:top w:val="none" w:sz="0" w:space="0" w:color="auto"/>
                <w:left w:val="none" w:sz="0" w:space="0" w:color="auto"/>
                <w:bottom w:val="none" w:sz="0" w:space="0" w:color="auto"/>
                <w:right w:val="none" w:sz="0" w:space="0" w:color="auto"/>
              </w:divBdr>
            </w:div>
            <w:div w:id="892815293">
              <w:marLeft w:val="0"/>
              <w:marRight w:val="0"/>
              <w:marTop w:val="0"/>
              <w:marBottom w:val="0"/>
              <w:divBdr>
                <w:top w:val="none" w:sz="0" w:space="0" w:color="auto"/>
                <w:left w:val="none" w:sz="0" w:space="0" w:color="auto"/>
                <w:bottom w:val="none" w:sz="0" w:space="0" w:color="auto"/>
                <w:right w:val="none" w:sz="0" w:space="0" w:color="auto"/>
              </w:divBdr>
            </w:div>
            <w:div w:id="1371880479">
              <w:marLeft w:val="0"/>
              <w:marRight w:val="0"/>
              <w:marTop w:val="0"/>
              <w:marBottom w:val="0"/>
              <w:divBdr>
                <w:top w:val="none" w:sz="0" w:space="0" w:color="auto"/>
                <w:left w:val="none" w:sz="0" w:space="0" w:color="auto"/>
                <w:bottom w:val="none" w:sz="0" w:space="0" w:color="auto"/>
                <w:right w:val="none" w:sz="0" w:space="0" w:color="auto"/>
              </w:divBdr>
            </w:div>
          </w:divsChild>
        </w:div>
        <w:div w:id="472405470">
          <w:marLeft w:val="0"/>
          <w:marRight w:val="0"/>
          <w:marTop w:val="0"/>
          <w:marBottom w:val="0"/>
          <w:divBdr>
            <w:top w:val="none" w:sz="0" w:space="0" w:color="auto"/>
            <w:left w:val="none" w:sz="0" w:space="0" w:color="auto"/>
            <w:bottom w:val="none" w:sz="0" w:space="0" w:color="auto"/>
            <w:right w:val="none" w:sz="0" w:space="0" w:color="auto"/>
          </w:divBdr>
          <w:divsChild>
            <w:div w:id="449859449">
              <w:marLeft w:val="0"/>
              <w:marRight w:val="0"/>
              <w:marTop w:val="0"/>
              <w:marBottom w:val="0"/>
              <w:divBdr>
                <w:top w:val="none" w:sz="0" w:space="0" w:color="auto"/>
                <w:left w:val="none" w:sz="0" w:space="0" w:color="auto"/>
                <w:bottom w:val="none" w:sz="0" w:space="0" w:color="auto"/>
                <w:right w:val="none" w:sz="0" w:space="0" w:color="auto"/>
              </w:divBdr>
            </w:div>
            <w:div w:id="163748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6833">
      <w:bodyDiv w:val="1"/>
      <w:marLeft w:val="0"/>
      <w:marRight w:val="0"/>
      <w:marTop w:val="0"/>
      <w:marBottom w:val="0"/>
      <w:divBdr>
        <w:top w:val="none" w:sz="0" w:space="0" w:color="auto"/>
        <w:left w:val="none" w:sz="0" w:space="0" w:color="auto"/>
        <w:bottom w:val="none" w:sz="0" w:space="0" w:color="auto"/>
        <w:right w:val="none" w:sz="0" w:space="0" w:color="auto"/>
      </w:divBdr>
    </w:div>
    <w:div w:id="1214923317">
      <w:bodyDiv w:val="1"/>
      <w:marLeft w:val="0"/>
      <w:marRight w:val="0"/>
      <w:marTop w:val="0"/>
      <w:marBottom w:val="0"/>
      <w:divBdr>
        <w:top w:val="none" w:sz="0" w:space="0" w:color="auto"/>
        <w:left w:val="none" w:sz="0" w:space="0" w:color="auto"/>
        <w:bottom w:val="none" w:sz="0" w:space="0" w:color="auto"/>
        <w:right w:val="none" w:sz="0" w:space="0" w:color="auto"/>
      </w:divBdr>
    </w:div>
    <w:div w:id="1224683703">
      <w:bodyDiv w:val="1"/>
      <w:marLeft w:val="0"/>
      <w:marRight w:val="0"/>
      <w:marTop w:val="0"/>
      <w:marBottom w:val="0"/>
      <w:divBdr>
        <w:top w:val="none" w:sz="0" w:space="0" w:color="auto"/>
        <w:left w:val="none" w:sz="0" w:space="0" w:color="auto"/>
        <w:bottom w:val="none" w:sz="0" w:space="0" w:color="auto"/>
        <w:right w:val="none" w:sz="0" w:space="0" w:color="auto"/>
      </w:divBdr>
    </w:div>
    <w:div w:id="1256784428">
      <w:bodyDiv w:val="1"/>
      <w:marLeft w:val="0"/>
      <w:marRight w:val="0"/>
      <w:marTop w:val="0"/>
      <w:marBottom w:val="0"/>
      <w:divBdr>
        <w:top w:val="none" w:sz="0" w:space="0" w:color="auto"/>
        <w:left w:val="none" w:sz="0" w:space="0" w:color="auto"/>
        <w:bottom w:val="none" w:sz="0" w:space="0" w:color="auto"/>
        <w:right w:val="none" w:sz="0" w:space="0" w:color="auto"/>
      </w:divBdr>
    </w:div>
    <w:div w:id="1258367376">
      <w:bodyDiv w:val="1"/>
      <w:marLeft w:val="0"/>
      <w:marRight w:val="0"/>
      <w:marTop w:val="0"/>
      <w:marBottom w:val="0"/>
      <w:divBdr>
        <w:top w:val="none" w:sz="0" w:space="0" w:color="auto"/>
        <w:left w:val="none" w:sz="0" w:space="0" w:color="auto"/>
        <w:bottom w:val="none" w:sz="0" w:space="0" w:color="auto"/>
        <w:right w:val="none" w:sz="0" w:space="0" w:color="auto"/>
      </w:divBdr>
    </w:div>
    <w:div w:id="1266185931">
      <w:bodyDiv w:val="1"/>
      <w:marLeft w:val="0"/>
      <w:marRight w:val="0"/>
      <w:marTop w:val="0"/>
      <w:marBottom w:val="0"/>
      <w:divBdr>
        <w:top w:val="none" w:sz="0" w:space="0" w:color="auto"/>
        <w:left w:val="none" w:sz="0" w:space="0" w:color="auto"/>
        <w:bottom w:val="none" w:sz="0" w:space="0" w:color="auto"/>
        <w:right w:val="none" w:sz="0" w:space="0" w:color="auto"/>
      </w:divBdr>
    </w:div>
    <w:div w:id="1272778971">
      <w:bodyDiv w:val="1"/>
      <w:marLeft w:val="0"/>
      <w:marRight w:val="0"/>
      <w:marTop w:val="0"/>
      <w:marBottom w:val="0"/>
      <w:divBdr>
        <w:top w:val="none" w:sz="0" w:space="0" w:color="auto"/>
        <w:left w:val="none" w:sz="0" w:space="0" w:color="auto"/>
        <w:bottom w:val="none" w:sz="0" w:space="0" w:color="auto"/>
        <w:right w:val="none" w:sz="0" w:space="0" w:color="auto"/>
      </w:divBdr>
    </w:div>
    <w:div w:id="1279987800">
      <w:bodyDiv w:val="1"/>
      <w:marLeft w:val="0"/>
      <w:marRight w:val="0"/>
      <w:marTop w:val="0"/>
      <w:marBottom w:val="0"/>
      <w:divBdr>
        <w:top w:val="none" w:sz="0" w:space="0" w:color="auto"/>
        <w:left w:val="none" w:sz="0" w:space="0" w:color="auto"/>
        <w:bottom w:val="none" w:sz="0" w:space="0" w:color="auto"/>
        <w:right w:val="none" w:sz="0" w:space="0" w:color="auto"/>
      </w:divBdr>
    </w:div>
    <w:div w:id="1283071349">
      <w:bodyDiv w:val="1"/>
      <w:marLeft w:val="0"/>
      <w:marRight w:val="0"/>
      <w:marTop w:val="0"/>
      <w:marBottom w:val="0"/>
      <w:divBdr>
        <w:top w:val="none" w:sz="0" w:space="0" w:color="auto"/>
        <w:left w:val="none" w:sz="0" w:space="0" w:color="auto"/>
        <w:bottom w:val="none" w:sz="0" w:space="0" w:color="auto"/>
        <w:right w:val="none" w:sz="0" w:space="0" w:color="auto"/>
      </w:divBdr>
    </w:div>
    <w:div w:id="1289773714">
      <w:bodyDiv w:val="1"/>
      <w:marLeft w:val="0"/>
      <w:marRight w:val="0"/>
      <w:marTop w:val="0"/>
      <w:marBottom w:val="0"/>
      <w:divBdr>
        <w:top w:val="none" w:sz="0" w:space="0" w:color="auto"/>
        <w:left w:val="none" w:sz="0" w:space="0" w:color="auto"/>
        <w:bottom w:val="none" w:sz="0" w:space="0" w:color="auto"/>
        <w:right w:val="none" w:sz="0" w:space="0" w:color="auto"/>
      </w:divBdr>
    </w:div>
    <w:div w:id="1290279452">
      <w:bodyDiv w:val="1"/>
      <w:marLeft w:val="0"/>
      <w:marRight w:val="0"/>
      <w:marTop w:val="0"/>
      <w:marBottom w:val="0"/>
      <w:divBdr>
        <w:top w:val="none" w:sz="0" w:space="0" w:color="auto"/>
        <w:left w:val="none" w:sz="0" w:space="0" w:color="auto"/>
        <w:bottom w:val="none" w:sz="0" w:space="0" w:color="auto"/>
        <w:right w:val="none" w:sz="0" w:space="0" w:color="auto"/>
      </w:divBdr>
      <w:divsChild>
        <w:div w:id="18817454">
          <w:marLeft w:val="0"/>
          <w:marRight w:val="0"/>
          <w:marTop w:val="0"/>
          <w:marBottom w:val="0"/>
          <w:divBdr>
            <w:top w:val="none" w:sz="0" w:space="0" w:color="auto"/>
            <w:left w:val="none" w:sz="0" w:space="0" w:color="auto"/>
            <w:bottom w:val="none" w:sz="0" w:space="0" w:color="auto"/>
            <w:right w:val="none" w:sz="0" w:space="0" w:color="auto"/>
          </w:divBdr>
        </w:div>
        <w:div w:id="21639649">
          <w:marLeft w:val="0"/>
          <w:marRight w:val="0"/>
          <w:marTop w:val="0"/>
          <w:marBottom w:val="0"/>
          <w:divBdr>
            <w:top w:val="none" w:sz="0" w:space="0" w:color="auto"/>
            <w:left w:val="none" w:sz="0" w:space="0" w:color="auto"/>
            <w:bottom w:val="none" w:sz="0" w:space="0" w:color="auto"/>
            <w:right w:val="none" w:sz="0" w:space="0" w:color="auto"/>
          </w:divBdr>
        </w:div>
        <w:div w:id="25566811">
          <w:marLeft w:val="0"/>
          <w:marRight w:val="0"/>
          <w:marTop w:val="0"/>
          <w:marBottom w:val="0"/>
          <w:divBdr>
            <w:top w:val="none" w:sz="0" w:space="0" w:color="auto"/>
            <w:left w:val="none" w:sz="0" w:space="0" w:color="auto"/>
            <w:bottom w:val="none" w:sz="0" w:space="0" w:color="auto"/>
            <w:right w:val="none" w:sz="0" w:space="0" w:color="auto"/>
          </w:divBdr>
        </w:div>
        <w:div w:id="165480019">
          <w:marLeft w:val="0"/>
          <w:marRight w:val="0"/>
          <w:marTop w:val="0"/>
          <w:marBottom w:val="0"/>
          <w:divBdr>
            <w:top w:val="none" w:sz="0" w:space="0" w:color="auto"/>
            <w:left w:val="none" w:sz="0" w:space="0" w:color="auto"/>
            <w:bottom w:val="none" w:sz="0" w:space="0" w:color="auto"/>
            <w:right w:val="none" w:sz="0" w:space="0" w:color="auto"/>
          </w:divBdr>
        </w:div>
        <w:div w:id="312805083">
          <w:marLeft w:val="0"/>
          <w:marRight w:val="0"/>
          <w:marTop w:val="0"/>
          <w:marBottom w:val="0"/>
          <w:divBdr>
            <w:top w:val="none" w:sz="0" w:space="0" w:color="auto"/>
            <w:left w:val="none" w:sz="0" w:space="0" w:color="auto"/>
            <w:bottom w:val="none" w:sz="0" w:space="0" w:color="auto"/>
            <w:right w:val="none" w:sz="0" w:space="0" w:color="auto"/>
          </w:divBdr>
        </w:div>
        <w:div w:id="343946135">
          <w:marLeft w:val="0"/>
          <w:marRight w:val="0"/>
          <w:marTop w:val="0"/>
          <w:marBottom w:val="0"/>
          <w:divBdr>
            <w:top w:val="none" w:sz="0" w:space="0" w:color="auto"/>
            <w:left w:val="none" w:sz="0" w:space="0" w:color="auto"/>
            <w:bottom w:val="none" w:sz="0" w:space="0" w:color="auto"/>
            <w:right w:val="none" w:sz="0" w:space="0" w:color="auto"/>
          </w:divBdr>
        </w:div>
        <w:div w:id="348214144">
          <w:marLeft w:val="0"/>
          <w:marRight w:val="0"/>
          <w:marTop w:val="0"/>
          <w:marBottom w:val="0"/>
          <w:divBdr>
            <w:top w:val="none" w:sz="0" w:space="0" w:color="auto"/>
            <w:left w:val="none" w:sz="0" w:space="0" w:color="auto"/>
            <w:bottom w:val="none" w:sz="0" w:space="0" w:color="auto"/>
            <w:right w:val="none" w:sz="0" w:space="0" w:color="auto"/>
          </w:divBdr>
        </w:div>
        <w:div w:id="369694209">
          <w:marLeft w:val="0"/>
          <w:marRight w:val="0"/>
          <w:marTop w:val="0"/>
          <w:marBottom w:val="0"/>
          <w:divBdr>
            <w:top w:val="none" w:sz="0" w:space="0" w:color="auto"/>
            <w:left w:val="none" w:sz="0" w:space="0" w:color="auto"/>
            <w:bottom w:val="none" w:sz="0" w:space="0" w:color="auto"/>
            <w:right w:val="none" w:sz="0" w:space="0" w:color="auto"/>
          </w:divBdr>
        </w:div>
        <w:div w:id="391078380">
          <w:marLeft w:val="0"/>
          <w:marRight w:val="0"/>
          <w:marTop w:val="0"/>
          <w:marBottom w:val="0"/>
          <w:divBdr>
            <w:top w:val="none" w:sz="0" w:space="0" w:color="auto"/>
            <w:left w:val="none" w:sz="0" w:space="0" w:color="auto"/>
            <w:bottom w:val="none" w:sz="0" w:space="0" w:color="auto"/>
            <w:right w:val="none" w:sz="0" w:space="0" w:color="auto"/>
          </w:divBdr>
        </w:div>
        <w:div w:id="456220853">
          <w:marLeft w:val="0"/>
          <w:marRight w:val="0"/>
          <w:marTop w:val="0"/>
          <w:marBottom w:val="0"/>
          <w:divBdr>
            <w:top w:val="none" w:sz="0" w:space="0" w:color="auto"/>
            <w:left w:val="none" w:sz="0" w:space="0" w:color="auto"/>
            <w:bottom w:val="none" w:sz="0" w:space="0" w:color="auto"/>
            <w:right w:val="none" w:sz="0" w:space="0" w:color="auto"/>
          </w:divBdr>
        </w:div>
        <w:div w:id="459495523">
          <w:marLeft w:val="0"/>
          <w:marRight w:val="0"/>
          <w:marTop w:val="0"/>
          <w:marBottom w:val="0"/>
          <w:divBdr>
            <w:top w:val="none" w:sz="0" w:space="0" w:color="auto"/>
            <w:left w:val="none" w:sz="0" w:space="0" w:color="auto"/>
            <w:bottom w:val="none" w:sz="0" w:space="0" w:color="auto"/>
            <w:right w:val="none" w:sz="0" w:space="0" w:color="auto"/>
          </w:divBdr>
        </w:div>
        <w:div w:id="622083060">
          <w:marLeft w:val="0"/>
          <w:marRight w:val="0"/>
          <w:marTop w:val="0"/>
          <w:marBottom w:val="0"/>
          <w:divBdr>
            <w:top w:val="none" w:sz="0" w:space="0" w:color="auto"/>
            <w:left w:val="none" w:sz="0" w:space="0" w:color="auto"/>
            <w:bottom w:val="none" w:sz="0" w:space="0" w:color="auto"/>
            <w:right w:val="none" w:sz="0" w:space="0" w:color="auto"/>
          </w:divBdr>
        </w:div>
        <w:div w:id="667320237">
          <w:marLeft w:val="0"/>
          <w:marRight w:val="0"/>
          <w:marTop w:val="0"/>
          <w:marBottom w:val="0"/>
          <w:divBdr>
            <w:top w:val="none" w:sz="0" w:space="0" w:color="auto"/>
            <w:left w:val="none" w:sz="0" w:space="0" w:color="auto"/>
            <w:bottom w:val="none" w:sz="0" w:space="0" w:color="auto"/>
            <w:right w:val="none" w:sz="0" w:space="0" w:color="auto"/>
          </w:divBdr>
        </w:div>
        <w:div w:id="703604496">
          <w:marLeft w:val="0"/>
          <w:marRight w:val="0"/>
          <w:marTop w:val="0"/>
          <w:marBottom w:val="0"/>
          <w:divBdr>
            <w:top w:val="none" w:sz="0" w:space="0" w:color="auto"/>
            <w:left w:val="none" w:sz="0" w:space="0" w:color="auto"/>
            <w:bottom w:val="none" w:sz="0" w:space="0" w:color="auto"/>
            <w:right w:val="none" w:sz="0" w:space="0" w:color="auto"/>
          </w:divBdr>
        </w:div>
        <w:div w:id="743836299">
          <w:marLeft w:val="0"/>
          <w:marRight w:val="0"/>
          <w:marTop w:val="0"/>
          <w:marBottom w:val="0"/>
          <w:divBdr>
            <w:top w:val="none" w:sz="0" w:space="0" w:color="auto"/>
            <w:left w:val="none" w:sz="0" w:space="0" w:color="auto"/>
            <w:bottom w:val="none" w:sz="0" w:space="0" w:color="auto"/>
            <w:right w:val="none" w:sz="0" w:space="0" w:color="auto"/>
          </w:divBdr>
        </w:div>
        <w:div w:id="867990509">
          <w:marLeft w:val="0"/>
          <w:marRight w:val="0"/>
          <w:marTop w:val="0"/>
          <w:marBottom w:val="0"/>
          <w:divBdr>
            <w:top w:val="none" w:sz="0" w:space="0" w:color="auto"/>
            <w:left w:val="none" w:sz="0" w:space="0" w:color="auto"/>
            <w:bottom w:val="none" w:sz="0" w:space="0" w:color="auto"/>
            <w:right w:val="none" w:sz="0" w:space="0" w:color="auto"/>
          </w:divBdr>
        </w:div>
        <w:div w:id="884945887">
          <w:marLeft w:val="0"/>
          <w:marRight w:val="0"/>
          <w:marTop w:val="0"/>
          <w:marBottom w:val="0"/>
          <w:divBdr>
            <w:top w:val="none" w:sz="0" w:space="0" w:color="auto"/>
            <w:left w:val="none" w:sz="0" w:space="0" w:color="auto"/>
            <w:bottom w:val="none" w:sz="0" w:space="0" w:color="auto"/>
            <w:right w:val="none" w:sz="0" w:space="0" w:color="auto"/>
          </w:divBdr>
        </w:div>
        <w:div w:id="974601624">
          <w:marLeft w:val="0"/>
          <w:marRight w:val="0"/>
          <w:marTop w:val="0"/>
          <w:marBottom w:val="0"/>
          <w:divBdr>
            <w:top w:val="none" w:sz="0" w:space="0" w:color="auto"/>
            <w:left w:val="none" w:sz="0" w:space="0" w:color="auto"/>
            <w:bottom w:val="none" w:sz="0" w:space="0" w:color="auto"/>
            <w:right w:val="none" w:sz="0" w:space="0" w:color="auto"/>
          </w:divBdr>
        </w:div>
        <w:div w:id="1008482907">
          <w:marLeft w:val="0"/>
          <w:marRight w:val="0"/>
          <w:marTop w:val="0"/>
          <w:marBottom w:val="0"/>
          <w:divBdr>
            <w:top w:val="none" w:sz="0" w:space="0" w:color="auto"/>
            <w:left w:val="none" w:sz="0" w:space="0" w:color="auto"/>
            <w:bottom w:val="none" w:sz="0" w:space="0" w:color="auto"/>
            <w:right w:val="none" w:sz="0" w:space="0" w:color="auto"/>
          </w:divBdr>
        </w:div>
        <w:div w:id="1013847820">
          <w:marLeft w:val="0"/>
          <w:marRight w:val="0"/>
          <w:marTop w:val="0"/>
          <w:marBottom w:val="0"/>
          <w:divBdr>
            <w:top w:val="none" w:sz="0" w:space="0" w:color="auto"/>
            <w:left w:val="none" w:sz="0" w:space="0" w:color="auto"/>
            <w:bottom w:val="none" w:sz="0" w:space="0" w:color="auto"/>
            <w:right w:val="none" w:sz="0" w:space="0" w:color="auto"/>
          </w:divBdr>
        </w:div>
        <w:div w:id="1042513171">
          <w:marLeft w:val="0"/>
          <w:marRight w:val="0"/>
          <w:marTop w:val="0"/>
          <w:marBottom w:val="0"/>
          <w:divBdr>
            <w:top w:val="none" w:sz="0" w:space="0" w:color="auto"/>
            <w:left w:val="none" w:sz="0" w:space="0" w:color="auto"/>
            <w:bottom w:val="none" w:sz="0" w:space="0" w:color="auto"/>
            <w:right w:val="none" w:sz="0" w:space="0" w:color="auto"/>
          </w:divBdr>
        </w:div>
        <w:div w:id="1126047909">
          <w:marLeft w:val="0"/>
          <w:marRight w:val="0"/>
          <w:marTop w:val="0"/>
          <w:marBottom w:val="0"/>
          <w:divBdr>
            <w:top w:val="none" w:sz="0" w:space="0" w:color="auto"/>
            <w:left w:val="none" w:sz="0" w:space="0" w:color="auto"/>
            <w:bottom w:val="none" w:sz="0" w:space="0" w:color="auto"/>
            <w:right w:val="none" w:sz="0" w:space="0" w:color="auto"/>
          </w:divBdr>
        </w:div>
        <w:div w:id="1146240017">
          <w:marLeft w:val="0"/>
          <w:marRight w:val="0"/>
          <w:marTop w:val="0"/>
          <w:marBottom w:val="0"/>
          <w:divBdr>
            <w:top w:val="none" w:sz="0" w:space="0" w:color="auto"/>
            <w:left w:val="none" w:sz="0" w:space="0" w:color="auto"/>
            <w:bottom w:val="none" w:sz="0" w:space="0" w:color="auto"/>
            <w:right w:val="none" w:sz="0" w:space="0" w:color="auto"/>
          </w:divBdr>
        </w:div>
        <w:div w:id="1292319619">
          <w:marLeft w:val="0"/>
          <w:marRight w:val="0"/>
          <w:marTop w:val="0"/>
          <w:marBottom w:val="0"/>
          <w:divBdr>
            <w:top w:val="none" w:sz="0" w:space="0" w:color="auto"/>
            <w:left w:val="none" w:sz="0" w:space="0" w:color="auto"/>
            <w:bottom w:val="none" w:sz="0" w:space="0" w:color="auto"/>
            <w:right w:val="none" w:sz="0" w:space="0" w:color="auto"/>
          </w:divBdr>
        </w:div>
        <w:div w:id="1342246759">
          <w:marLeft w:val="0"/>
          <w:marRight w:val="0"/>
          <w:marTop w:val="0"/>
          <w:marBottom w:val="0"/>
          <w:divBdr>
            <w:top w:val="none" w:sz="0" w:space="0" w:color="auto"/>
            <w:left w:val="none" w:sz="0" w:space="0" w:color="auto"/>
            <w:bottom w:val="none" w:sz="0" w:space="0" w:color="auto"/>
            <w:right w:val="none" w:sz="0" w:space="0" w:color="auto"/>
          </w:divBdr>
        </w:div>
        <w:div w:id="1621841539">
          <w:marLeft w:val="0"/>
          <w:marRight w:val="0"/>
          <w:marTop w:val="0"/>
          <w:marBottom w:val="0"/>
          <w:divBdr>
            <w:top w:val="none" w:sz="0" w:space="0" w:color="auto"/>
            <w:left w:val="none" w:sz="0" w:space="0" w:color="auto"/>
            <w:bottom w:val="none" w:sz="0" w:space="0" w:color="auto"/>
            <w:right w:val="none" w:sz="0" w:space="0" w:color="auto"/>
          </w:divBdr>
        </w:div>
        <w:div w:id="1727332962">
          <w:marLeft w:val="0"/>
          <w:marRight w:val="0"/>
          <w:marTop w:val="0"/>
          <w:marBottom w:val="0"/>
          <w:divBdr>
            <w:top w:val="none" w:sz="0" w:space="0" w:color="auto"/>
            <w:left w:val="none" w:sz="0" w:space="0" w:color="auto"/>
            <w:bottom w:val="none" w:sz="0" w:space="0" w:color="auto"/>
            <w:right w:val="none" w:sz="0" w:space="0" w:color="auto"/>
          </w:divBdr>
        </w:div>
        <w:div w:id="1764572498">
          <w:marLeft w:val="0"/>
          <w:marRight w:val="0"/>
          <w:marTop w:val="0"/>
          <w:marBottom w:val="0"/>
          <w:divBdr>
            <w:top w:val="none" w:sz="0" w:space="0" w:color="auto"/>
            <w:left w:val="none" w:sz="0" w:space="0" w:color="auto"/>
            <w:bottom w:val="none" w:sz="0" w:space="0" w:color="auto"/>
            <w:right w:val="none" w:sz="0" w:space="0" w:color="auto"/>
          </w:divBdr>
        </w:div>
        <w:div w:id="1808157799">
          <w:marLeft w:val="0"/>
          <w:marRight w:val="0"/>
          <w:marTop w:val="0"/>
          <w:marBottom w:val="0"/>
          <w:divBdr>
            <w:top w:val="none" w:sz="0" w:space="0" w:color="auto"/>
            <w:left w:val="none" w:sz="0" w:space="0" w:color="auto"/>
            <w:bottom w:val="none" w:sz="0" w:space="0" w:color="auto"/>
            <w:right w:val="none" w:sz="0" w:space="0" w:color="auto"/>
          </w:divBdr>
        </w:div>
        <w:div w:id="1848324586">
          <w:marLeft w:val="0"/>
          <w:marRight w:val="0"/>
          <w:marTop w:val="0"/>
          <w:marBottom w:val="0"/>
          <w:divBdr>
            <w:top w:val="none" w:sz="0" w:space="0" w:color="auto"/>
            <w:left w:val="none" w:sz="0" w:space="0" w:color="auto"/>
            <w:bottom w:val="none" w:sz="0" w:space="0" w:color="auto"/>
            <w:right w:val="none" w:sz="0" w:space="0" w:color="auto"/>
          </w:divBdr>
        </w:div>
        <w:div w:id="1895192830">
          <w:marLeft w:val="0"/>
          <w:marRight w:val="0"/>
          <w:marTop w:val="0"/>
          <w:marBottom w:val="0"/>
          <w:divBdr>
            <w:top w:val="none" w:sz="0" w:space="0" w:color="auto"/>
            <w:left w:val="none" w:sz="0" w:space="0" w:color="auto"/>
            <w:bottom w:val="none" w:sz="0" w:space="0" w:color="auto"/>
            <w:right w:val="none" w:sz="0" w:space="0" w:color="auto"/>
          </w:divBdr>
        </w:div>
        <w:div w:id="1918513594">
          <w:marLeft w:val="0"/>
          <w:marRight w:val="0"/>
          <w:marTop w:val="0"/>
          <w:marBottom w:val="0"/>
          <w:divBdr>
            <w:top w:val="none" w:sz="0" w:space="0" w:color="auto"/>
            <w:left w:val="none" w:sz="0" w:space="0" w:color="auto"/>
            <w:bottom w:val="none" w:sz="0" w:space="0" w:color="auto"/>
            <w:right w:val="none" w:sz="0" w:space="0" w:color="auto"/>
          </w:divBdr>
        </w:div>
        <w:div w:id="2049180498">
          <w:marLeft w:val="0"/>
          <w:marRight w:val="0"/>
          <w:marTop w:val="0"/>
          <w:marBottom w:val="0"/>
          <w:divBdr>
            <w:top w:val="none" w:sz="0" w:space="0" w:color="auto"/>
            <w:left w:val="none" w:sz="0" w:space="0" w:color="auto"/>
            <w:bottom w:val="none" w:sz="0" w:space="0" w:color="auto"/>
            <w:right w:val="none" w:sz="0" w:space="0" w:color="auto"/>
          </w:divBdr>
        </w:div>
        <w:div w:id="2093353336">
          <w:marLeft w:val="0"/>
          <w:marRight w:val="0"/>
          <w:marTop w:val="0"/>
          <w:marBottom w:val="0"/>
          <w:divBdr>
            <w:top w:val="none" w:sz="0" w:space="0" w:color="auto"/>
            <w:left w:val="none" w:sz="0" w:space="0" w:color="auto"/>
            <w:bottom w:val="none" w:sz="0" w:space="0" w:color="auto"/>
            <w:right w:val="none" w:sz="0" w:space="0" w:color="auto"/>
          </w:divBdr>
        </w:div>
      </w:divsChild>
    </w:div>
    <w:div w:id="1303922160">
      <w:bodyDiv w:val="1"/>
      <w:marLeft w:val="0"/>
      <w:marRight w:val="0"/>
      <w:marTop w:val="0"/>
      <w:marBottom w:val="0"/>
      <w:divBdr>
        <w:top w:val="none" w:sz="0" w:space="0" w:color="auto"/>
        <w:left w:val="none" w:sz="0" w:space="0" w:color="auto"/>
        <w:bottom w:val="none" w:sz="0" w:space="0" w:color="auto"/>
        <w:right w:val="none" w:sz="0" w:space="0" w:color="auto"/>
      </w:divBdr>
    </w:div>
    <w:div w:id="1304236271">
      <w:bodyDiv w:val="1"/>
      <w:marLeft w:val="0"/>
      <w:marRight w:val="0"/>
      <w:marTop w:val="0"/>
      <w:marBottom w:val="0"/>
      <w:divBdr>
        <w:top w:val="none" w:sz="0" w:space="0" w:color="auto"/>
        <w:left w:val="none" w:sz="0" w:space="0" w:color="auto"/>
        <w:bottom w:val="none" w:sz="0" w:space="0" w:color="auto"/>
        <w:right w:val="none" w:sz="0" w:space="0" w:color="auto"/>
      </w:divBdr>
    </w:div>
    <w:div w:id="1307121278">
      <w:bodyDiv w:val="1"/>
      <w:marLeft w:val="0"/>
      <w:marRight w:val="0"/>
      <w:marTop w:val="0"/>
      <w:marBottom w:val="0"/>
      <w:divBdr>
        <w:top w:val="none" w:sz="0" w:space="0" w:color="auto"/>
        <w:left w:val="none" w:sz="0" w:space="0" w:color="auto"/>
        <w:bottom w:val="none" w:sz="0" w:space="0" w:color="auto"/>
        <w:right w:val="none" w:sz="0" w:space="0" w:color="auto"/>
      </w:divBdr>
    </w:div>
    <w:div w:id="1313439651">
      <w:bodyDiv w:val="1"/>
      <w:marLeft w:val="0"/>
      <w:marRight w:val="0"/>
      <w:marTop w:val="0"/>
      <w:marBottom w:val="0"/>
      <w:divBdr>
        <w:top w:val="none" w:sz="0" w:space="0" w:color="auto"/>
        <w:left w:val="none" w:sz="0" w:space="0" w:color="auto"/>
        <w:bottom w:val="none" w:sz="0" w:space="0" w:color="auto"/>
        <w:right w:val="none" w:sz="0" w:space="0" w:color="auto"/>
      </w:divBdr>
    </w:div>
    <w:div w:id="1324089717">
      <w:bodyDiv w:val="1"/>
      <w:marLeft w:val="0"/>
      <w:marRight w:val="0"/>
      <w:marTop w:val="0"/>
      <w:marBottom w:val="0"/>
      <w:divBdr>
        <w:top w:val="none" w:sz="0" w:space="0" w:color="auto"/>
        <w:left w:val="none" w:sz="0" w:space="0" w:color="auto"/>
        <w:bottom w:val="none" w:sz="0" w:space="0" w:color="auto"/>
        <w:right w:val="none" w:sz="0" w:space="0" w:color="auto"/>
      </w:divBdr>
    </w:div>
    <w:div w:id="1331104598">
      <w:bodyDiv w:val="1"/>
      <w:marLeft w:val="0"/>
      <w:marRight w:val="0"/>
      <w:marTop w:val="0"/>
      <w:marBottom w:val="0"/>
      <w:divBdr>
        <w:top w:val="none" w:sz="0" w:space="0" w:color="auto"/>
        <w:left w:val="none" w:sz="0" w:space="0" w:color="auto"/>
        <w:bottom w:val="none" w:sz="0" w:space="0" w:color="auto"/>
        <w:right w:val="none" w:sz="0" w:space="0" w:color="auto"/>
      </w:divBdr>
    </w:div>
    <w:div w:id="1332680440">
      <w:bodyDiv w:val="1"/>
      <w:marLeft w:val="0"/>
      <w:marRight w:val="0"/>
      <w:marTop w:val="0"/>
      <w:marBottom w:val="0"/>
      <w:divBdr>
        <w:top w:val="none" w:sz="0" w:space="0" w:color="auto"/>
        <w:left w:val="none" w:sz="0" w:space="0" w:color="auto"/>
        <w:bottom w:val="none" w:sz="0" w:space="0" w:color="auto"/>
        <w:right w:val="none" w:sz="0" w:space="0" w:color="auto"/>
      </w:divBdr>
    </w:div>
    <w:div w:id="1338656548">
      <w:bodyDiv w:val="1"/>
      <w:marLeft w:val="0"/>
      <w:marRight w:val="0"/>
      <w:marTop w:val="0"/>
      <w:marBottom w:val="0"/>
      <w:divBdr>
        <w:top w:val="none" w:sz="0" w:space="0" w:color="auto"/>
        <w:left w:val="none" w:sz="0" w:space="0" w:color="auto"/>
        <w:bottom w:val="none" w:sz="0" w:space="0" w:color="auto"/>
        <w:right w:val="none" w:sz="0" w:space="0" w:color="auto"/>
      </w:divBdr>
    </w:div>
    <w:div w:id="1351877737">
      <w:bodyDiv w:val="1"/>
      <w:marLeft w:val="0"/>
      <w:marRight w:val="0"/>
      <w:marTop w:val="0"/>
      <w:marBottom w:val="0"/>
      <w:divBdr>
        <w:top w:val="none" w:sz="0" w:space="0" w:color="auto"/>
        <w:left w:val="none" w:sz="0" w:space="0" w:color="auto"/>
        <w:bottom w:val="none" w:sz="0" w:space="0" w:color="auto"/>
        <w:right w:val="none" w:sz="0" w:space="0" w:color="auto"/>
      </w:divBdr>
    </w:div>
    <w:div w:id="1359965265">
      <w:bodyDiv w:val="1"/>
      <w:marLeft w:val="0"/>
      <w:marRight w:val="0"/>
      <w:marTop w:val="0"/>
      <w:marBottom w:val="0"/>
      <w:divBdr>
        <w:top w:val="none" w:sz="0" w:space="0" w:color="auto"/>
        <w:left w:val="none" w:sz="0" w:space="0" w:color="auto"/>
        <w:bottom w:val="none" w:sz="0" w:space="0" w:color="auto"/>
        <w:right w:val="none" w:sz="0" w:space="0" w:color="auto"/>
      </w:divBdr>
    </w:div>
    <w:div w:id="1362167433">
      <w:bodyDiv w:val="1"/>
      <w:marLeft w:val="0"/>
      <w:marRight w:val="0"/>
      <w:marTop w:val="0"/>
      <w:marBottom w:val="0"/>
      <w:divBdr>
        <w:top w:val="none" w:sz="0" w:space="0" w:color="auto"/>
        <w:left w:val="none" w:sz="0" w:space="0" w:color="auto"/>
        <w:bottom w:val="none" w:sz="0" w:space="0" w:color="auto"/>
        <w:right w:val="none" w:sz="0" w:space="0" w:color="auto"/>
      </w:divBdr>
      <w:divsChild>
        <w:div w:id="1991522617">
          <w:marLeft w:val="0"/>
          <w:marRight w:val="0"/>
          <w:marTop w:val="0"/>
          <w:marBottom w:val="0"/>
          <w:divBdr>
            <w:top w:val="none" w:sz="0" w:space="0" w:color="auto"/>
            <w:left w:val="none" w:sz="0" w:space="0" w:color="auto"/>
            <w:bottom w:val="none" w:sz="0" w:space="0" w:color="auto"/>
            <w:right w:val="none" w:sz="0" w:space="0" w:color="auto"/>
          </w:divBdr>
        </w:div>
      </w:divsChild>
    </w:div>
    <w:div w:id="1374186469">
      <w:bodyDiv w:val="1"/>
      <w:marLeft w:val="0"/>
      <w:marRight w:val="0"/>
      <w:marTop w:val="0"/>
      <w:marBottom w:val="0"/>
      <w:divBdr>
        <w:top w:val="none" w:sz="0" w:space="0" w:color="auto"/>
        <w:left w:val="none" w:sz="0" w:space="0" w:color="auto"/>
        <w:bottom w:val="none" w:sz="0" w:space="0" w:color="auto"/>
        <w:right w:val="none" w:sz="0" w:space="0" w:color="auto"/>
      </w:divBdr>
    </w:div>
    <w:div w:id="1389451089">
      <w:bodyDiv w:val="1"/>
      <w:marLeft w:val="0"/>
      <w:marRight w:val="0"/>
      <w:marTop w:val="0"/>
      <w:marBottom w:val="0"/>
      <w:divBdr>
        <w:top w:val="none" w:sz="0" w:space="0" w:color="auto"/>
        <w:left w:val="none" w:sz="0" w:space="0" w:color="auto"/>
        <w:bottom w:val="none" w:sz="0" w:space="0" w:color="auto"/>
        <w:right w:val="none" w:sz="0" w:space="0" w:color="auto"/>
      </w:divBdr>
    </w:div>
    <w:div w:id="1393623147">
      <w:bodyDiv w:val="1"/>
      <w:marLeft w:val="0"/>
      <w:marRight w:val="0"/>
      <w:marTop w:val="0"/>
      <w:marBottom w:val="0"/>
      <w:divBdr>
        <w:top w:val="none" w:sz="0" w:space="0" w:color="auto"/>
        <w:left w:val="none" w:sz="0" w:space="0" w:color="auto"/>
        <w:bottom w:val="none" w:sz="0" w:space="0" w:color="auto"/>
        <w:right w:val="none" w:sz="0" w:space="0" w:color="auto"/>
      </w:divBdr>
      <w:divsChild>
        <w:div w:id="314143380">
          <w:marLeft w:val="0"/>
          <w:marRight w:val="0"/>
          <w:marTop w:val="0"/>
          <w:marBottom w:val="0"/>
          <w:divBdr>
            <w:top w:val="none" w:sz="0" w:space="0" w:color="auto"/>
            <w:left w:val="none" w:sz="0" w:space="0" w:color="auto"/>
            <w:bottom w:val="none" w:sz="0" w:space="0" w:color="auto"/>
            <w:right w:val="none" w:sz="0" w:space="0" w:color="auto"/>
          </w:divBdr>
        </w:div>
        <w:div w:id="829832972">
          <w:marLeft w:val="0"/>
          <w:marRight w:val="0"/>
          <w:marTop w:val="0"/>
          <w:marBottom w:val="0"/>
          <w:divBdr>
            <w:top w:val="none" w:sz="0" w:space="0" w:color="auto"/>
            <w:left w:val="none" w:sz="0" w:space="0" w:color="auto"/>
            <w:bottom w:val="none" w:sz="0" w:space="0" w:color="auto"/>
            <w:right w:val="none" w:sz="0" w:space="0" w:color="auto"/>
          </w:divBdr>
        </w:div>
        <w:div w:id="112023899">
          <w:marLeft w:val="0"/>
          <w:marRight w:val="0"/>
          <w:marTop w:val="0"/>
          <w:marBottom w:val="0"/>
          <w:divBdr>
            <w:top w:val="none" w:sz="0" w:space="0" w:color="auto"/>
            <w:left w:val="none" w:sz="0" w:space="0" w:color="auto"/>
            <w:bottom w:val="none" w:sz="0" w:space="0" w:color="auto"/>
            <w:right w:val="none" w:sz="0" w:space="0" w:color="auto"/>
          </w:divBdr>
        </w:div>
        <w:div w:id="489179377">
          <w:marLeft w:val="0"/>
          <w:marRight w:val="0"/>
          <w:marTop w:val="0"/>
          <w:marBottom w:val="0"/>
          <w:divBdr>
            <w:top w:val="none" w:sz="0" w:space="0" w:color="auto"/>
            <w:left w:val="none" w:sz="0" w:space="0" w:color="auto"/>
            <w:bottom w:val="none" w:sz="0" w:space="0" w:color="auto"/>
            <w:right w:val="none" w:sz="0" w:space="0" w:color="auto"/>
          </w:divBdr>
        </w:div>
        <w:div w:id="778378813">
          <w:marLeft w:val="0"/>
          <w:marRight w:val="0"/>
          <w:marTop w:val="0"/>
          <w:marBottom w:val="0"/>
          <w:divBdr>
            <w:top w:val="none" w:sz="0" w:space="0" w:color="auto"/>
            <w:left w:val="none" w:sz="0" w:space="0" w:color="auto"/>
            <w:bottom w:val="none" w:sz="0" w:space="0" w:color="auto"/>
            <w:right w:val="none" w:sz="0" w:space="0" w:color="auto"/>
          </w:divBdr>
        </w:div>
        <w:div w:id="2033190384">
          <w:marLeft w:val="0"/>
          <w:marRight w:val="0"/>
          <w:marTop w:val="0"/>
          <w:marBottom w:val="0"/>
          <w:divBdr>
            <w:top w:val="none" w:sz="0" w:space="0" w:color="auto"/>
            <w:left w:val="none" w:sz="0" w:space="0" w:color="auto"/>
            <w:bottom w:val="none" w:sz="0" w:space="0" w:color="auto"/>
            <w:right w:val="none" w:sz="0" w:space="0" w:color="auto"/>
          </w:divBdr>
        </w:div>
        <w:div w:id="696586813">
          <w:marLeft w:val="0"/>
          <w:marRight w:val="0"/>
          <w:marTop w:val="0"/>
          <w:marBottom w:val="0"/>
          <w:divBdr>
            <w:top w:val="none" w:sz="0" w:space="0" w:color="auto"/>
            <w:left w:val="none" w:sz="0" w:space="0" w:color="auto"/>
            <w:bottom w:val="none" w:sz="0" w:space="0" w:color="auto"/>
            <w:right w:val="none" w:sz="0" w:space="0" w:color="auto"/>
          </w:divBdr>
        </w:div>
        <w:div w:id="1114441833">
          <w:marLeft w:val="0"/>
          <w:marRight w:val="0"/>
          <w:marTop w:val="0"/>
          <w:marBottom w:val="0"/>
          <w:divBdr>
            <w:top w:val="none" w:sz="0" w:space="0" w:color="auto"/>
            <w:left w:val="none" w:sz="0" w:space="0" w:color="auto"/>
            <w:bottom w:val="none" w:sz="0" w:space="0" w:color="auto"/>
            <w:right w:val="none" w:sz="0" w:space="0" w:color="auto"/>
          </w:divBdr>
        </w:div>
        <w:div w:id="581109749">
          <w:marLeft w:val="0"/>
          <w:marRight w:val="0"/>
          <w:marTop w:val="0"/>
          <w:marBottom w:val="0"/>
          <w:divBdr>
            <w:top w:val="none" w:sz="0" w:space="0" w:color="auto"/>
            <w:left w:val="none" w:sz="0" w:space="0" w:color="auto"/>
            <w:bottom w:val="none" w:sz="0" w:space="0" w:color="auto"/>
            <w:right w:val="none" w:sz="0" w:space="0" w:color="auto"/>
          </w:divBdr>
        </w:div>
      </w:divsChild>
    </w:div>
    <w:div w:id="1407915909">
      <w:bodyDiv w:val="1"/>
      <w:marLeft w:val="0"/>
      <w:marRight w:val="0"/>
      <w:marTop w:val="0"/>
      <w:marBottom w:val="0"/>
      <w:divBdr>
        <w:top w:val="none" w:sz="0" w:space="0" w:color="auto"/>
        <w:left w:val="none" w:sz="0" w:space="0" w:color="auto"/>
        <w:bottom w:val="none" w:sz="0" w:space="0" w:color="auto"/>
        <w:right w:val="none" w:sz="0" w:space="0" w:color="auto"/>
      </w:divBdr>
    </w:div>
    <w:div w:id="1409614731">
      <w:bodyDiv w:val="1"/>
      <w:marLeft w:val="0"/>
      <w:marRight w:val="0"/>
      <w:marTop w:val="0"/>
      <w:marBottom w:val="0"/>
      <w:divBdr>
        <w:top w:val="none" w:sz="0" w:space="0" w:color="auto"/>
        <w:left w:val="none" w:sz="0" w:space="0" w:color="auto"/>
        <w:bottom w:val="none" w:sz="0" w:space="0" w:color="auto"/>
        <w:right w:val="none" w:sz="0" w:space="0" w:color="auto"/>
      </w:divBdr>
    </w:div>
    <w:div w:id="1430351949">
      <w:bodyDiv w:val="1"/>
      <w:marLeft w:val="0"/>
      <w:marRight w:val="0"/>
      <w:marTop w:val="0"/>
      <w:marBottom w:val="0"/>
      <w:divBdr>
        <w:top w:val="none" w:sz="0" w:space="0" w:color="auto"/>
        <w:left w:val="none" w:sz="0" w:space="0" w:color="auto"/>
        <w:bottom w:val="none" w:sz="0" w:space="0" w:color="auto"/>
        <w:right w:val="none" w:sz="0" w:space="0" w:color="auto"/>
      </w:divBdr>
    </w:div>
    <w:div w:id="1431659186">
      <w:bodyDiv w:val="1"/>
      <w:marLeft w:val="0"/>
      <w:marRight w:val="0"/>
      <w:marTop w:val="0"/>
      <w:marBottom w:val="0"/>
      <w:divBdr>
        <w:top w:val="none" w:sz="0" w:space="0" w:color="auto"/>
        <w:left w:val="none" w:sz="0" w:space="0" w:color="auto"/>
        <w:bottom w:val="none" w:sz="0" w:space="0" w:color="auto"/>
        <w:right w:val="none" w:sz="0" w:space="0" w:color="auto"/>
      </w:divBdr>
    </w:div>
    <w:div w:id="1438137873">
      <w:bodyDiv w:val="1"/>
      <w:marLeft w:val="0"/>
      <w:marRight w:val="0"/>
      <w:marTop w:val="0"/>
      <w:marBottom w:val="0"/>
      <w:divBdr>
        <w:top w:val="none" w:sz="0" w:space="0" w:color="auto"/>
        <w:left w:val="none" w:sz="0" w:space="0" w:color="auto"/>
        <w:bottom w:val="none" w:sz="0" w:space="0" w:color="auto"/>
        <w:right w:val="none" w:sz="0" w:space="0" w:color="auto"/>
      </w:divBdr>
    </w:div>
    <w:div w:id="1438476997">
      <w:bodyDiv w:val="1"/>
      <w:marLeft w:val="0"/>
      <w:marRight w:val="0"/>
      <w:marTop w:val="0"/>
      <w:marBottom w:val="0"/>
      <w:divBdr>
        <w:top w:val="none" w:sz="0" w:space="0" w:color="auto"/>
        <w:left w:val="none" w:sz="0" w:space="0" w:color="auto"/>
        <w:bottom w:val="none" w:sz="0" w:space="0" w:color="auto"/>
        <w:right w:val="none" w:sz="0" w:space="0" w:color="auto"/>
      </w:divBdr>
    </w:div>
    <w:div w:id="1439250147">
      <w:bodyDiv w:val="1"/>
      <w:marLeft w:val="0"/>
      <w:marRight w:val="0"/>
      <w:marTop w:val="0"/>
      <w:marBottom w:val="0"/>
      <w:divBdr>
        <w:top w:val="none" w:sz="0" w:space="0" w:color="auto"/>
        <w:left w:val="none" w:sz="0" w:space="0" w:color="auto"/>
        <w:bottom w:val="none" w:sz="0" w:space="0" w:color="auto"/>
        <w:right w:val="none" w:sz="0" w:space="0" w:color="auto"/>
      </w:divBdr>
    </w:div>
    <w:div w:id="1450127957">
      <w:bodyDiv w:val="1"/>
      <w:marLeft w:val="0"/>
      <w:marRight w:val="0"/>
      <w:marTop w:val="0"/>
      <w:marBottom w:val="0"/>
      <w:divBdr>
        <w:top w:val="none" w:sz="0" w:space="0" w:color="auto"/>
        <w:left w:val="none" w:sz="0" w:space="0" w:color="auto"/>
        <w:bottom w:val="none" w:sz="0" w:space="0" w:color="auto"/>
        <w:right w:val="none" w:sz="0" w:space="0" w:color="auto"/>
      </w:divBdr>
    </w:div>
    <w:div w:id="1453206255">
      <w:bodyDiv w:val="1"/>
      <w:marLeft w:val="0"/>
      <w:marRight w:val="0"/>
      <w:marTop w:val="0"/>
      <w:marBottom w:val="0"/>
      <w:divBdr>
        <w:top w:val="none" w:sz="0" w:space="0" w:color="auto"/>
        <w:left w:val="none" w:sz="0" w:space="0" w:color="auto"/>
        <w:bottom w:val="none" w:sz="0" w:space="0" w:color="auto"/>
        <w:right w:val="none" w:sz="0" w:space="0" w:color="auto"/>
      </w:divBdr>
    </w:div>
    <w:div w:id="1457215972">
      <w:bodyDiv w:val="1"/>
      <w:marLeft w:val="0"/>
      <w:marRight w:val="0"/>
      <w:marTop w:val="0"/>
      <w:marBottom w:val="0"/>
      <w:divBdr>
        <w:top w:val="none" w:sz="0" w:space="0" w:color="auto"/>
        <w:left w:val="none" w:sz="0" w:space="0" w:color="auto"/>
        <w:bottom w:val="none" w:sz="0" w:space="0" w:color="auto"/>
        <w:right w:val="none" w:sz="0" w:space="0" w:color="auto"/>
      </w:divBdr>
    </w:div>
    <w:div w:id="1477604490">
      <w:bodyDiv w:val="1"/>
      <w:marLeft w:val="0"/>
      <w:marRight w:val="0"/>
      <w:marTop w:val="0"/>
      <w:marBottom w:val="0"/>
      <w:divBdr>
        <w:top w:val="none" w:sz="0" w:space="0" w:color="auto"/>
        <w:left w:val="none" w:sz="0" w:space="0" w:color="auto"/>
        <w:bottom w:val="none" w:sz="0" w:space="0" w:color="auto"/>
        <w:right w:val="none" w:sz="0" w:space="0" w:color="auto"/>
      </w:divBdr>
    </w:div>
    <w:div w:id="1493831664">
      <w:bodyDiv w:val="1"/>
      <w:marLeft w:val="0"/>
      <w:marRight w:val="0"/>
      <w:marTop w:val="0"/>
      <w:marBottom w:val="0"/>
      <w:divBdr>
        <w:top w:val="none" w:sz="0" w:space="0" w:color="auto"/>
        <w:left w:val="none" w:sz="0" w:space="0" w:color="auto"/>
        <w:bottom w:val="none" w:sz="0" w:space="0" w:color="auto"/>
        <w:right w:val="none" w:sz="0" w:space="0" w:color="auto"/>
      </w:divBdr>
    </w:div>
    <w:div w:id="1495032121">
      <w:bodyDiv w:val="1"/>
      <w:marLeft w:val="0"/>
      <w:marRight w:val="0"/>
      <w:marTop w:val="0"/>
      <w:marBottom w:val="0"/>
      <w:divBdr>
        <w:top w:val="none" w:sz="0" w:space="0" w:color="auto"/>
        <w:left w:val="none" w:sz="0" w:space="0" w:color="auto"/>
        <w:bottom w:val="none" w:sz="0" w:space="0" w:color="auto"/>
        <w:right w:val="none" w:sz="0" w:space="0" w:color="auto"/>
      </w:divBdr>
    </w:div>
    <w:div w:id="1515610925">
      <w:bodyDiv w:val="1"/>
      <w:marLeft w:val="0"/>
      <w:marRight w:val="0"/>
      <w:marTop w:val="0"/>
      <w:marBottom w:val="0"/>
      <w:divBdr>
        <w:top w:val="none" w:sz="0" w:space="0" w:color="auto"/>
        <w:left w:val="none" w:sz="0" w:space="0" w:color="auto"/>
        <w:bottom w:val="none" w:sz="0" w:space="0" w:color="auto"/>
        <w:right w:val="none" w:sz="0" w:space="0" w:color="auto"/>
      </w:divBdr>
    </w:div>
    <w:div w:id="1517381524">
      <w:bodyDiv w:val="1"/>
      <w:marLeft w:val="0"/>
      <w:marRight w:val="0"/>
      <w:marTop w:val="0"/>
      <w:marBottom w:val="0"/>
      <w:divBdr>
        <w:top w:val="none" w:sz="0" w:space="0" w:color="auto"/>
        <w:left w:val="none" w:sz="0" w:space="0" w:color="auto"/>
        <w:bottom w:val="none" w:sz="0" w:space="0" w:color="auto"/>
        <w:right w:val="none" w:sz="0" w:space="0" w:color="auto"/>
      </w:divBdr>
    </w:div>
    <w:div w:id="1518737801">
      <w:bodyDiv w:val="1"/>
      <w:marLeft w:val="0"/>
      <w:marRight w:val="0"/>
      <w:marTop w:val="0"/>
      <w:marBottom w:val="0"/>
      <w:divBdr>
        <w:top w:val="none" w:sz="0" w:space="0" w:color="auto"/>
        <w:left w:val="none" w:sz="0" w:space="0" w:color="auto"/>
        <w:bottom w:val="none" w:sz="0" w:space="0" w:color="auto"/>
        <w:right w:val="none" w:sz="0" w:space="0" w:color="auto"/>
      </w:divBdr>
    </w:div>
    <w:div w:id="1528642922">
      <w:bodyDiv w:val="1"/>
      <w:marLeft w:val="0"/>
      <w:marRight w:val="0"/>
      <w:marTop w:val="0"/>
      <w:marBottom w:val="0"/>
      <w:divBdr>
        <w:top w:val="none" w:sz="0" w:space="0" w:color="auto"/>
        <w:left w:val="none" w:sz="0" w:space="0" w:color="auto"/>
        <w:bottom w:val="none" w:sz="0" w:space="0" w:color="auto"/>
        <w:right w:val="none" w:sz="0" w:space="0" w:color="auto"/>
      </w:divBdr>
    </w:div>
    <w:div w:id="1548640143">
      <w:bodyDiv w:val="1"/>
      <w:marLeft w:val="0"/>
      <w:marRight w:val="0"/>
      <w:marTop w:val="0"/>
      <w:marBottom w:val="0"/>
      <w:divBdr>
        <w:top w:val="none" w:sz="0" w:space="0" w:color="auto"/>
        <w:left w:val="none" w:sz="0" w:space="0" w:color="auto"/>
        <w:bottom w:val="none" w:sz="0" w:space="0" w:color="auto"/>
        <w:right w:val="none" w:sz="0" w:space="0" w:color="auto"/>
      </w:divBdr>
    </w:div>
    <w:div w:id="1563561613">
      <w:bodyDiv w:val="1"/>
      <w:marLeft w:val="0"/>
      <w:marRight w:val="0"/>
      <w:marTop w:val="0"/>
      <w:marBottom w:val="0"/>
      <w:divBdr>
        <w:top w:val="none" w:sz="0" w:space="0" w:color="auto"/>
        <w:left w:val="none" w:sz="0" w:space="0" w:color="auto"/>
        <w:bottom w:val="none" w:sz="0" w:space="0" w:color="auto"/>
        <w:right w:val="none" w:sz="0" w:space="0" w:color="auto"/>
      </w:divBdr>
    </w:div>
    <w:div w:id="1586256149">
      <w:bodyDiv w:val="1"/>
      <w:marLeft w:val="0"/>
      <w:marRight w:val="0"/>
      <w:marTop w:val="0"/>
      <w:marBottom w:val="0"/>
      <w:divBdr>
        <w:top w:val="none" w:sz="0" w:space="0" w:color="auto"/>
        <w:left w:val="none" w:sz="0" w:space="0" w:color="auto"/>
        <w:bottom w:val="none" w:sz="0" w:space="0" w:color="auto"/>
        <w:right w:val="none" w:sz="0" w:space="0" w:color="auto"/>
      </w:divBdr>
    </w:div>
    <w:div w:id="1595162866">
      <w:bodyDiv w:val="1"/>
      <w:marLeft w:val="0"/>
      <w:marRight w:val="0"/>
      <w:marTop w:val="0"/>
      <w:marBottom w:val="0"/>
      <w:divBdr>
        <w:top w:val="none" w:sz="0" w:space="0" w:color="auto"/>
        <w:left w:val="none" w:sz="0" w:space="0" w:color="auto"/>
        <w:bottom w:val="none" w:sz="0" w:space="0" w:color="auto"/>
        <w:right w:val="none" w:sz="0" w:space="0" w:color="auto"/>
      </w:divBdr>
      <w:divsChild>
        <w:div w:id="49811192">
          <w:marLeft w:val="0"/>
          <w:marRight w:val="0"/>
          <w:marTop w:val="0"/>
          <w:marBottom w:val="0"/>
          <w:divBdr>
            <w:top w:val="none" w:sz="0" w:space="0" w:color="auto"/>
            <w:left w:val="none" w:sz="0" w:space="0" w:color="auto"/>
            <w:bottom w:val="none" w:sz="0" w:space="0" w:color="auto"/>
            <w:right w:val="none" w:sz="0" w:space="0" w:color="auto"/>
          </w:divBdr>
        </w:div>
        <w:div w:id="1978561794">
          <w:marLeft w:val="0"/>
          <w:marRight w:val="0"/>
          <w:marTop w:val="0"/>
          <w:marBottom w:val="0"/>
          <w:divBdr>
            <w:top w:val="none" w:sz="0" w:space="0" w:color="auto"/>
            <w:left w:val="none" w:sz="0" w:space="0" w:color="auto"/>
            <w:bottom w:val="none" w:sz="0" w:space="0" w:color="auto"/>
            <w:right w:val="none" w:sz="0" w:space="0" w:color="auto"/>
          </w:divBdr>
        </w:div>
      </w:divsChild>
    </w:div>
    <w:div w:id="1598320843">
      <w:bodyDiv w:val="1"/>
      <w:marLeft w:val="0"/>
      <w:marRight w:val="0"/>
      <w:marTop w:val="0"/>
      <w:marBottom w:val="0"/>
      <w:divBdr>
        <w:top w:val="none" w:sz="0" w:space="0" w:color="auto"/>
        <w:left w:val="none" w:sz="0" w:space="0" w:color="auto"/>
        <w:bottom w:val="none" w:sz="0" w:space="0" w:color="auto"/>
        <w:right w:val="none" w:sz="0" w:space="0" w:color="auto"/>
      </w:divBdr>
    </w:div>
    <w:div w:id="1631547057">
      <w:bodyDiv w:val="1"/>
      <w:marLeft w:val="0"/>
      <w:marRight w:val="0"/>
      <w:marTop w:val="0"/>
      <w:marBottom w:val="0"/>
      <w:divBdr>
        <w:top w:val="none" w:sz="0" w:space="0" w:color="auto"/>
        <w:left w:val="none" w:sz="0" w:space="0" w:color="auto"/>
        <w:bottom w:val="none" w:sz="0" w:space="0" w:color="auto"/>
        <w:right w:val="none" w:sz="0" w:space="0" w:color="auto"/>
      </w:divBdr>
    </w:div>
    <w:div w:id="1632665488">
      <w:bodyDiv w:val="1"/>
      <w:marLeft w:val="0"/>
      <w:marRight w:val="0"/>
      <w:marTop w:val="0"/>
      <w:marBottom w:val="0"/>
      <w:divBdr>
        <w:top w:val="none" w:sz="0" w:space="0" w:color="auto"/>
        <w:left w:val="none" w:sz="0" w:space="0" w:color="auto"/>
        <w:bottom w:val="none" w:sz="0" w:space="0" w:color="auto"/>
        <w:right w:val="none" w:sz="0" w:space="0" w:color="auto"/>
      </w:divBdr>
    </w:div>
    <w:div w:id="1632905373">
      <w:bodyDiv w:val="1"/>
      <w:marLeft w:val="0"/>
      <w:marRight w:val="0"/>
      <w:marTop w:val="0"/>
      <w:marBottom w:val="0"/>
      <w:divBdr>
        <w:top w:val="none" w:sz="0" w:space="0" w:color="auto"/>
        <w:left w:val="none" w:sz="0" w:space="0" w:color="auto"/>
        <w:bottom w:val="none" w:sz="0" w:space="0" w:color="auto"/>
        <w:right w:val="none" w:sz="0" w:space="0" w:color="auto"/>
      </w:divBdr>
    </w:div>
    <w:div w:id="1637681806">
      <w:bodyDiv w:val="1"/>
      <w:marLeft w:val="0"/>
      <w:marRight w:val="0"/>
      <w:marTop w:val="0"/>
      <w:marBottom w:val="0"/>
      <w:divBdr>
        <w:top w:val="none" w:sz="0" w:space="0" w:color="auto"/>
        <w:left w:val="none" w:sz="0" w:space="0" w:color="auto"/>
        <w:bottom w:val="none" w:sz="0" w:space="0" w:color="auto"/>
        <w:right w:val="none" w:sz="0" w:space="0" w:color="auto"/>
      </w:divBdr>
    </w:div>
    <w:div w:id="1651906491">
      <w:bodyDiv w:val="1"/>
      <w:marLeft w:val="0"/>
      <w:marRight w:val="0"/>
      <w:marTop w:val="0"/>
      <w:marBottom w:val="0"/>
      <w:divBdr>
        <w:top w:val="none" w:sz="0" w:space="0" w:color="auto"/>
        <w:left w:val="none" w:sz="0" w:space="0" w:color="auto"/>
        <w:bottom w:val="none" w:sz="0" w:space="0" w:color="auto"/>
        <w:right w:val="none" w:sz="0" w:space="0" w:color="auto"/>
      </w:divBdr>
    </w:div>
    <w:div w:id="1656374955">
      <w:bodyDiv w:val="1"/>
      <w:marLeft w:val="0"/>
      <w:marRight w:val="0"/>
      <w:marTop w:val="0"/>
      <w:marBottom w:val="0"/>
      <w:divBdr>
        <w:top w:val="none" w:sz="0" w:space="0" w:color="auto"/>
        <w:left w:val="none" w:sz="0" w:space="0" w:color="auto"/>
        <w:bottom w:val="none" w:sz="0" w:space="0" w:color="auto"/>
        <w:right w:val="none" w:sz="0" w:space="0" w:color="auto"/>
      </w:divBdr>
    </w:div>
    <w:div w:id="1659991169">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1680083414">
      <w:bodyDiv w:val="1"/>
      <w:marLeft w:val="0"/>
      <w:marRight w:val="0"/>
      <w:marTop w:val="0"/>
      <w:marBottom w:val="0"/>
      <w:divBdr>
        <w:top w:val="none" w:sz="0" w:space="0" w:color="auto"/>
        <w:left w:val="none" w:sz="0" w:space="0" w:color="auto"/>
        <w:bottom w:val="none" w:sz="0" w:space="0" w:color="auto"/>
        <w:right w:val="none" w:sz="0" w:space="0" w:color="auto"/>
      </w:divBdr>
    </w:div>
    <w:div w:id="1688213919">
      <w:bodyDiv w:val="1"/>
      <w:marLeft w:val="0"/>
      <w:marRight w:val="0"/>
      <w:marTop w:val="0"/>
      <w:marBottom w:val="0"/>
      <w:divBdr>
        <w:top w:val="none" w:sz="0" w:space="0" w:color="auto"/>
        <w:left w:val="none" w:sz="0" w:space="0" w:color="auto"/>
        <w:bottom w:val="none" w:sz="0" w:space="0" w:color="auto"/>
        <w:right w:val="none" w:sz="0" w:space="0" w:color="auto"/>
      </w:divBdr>
      <w:divsChild>
        <w:div w:id="113141804">
          <w:marLeft w:val="0"/>
          <w:marRight w:val="0"/>
          <w:marTop w:val="0"/>
          <w:marBottom w:val="0"/>
          <w:divBdr>
            <w:top w:val="none" w:sz="0" w:space="0" w:color="auto"/>
            <w:left w:val="none" w:sz="0" w:space="0" w:color="auto"/>
            <w:bottom w:val="none" w:sz="0" w:space="0" w:color="auto"/>
            <w:right w:val="none" w:sz="0" w:space="0" w:color="auto"/>
          </w:divBdr>
        </w:div>
        <w:div w:id="1344744963">
          <w:marLeft w:val="0"/>
          <w:marRight w:val="0"/>
          <w:marTop w:val="0"/>
          <w:marBottom w:val="0"/>
          <w:divBdr>
            <w:top w:val="none" w:sz="0" w:space="0" w:color="auto"/>
            <w:left w:val="none" w:sz="0" w:space="0" w:color="auto"/>
            <w:bottom w:val="none" w:sz="0" w:space="0" w:color="auto"/>
            <w:right w:val="none" w:sz="0" w:space="0" w:color="auto"/>
          </w:divBdr>
        </w:div>
        <w:div w:id="97608824">
          <w:marLeft w:val="0"/>
          <w:marRight w:val="0"/>
          <w:marTop w:val="0"/>
          <w:marBottom w:val="0"/>
          <w:divBdr>
            <w:top w:val="none" w:sz="0" w:space="0" w:color="auto"/>
            <w:left w:val="none" w:sz="0" w:space="0" w:color="auto"/>
            <w:bottom w:val="none" w:sz="0" w:space="0" w:color="auto"/>
            <w:right w:val="none" w:sz="0" w:space="0" w:color="auto"/>
          </w:divBdr>
        </w:div>
        <w:div w:id="1745684050">
          <w:marLeft w:val="0"/>
          <w:marRight w:val="0"/>
          <w:marTop w:val="0"/>
          <w:marBottom w:val="0"/>
          <w:divBdr>
            <w:top w:val="none" w:sz="0" w:space="0" w:color="auto"/>
            <w:left w:val="none" w:sz="0" w:space="0" w:color="auto"/>
            <w:bottom w:val="none" w:sz="0" w:space="0" w:color="auto"/>
            <w:right w:val="none" w:sz="0" w:space="0" w:color="auto"/>
          </w:divBdr>
        </w:div>
        <w:div w:id="250092603">
          <w:marLeft w:val="0"/>
          <w:marRight w:val="0"/>
          <w:marTop w:val="0"/>
          <w:marBottom w:val="0"/>
          <w:divBdr>
            <w:top w:val="none" w:sz="0" w:space="0" w:color="auto"/>
            <w:left w:val="none" w:sz="0" w:space="0" w:color="auto"/>
            <w:bottom w:val="none" w:sz="0" w:space="0" w:color="auto"/>
            <w:right w:val="none" w:sz="0" w:space="0" w:color="auto"/>
          </w:divBdr>
        </w:div>
        <w:div w:id="539437712">
          <w:marLeft w:val="0"/>
          <w:marRight w:val="0"/>
          <w:marTop w:val="0"/>
          <w:marBottom w:val="0"/>
          <w:divBdr>
            <w:top w:val="none" w:sz="0" w:space="0" w:color="auto"/>
            <w:left w:val="none" w:sz="0" w:space="0" w:color="auto"/>
            <w:bottom w:val="none" w:sz="0" w:space="0" w:color="auto"/>
            <w:right w:val="none" w:sz="0" w:space="0" w:color="auto"/>
          </w:divBdr>
        </w:div>
      </w:divsChild>
    </w:div>
    <w:div w:id="1704400899">
      <w:bodyDiv w:val="1"/>
      <w:marLeft w:val="0"/>
      <w:marRight w:val="0"/>
      <w:marTop w:val="0"/>
      <w:marBottom w:val="0"/>
      <w:divBdr>
        <w:top w:val="none" w:sz="0" w:space="0" w:color="auto"/>
        <w:left w:val="none" w:sz="0" w:space="0" w:color="auto"/>
        <w:bottom w:val="none" w:sz="0" w:space="0" w:color="auto"/>
        <w:right w:val="none" w:sz="0" w:space="0" w:color="auto"/>
      </w:divBdr>
    </w:div>
    <w:div w:id="1714646961">
      <w:bodyDiv w:val="1"/>
      <w:marLeft w:val="0"/>
      <w:marRight w:val="0"/>
      <w:marTop w:val="0"/>
      <w:marBottom w:val="0"/>
      <w:divBdr>
        <w:top w:val="none" w:sz="0" w:space="0" w:color="auto"/>
        <w:left w:val="none" w:sz="0" w:space="0" w:color="auto"/>
        <w:bottom w:val="none" w:sz="0" w:space="0" w:color="auto"/>
        <w:right w:val="none" w:sz="0" w:space="0" w:color="auto"/>
      </w:divBdr>
      <w:divsChild>
        <w:div w:id="545063145">
          <w:marLeft w:val="0"/>
          <w:marRight w:val="0"/>
          <w:marTop w:val="0"/>
          <w:marBottom w:val="0"/>
          <w:divBdr>
            <w:top w:val="none" w:sz="0" w:space="0" w:color="auto"/>
            <w:left w:val="none" w:sz="0" w:space="0" w:color="auto"/>
            <w:bottom w:val="none" w:sz="0" w:space="0" w:color="auto"/>
            <w:right w:val="none" w:sz="0" w:space="0" w:color="auto"/>
          </w:divBdr>
          <w:divsChild>
            <w:div w:id="1618176945">
              <w:marLeft w:val="30"/>
              <w:marRight w:val="30"/>
              <w:marTop w:val="0"/>
              <w:marBottom w:val="0"/>
              <w:divBdr>
                <w:top w:val="none" w:sz="0" w:space="0" w:color="auto"/>
                <w:left w:val="none" w:sz="0" w:space="0" w:color="auto"/>
                <w:bottom w:val="none" w:sz="0" w:space="0" w:color="auto"/>
                <w:right w:val="none" w:sz="0" w:space="0" w:color="auto"/>
              </w:divBdr>
              <w:divsChild>
                <w:div w:id="962883554">
                  <w:marLeft w:val="180"/>
                  <w:marRight w:val="210"/>
                  <w:marTop w:val="0"/>
                  <w:marBottom w:val="30"/>
                  <w:divBdr>
                    <w:top w:val="none" w:sz="0" w:space="0" w:color="auto"/>
                    <w:left w:val="none" w:sz="0" w:space="0" w:color="auto"/>
                    <w:bottom w:val="none" w:sz="0" w:space="0" w:color="auto"/>
                    <w:right w:val="none" w:sz="0" w:space="0" w:color="auto"/>
                  </w:divBdr>
                  <w:divsChild>
                    <w:div w:id="424376085">
                      <w:marLeft w:val="0"/>
                      <w:marRight w:val="30"/>
                      <w:marTop w:val="0"/>
                      <w:marBottom w:val="0"/>
                      <w:divBdr>
                        <w:top w:val="none" w:sz="0" w:space="0" w:color="auto"/>
                        <w:left w:val="none" w:sz="0" w:space="0" w:color="auto"/>
                        <w:bottom w:val="none" w:sz="0" w:space="0" w:color="auto"/>
                        <w:right w:val="none" w:sz="0" w:space="0" w:color="auto"/>
                      </w:divBdr>
                      <w:divsChild>
                        <w:div w:id="1463957959">
                          <w:marLeft w:val="0"/>
                          <w:marRight w:val="0"/>
                          <w:marTop w:val="0"/>
                          <w:marBottom w:val="0"/>
                          <w:divBdr>
                            <w:top w:val="none" w:sz="0" w:space="0" w:color="auto"/>
                            <w:left w:val="none" w:sz="0" w:space="0" w:color="auto"/>
                            <w:bottom w:val="none" w:sz="0" w:space="0" w:color="auto"/>
                            <w:right w:val="none" w:sz="0" w:space="0" w:color="auto"/>
                          </w:divBdr>
                          <w:divsChild>
                            <w:div w:id="1625966442">
                              <w:marLeft w:val="0"/>
                              <w:marRight w:val="0"/>
                              <w:marTop w:val="0"/>
                              <w:marBottom w:val="0"/>
                              <w:divBdr>
                                <w:top w:val="none" w:sz="0" w:space="0" w:color="auto"/>
                                <w:left w:val="none" w:sz="0" w:space="0" w:color="auto"/>
                                <w:bottom w:val="none" w:sz="0" w:space="0" w:color="auto"/>
                                <w:right w:val="none" w:sz="0" w:space="0" w:color="auto"/>
                              </w:divBdr>
                              <w:divsChild>
                                <w:div w:id="11089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85420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966332">
      <w:bodyDiv w:val="1"/>
      <w:marLeft w:val="0"/>
      <w:marRight w:val="0"/>
      <w:marTop w:val="0"/>
      <w:marBottom w:val="0"/>
      <w:divBdr>
        <w:top w:val="none" w:sz="0" w:space="0" w:color="auto"/>
        <w:left w:val="none" w:sz="0" w:space="0" w:color="auto"/>
        <w:bottom w:val="none" w:sz="0" w:space="0" w:color="auto"/>
        <w:right w:val="none" w:sz="0" w:space="0" w:color="auto"/>
      </w:divBdr>
    </w:div>
    <w:div w:id="1738476598">
      <w:bodyDiv w:val="1"/>
      <w:marLeft w:val="0"/>
      <w:marRight w:val="0"/>
      <w:marTop w:val="0"/>
      <w:marBottom w:val="0"/>
      <w:divBdr>
        <w:top w:val="none" w:sz="0" w:space="0" w:color="auto"/>
        <w:left w:val="none" w:sz="0" w:space="0" w:color="auto"/>
        <w:bottom w:val="none" w:sz="0" w:space="0" w:color="auto"/>
        <w:right w:val="none" w:sz="0" w:space="0" w:color="auto"/>
      </w:divBdr>
    </w:div>
    <w:div w:id="1746756360">
      <w:bodyDiv w:val="1"/>
      <w:marLeft w:val="0"/>
      <w:marRight w:val="0"/>
      <w:marTop w:val="0"/>
      <w:marBottom w:val="0"/>
      <w:divBdr>
        <w:top w:val="none" w:sz="0" w:space="0" w:color="auto"/>
        <w:left w:val="none" w:sz="0" w:space="0" w:color="auto"/>
        <w:bottom w:val="none" w:sz="0" w:space="0" w:color="auto"/>
        <w:right w:val="none" w:sz="0" w:space="0" w:color="auto"/>
      </w:divBdr>
    </w:div>
    <w:div w:id="1753165160">
      <w:bodyDiv w:val="1"/>
      <w:marLeft w:val="0"/>
      <w:marRight w:val="0"/>
      <w:marTop w:val="0"/>
      <w:marBottom w:val="0"/>
      <w:divBdr>
        <w:top w:val="none" w:sz="0" w:space="0" w:color="auto"/>
        <w:left w:val="none" w:sz="0" w:space="0" w:color="auto"/>
        <w:bottom w:val="none" w:sz="0" w:space="0" w:color="auto"/>
        <w:right w:val="none" w:sz="0" w:space="0" w:color="auto"/>
      </w:divBdr>
    </w:div>
    <w:div w:id="1774128966">
      <w:bodyDiv w:val="1"/>
      <w:marLeft w:val="0"/>
      <w:marRight w:val="0"/>
      <w:marTop w:val="0"/>
      <w:marBottom w:val="0"/>
      <w:divBdr>
        <w:top w:val="none" w:sz="0" w:space="0" w:color="auto"/>
        <w:left w:val="none" w:sz="0" w:space="0" w:color="auto"/>
        <w:bottom w:val="none" w:sz="0" w:space="0" w:color="auto"/>
        <w:right w:val="none" w:sz="0" w:space="0" w:color="auto"/>
      </w:divBdr>
    </w:div>
    <w:div w:id="1779368718">
      <w:bodyDiv w:val="1"/>
      <w:marLeft w:val="0"/>
      <w:marRight w:val="0"/>
      <w:marTop w:val="0"/>
      <w:marBottom w:val="0"/>
      <w:divBdr>
        <w:top w:val="none" w:sz="0" w:space="0" w:color="auto"/>
        <w:left w:val="none" w:sz="0" w:space="0" w:color="auto"/>
        <w:bottom w:val="none" w:sz="0" w:space="0" w:color="auto"/>
        <w:right w:val="none" w:sz="0" w:space="0" w:color="auto"/>
      </w:divBdr>
      <w:divsChild>
        <w:div w:id="1015304937">
          <w:marLeft w:val="0"/>
          <w:marRight w:val="0"/>
          <w:marTop w:val="0"/>
          <w:marBottom w:val="0"/>
          <w:divBdr>
            <w:top w:val="none" w:sz="0" w:space="0" w:color="auto"/>
            <w:left w:val="none" w:sz="0" w:space="0" w:color="auto"/>
            <w:bottom w:val="none" w:sz="0" w:space="0" w:color="auto"/>
            <w:right w:val="none" w:sz="0" w:space="0" w:color="auto"/>
          </w:divBdr>
        </w:div>
        <w:div w:id="1350638546">
          <w:marLeft w:val="0"/>
          <w:marRight w:val="0"/>
          <w:marTop w:val="0"/>
          <w:marBottom w:val="0"/>
          <w:divBdr>
            <w:top w:val="none" w:sz="0" w:space="0" w:color="auto"/>
            <w:left w:val="none" w:sz="0" w:space="0" w:color="auto"/>
            <w:bottom w:val="none" w:sz="0" w:space="0" w:color="auto"/>
            <w:right w:val="none" w:sz="0" w:space="0" w:color="auto"/>
          </w:divBdr>
        </w:div>
      </w:divsChild>
    </w:div>
    <w:div w:id="1779566775">
      <w:bodyDiv w:val="1"/>
      <w:marLeft w:val="0"/>
      <w:marRight w:val="0"/>
      <w:marTop w:val="0"/>
      <w:marBottom w:val="0"/>
      <w:divBdr>
        <w:top w:val="none" w:sz="0" w:space="0" w:color="auto"/>
        <w:left w:val="none" w:sz="0" w:space="0" w:color="auto"/>
        <w:bottom w:val="none" w:sz="0" w:space="0" w:color="auto"/>
        <w:right w:val="none" w:sz="0" w:space="0" w:color="auto"/>
      </w:divBdr>
    </w:div>
    <w:div w:id="1790127132">
      <w:bodyDiv w:val="1"/>
      <w:marLeft w:val="0"/>
      <w:marRight w:val="0"/>
      <w:marTop w:val="0"/>
      <w:marBottom w:val="0"/>
      <w:divBdr>
        <w:top w:val="none" w:sz="0" w:space="0" w:color="auto"/>
        <w:left w:val="none" w:sz="0" w:space="0" w:color="auto"/>
        <w:bottom w:val="none" w:sz="0" w:space="0" w:color="auto"/>
        <w:right w:val="none" w:sz="0" w:space="0" w:color="auto"/>
      </w:divBdr>
      <w:divsChild>
        <w:div w:id="935558272">
          <w:marLeft w:val="0"/>
          <w:marRight w:val="0"/>
          <w:marTop w:val="0"/>
          <w:marBottom w:val="0"/>
          <w:divBdr>
            <w:top w:val="none" w:sz="0" w:space="0" w:color="auto"/>
            <w:left w:val="none" w:sz="0" w:space="0" w:color="auto"/>
            <w:bottom w:val="none" w:sz="0" w:space="0" w:color="auto"/>
            <w:right w:val="none" w:sz="0" w:space="0" w:color="auto"/>
          </w:divBdr>
        </w:div>
      </w:divsChild>
    </w:div>
    <w:div w:id="1836796371">
      <w:bodyDiv w:val="1"/>
      <w:marLeft w:val="0"/>
      <w:marRight w:val="0"/>
      <w:marTop w:val="0"/>
      <w:marBottom w:val="0"/>
      <w:divBdr>
        <w:top w:val="none" w:sz="0" w:space="0" w:color="auto"/>
        <w:left w:val="none" w:sz="0" w:space="0" w:color="auto"/>
        <w:bottom w:val="none" w:sz="0" w:space="0" w:color="auto"/>
        <w:right w:val="none" w:sz="0" w:space="0" w:color="auto"/>
      </w:divBdr>
    </w:div>
    <w:div w:id="1847472817">
      <w:bodyDiv w:val="1"/>
      <w:marLeft w:val="0"/>
      <w:marRight w:val="0"/>
      <w:marTop w:val="0"/>
      <w:marBottom w:val="0"/>
      <w:divBdr>
        <w:top w:val="none" w:sz="0" w:space="0" w:color="auto"/>
        <w:left w:val="none" w:sz="0" w:space="0" w:color="auto"/>
        <w:bottom w:val="none" w:sz="0" w:space="0" w:color="auto"/>
        <w:right w:val="none" w:sz="0" w:space="0" w:color="auto"/>
      </w:divBdr>
    </w:div>
    <w:div w:id="1859855584">
      <w:bodyDiv w:val="1"/>
      <w:marLeft w:val="0"/>
      <w:marRight w:val="0"/>
      <w:marTop w:val="0"/>
      <w:marBottom w:val="0"/>
      <w:divBdr>
        <w:top w:val="none" w:sz="0" w:space="0" w:color="auto"/>
        <w:left w:val="none" w:sz="0" w:space="0" w:color="auto"/>
        <w:bottom w:val="none" w:sz="0" w:space="0" w:color="auto"/>
        <w:right w:val="none" w:sz="0" w:space="0" w:color="auto"/>
      </w:divBdr>
    </w:div>
    <w:div w:id="1865434494">
      <w:bodyDiv w:val="1"/>
      <w:marLeft w:val="0"/>
      <w:marRight w:val="0"/>
      <w:marTop w:val="0"/>
      <w:marBottom w:val="0"/>
      <w:divBdr>
        <w:top w:val="none" w:sz="0" w:space="0" w:color="auto"/>
        <w:left w:val="none" w:sz="0" w:space="0" w:color="auto"/>
        <w:bottom w:val="none" w:sz="0" w:space="0" w:color="auto"/>
        <w:right w:val="none" w:sz="0" w:space="0" w:color="auto"/>
      </w:divBdr>
    </w:div>
    <w:div w:id="1867673974">
      <w:bodyDiv w:val="1"/>
      <w:marLeft w:val="0"/>
      <w:marRight w:val="0"/>
      <w:marTop w:val="0"/>
      <w:marBottom w:val="0"/>
      <w:divBdr>
        <w:top w:val="none" w:sz="0" w:space="0" w:color="auto"/>
        <w:left w:val="none" w:sz="0" w:space="0" w:color="auto"/>
        <w:bottom w:val="none" w:sz="0" w:space="0" w:color="auto"/>
        <w:right w:val="none" w:sz="0" w:space="0" w:color="auto"/>
      </w:divBdr>
    </w:div>
    <w:div w:id="1868323046">
      <w:bodyDiv w:val="1"/>
      <w:marLeft w:val="0"/>
      <w:marRight w:val="0"/>
      <w:marTop w:val="0"/>
      <w:marBottom w:val="0"/>
      <w:divBdr>
        <w:top w:val="none" w:sz="0" w:space="0" w:color="auto"/>
        <w:left w:val="none" w:sz="0" w:space="0" w:color="auto"/>
        <w:bottom w:val="none" w:sz="0" w:space="0" w:color="auto"/>
        <w:right w:val="none" w:sz="0" w:space="0" w:color="auto"/>
      </w:divBdr>
    </w:div>
    <w:div w:id="1869878847">
      <w:bodyDiv w:val="1"/>
      <w:marLeft w:val="0"/>
      <w:marRight w:val="0"/>
      <w:marTop w:val="0"/>
      <w:marBottom w:val="0"/>
      <w:divBdr>
        <w:top w:val="none" w:sz="0" w:space="0" w:color="auto"/>
        <w:left w:val="none" w:sz="0" w:space="0" w:color="auto"/>
        <w:bottom w:val="none" w:sz="0" w:space="0" w:color="auto"/>
        <w:right w:val="none" w:sz="0" w:space="0" w:color="auto"/>
      </w:divBdr>
    </w:div>
    <w:div w:id="1873834528">
      <w:bodyDiv w:val="1"/>
      <w:marLeft w:val="0"/>
      <w:marRight w:val="0"/>
      <w:marTop w:val="0"/>
      <w:marBottom w:val="0"/>
      <w:divBdr>
        <w:top w:val="none" w:sz="0" w:space="0" w:color="auto"/>
        <w:left w:val="none" w:sz="0" w:space="0" w:color="auto"/>
        <w:bottom w:val="none" w:sz="0" w:space="0" w:color="auto"/>
        <w:right w:val="none" w:sz="0" w:space="0" w:color="auto"/>
      </w:divBdr>
    </w:div>
    <w:div w:id="1875923734">
      <w:bodyDiv w:val="1"/>
      <w:marLeft w:val="0"/>
      <w:marRight w:val="0"/>
      <w:marTop w:val="0"/>
      <w:marBottom w:val="0"/>
      <w:divBdr>
        <w:top w:val="none" w:sz="0" w:space="0" w:color="auto"/>
        <w:left w:val="none" w:sz="0" w:space="0" w:color="auto"/>
        <w:bottom w:val="none" w:sz="0" w:space="0" w:color="auto"/>
        <w:right w:val="none" w:sz="0" w:space="0" w:color="auto"/>
      </w:divBdr>
      <w:divsChild>
        <w:div w:id="1102337480">
          <w:marLeft w:val="0"/>
          <w:marRight w:val="0"/>
          <w:marTop w:val="0"/>
          <w:marBottom w:val="0"/>
          <w:divBdr>
            <w:top w:val="none" w:sz="0" w:space="0" w:color="auto"/>
            <w:left w:val="none" w:sz="0" w:space="0" w:color="auto"/>
            <w:bottom w:val="none" w:sz="0" w:space="0" w:color="auto"/>
            <w:right w:val="none" w:sz="0" w:space="0" w:color="auto"/>
          </w:divBdr>
          <w:divsChild>
            <w:div w:id="1569338036">
              <w:marLeft w:val="0"/>
              <w:marRight w:val="0"/>
              <w:marTop w:val="0"/>
              <w:marBottom w:val="0"/>
              <w:divBdr>
                <w:top w:val="none" w:sz="0" w:space="0" w:color="auto"/>
                <w:left w:val="none" w:sz="0" w:space="0" w:color="auto"/>
                <w:bottom w:val="none" w:sz="0" w:space="0" w:color="auto"/>
                <w:right w:val="none" w:sz="0" w:space="0" w:color="auto"/>
              </w:divBdr>
            </w:div>
            <w:div w:id="1994333892">
              <w:marLeft w:val="0"/>
              <w:marRight w:val="0"/>
              <w:marTop w:val="0"/>
              <w:marBottom w:val="0"/>
              <w:divBdr>
                <w:top w:val="none" w:sz="0" w:space="0" w:color="auto"/>
                <w:left w:val="none" w:sz="0" w:space="0" w:color="auto"/>
                <w:bottom w:val="none" w:sz="0" w:space="0" w:color="auto"/>
                <w:right w:val="none" w:sz="0" w:space="0" w:color="auto"/>
              </w:divBdr>
            </w:div>
            <w:div w:id="720834870">
              <w:marLeft w:val="0"/>
              <w:marRight w:val="0"/>
              <w:marTop w:val="0"/>
              <w:marBottom w:val="0"/>
              <w:divBdr>
                <w:top w:val="none" w:sz="0" w:space="0" w:color="auto"/>
                <w:left w:val="none" w:sz="0" w:space="0" w:color="auto"/>
                <w:bottom w:val="none" w:sz="0" w:space="0" w:color="auto"/>
                <w:right w:val="none" w:sz="0" w:space="0" w:color="auto"/>
              </w:divBdr>
            </w:div>
            <w:div w:id="508444665">
              <w:marLeft w:val="0"/>
              <w:marRight w:val="0"/>
              <w:marTop w:val="0"/>
              <w:marBottom w:val="0"/>
              <w:divBdr>
                <w:top w:val="none" w:sz="0" w:space="0" w:color="auto"/>
                <w:left w:val="none" w:sz="0" w:space="0" w:color="auto"/>
                <w:bottom w:val="none" w:sz="0" w:space="0" w:color="auto"/>
                <w:right w:val="none" w:sz="0" w:space="0" w:color="auto"/>
              </w:divBdr>
            </w:div>
          </w:divsChild>
        </w:div>
        <w:div w:id="129178959">
          <w:marLeft w:val="0"/>
          <w:marRight w:val="0"/>
          <w:marTop w:val="0"/>
          <w:marBottom w:val="0"/>
          <w:divBdr>
            <w:top w:val="none" w:sz="0" w:space="0" w:color="auto"/>
            <w:left w:val="none" w:sz="0" w:space="0" w:color="auto"/>
            <w:bottom w:val="none" w:sz="0" w:space="0" w:color="auto"/>
            <w:right w:val="none" w:sz="0" w:space="0" w:color="auto"/>
          </w:divBdr>
          <w:divsChild>
            <w:div w:id="1041317866">
              <w:marLeft w:val="0"/>
              <w:marRight w:val="0"/>
              <w:marTop w:val="0"/>
              <w:marBottom w:val="0"/>
              <w:divBdr>
                <w:top w:val="none" w:sz="0" w:space="0" w:color="auto"/>
                <w:left w:val="none" w:sz="0" w:space="0" w:color="auto"/>
                <w:bottom w:val="none" w:sz="0" w:space="0" w:color="auto"/>
                <w:right w:val="none" w:sz="0" w:space="0" w:color="auto"/>
              </w:divBdr>
            </w:div>
            <w:div w:id="48427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84221">
      <w:bodyDiv w:val="1"/>
      <w:marLeft w:val="0"/>
      <w:marRight w:val="0"/>
      <w:marTop w:val="0"/>
      <w:marBottom w:val="0"/>
      <w:divBdr>
        <w:top w:val="none" w:sz="0" w:space="0" w:color="auto"/>
        <w:left w:val="none" w:sz="0" w:space="0" w:color="auto"/>
        <w:bottom w:val="none" w:sz="0" w:space="0" w:color="auto"/>
        <w:right w:val="none" w:sz="0" w:space="0" w:color="auto"/>
      </w:divBdr>
    </w:div>
    <w:div w:id="1920092535">
      <w:bodyDiv w:val="1"/>
      <w:marLeft w:val="0"/>
      <w:marRight w:val="0"/>
      <w:marTop w:val="0"/>
      <w:marBottom w:val="0"/>
      <w:divBdr>
        <w:top w:val="none" w:sz="0" w:space="0" w:color="auto"/>
        <w:left w:val="none" w:sz="0" w:space="0" w:color="auto"/>
        <w:bottom w:val="none" w:sz="0" w:space="0" w:color="auto"/>
        <w:right w:val="none" w:sz="0" w:space="0" w:color="auto"/>
      </w:divBdr>
      <w:divsChild>
        <w:div w:id="773479916">
          <w:marLeft w:val="0"/>
          <w:marRight w:val="0"/>
          <w:marTop w:val="0"/>
          <w:marBottom w:val="0"/>
          <w:divBdr>
            <w:top w:val="none" w:sz="0" w:space="0" w:color="auto"/>
            <w:left w:val="none" w:sz="0" w:space="0" w:color="auto"/>
            <w:bottom w:val="none" w:sz="0" w:space="0" w:color="auto"/>
            <w:right w:val="none" w:sz="0" w:space="0" w:color="auto"/>
          </w:divBdr>
        </w:div>
        <w:div w:id="1040208164">
          <w:marLeft w:val="0"/>
          <w:marRight w:val="0"/>
          <w:marTop w:val="0"/>
          <w:marBottom w:val="0"/>
          <w:divBdr>
            <w:top w:val="none" w:sz="0" w:space="0" w:color="auto"/>
            <w:left w:val="none" w:sz="0" w:space="0" w:color="auto"/>
            <w:bottom w:val="none" w:sz="0" w:space="0" w:color="auto"/>
            <w:right w:val="none" w:sz="0" w:space="0" w:color="auto"/>
          </w:divBdr>
        </w:div>
        <w:div w:id="1314027497">
          <w:marLeft w:val="0"/>
          <w:marRight w:val="0"/>
          <w:marTop w:val="0"/>
          <w:marBottom w:val="0"/>
          <w:divBdr>
            <w:top w:val="none" w:sz="0" w:space="0" w:color="auto"/>
            <w:left w:val="none" w:sz="0" w:space="0" w:color="auto"/>
            <w:bottom w:val="none" w:sz="0" w:space="0" w:color="auto"/>
            <w:right w:val="none" w:sz="0" w:space="0" w:color="auto"/>
          </w:divBdr>
        </w:div>
        <w:div w:id="1554348190">
          <w:marLeft w:val="0"/>
          <w:marRight w:val="0"/>
          <w:marTop w:val="0"/>
          <w:marBottom w:val="0"/>
          <w:divBdr>
            <w:top w:val="none" w:sz="0" w:space="0" w:color="auto"/>
            <w:left w:val="none" w:sz="0" w:space="0" w:color="auto"/>
            <w:bottom w:val="none" w:sz="0" w:space="0" w:color="auto"/>
            <w:right w:val="none" w:sz="0" w:space="0" w:color="auto"/>
          </w:divBdr>
        </w:div>
        <w:div w:id="40785682">
          <w:marLeft w:val="0"/>
          <w:marRight w:val="0"/>
          <w:marTop w:val="0"/>
          <w:marBottom w:val="0"/>
          <w:divBdr>
            <w:top w:val="none" w:sz="0" w:space="0" w:color="auto"/>
            <w:left w:val="none" w:sz="0" w:space="0" w:color="auto"/>
            <w:bottom w:val="none" w:sz="0" w:space="0" w:color="auto"/>
            <w:right w:val="none" w:sz="0" w:space="0" w:color="auto"/>
          </w:divBdr>
        </w:div>
        <w:div w:id="1742211372">
          <w:marLeft w:val="0"/>
          <w:marRight w:val="0"/>
          <w:marTop w:val="0"/>
          <w:marBottom w:val="0"/>
          <w:divBdr>
            <w:top w:val="none" w:sz="0" w:space="0" w:color="auto"/>
            <w:left w:val="none" w:sz="0" w:space="0" w:color="auto"/>
            <w:bottom w:val="none" w:sz="0" w:space="0" w:color="auto"/>
            <w:right w:val="none" w:sz="0" w:space="0" w:color="auto"/>
          </w:divBdr>
        </w:div>
      </w:divsChild>
    </w:div>
    <w:div w:id="1920363275">
      <w:bodyDiv w:val="1"/>
      <w:marLeft w:val="0"/>
      <w:marRight w:val="0"/>
      <w:marTop w:val="0"/>
      <w:marBottom w:val="0"/>
      <w:divBdr>
        <w:top w:val="none" w:sz="0" w:space="0" w:color="auto"/>
        <w:left w:val="none" w:sz="0" w:space="0" w:color="auto"/>
        <w:bottom w:val="none" w:sz="0" w:space="0" w:color="auto"/>
        <w:right w:val="none" w:sz="0" w:space="0" w:color="auto"/>
      </w:divBdr>
      <w:divsChild>
        <w:div w:id="1283925685">
          <w:marLeft w:val="0"/>
          <w:marRight w:val="0"/>
          <w:marTop w:val="0"/>
          <w:marBottom w:val="0"/>
          <w:divBdr>
            <w:top w:val="none" w:sz="0" w:space="0" w:color="auto"/>
            <w:left w:val="none" w:sz="0" w:space="0" w:color="auto"/>
            <w:bottom w:val="none" w:sz="0" w:space="0" w:color="auto"/>
            <w:right w:val="none" w:sz="0" w:space="0" w:color="auto"/>
          </w:divBdr>
          <w:divsChild>
            <w:div w:id="1196624422">
              <w:marLeft w:val="0"/>
              <w:marRight w:val="0"/>
              <w:marTop w:val="0"/>
              <w:marBottom w:val="0"/>
              <w:divBdr>
                <w:top w:val="none" w:sz="0" w:space="0" w:color="auto"/>
                <w:left w:val="none" w:sz="0" w:space="0" w:color="auto"/>
                <w:bottom w:val="none" w:sz="0" w:space="0" w:color="auto"/>
                <w:right w:val="none" w:sz="0" w:space="0" w:color="auto"/>
              </w:divBdr>
              <w:divsChild>
                <w:div w:id="1435126060">
                  <w:marLeft w:val="0"/>
                  <w:marRight w:val="0"/>
                  <w:marTop w:val="0"/>
                  <w:marBottom w:val="225"/>
                  <w:divBdr>
                    <w:top w:val="none" w:sz="0" w:space="0" w:color="auto"/>
                    <w:left w:val="none" w:sz="0" w:space="0" w:color="auto"/>
                    <w:bottom w:val="none" w:sz="0" w:space="0" w:color="auto"/>
                    <w:right w:val="none" w:sz="0" w:space="0" w:color="auto"/>
                  </w:divBdr>
                  <w:divsChild>
                    <w:div w:id="932781867">
                      <w:marLeft w:val="0"/>
                      <w:marRight w:val="0"/>
                      <w:marTop w:val="0"/>
                      <w:marBottom w:val="0"/>
                      <w:divBdr>
                        <w:top w:val="none" w:sz="0" w:space="0" w:color="auto"/>
                        <w:left w:val="none" w:sz="0" w:space="0" w:color="auto"/>
                        <w:bottom w:val="none" w:sz="0" w:space="0" w:color="auto"/>
                        <w:right w:val="none" w:sz="0" w:space="0" w:color="auto"/>
                      </w:divBdr>
                      <w:divsChild>
                        <w:div w:id="2122607715">
                          <w:marLeft w:val="0"/>
                          <w:marRight w:val="0"/>
                          <w:marTop w:val="0"/>
                          <w:marBottom w:val="0"/>
                          <w:divBdr>
                            <w:top w:val="none" w:sz="0" w:space="0" w:color="auto"/>
                            <w:left w:val="none" w:sz="0" w:space="0" w:color="auto"/>
                            <w:bottom w:val="none" w:sz="0" w:space="0" w:color="auto"/>
                            <w:right w:val="none" w:sz="0" w:space="0" w:color="auto"/>
                          </w:divBdr>
                          <w:divsChild>
                            <w:div w:id="170185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749157">
      <w:bodyDiv w:val="1"/>
      <w:marLeft w:val="0"/>
      <w:marRight w:val="0"/>
      <w:marTop w:val="0"/>
      <w:marBottom w:val="0"/>
      <w:divBdr>
        <w:top w:val="none" w:sz="0" w:space="0" w:color="auto"/>
        <w:left w:val="none" w:sz="0" w:space="0" w:color="auto"/>
        <w:bottom w:val="none" w:sz="0" w:space="0" w:color="auto"/>
        <w:right w:val="none" w:sz="0" w:space="0" w:color="auto"/>
      </w:divBdr>
    </w:div>
    <w:div w:id="1923756520">
      <w:bodyDiv w:val="1"/>
      <w:marLeft w:val="0"/>
      <w:marRight w:val="0"/>
      <w:marTop w:val="0"/>
      <w:marBottom w:val="0"/>
      <w:divBdr>
        <w:top w:val="none" w:sz="0" w:space="0" w:color="auto"/>
        <w:left w:val="none" w:sz="0" w:space="0" w:color="auto"/>
        <w:bottom w:val="none" w:sz="0" w:space="0" w:color="auto"/>
        <w:right w:val="none" w:sz="0" w:space="0" w:color="auto"/>
      </w:divBdr>
    </w:div>
    <w:div w:id="1924679710">
      <w:bodyDiv w:val="1"/>
      <w:marLeft w:val="0"/>
      <w:marRight w:val="0"/>
      <w:marTop w:val="0"/>
      <w:marBottom w:val="0"/>
      <w:divBdr>
        <w:top w:val="none" w:sz="0" w:space="0" w:color="auto"/>
        <w:left w:val="none" w:sz="0" w:space="0" w:color="auto"/>
        <w:bottom w:val="none" w:sz="0" w:space="0" w:color="auto"/>
        <w:right w:val="none" w:sz="0" w:space="0" w:color="auto"/>
      </w:divBdr>
    </w:div>
    <w:div w:id="1948459746">
      <w:bodyDiv w:val="1"/>
      <w:marLeft w:val="0"/>
      <w:marRight w:val="0"/>
      <w:marTop w:val="0"/>
      <w:marBottom w:val="0"/>
      <w:divBdr>
        <w:top w:val="none" w:sz="0" w:space="0" w:color="auto"/>
        <w:left w:val="none" w:sz="0" w:space="0" w:color="auto"/>
        <w:bottom w:val="none" w:sz="0" w:space="0" w:color="auto"/>
        <w:right w:val="none" w:sz="0" w:space="0" w:color="auto"/>
      </w:divBdr>
    </w:div>
    <w:div w:id="1949269254">
      <w:bodyDiv w:val="1"/>
      <w:marLeft w:val="0"/>
      <w:marRight w:val="0"/>
      <w:marTop w:val="0"/>
      <w:marBottom w:val="0"/>
      <w:divBdr>
        <w:top w:val="none" w:sz="0" w:space="0" w:color="auto"/>
        <w:left w:val="none" w:sz="0" w:space="0" w:color="auto"/>
        <w:bottom w:val="none" w:sz="0" w:space="0" w:color="auto"/>
        <w:right w:val="none" w:sz="0" w:space="0" w:color="auto"/>
      </w:divBdr>
    </w:div>
    <w:div w:id="1954750957">
      <w:bodyDiv w:val="1"/>
      <w:marLeft w:val="0"/>
      <w:marRight w:val="0"/>
      <w:marTop w:val="0"/>
      <w:marBottom w:val="0"/>
      <w:divBdr>
        <w:top w:val="none" w:sz="0" w:space="0" w:color="auto"/>
        <w:left w:val="none" w:sz="0" w:space="0" w:color="auto"/>
        <w:bottom w:val="none" w:sz="0" w:space="0" w:color="auto"/>
        <w:right w:val="none" w:sz="0" w:space="0" w:color="auto"/>
      </w:divBdr>
      <w:divsChild>
        <w:div w:id="338042884">
          <w:marLeft w:val="0"/>
          <w:marRight w:val="0"/>
          <w:marTop w:val="0"/>
          <w:marBottom w:val="0"/>
          <w:divBdr>
            <w:top w:val="none" w:sz="0" w:space="0" w:color="auto"/>
            <w:left w:val="none" w:sz="0" w:space="0" w:color="auto"/>
            <w:bottom w:val="none" w:sz="0" w:space="0" w:color="auto"/>
            <w:right w:val="none" w:sz="0" w:space="0" w:color="auto"/>
          </w:divBdr>
        </w:div>
        <w:div w:id="1395008079">
          <w:marLeft w:val="0"/>
          <w:marRight w:val="0"/>
          <w:marTop w:val="0"/>
          <w:marBottom w:val="0"/>
          <w:divBdr>
            <w:top w:val="none" w:sz="0" w:space="0" w:color="auto"/>
            <w:left w:val="none" w:sz="0" w:space="0" w:color="auto"/>
            <w:bottom w:val="none" w:sz="0" w:space="0" w:color="auto"/>
            <w:right w:val="none" w:sz="0" w:space="0" w:color="auto"/>
          </w:divBdr>
        </w:div>
        <w:div w:id="1857227289">
          <w:marLeft w:val="0"/>
          <w:marRight w:val="0"/>
          <w:marTop w:val="0"/>
          <w:marBottom w:val="0"/>
          <w:divBdr>
            <w:top w:val="none" w:sz="0" w:space="0" w:color="auto"/>
            <w:left w:val="none" w:sz="0" w:space="0" w:color="auto"/>
            <w:bottom w:val="none" w:sz="0" w:space="0" w:color="auto"/>
            <w:right w:val="none" w:sz="0" w:space="0" w:color="auto"/>
          </w:divBdr>
        </w:div>
        <w:div w:id="330375181">
          <w:marLeft w:val="0"/>
          <w:marRight w:val="0"/>
          <w:marTop w:val="0"/>
          <w:marBottom w:val="0"/>
          <w:divBdr>
            <w:top w:val="none" w:sz="0" w:space="0" w:color="auto"/>
            <w:left w:val="none" w:sz="0" w:space="0" w:color="auto"/>
            <w:bottom w:val="none" w:sz="0" w:space="0" w:color="auto"/>
            <w:right w:val="none" w:sz="0" w:space="0" w:color="auto"/>
          </w:divBdr>
        </w:div>
        <w:div w:id="1840585376">
          <w:marLeft w:val="0"/>
          <w:marRight w:val="0"/>
          <w:marTop w:val="0"/>
          <w:marBottom w:val="0"/>
          <w:divBdr>
            <w:top w:val="none" w:sz="0" w:space="0" w:color="auto"/>
            <w:left w:val="none" w:sz="0" w:space="0" w:color="auto"/>
            <w:bottom w:val="none" w:sz="0" w:space="0" w:color="auto"/>
            <w:right w:val="none" w:sz="0" w:space="0" w:color="auto"/>
          </w:divBdr>
        </w:div>
        <w:div w:id="419180415">
          <w:marLeft w:val="0"/>
          <w:marRight w:val="0"/>
          <w:marTop w:val="0"/>
          <w:marBottom w:val="0"/>
          <w:divBdr>
            <w:top w:val="none" w:sz="0" w:space="0" w:color="auto"/>
            <w:left w:val="none" w:sz="0" w:space="0" w:color="auto"/>
            <w:bottom w:val="none" w:sz="0" w:space="0" w:color="auto"/>
            <w:right w:val="none" w:sz="0" w:space="0" w:color="auto"/>
          </w:divBdr>
        </w:div>
        <w:div w:id="700133054">
          <w:marLeft w:val="0"/>
          <w:marRight w:val="0"/>
          <w:marTop w:val="0"/>
          <w:marBottom w:val="0"/>
          <w:divBdr>
            <w:top w:val="none" w:sz="0" w:space="0" w:color="auto"/>
            <w:left w:val="none" w:sz="0" w:space="0" w:color="auto"/>
            <w:bottom w:val="none" w:sz="0" w:space="0" w:color="auto"/>
            <w:right w:val="none" w:sz="0" w:space="0" w:color="auto"/>
          </w:divBdr>
        </w:div>
        <w:div w:id="1825970937">
          <w:marLeft w:val="0"/>
          <w:marRight w:val="0"/>
          <w:marTop w:val="0"/>
          <w:marBottom w:val="0"/>
          <w:divBdr>
            <w:top w:val="none" w:sz="0" w:space="0" w:color="auto"/>
            <w:left w:val="none" w:sz="0" w:space="0" w:color="auto"/>
            <w:bottom w:val="none" w:sz="0" w:space="0" w:color="auto"/>
            <w:right w:val="none" w:sz="0" w:space="0" w:color="auto"/>
          </w:divBdr>
        </w:div>
        <w:div w:id="517936316">
          <w:marLeft w:val="0"/>
          <w:marRight w:val="0"/>
          <w:marTop w:val="0"/>
          <w:marBottom w:val="0"/>
          <w:divBdr>
            <w:top w:val="none" w:sz="0" w:space="0" w:color="auto"/>
            <w:left w:val="none" w:sz="0" w:space="0" w:color="auto"/>
            <w:bottom w:val="none" w:sz="0" w:space="0" w:color="auto"/>
            <w:right w:val="none" w:sz="0" w:space="0" w:color="auto"/>
          </w:divBdr>
        </w:div>
      </w:divsChild>
    </w:div>
    <w:div w:id="1963000220">
      <w:bodyDiv w:val="1"/>
      <w:marLeft w:val="0"/>
      <w:marRight w:val="0"/>
      <w:marTop w:val="0"/>
      <w:marBottom w:val="0"/>
      <w:divBdr>
        <w:top w:val="none" w:sz="0" w:space="0" w:color="auto"/>
        <w:left w:val="none" w:sz="0" w:space="0" w:color="auto"/>
        <w:bottom w:val="none" w:sz="0" w:space="0" w:color="auto"/>
        <w:right w:val="none" w:sz="0" w:space="0" w:color="auto"/>
      </w:divBdr>
    </w:div>
    <w:div w:id="1969121023">
      <w:bodyDiv w:val="1"/>
      <w:marLeft w:val="0"/>
      <w:marRight w:val="0"/>
      <w:marTop w:val="0"/>
      <w:marBottom w:val="0"/>
      <w:divBdr>
        <w:top w:val="none" w:sz="0" w:space="0" w:color="auto"/>
        <w:left w:val="none" w:sz="0" w:space="0" w:color="auto"/>
        <w:bottom w:val="none" w:sz="0" w:space="0" w:color="auto"/>
        <w:right w:val="none" w:sz="0" w:space="0" w:color="auto"/>
      </w:divBdr>
    </w:div>
    <w:div w:id="2012174245">
      <w:bodyDiv w:val="1"/>
      <w:marLeft w:val="0"/>
      <w:marRight w:val="0"/>
      <w:marTop w:val="0"/>
      <w:marBottom w:val="0"/>
      <w:divBdr>
        <w:top w:val="none" w:sz="0" w:space="0" w:color="auto"/>
        <w:left w:val="none" w:sz="0" w:space="0" w:color="auto"/>
        <w:bottom w:val="none" w:sz="0" w:space="0" w:color="auto"/>
        <w:right w:val="none" w:sz="0" w:space="0" w:color="auto"/>
      </w:divBdr>
    </w:div>
    <w:div w:id="2031879255">
      <w:bodyDiv w:val="1"/>
      <w:marLeft w:val="0"/>
      <w:marRight w:val="0"/>
      <w:marTop w:val="0"/>
      <w:marBottom w:val="0"/>
      <w:divBdr>
        <w:top w:val="none" w:sz="0" w:space="0" w:color="auto"/>
        <w:left w:val="none" w:sz="0" w:space="0" w:color="auto"/>
        <w:bottom w:val="none" w:sz="0" w:space="0" w:color="auto"/>
        <w:right w:val="none" w:sz="0" w:space="0" w:color="auto"/>
      </w:divBdr>
    </w:div>
    <w:div w:id="2057125488">
      <w:bodyDiv w:val="1"/>
      <w:marLeft w:val="0"/>
      <w:marRight w:val="0"/>
      <w:marTop w:val="0"/>
      <w:marBottom w:val="0"/>
      <w:divBdr>
        <w:top w:val="none" w:sz="0" w:space="0" w:color="auto"/>
        <w:left w:val="none" w:sz="0" w:space="0" w:color="auto"/>
        <w:bottom w:val="none" w:sz="0" w:space="0" w:color="auto"/>
        <w:right w:val="none" w:sz="0" w:space="0" w:color="auto"/>
      </w:divBdr>
    </w:div>
    <w:div w:id="2058508805">
      <w:bodyDiv w:val="1"/>
      <w:marLeft w:val="0"/>
      <w:marRight w:val="0"/>
      <w:marTop w:val="0"/>
      <w:marBottom w:val="0"/>
      <w:divBdr>
        <w:top w:val="none" w:sz="0" w:space="0" w:color="auto"/>
        <w:left w:val="none" w:sz="0" w:space="0" w:color="auto"/>
        <w:bottom w:val="none" w:sz="0" w:space="0" w:color="auto"/>
        <w:right w:val="none" w:sz="0" w:space="0" w:color="auto"/>
      </w:divBdr>
    </w:div>
    <w:div w:id="2062091563">
      <w:bodyDiv w:val="1"/>
      <w:marLeft w:val="0"/>
      <w:marRight w:val="0"/>
      <w:marTop w:val="0"/>
      <w:marBottom w:val="0"/>
      <w:divBdr>
        <w:top w:val="none" w:sz="0" w:space="0" w:color="auto"/>
        <w:left w:val="none" w:sz="0" w:space="0" w:color="auto"/>
        <w:bottom w:val="none" w:sz="0" w:space="0" w:color="auto"/>
        <w:right w:val="none" w:sz="0" w:space="0" w:color="auto"/>
      </w:divBdr>
    </w:div>
    <w:div w:id="2081054860">
      <w:bodyDiv w:val="1"/>
      <w:marLeft w:val="0"/>
      <w:marRight w:val="0"/>
      <w:marTop w:val="0"/>
      <w:marBottom w:val="0"/>
      <w:divBdr>
        <w:top w:val="none" w:sz="0" w:space="0" w:color="auto"/>
        <w:left w:val="none" w:sz="0" w:space="0" w:color="auto"/>
        <w:bottom w:val="none" w:sz="0" w:space="0" w:color="auto"/>
        <w:right w:val="none" w:sz="0" w:space="0" w:color="auto"/>
      </w:divBdr>
    </w:div>
    <w:div w:id="2113938132">
      <w:bodyDiv w:val="1"/>
      <w:marLeft w:val="0"/>
      <w:marRight w:val="0"/>
      <w:marTop w:val="0"/>
      <w:marBottom w:val="0"/>
      <w:divBdr>
        <w:top w:val="none" w:sz="0" w:space="0" w:color="auto"/>
        <w:left w:val="none" w:sz="0" w:space="0" w:color="auto"/>
        <w:bottom w:val="none" w:sz="0" w:space="0" w:color="auto"/>
        <w:right w:val="none" w:sz="0" w:space="0" w:color="auto"/>
      </w:divBdr>
    </w:div>
    <w:div w:id="213648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nduszeeuropejskie.gov.pl/strony/o-funduszach/fundusze-2021-2027/prawo-i-dokumenty/zasady-komunikacji-fe/" TargetMode="External"/><Relationship Id="rId18" Type="http://schemas.openxmlformats.org/officeDocument/2006/relationships/hyperlink" Target="https://mewa21.mazowia.eu/" TargetMode="External"/><Relationship Id="rId26" Type="http://schemas.openxmlformats.org/officeDocument/2006/relationships/hyperlink" Target="http://www.funduszeeuropejskie.gov.pl" TargetMode="External"/><Relationship Id="rId3" Type="http://schemas.openxmlformats.org/officeDocument/2006/relationships/customXml" Target="../customXml/item3.xml"/><Relationship Id="rId21" Type="http://schemas.openxmlformats.org/officeDocument/2006/relationships/hyperlink" Target="https://instrukcje.cst2021.gov.pl/"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hyperlink" Target="https://funduszeuedlamazowsza.eu/dokumenty-list/szczegolowy-opis-priorytetow-programu-fundusze-europejskie-dla-mazowsza-2021-2027/" TargetMode="External"/><Relationship Id="rId25" Type="http://schemas.openxmlformats.org/officeDocument/2006/relationships/hyperlink" Target="http://www.funduszeuedlamazowsza.eu" TargetMode="External"/><Relationship Id="rId2" Type="http://schemas.openxmlformats.org/officeDocument/2006/relationships/customXml" Target="../customXml/item2.xml"/><Relationship Id="rId16" Type="http://schemas.openxmlformats.org/officeDocument/2006/relationships/hyperlink" Target="https://mazovia.pl/pl/samorzad/marka-mazowsze" TargetMode="External"/><Relationship Id="rId20" Type="http://schemas.openxmlformats.org/officeDocument/2006/relationships/hyperlink" Target="https://bazakonkurencyjnosci.funduszeeuropejskie.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funduszeuedlamazowsza.eu" TargetMode="External"/><Relationship Id="rId5" Type="http://schemas.openxmlformats.org/officeDocument/2006/relationships/numbering" Target="numbering.xml"/><Relationship Id="rId15" Type="http://schemas.openxmlformats.org/officeDocument/2006/relationships/hyperlink" Target="https://www.funduszeeuropejskie.gov.pl/strony/o-funduszach/fundusze-2021-2027/prawo-i-dokumenty/zasady-komunikacji-fe/" TargetMode="External"/><Relationship Id="rId23" Type="http://schemas.openxmlformats.org/officeDocument/2006/relationships/hyperlink" Target="mailto:pife.warszawa@mazowia.e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funduszeuedlamazowsza.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dlamazowsza.eu/zasady-oznaczania-projektow-fundusze-europejskie-dla-mazowsza-2021-2027/" TargetMode="External"/><Relationship Id="rId22" Type="http://schemas.openxmlformats.org/officeDocument/2006/relationships/hyperlink" Target="http://www.funduszeuedlamazowsza.eu" TargetMode="External"/><Relationship Id="rId27" Type="http://schemas.openxmlformats.org/officeDocument/2006/relationships/hyperlink" Target="http://www.funduszeuedlamazowsza.eu" TargetMode="External"/><Relationship Id="rId30" Type="http://schemas.openxmlformats.org/officeDocument/2006/relationships/theme" Target="theme/theme1.xml"/><Relationship Id="rId35"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BA8E~1.DZI\AppData\Local\Temp\d67db1a20bb80121144fe7fb552ae93d-2.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9" ma:contentTypeDescription="Utwórz nowy dokument." ma:contentTypeScope="" ma:versionID="5fd669c0b41e811adcc7a772374a1c2d">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6ae62cf8e88d9dc0c0a2234471325efc"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liczba"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349179a-b042-4fda-9489-75b4aafecbbb}"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liczba" ma:index="23" nillable="true" ma:displayName="liczba" ma:decimals="1" ma:format="Dropdown" ma:internalName="liczba" ma:percentage="FALSE">
      <xsd:simpleType>
        <xsd:restriction base="dms:Number"/>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iczba xmlns="153e0a85-a7de-4c25-b915-33607e7cdfca" xsi:nil="true"/>
    <lcf76f155ced4ddcb4097134ff3c332f xmlns="153e0a85-a7de-4c25-b915-33607e7cdf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B4213-6732-4FFE-A7BC-F9B6281A4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1B8ED-F610-4093-A94A-52DB87D208D4}">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3.xml><?xml version="1.0" encoding="utf-8"?>
<ds:datastoreItem xmlns:ds="http://schemas.openxmlformats.org/officeDocument/2006/customXml" ds:itemID="{82DE976B-8838-4EB2-BC52-434F134397DA}">
  <ds:schemaRefs>
    <ds:schemaRef ds:uri="http://schemas.microsoft.com/sharepoint/v3/contenttype/forms"/>
  </ds:schemaRefs>
</ds:datastoreItem>
</file>

<file path=customXml/itemProps4.xml><?xml version="1.0" encoding="utf-8"?>
<ds:datastoreItem xmlns:ds="http://schemas.openxmlformats.org/officeDocument/2006/customXml" ds:itemID="{B82CC8E1-979C-4017-8551-F3C95F73F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d67db1a20bb80121144fe7fb552ae93d-2.dotx</Template>
  <TotalTime>23</TotalTime>
  <Pages>27</Pages>
  <Words>9207</Words>
  <Characters>55242</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h.dziakowska</dc:creator>
  <cp:lastModifiedBy>Sosnowska Małgorzata</cp:lastModifiedBy>
  <cp:revision>9</cp:revision>
  <cp:lastPrinted>2024-10-14T05:28:00Z</cp:lastPrinted>
  <dcterms:created xsi:type="dcterms:W3CDTF">2025-04-16T10:27:00Z</dcterms:created>
  <dcterms:modified xsi:type="dcterms:W3CDTF">2025-04-22T12:05:00Z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y fmtid="{D5CDD505-2E9C-101B-9397-08002B2CF9AE}" pid="3" name="MediaServiceImageTags">
    <vt:lpwstr/>
  </property>
</Properties>
</file>