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4A5CCEAC" w14:textId="77777777" w:rsidR="00722F6A" w:rsidRDefault="00722F6A" w:rsidP="00D82359">
      <w:pPr>
        <w:spacing w:after="0"/>
        <w:jc w:val="center"/>
        <w:rPr>
          <w:rFonts w:cs="Arial"/>
          <w:b/>
          <w:bCs/>
          <w:sz w:val="32"/>
          <w:szCs w:val="32"/>
        </w:rPr>
      </w:pPr>
      <w:bookmarkStart w:id="0" w:name="_Hlk69719401"/>
      <w:r w:rsidRPr="00722F6A">
        <w:rPr>
          <w:rFonts w:cs="Arial"/>
          <w:b/>
          <w:bCs/>
          <w:sz w:val="32"/>
          <w:szCs w:val="32"/>
        </w:rPr>
        <w:t>FEMA.05.06-IP.01-051/24</w:t>
      </w:r>
    </w:p>
    <w:p w14:paraId="55205068" w14:textId="6E766ACC" w:rsidR="00D82359" w:rsidRPr="00985FA1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Priorytet </w:t>
      </w:r>
      <w:r w:rsidR="00722F6A">
        <w:rPr>
          <w:rFonts w:cs="Arial"/>
          <w:b/>
          <w:sz w:val="32"/>
          <w:szCs w:val="32"/>
        </w:rPr>
        <w:t>V</w:t>
      </w:r>
      <w:r w:rsidRPr="00985FA1">
        <w:rPr>
          <w:rFonts w:cs="Arial"/>
          <w:b/>
          <w:sz w:val="32"/>
          <w:szCs w:val="32"/>
        </w:rPr>
        <w:t xml:space="preserve"> </w:t>
      </w:r>
    </w:p>
    <w:bookmarkEnd w:id="0"/>
    <w:p w14:paraId="0285A0E3" w14:textId="14DB8F06" w:rsidR="003D602D" w:rsidRPr="003D602D" w:rsidRDefault="00722F6A" w:rsidP="003D602D">
      <w:pPr>
        <w:spacing w:after="0"/>
        <w:jc w:val="center"/>
        <w:rPr>
          <w:rFonts w:cs="Arial"/>
          <w:b/>
          <w:sz w:val="32"/>
          <w:szCs w:val="32"/>
        </w:rPr>
      </w:pPr>
      <w:r w:rsidRPr="00722F6A">
        <w:rPr>
          <w:rFonts w:cs="Arial"/>
          <w:b/>
          <w:sz w:val="32"/>
          <w:szCs w:val="32"/>
        </w:rPr>
        <w:t>Fundusze Europejskie dla wyższej jakości życia na Mazowszu</w:t>
      </w:r>
    </w:p>
    <w:p w14:paraId="4A9D65E6" w14:textId="53482ED4" w:rsidR="00D82359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r w:rsidRPr="005C0035">
        <w:rPr>
          <w:rFonts w:cs="Arial"/>
          <w:b/>
          <w:sz w:val="32"/>
          <w:szCs w:val="32"/>
        </w:rPr>
        <w:t xml:space="preserve">Działanie </w:t>
      </w:r>
      <w:r w:rsidR="00722F6A">
        <w:rPr>
          <w:rFonts w:cs="Arial"/>
          <w:b/>
          <w:sz w:val="32"/>
          <w:szCs w:val="32"/>
        </w:rPr>
        <w:t>5.6</w:t>
      </w:r>
    </w:p>
    <w:p w14:paraId="51F0A2DB" w14:textId="5B1B103E" w:rsidR="00D82359" w:rsidRDefault="00722F6A" w:rsidP="00D82359">
      <w:pPr>
        <w:spacing w:after="600"/>
        <w:jc w:val="center"/>
        <w:rPr>
          <w:rFonts w:cs="Arial"/>
          <w:b/>
          <w:sz w:val="32"/>
          <w:szCs w:val="32"/>
        </w:rPr>
      </w:pPr>
      <w:r w:rsidRPr="00722F6A">
        <w:rPr>
          <w:rFonts w:cs="Arial"/>
          <w:b/>
          <w:sz w:val="32"/>
          <w:szCs w:val="32"/>
        </w:rPr>
        <w:t>Ochrona zdrowia</w:t>
      </w:r>
    </w:p>
    <w:p w14:paraId="77A47493" w14:textId="77777777" w:rsidR="00722F6A" w:rsidRPr="00722F6A" w:rsidRDefault="00722F6A" w:rsidP="00722F6A">
      <w:pPr>
        <w:spacing w:after="600"/>
        <w:jc w:val="center"/>
        <w:rPr>
          <w:rFonts w:cs="Arial"/>
          <w:b/>
          <w:sz w:val="32"/>
          <w:szCs w:val="32"/>
        </w:rPr>
      </w:pPr>
      <w:r w:rsidRPr="00722F6A">
        <w:rPr>
          <w:rFonts w:cs="Arial"/>
          <w:b/>
          <w:sz w:val="32"/>
          <w:szCs w:val="32"/>
        </w:rPr>
        <w:t xml:space="preserve">Tytuł naboru </w:t>
      </w:r>
    </w:p>
    <w:p w14:paraId="356230B3" w14:textId="7B191F8A" w:rsidR="00722F6A" w:rsidRDefault="00722F6A" w:rsidP="00722F6A">
      <w:pPr>
        <w:spacing w:after="600"/>
        <w:jc w:val="center"/>
        <w:rPr>
          <w:rFonts w:cs="Arial"/>
          <w:b/>
          <w:sz w:val="32"/>
          <w:szCs w:val="32"/>
        </w:rPr>
      </w:pPr>
      <w:r w:rsidRPr="00722F6A">
        <w:rPr>
          <w:rFonts w:cs="Arial"/>
          <w:b/>
          <w:sz w:val="32"/>
          <w:szCs w:val="32"/>
        </w:rPr>
        <w:t xml:space="preserve">Ambulatoryjna Opieka Specjalistyczna (AOS) i leczenie jednego dnia  </w:t>
      </w:r>
    </w:p>
    <w:p w14:paraId="26F03D6C" w14:textId="31562C5C" w:rsidR="00D82359" w:rsidRPr="005C0035" w:rsidRDefault="00D82359" w:rsidP="00D82359">
      <w:pPr>
        <w:spacing w:after="600"/>
        <w:jc w:val="center"/>
        <w:rPr>
          <w:rFonts w:cs="Arial"/>
          <w:b/>
          <w:sz w:val="32"/>
          <w:szCs w:val="32"/>
        </w:rPr>
      </w:pPr>
      <w:r w:rsidRPr="005C0035">
        <w:rPr>
          <w:rFonts w:cs="Arial"/>
          <w:b/>
          <w:sz w:val="32"/>
          <w:szCs w:val="32"/>
        </w:rPr>
        <w:t>Typ projektów</w:t>
      </w:r>
    </w:p>
    <w:p w14:paraId="2C895F21" w14:textId="77777777" w:rsidR="00722F6A" w:rsidRDefault="00722F6A" w:rsidP="00722F6A">
      <w:pPr>
        <w:spacing w:after="600"/>
        <w:jc w:val="center"/>
        <w:rPr>
          <w:rFonts w:cs="Arial"/>
          <w:b/>
          <w:bCs/>
          <w:sz w:val="32"/>
          <w:szCs w:val="32"/>
        </w:rPr>
      </w:pPr>
      <w:r w:rsidRPr="00CE57FD">
        <w:rPr>
          <w:rFonts w:cs="Arial"/>
          <w:b/>
          <w:bCs/>
          <w:sz w:val="32"/>
          <w:szCs w:val="32"/>
        </w:rPr>
        <w:t>Inwestycje w infrastrukturę zdrowotną</w:t>
      </w:r>
    </w:p>
    <w:p w14:paraId="2BEB0CD6" w14:textId="7E0CF882" w:rsidR="00060ABC" w:rsidRPr="00701807" w:rsidRDefault="00060ABC" w:rsidP="00437247">
      <w:pPr>
        <w:spacing w:before="120" w:after="0" w:line="480" w:lineRule="auto"/>
        <w:rPr>
          <w:rFonts w:cs="Calibri"/>
          <w:b/>
          <w:bCs/>
          <w:iCs/>
          <w:sz w:val="26"/>
          <w:szCs w:val="26"/>
        </w:rPr>
      </w:pPr>
    </w:p>
    <w:p w14:paraId="6BB0CB8F" w14:textId="77777777" w:rsidR="002D300E" w:rsidRDefault="002D300E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54555C7C" w14:textId="6D746440" w:rsidR="00437247" w:rsidRDefault="00437247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722F6A">
        <w:rPr>
          <w:rFonts w:cs="Arial"/>
          <w:b/>
          <w:bCs/>
          <w:color w:val="000000" w:themeColor="text1"/>
          <w:sz w:val="28"/>
          <w:szCs w:val="28"/>
        </w:rPr>
        <w:t>30 października</w:t>
      </w:r>
      <w:r w:rsidR="00701807"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 w:rsidRPr="00A84885">
        <w:rPr>
          <w:rFonts w:cs="Arial"/>
          <w:b/>
          <w:bCs/>
          <w:color w:val="000000" w:themeColor="text1"/>
          <w:sz w:val="28"/>
          <w:szCs w:val="28"/>
        </w:rPr>
        <w:t>2024 r.</w:t>
      </w:r>
    </w:p>
    <w:p w14:paraId="47B19561" w14:textId="77777777" w:rsidR="009F6392" w:rsidRPr="009F6392" w:rsidRDefault="009F6392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216E8FDA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863F0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73DD4102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863F0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569B0D2F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863F0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5E4D6A21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863F0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3C2465CA" w14:textId="2F0FCA12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863F0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6BD5AEAA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863F0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35514F32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863F0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60722240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863F0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063687C2" w14:textId="1A089ADE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863F0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7502DAC4" w14:textId="5F6B9F4B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863F0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0D0DA873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863F0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4659C1FD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863F0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2BA5DACD" w14:textId="7C4CCDD6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863F0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14C7B122" w14:textId="6EB88957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863F0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0000000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6489743C" w:rsidR="00D8628D" w:rsidRDefault="00C979FF" w:rsidP="00C979FF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 </w:t>
      </w:r>
      <w:r w:rsidR="4C80236A"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621C5870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5463D4">
        <w:rPr>
          <w:rFonts w:cs="Arial"/>
          <w:sz w:val="20"/>
          <w:szCs w:val="20"/>
        </w:rPr>
        <w:t>Należy przygotować na podstawie Rozdziału 8. “</w:t>
      </w:r>
      <w:r w:rsidR="006D7BA1" w:rsidRPr="005463D4">
        <w:rPr>
          <w:rFonts w:cs="Arial"/>
          <w:sz w:val="20"/>
          <w:szCs w:val="20"/>
        </w:rPr>
        <w:t xml:space="preserve">Analiza </w:t>
      </w:r>
      <w:r w:rsidRPr="005463D4">
        <w:rPr>
          <w:rFonts w:cs="Arial"/>
          <w:sz w:val="20"/>
          <w:szCs w:val="20"/>
        </w:rPr>
        <w:t>ryzyka</w:t>
      </w:r>
      <w:r w:rsidRPr="5D086780">
        <w:rPr>
          <w:rFonts w:cs="Arial"/>
          <w:sz w:val="20"/>
          <w:szCs w:val="20"/>
        </w:rPr>
        <w:t xml:space="preserve">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277B77E1" w:rsidR="0020007C" w:rsidRPr="001A2CF9" w:rsidRDefault="004201C5" w:rsidP="00C979FF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3155958A" w14:textId="77777777" w:rsidR="00CA12DF" w:rsidRPr="00E6502D" w:rsidRDefault="00CA12DF" w:rsidP="00CA12DF">
      <w:p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21" w:name="_Hlk177022014"/>
      <w:bookmarkStart w:id="22" w:name="_Toc130891070"/>
      <w:r w:rsidRPr="00E6502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Należy dokonać szczegółowej analizy inwestycji pod kątem jej zgodności z art. 107 ust. 1 Traktatu o funkcjonowaniu Unii Europejskiej </w:t>
      </w:r>
      <w:bookmarkEnd w:id="21"/>
      <w:r w:rsidRPr="00E6502D">
        <w:rPr>
          <w:rFonts w:asciiTheme="minorHAnsi" w:hAnsiTheme="minorHAnsi" w:cstheme="minorHAnsi"/>
          <w:color w:val="000000" w:themeColor="text1"/>
          <w:sz w:val="20"/>
          <w:szCs w:val="20"/>
        </w:rPr>
        <w:t>wykazującej czy projekt podlega/nie podlega zasadom pomocy publicznej na podstawie obowiązujących aktów prawnych i wytycznych.</w:t>
      </w:r>
    </w:p>
    <w:p w14:paraId="3B56938B" w14:textId="77777777" w:rsidR="00CA12DF" w:rsidRPr="00E6502D" w:rsidRDefault="00CA12DF" w:rsidP="00CA12DF">
      <w:pPr>
        <w:pStyle w:val="Default"/>
        <w:keepNext/>
        <w:spacing w:line="36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502D">
        <w:rPr>
          <w:rFonts w:asciiTheme="minorHAnsi" w:hAnsiTheme="minorHAnsi" w:cstheme="minorHAnsi"/>
          <w:color w:val="000000" w:themeColor="text1"/>
          <w:sz w:val="20"/>
          <w:szCs w:val="20"/>
        </w:rPr>
        <w:t>Ponadto:</w:t>
      </w:r>
    </w:p>
    <w:p w14:paraId="03670F1F" w14:textId="77777777" w:rsidR="00CA12DF" w:rsidRPr="00E6502D" w:rsidRDefault="00CA12DF" w:rsidP="00CA12DF">
      <w:p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502D">
        <w:rPr>
          <w:rFonts w:asciiTheme="minorHAnsi" w:hAnsiTheme="minorHAnsi" w:cstheme="minorHAnsi"/>
          <w:color w:val="000000" w:themeColor="text1"/>
          <w:sz w:val="20"/>
          <w:szCs w:val="20"/>
        </w:rPr>
        <w:t>W analizie tej  należy przedstawić informacje obejmujące m.in. następujący zakres danych:</w:t>
      </w:r>
    </w:p>
    <w:p w14:paraId="23BBC0A6" w14:textId="77777777" w:rsidR="00CA12DF" w:rsidRPr="00E6502D" w:rsidRDefault="00CA12DF" w:rsidP="00CA12DF">
      <w:pPr>
        <w:pStyle w:val="Akapitzlist"/>
        <w:numPr>
          <w:ilvl w:val="0"/>
          <w:numId w:val="46"/>
        </w:num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502D">
        <w:rPr>
          <w:rFonts w:asciiTheme="minorHAnsi" w:hAnsiTheme="minorHAnsi" w:cstheme="minorHAnsi"/>
          <w:sz w:val="20"/>
          <w:szCs w:val="20"/>
          <w:lang w:eastAsia="en-US"/>
        </w:rPr>
        <w:t>Opis sposobu wykorzystania  dofinansowanej w ramach projektu infrastruktury (czy będzie ona wykorzystywana na rzecz udzielania świadczeń opieki zdrowotnej finansowanej ze środków publicznych, czy Wnioskodawca posiada kontrakt z NFZ w zakresie objętym projektem);</w:t>
      </w:r>
    </w:p>
    <w:p w14:paraId="74DA7678" w14:textId="77777777" w:rsidR="00CA12DF" w:rsidRPr="00E6502D" w:rsidRDefault="00CA12DF" w:rsidP="00CA12DF">
      <w:pPr>
        <w:pStyle w:val="Akapitzlist"/>
        <w:numPr>
          <w:ilvl w:val="0"/>
          <w:numId w:val="46"/>
        </w:num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502D">
        <w:rPr>
          <w:rFonts w:asciiTheme="minorHAnsi" w:hAnsiTheme="minorHAnsi" w:cstheme="minorHAnsi"/>
          <w:sz w:val="20"/>
          <w:szCs w:val="20"/>
          <w:lang w:eastAsia="en-US"/>
        </w:rPr>
        <w:lastRenderedPageBreak/>
        <w:t xml:space="preserve">Czy przewiduje się gospodarcze wykorzystanie infrastruktury do działalności nie finansowanej </w:t>
      </w:r>
      <w:r w:rsidRPr="00E6502D">
        <w:rPr>
          <w:rFonts w:asciiTheme="minorHAnsi" w:hAnsiTheme="minorHAnsi" w:cstheme="minorHAnsi"/>
          <w:sz w:val="20"/>
          <w:szCs w:val="20"/>
          <w:lang w:eastAsia="en-US"/>
        </w:rPr>
        <w:br/>
        <w:t xml:space="preserve">w ramach publicznego systemu opieki zdrowotnej); </w:t>
      </w:r>
    </w:p>
    <w:p w14:paraId="7BFFD572" w14:textId="77777777" w:rsidR="00CA12DF" w:rsidRPr="00E6502D" w:rsidRDefault="00CA12DF" w:rsidP="00CA12DF">
      <w:pPr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6502D">
        <w:rPr>
          <w:rFonts w:asciiTheme="minorHAnsi" w:hAnsiTheme="minorHAnsi" w:cstheme="minorHAnsi"/>
          <w:sz w:val="20"/>
          <w:szCs w:val="20"/>
          <w:lang w:eastAsia="en-US"/>
        </w:rPr>
        <w:t xml:space="preserve">Czy projekt zakłada wykorzystanie infrastruktury na cele prowadzenia działalności gospodarczej </w:t>
      </w:r>
      <w:r w:rsidRPr="00E6502D">
        <w:rPr>
          <w:rFonts w:asciiTheme="minorHAnsi" w:hAnsiTheme="minorHAnsi" w:cstheme="minorHAnsi"/>
          <w:sz w:val="20"/>
          <w:szCs w:val="20"/>
          <w:lang w:eastAsia="en-US"/>
        </w:rPr>
        <w:br/>
        <w:t xml:space="preserve">o charakterze </w:t>
      </w:r>
      <w:r w:rsidRPr="00E6502D">
        <w:rPr>
          <w:rFonts w:asciiTheme="minorHAnsi" w:hAnsiTheme="minorHAnsi" w:cstheme="minorHAnsi"/>
          <w:sz w:val="20"/>
          <w:szCs w:val="20"/>
        </w:rPr>
        <w:t xml:space="preserve">pomocniczym? W przypadku odpowiedzi twierdzącej </w:t>
      </w:r>
      <w:r w:rsidRPr="00E6502D">
        <w:rPr>
          <w:rFonts w:asciiTheme="minorHAnsi" w:hAnsiTheme="minorHAnsi" w:cstheme="minorHAnsi"/>
          <w:color w:val="000000"/>
          <w:sz w:val="20"/>
          <w:szCs w:val="20"/>
        </w:rPr>
        <w:t xml:space="preserve">należy przedstawić uzasadnienie spełnienia na dofinansowanej infrastrukturze kryteriów działalności pomocniczej w rozumieniu pkt. 207 </w:t>
      </w:r>
      <w:r w:rsidRPr="00E6502D">
        <w:rPr>
          <w:rFonts w:asciiTheme="minorHAnsi" w:hAnsiTheme="minorHAnsi" w:cstheme="minorHAnsi"/>
          <w:i/>
          <w:iCs/>
          <w:color w:val="000000"/>
          <w:sz w:val="20"/>
          <w:szCs w:val="20"/>
        </w:rPr>
        <w:t>Zawiadomienia Komisji w sprawie pojęcia pomocy państwa</w:t>
      </w:r>
      <w:r w:rsidRPr="00E6502D">
        <w:rPr>
          <w:rFonts w:asciiTheme="minorHAnsi" w:hAnsiTheme="minorHAnsi" w:cstheme="minorHAnsi"/>
          <w:color w:val="000000"/>
          <w:sz w:val="20"/>
          <w:szCs w:val="20"/>
        </w:rPr>
        <w:t xml:space="preserve">, zgodnie z którym konieczne jest: </w:t>
      </w:r>
    </w:p>
    <w:p w14:paraId="20AC805C" w14:textId="77777777" w:rsidR="00CA12DF" w:rsidRPr="00E6502D" w:rsidRDefault="00CA12DF" w:rsidP="00CA12DF">
      <w:pPr>
        <w:pStyle w:val="Akapitzlist"/>
        <w:numPr>
          <w:ilvl w:val="0"/>
          <w:numId w:val="47"/>
        </w:numPr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E6502D">
        <w:rPr>
          <w:rFonts w:asciiTheme="minorHAnsi" w:hAnsiTheme="minorHAnsi" w:cstheme="minorHAnsi"/>
          <w:color w:val="000000"/>
          <w:sz w:val="20"/>
          <w:szCs w:val="20"/>
        </w:rPr>
        <w:t>wykazanie, że działalność </w:t>
      </w:r>
      <w:r w:rsidRPr="00E6502D">
        <w:rPr>
          <w:rFonts w:asciiTheme="minorHAnsi" w:hAnsiTheme="minorHAnsi" w:cstheme="minorHAnsi"/>
          <w:color w:val="000000"/>
          <w:sz w:val="20"/>
          <w:szCs w:val="20"/>
          <w:bdr w:val="none" w:sz="0" w:space="0" w:color="auto" w:frame="1"/>
        </w:rPr>
        <w:t>pomocnicza</w:t>
      </w:r>
      <w:r w:rsidRPr="00E6502D">
        <w:rPr>
          <w:rFonts w:asciiTheme="minorHAnsi" w:hAnsiTheme="minorHAnsi" w:cstheme="minorHAnsi"/>
          <w:color w:val="000000"/>
          <w:sz w:val="20"/>
          <w:szCs w:val="20"/>
        </w:rPr>
        <w:t xml:space="preserve"> (należy sprecyzować jaka) jest bezpośrednio powiązana </w:t>
      </w:r>
      <w:r w:rsidRPr="00E6502D">
        <w:rPr>
          <w:rFonts w:asciiTheme="minorHAnsi" w:hAnsiTheme="minorHAnsi" w:cstheme="minorHAnsi"/>
          <w:color w:val="000000"/>
          <w:sz w:val="20"/>
          <w:szCs w:val="20"/>
        </w:rPr>
        <w:br/>
        <w:t xml:space="preserve">z funkcjonowaniem danej infrastruktury, jest konieczna do eksploatacji tej infrastruktury lub nieodłącznie związana z podstawowym wykorzystaniem o charakterze niegospodarczym, </w:t>
      </w:r>
      <w:r w:rsidRPr="00E6502D">
        <w:rPr>
          <w:rFonts w:asciiTheme="minorHAnsi" w:hAnsiTheme="minorHAnsi" w:cstheme="minorHAnsi"/>
          <w:color w:val="000000"/>
          <w:sz w:val="20"/>
          <w:szCs w:val="20"/>
        </w:rPr>
        <w:br/>
        <w:t>a działalność gospodarcza pochłania takie same nakłady jak podstawowa działalność niegospodarcza, takie jak materiały, sprzęt, siła robocza lub aktywa trwałe;</w:t>
      </w:r>
    </w:p>
    <w:p w14:paraId="14C50C56" w14:textId="77777777" w:rsidR="00CA12DF" w:rsidRPr="00E6502D" w:rsidRDefault="00CA12DF" w:rsidP="00CA12DF">
      <w:pPr>
        <w:pStyle w:val="Akapitzlist"/>
        <w:numPr>
          <w:ilvl w:val="0"/>
          <w:numId w:val="47"/>
        </w:numPr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E6502D">
        <w:rPr>
          <w:rFonts w:asciiTheme="minorHAnsi" w:hAnsiTheme="minorHAnsi" w:cstheme="minorHAnsi"/>
          <w:color w:val="000000"/>
          <w:sz w:val="20"/>
          <w:szCs w:val="20"/>
        </w:rPr>
        <w:t>wykazanie, że działalność </w:t>
      </w:r>
      <w:r w:rsidRPr="00E6502D">
        <w:rPr>
          <w:rFonts w:asciiTheme="minorHAnsi" w:hAnsiTheme="minorHAnsi" w:cstheme="minorHAnsi"/>
          <w:color w:val="000000"/>
          <w:sz w:val="20"/>
          <w:szCs w:val="20"/>
          <w:bdr w:val="none" w:sz="0" w:space="0" w:color="auto" w:frame="1"/>
        </w:rPr>
        <w:t>pomocnicza</w:t>
      </w:r>
      <w:r w:rsidRPr="00E6502D">
        <w:rPr>
          <w:rFonts w:asciiTheme="minorHAnsi" w:hAnsiTheme="minorHAnsi" w:cstheme="minorHAnsi"/>
          <w:color w:val="000000"/>
          <w:sz w:val="20"/>
          <w:szCs w:val="20"/>
        </w:rPr>
        <w:t> ma ograniczony zakres – zasoby przeznaczane rocznie na działalność gospodarczą  nie przekraczają 20%  całkowitych rocznych zasobów wydajności danej infrastruktury;</w:t>
      </w:r>
    </w:p>
    <w:p w14:paraId="6676FA95" w14:textId="77777777" w:rsidR="00CA12DF" w:rsidRPr="00E6502D" w:rsidRDefault="00CA12DF" w:rsidP="00CA12DF">
      <w:pPr>
        <w:pStyle w:val="Akapitzlist"/>
        <w:numPr>
          <w:ilvl w:val="0"/>
          <w:numId w:val="47"/>
        </w:numPr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E6502D">
        <w:rPr>
          <w:rFonts w:asciiTheme="minorHAnsi" w:hAnsiTheme="minorHAnsi" w:cstheme="minorHAnsi"/>
          <w:color w:val="000000"/>
          <w:sz w:val="20"/>
          <w:szCs w:val="20"/>
        </w:rPr>
        <w:t xml:space="preserve">przedstawienie mechanizmu monitorowania działalności pomocniczej prowadzonej w oparciu </w:t>
      </w:r>
      <w:r w:rsidRPr="00E6502D">
        <w:rPr>
          <w:rFonts w:asciiTheme="minorHAnsi" w:hAnsiTheme="minorHAnsi" w:cstheme="minorHAnsi"/>
          <w:color w:val="000000"/>
          <w:sz w:val="20"/>
          <w:szCs w:val="20"/>
        </w:rPr>
        <w:br/>
        <w:t>o dofinansowaną infrastrukturę, zawierającego  przynajmniej następujące elementy:</w:t>
      </w:r>
    </w:p>
    <w:p w14:paraId="7D7820EF" w14:textId="08130C90" w:rsidR="00CA12DF" w:rsidRPr="00E6502D" w:rsidRDefault="00CA12DF" w:rsidP="00CA12DF">
      <w:pPr>
        <w:pStyle w:val="Akapitzlist"/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E6502D">
        <w:rPr>
          <w:rFonts w:asciiTheme="minorHAnsi" w:hAnsiTheme="minorHAnsi" w:cstheme="minorHAnsi"/>
          <w:color w:val="000000"/>
          <w:sz w:val="20"/>
          <w:szCs w:val="20"/>
        </w:rPr>
        <w:t xml:space="preserve">- składnik infrastruktury objętej mechanizmem monitorowania, okres amortyzacji. </w:t>
      </w:r>
      <w:r w:rsidRPr="00E6502D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W sytuacji, gdy poszczególne składniki infrastruktury amortyzują się w różnych okresach, każdy ze składników podlega mechanizmowi monitorowania we właściwym dla niego okresie amortyzacji </w:t>
      </w:r>
      <w:r w:rsidRPr="00E6502D">
        <w:rPr>
          <w:rFonts w:asciiTheme="minorHAnsi" w:hAnsiTheme="minorHAnsi" w:cstheme="minorHAnsi"/>
          <w:bCs/>
          <w:color w:val="000000"/>
          <w:sz w:val="20"/>
          <w:szCs w:val="20"/>
        </w:rPr>
        <w:br/>
        <w:t>z zastrzeżeniem, iż dopuszczalne jest przyjęcie jednolitego okresu monitorowania równego okresowi amortyzacji tego składnika, który amortyzuje się najdłużej;</w:t>
      </w:r>
    </w:p>
    <w:p w14:paraId="049465DE" w14:textId="66D13B60" w:rsidR="00CA12DF" w:rsidRPr="00E6502D" w:rsidRDefault="00CA12DF" w:rsidP="00CA12DF">
      <w:pPr>
        <w:pStyle w:val="Akapitzlist"/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E6502D">
        <w:rPr>
          <w:rFonts w:asciiTheme="minorHAnsi" w:hAnsiTheme="minorHAnsi" w:cstheme="minorHAnsi"/>
          <w:color w:val="000000"/>
          <w:sz w:val="20"/>
          <w:szCs w:val="20"/>
        </w:rPr>
        <w:t xml:space="preserve">- miernik wykorzystania gospodarczego i niegospodarczego infrastruktury. Miernik musi być oparty na adekwatnych i niezmiennych w czasie wskaźnikach, najodpowiedniejszych z punktu widzenia charakteru i sposobu wykorzystania infrastruktury. W tym zakresie należy przedstawić metodologię/uzasadnienie jego wyliczenia. Należy zasygnalizować, iż wskaźnik nie może być oparty na przychodach lub dochodach  osiąganych z działalności gospodarczej i niegospodarczej. </w:t>
      </w:r>
    </w:p>
    <w:p w14:paraId="4C149EA2" w14:textId="53A7FB2F" w:rsidR="00CA12DF" w:rsidRPr="00E6502D" w:rsidRDefault="00CA12DF" w:rsidP="00CA12DF">
      <w:pPr>
        <w:pStyle w:val="Akapitzlist"/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E6502D">
        <w:rPr>
          <w:rFonts w:asciiTheme="minorHAnsi" w:hAnsiTheme="minorHAnsi" w:cstheme="minorHAnsi"/>
          <w:color w:val="000000"/>
          <w:sz w:val="20"/>
          <w:szCs w:val="20"/>
        </w:rPr>
        <w:t>- sposób wdrożenia mechanizmu monitorowania na danej infrastrukturze, określający zasady dokumentowania wykorzystania pomocniczego infrastruktury, w tym dokumenty stanowiące podstawę do ewidencjonowania tej działalności (np. ewidencje czasu pracy infrastruktury, regulamin udostępniania infrastruktury). Monitorowanie sposobu wykorzystania infrastruktury powinno następować w cyklach rocznych, przez okres amortyzacji dofinansowanych aktywów. Obowiązek monitorowania powstanie wraz z początkiem okresu amortyzacji.</w:t>
      </w:r>
    </w:p>
    <w:p w14:paraId="4D1446E9" w14:textId="77777777" w:rsidR="00CA12DF" w:rsidRDefault="00CA12DF" w:rsidP="00CA12DF">
      <w:pPr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</w:p>
    <w:p w14:paraId="0C527B1E" w14:textId="77777777" w:rsidR="00CA12DF" w:rsidRDefault="00CA12DF" w:rsidP="00CA12DF">
      <w:pPr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</w:p>
    <w:p w14:paraId="523E69BB" w14:textId="77777777" w:rsidR="00CA12DF" w:rsidRPr="00CA12DF" w:rsidRDefault="00CA12DF" w:rsidP="00CA12DF">
      <w:pPr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</w:p>
    <w:p w14:paraId="68723B56" w14:textId="77777777" w:rsidR="00CA12DF" w:rsidRPr="00CA2B46" w:rsidRDefault="00CA12DF" w:rsidP="00CA12DF">
      <w:pPr>
        <w:pStyle w:val="Akapitzlist"/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Analiza oddziaływania na środowisko</w:t>
      </w:r>
      <w:bookmarkEnd w:id="22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klimat-info - Klimada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lastRenderedPageBreak/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000000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223EE" w14:textId="77777777" w:rsidR="00ED5608" w:rsidRDefault="00ED5608" w:rsidP="00FE74CD">
      <w:pPr>
        <w:spacing w:after="0" w:line="240" w:lineRule="auto"/>
      </w:pPr>
      <w:r>
        <w:separator/>
      </w:r>
    </w:p>
  </w:endnote>
  <w:endnote w:type="continuationSeparator" w:id="0">
    <w:p w14:paraId="5E6DCBAD" w14:textId="77777777" w:rsidR="00ED5608" w:rsidRDefault="00ED5608" w:rsidP="00FE74CD">
      <w:pPr>
        <w:spacing w:after="0" w:line="240" w:lineRule="auto"/>
      </w:pPr>
      <w:r>
        <w:continuationSeparator/>
      </w:r>
    </w:p>
  </w:endnote>
  <w:endnote w:type="continuationNotice" w:id="1">
    <w:p w14:paraId="66940A7B" w14:textId="77777777" w:rsidR="00ED5608" w:rsidRDefault="00ED56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80246" w14:textId="77777777" w:rsidR="00ED5608" w:rsidRDefault="00ED5608" w:rsidP="00FE74CD">
      <w:pPr>
        <w:spacing w:after="0" w:line="240" w:lineRule="auto"/>
      </w:pPr>
      <w:r>
        <w:separator/>
      </w:r>
    </w:p>
  </w:footnote>
  <w:footnote w:type="continuationSeparator" w:id="0">
    <w:p w14:paraId="487820DC" w14:textId="77777777" w:rsidR="00ED5608" w:rsidRDefault="00ED5608" w:rsidP="00FE74CD">
      <w:pPr>
        <w:spacing w:after="0" w:line="240" w:lineRule="auto"/>
      </w:pPr>
      <w:r>
        <w:continuationSeparator/>
      </w:r>
    </w:p>
  </w:footnote>
  <w:footnote w:type="continuationNotice" w:id="1">
    <w:p w14:paraId="3F138883" w14:textId="77777777" w:rsidR="00ED5608" w:rsidRDefault="00ED56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169A7"/>
    <w:multiLevelType w:val="hybridMultilevel"/>
    <w:tmpl w:val="F65847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2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4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8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3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5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7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8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3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6F07EA5"/>
    <w:multiLevelType w:val="hybridMultilevel"/>
    <w:tmpl w:val="16889EF2"/>
    <w:lvl w:ilvl="0" w:tplc="5F281C96">
      <w:start w:val="1"/>
      <w:numFmt w:val="lowerLetter"/>
      <w:lvlText w:val="%1)"/>
      <w:lvlJc w:val="left"/>
      <w:pPr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98F03E3"/>
    <w:multiLevelType w:val="multilevel"/>
    <w:tmpl w:val="B81CB0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="Calibri" w:eastAsia="Calibri" w:hAnsi="Calibri" w:cs="Arial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7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994EF5"/>
    <w:multiLevelType w:val="hybridMultilevel"/>
    <w:tmpl w:val="7006F0A0"/>
    <w:lvl w:ilvl="0" w:tplc="8468FA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893738475">
    <w:abstractNumId w:val="32"/>
  </w:num>
  <w:num w:numId="2" w16cid:durableId="1116101840">
    <w:abstractNumId w:val="9"/>
  </w:num>
  <w:num w:numId="3" w16cid:durableId="2108037804">
    <w:abstractNumId w:val="41"/>
  </w:num>
  <w:num w:numId="4" w16cid:durableId="135804213">
    <w:abstractNumId w:val="38"/>
  </w:num>
  <w:num w:numId="5" w16cid:durableId="569003822">
    <w:abstractNumId w:val="42"/>
  </w:num>
  <w:num w:numId="6" w16cid:durableId="620117138">
    <w:abstractNumId w:val="46"/>
  </w:num>
  <w:num w:numId="7" w16cid:durableId="195317889">
    <w:abstractNumId w:val="8"/>
  </w:num>
  <w:num w:numId="8" w16cid:durableId="792023575">
    <w:abstractNumId w:val="15"/>
  </w:num>
  <w:num w:numId="9" w16cid:durableId="72746993">
    <w:abstractNumId w:val="33"/>
  </w:num>
  <w:num w:numId="10" w16cid:durableId="741683866">
    <w:abstractNumId w:val="45"/>
  </w:num>
  <w:num w:numId="11" w16cid:durableId="640813186">
    <w:abstractNumId w:val="35"/>
  </w:num>
  <w:num w:numId="12" w16cid:durableId="311176542">
    <w:abstractNumId w:val="29"/>
  </w:num>
  <w:num w:numId="13" w16cid:durableId="1819883895">
    <w:abstractNumId w:val="22"/>
  </w:num>
  <w:num w:numId="14" w16cid:durableId="1135685135">
    <w:abstractNumId w:val="40"/>
  </w:num>
  <w:num w:numId="15" w16cid:durableId="103353751">
    <w:abstractNumId w:val="30"/>
  </w:num>
  <w:num w:numId="16" w16cid:durableId="406391642">
    <w:abstractNumId w:val="14"/>
  </w:num>
  <w:num w:numId="17" w16cid:durableId="278343977">
    <w:abstractNumId w:val="16"/>
  </w:num>
  <w:num w:numId="18" w16cid:durableId="65611779">
    <w:abstractNumId w:val="3"/>
  </w:num>
  <w:num w:numId="19" w16cid:durableId="2068607935">
    <w:abstractNumId w:val="36"/>
  </w:num>
  <w:num w:numId="20" w16cid:durableId="2004040034">
    <w:abstractNumId w:val="37"/>
  </w:num>
  <w:num w:numId="21" w16cid:durableId="320812000">
    <w:abstractNumId w:val="4"/>
  </w:num>
  <w:num w:numId="22" w16cid:durableId="216665383">
    <w:abstractNumId w:val="24"/>
  </w:num>
  <w:num w:numId="23" w16cid:durableId="511342241">
    <w:abstractNumId w:val="27"/>
  </w:num>
  <w:num w:numId="24" w16cid:durableId="1937784447">
    <w:abstractNumId w:val="10"/>
  </w:num>
  <w:num w:numId="25" w16cid:durableId="1026832991">
    <w:abstractNumId w:val="31"/>
  </w:num>
  <w:num w:numId="26" w16cid:durableId="1953628469">
    <w:abstractNumId w:val="19"/>
  </w:num>
  <w:num w:numId="27" w16cid:durableId="1483614812">
    <w:abstractNumId w:val="25"/>
  </w:num>
  <w:num w:numId="28" w16cid:durableId="263418806">
    <w:abstractNumId w:val="21"/>
  </w:num>
  <w:num w:numId="29" w16cid:durableId="1024554969">
    <w:abstractNumId w:val="17"/>
  </w:num>
  <w:num w:numId="30" w16cid:durableId="964896353">
    <w:abstractNumId w:val="0"/>
  </w:num>
  <w:num w:numId="31" w16cid:durableId="625621019">
    <w:abstractNumId w:val="12"/>
  </w:num>
  <w:num w:numId="32" w16cid:durableId="1841919481">
    <w:abstractNumId w:val="6"/>
  </w:num>
  <w:num w:numId="33" w16cid:durableId="815238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08018">
    <w:abstractNumId w:val="20"/>
  </w:num>
  <w:num w:numId="35" w16cid:durableId="1360162353">
    <w:abstractNumId w:val="43"/>
  </w:num>
  <w:num w:numId="36" w16cid:durableId="1398941527">
    <w:abstractNumId w:val="11"/>
  </w:num>
  <w:num w:numId="37" w16cid:durableId="190387497">
    <w:abstractNumId w:val="26"/>
  </w:num>
  <w:num w:numId="38" w16cid:durableId="1799911988">
    <w:abstractNumId w:val="28"/>
  </w:num>
  <w:num w:numId="39" w16cid:durableId="1495411169">
    <w:abstractNumId w:val="44"/>
  </w:num>
  <w:num w:numId="40" w16cid:durableId="1949699407">
    <w:abstractNumId w:val="5"/>
  </w:num>
  <w:num w:numId="41" w16cid:durableId="861549530">
    <w:abstractNumId w:val="1"/>
  </w:num>
  <w:num w:numId="42" w16cid:durableId="2008708359">
    <w:abstractNumId w:val="13"/>
  </w:num>
  <w:num w:numId="43" w16cid:durableId="1499342897">
    <w:abstractNumId w:val="23"/>
  </w:num>
  <w:num w:numId="44" w16cid:durableId="1459957089">
    <w:abstractNumId w:val="18"/>
  </w:num>
  <w:num w:numId="45" w16cid:durableId="126046056">
    <w:abstractNumId w:val="7"/>
  </w:num>
  <w:num w:numId="46" w16cid:durableId="2072120962">
    <w:abstractNumId w:val="39"/>
  </w:num>
  <w:num w:numId="47" w16cid:durableId="651182141">
    <w:abstractNumId w:val="34"/>
  </w:num>
  <w:num w:numId="48" w16cid:durableId="1302467054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464E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7C0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5F3A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1879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078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1783"/>
    <w:rsid w:val="003228B1"/>
    <w:rsid w:val="00323E0B"/>
    <w:rsid w:val="00323F78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5C5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241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3D4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D7BA1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807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6A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7A7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3F0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56B7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2EE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0F0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D74FB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52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979FF"/>
    <w:rsid w:val="00CA12DF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865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359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3847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518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02D"/>
    <w:rsid w:val="00E65C0C"/>
    <w:rsid w:val="00E67469"/>
    <w:rsid w:val="00E71011"/>
    <w:rsid w:val="00E71368"/>
    <w:rsid w:val="00E71FD6"/>
    <w:rsid w:val="00E7247C"/>
    <w:rsid w:val="00E72648"/>
    <w:rsid w:val="00E72F47"/>
    <w:rsid w:val="00E73F02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2D9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608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2D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1EA5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6EA1"/>
    <w:rsid w:val="00F97352"/>
    <w:rsid w:val="00F97E40"/>
    <w:rsid w:val="00FA0668"/>
    <w:rsid w:val="00FA09E6"/>
    <w:rsid w:val="00FA14BD"/>
    <w:rsid w:val="00FA2724"/>
    <w:rsid w:val="00FA3722"/>
    <w:rsid w:val="00FA5811"/>
    <w:rsid w:val="00FA6922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12</TotalTime>
  <Pages>9</Pages>
  <Words>2546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6</cp:revision>
  <cp:lastPrinted>2024-03-22T09:42:00Z</cp:lastPrinted>
  <dcterms:created xsi:type="dcterms:W3CDTF">2024-10-24T06:46:00Z</dcterms:created>
  <dcterms:modified xsi:type="dcterms:W3CDTF">2024-10-28T11:31:00Z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