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7B728C85" w14:textId="7D81D711" w:rsidR="00422B17" w:rsidRPr="00AD0342" w:rsidRDefault="00D80597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 w:rsidRPr="00AD0342">
        <w:rPr>
          <w:rFonts w:asciiTheme="minorHAnsi" w:hAnsiTheme="minorHAnsi" w:cstheme="minorHAnsi"/>
          <w:b/>
          <w:color w:val="000000"/>
          <w:sz w:val="36"/>
          <w:szCs w:val="36"/>
        </w:rPr>
        <w:t>Wskazania do Studium Wykonalności</w:t>
      </w:r>
    </w:p>
    <w:p w14:paraId="3DFE78DC" w14:textId="0A9F5FAD" w:rsidR="000A719D" w:rsidRPr="00AD0342" w:rsidRDefault="062311CA" w:rsidP="000A719D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asciiTheme="minorHAnsi" w:hAnsiTheme="minorHAnsi" w:cstheme="minorHAnsi"/>
          <w:b/>
          <w:bCs/>
          <w:sz w:val="36"/>
          <w:szCs w:val="36"/>
        </w:rPr>
      </w:pPr>
      <w:r w:rsidRPr="00AD0342">
        <w:rPr>
          <w:rFonts w:asciiTheme="minorHAnsi" w:hAnsiTheme="minorHAnsi" w:cstheme="minorHAnsi"/>
          <w:b/>
          <w:bCs/>
          <w:color w:val="000000" w:themeColor="text1"/>
          <w:sz w:val="36"/>
          <w:szCs w:val="36"/>
        </w:rPr>
        <w:t>stanowiącego załącznik do wniosku o dofinansowanie projektu</w:t>
      </w:r>
      <w:r w:rsidR="0085381D" w:rsidRPr="00AD0342">
        <w:rPr>
          <w:rFonts w:asciiTheme="minorHAnsi" w:hAnsiTheme="minorHAnsi" w:cstheme="minorHAnsi"/>
          <w:b/>
          <w:bCs/>
          <w:color w:val="000000" w:themeColor="text1"/>
          <w:sz w:val="36"/>
          <w:szCs w:val="36"/>
        </w:rPr>
        <w:t xml:space="preserve"> </w:t>
      </w:r>
      <w:r w:rsidR="00AB75CC" w:rsidRPr="00AD0342">
        <w:rPr>
          <w:rStyle w:val="normaltextrun"/>
          <w:rFonts w:asciiTheme="minorHAnsi" w:hAnsiTheme="minorHAnsi" w:cstheme="minorHAnsi"/>
          <w:b/>
          <w:bCs/>
          <w:sz w:val="36"/>
          <w:szCs w:val="36"/>
        </w:rPr>
        <w:t>realizowanego w programie</w:t>
      </w:r>
    </w:p>
    <w:p w14:paraId="4C7297EA" w14:textId="534FF889" w:rsidR="00422B17" w:rsidRPr="00AD0342" w:rsidRDefault="00422B17" w:rsidP="000A719D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asciiTheme="minorHAnsi" w:hAnsiTheme="minorHAnsi" w:cstheme="minorHAnsi"/>
          <w:b/>
          <w:bCs/>
          <w:sz w:val="36"/>
          <w:szCs w:val="36"/>
        </w:rPr>
      </w:pPr>
      <w:r w:rsidRPr="00AD0342">
        <w:rPr>
          <w:rStyle w:val="normaltextrun"/>
          <w:rFonts w:asciiTheme="minorHAnsi" w:hAnsiTheme="minorHAnsi" w:cstheme="minorHAnsi"/>
          <w:b/>
          <w:bCs/>
          <w:sz w:val="36"/>
          <w:szCs w:val="36"/>
        </w:rPr>
        <w:t>Fundusze Europejskie dla Mazowsza 2021-2027</w:t>
      </w:r>
    </w:p>
    <w:p w14:paraId="49FD1B2A" w14:textId="77777777" w:rsidR="008C069E" w:rsidRPr="008C069E" w:rsidRDefault="006C0042" w:rsidP="008C069E">
      <w:pPr>
        <w:jc w:val="center"/>
        <w:rPr>
          <w:rFonts w:cs="Arial"/>
          <w:b/>
          <w:bCs/>
          <w:sz w:val="32"/>
          <w:szCs w:val="32"/>
        </w:rPr>
      </w:pPr>
      <w:bookmarkStart w:id="0" w:name="_Hlk69719401"/>
      <w:r w:rsidRPr="00131638">
        <w:rPr>
          <w:rFonts w:cs="Arial"/>
          <w:b/>
          <w:bCs/>
          <w:sz w:val="32"/>
          <w:szCs w:val="32"/>
        </w:rPr>
        <w:t xml:space="preserve">  </w:t>
      </w:r>
      <w:bookmarkEnd w:id="0"/>
      <w:r w:rsidR="008C069E" w:rsidRPr="008C069E">
        <w:rPr>
          <w:rFonts w:cs="Arial"/>
          <w:b/>
          <w:bCs/>
          <w:sz w:val="32"/>
          <w:szCs w:val="32"/>
        </w:rPr>
        <w:t>FEMA.05.02-IP.01-026/24</w:t>
      </w:r>
    </w:p>
    <w:p w14:paraId="3CFA951A" w14:textId="2A2AE0C1" w:rsidR="00E84FEE" w:rsidRPr="00E84FEE" w:rsidRDefault="00B167D9" w:rsidP="00B167D9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Priorytet V</w:t>
      </w:r>
    </w:p>
    <w:p w14:paraId="195F23CB" w14:textId="79D9C92B" w:rsidR="00AD0342" w:rsidRDefault="00B167D9" w:rsidP="00E566AB">
      <w:pPr>
        <w:spacing w:after="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B167D9">
        <w:rPr>
          <w:rFonts w:cs="Arial"/>
          <w:b/>
          <w:sz w:val="32"/>
          <w:szCs w:val="32"/>
        </w:rPr>
        <w:t>Fundusze Europejskie dla wyższej jakości życia na Mazowszu</w:t>
      </w:r>
    </w:p>
    <w:p w14:paraId="24BB75CB" w14:textId="77777777" w:rsidR="00B167D9" w:rsidRDefault="00B167D9" w:rsidP="00E566AB">
      <w:pPr>
        <w:spacing w:after="0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11DCB309" w14:textId="0026BB1A" w:rsidR="00E566AB" w:rsidRPr="00AD0342" w:rsidRDefault="00E566AB" w:rsidP="00E566AB">
      <w:pPr>
        <w:spacing w:after="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D0342">
        <w:rPr>
          <w:rFonts w:asciiTheme="minorHAnsi" w:hAnsiTheme="minorHAnsi" w:cstheme="minorHAnsi"/>
          <w:b/>
          <w:sz w:val="32"/>
          <w:szCs w:val="32"/>
        </w:rPr>
        <w:t xml:space="preserve">Działanie </w:t>
      </w:r>
      <w:r w:rsidR="008C069E">
        <w:rPr>
          <w:rFonts w:asciiTheme="minorHAnsi" w:hAnsiTheme="minorHAnsi" w:cstheme="minorHAnsi"/>
          <w:b/>
          <w:sz w:val="32"/>
          <w:szCs w:val="32"/>
        </w:rPr>
        <w:t>5.2</w:t>
      </w:r>
    </w:p>
    <w:p w14:paraId="1852E4D8" w14:textId="77777777" w:rsidR="008C069E" w:rsidRPr="008C069E" w:rsidRDefault="008C069E" w:rsidP="008C069E">
      <w:pPr>
        <w:spacing w:after="0"/>
        <w:jc w:val="center"/>
        <w:rPr>
          <w:rFonts w:cs="Calibri"/>
          <w:b/>
          <w:sz w:val="32"/>
          <w:szCs w:val="32"/>
        </w:rPr>
      </w:pPr>
      <w:r w:rsidRPr="008C069E">
        <w:rPr>
          <w:rFonts w:cs="Calibri"/>
          <w:b/>
          <w:sz w:val="32"/>
          <w:szCs w:val="32"/>
        </w:rPr>
        <w:t xml:space="preserve">Dostępność szkół dla osób ze specjalnymi potrzebami w ZIT </w:t>
      </w:r>
    </w:p>
    <w:p w14:paraId="7236412F" w14:textId="77777777" w:rsidR="008C069E" w:rsidRDefault="008C069E" w:rsidP="00B167D9">
      <w:pPr>
        <w:spacing w:after="0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04CA2E05" w14:textId="24E7F888" w:rsidR="00B167D9" w:rsidRDefault="00E566AB" w:rsidP="00B167D9">
      <w:pPr>
        <w:spacing w:after="0"/>
        <w:jc w:val="center"/>
        <w:rPr>
          <w:rFonts w:cs="Calibri"/>
          <w:b/>
          <w:bCs/>
          <w:sz w:val="32"/>
          <w:szCs w:val="32"/>
        </w:rPr>
      </w:pPr>
      <w:r w:rsidRPr="00AD0342">
        <w:rPr>
          <w:rFonts w:asciiTheme="minorHAnsi" w:hAnsiTheme="minorHAnsi" w:cstheme="minorHAnsi"/>
          <w:b/>
          <w:sz w:val="32"/>
          <w:szCs w:val="32"/>
        </w:rPr>
        <w:t>Typ projektów</w:t>
      </w:r>
      <w:r w:rsidRPr="00AD0342">
        <w:rPr>
          <w:rFonts w:asciiTheme="minorHAnsi" w:hAnsiTheme="minorHAnsi" w:cstheme="minorHAnsi"/>
          <w:b/>
          <w:sz w:val="32"/>
          <w:szCs w:val="32"/>
        </w:rPr>
        <w:br/>
      </w:r>
      <w:r w:rsidR="00B167D9" w:rsidRPr="00B167D9">
        <w:rPr>
          <w:rFonts w:cs="Calibri"/>
          <w:b/>
          <w:bCs/>
          <w:sz w:val="32"/>
          <w:szCs w:val="32"/>
        </w:rPr>
        <w:t xml:space="preserve">Dostosowanie szkół ogólnodostępnych do potrzeb osób ze specjalnymi potrzebami edukacyjnymi                                                      </w:t>
      </w:r>
    </w:p>
    <w:p w14:paraId="07A98181" w14:textId="2992EE3C" w:rsidR="00E566AB" w:rsidRPr="00AD0342" w:rsidRDefault="00B167D9" w:rsidP="00B167D9">
      <w:pPr>
        <w:spacing w:after="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B167D9">
        <w:rPr>
          <w:rFonts w:cs="Calibri"/>
          <w:b/>
          <w:bCs/>
          <w:sz w:val="32"/>
          <w:szCs w:val="32"/>
        </w:rPr>
        <w:t>(z wyłączeniem edukacji przedszkolnej)</w:t>
      </w:r>
    </w:p>
    <w:p w14:paraId="2035DCB2" w14:textId="77777777" w:rsidR="00E566AB" w:rsidRDefault="00E566AB" w:rsidP="00E566AB">
      <w:pPr>
        <w:spacing w:after="60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14:paraId="264D7599" w14:textId="77777777" w:rsidR="00AD0342" w:rsidRPr="00AD0342" w:rsidRDefault="00AD0342" w:rsidP="00E566AB">
      <w:pPr>
        <w:spacing w:after="60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14:paraId="4D606CA8" w14:textId="4D84E557" w:rsidR="00E566AB" w:rsidRPr="00AD0342" w:rsidRDefault="00E566AB" w:rsidP="00E566AB">
      <w:pPr>
        <w:spacing w:after="60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AD0342">
        <w:rPr>
          <w:rFonts w:asciiTheme="minorHAnsi" w:hAnsiTheme="minorHAnsi" w:cstheme="minorHAnsi"/>
          <w:b/>
          <w:bCs/>
          <w:sz w:val="32"/>
          <w:szCs w:val="32"/>
        </w:rPr>
        <w:t>Warszawa, 2</w:t>
      </w:r>
      <w:r w:rsidR="00932B20">
        <w:rPr>
          <w:rFonts w:asciiTheme="minorHAnsi" w:hAnsiTheme="minorHAnsi" w:cstheme="minorHAnsi"/>
          <w:b/>
          <w:bCs/>
          <w:sz w:val="32"/>
          <w:szCs w:val="32"/>
        </w:rPr>
        <w:t>8</w:t>
      </w:r>
      <w:r w:rsidR="00E56E6E">
        <w:rPr>
          <w:rFonts w:asciiTheme="minorHAnsi" w:hAnsiTheme="minorHAnsi" w:cstheme="minorHAnsi"/>
          <w:b/>
          <w:bCs/>
          <w:sz w:val="32"/>
          <w:szCs w:val="32"/>
        </w:rPr>
        <w:t xml:space="preserve"> marca</w:t>
      </w:r>
      <w:bookmarkStart w:id="1" w:name="_GoBack"/>
      <w:bookmarkEnd w:id="1"/>
      <w:r w:rsidRPr="00AD0342">
        <w:rPr>
          <w:rFonts w:asciiTheme="minorHAnsi" w:hAnsiTheme="minorHAnsi" w:cstheme="minorHAnsi"/>
          <w:b/>
          <w:bCs/>
          <w:sz w:val="32"/>
          <w:szCs w:val="32"/>
        </w:rPr>
        <w:t xml:space="preserve"> 2024 r.</w:t>
      </w:r>
    </w:p>
    <w:p w14:paraId="540B2CCB" w14:textId="746AAC3E" w:rsidR="00331AAB" w:rsidRDefault="00331AAB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3B5EAA8E" w14:textId="77777777" w:rsidR="0057645A" w:rsidRPr="00A528B9" w:rsidRDefault="0057645A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036655FD" w14:textId="08F7CDFF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lastRenderedPageBreak/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3D88217B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1E755B88" w:rsidR="00E2477E" w:rsidRDefault="00285811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="00E2477E" w:rsidRPr="00547CCD">
          <w:rPr>
            <w:rStyle w:val="Hipercze"/>
            <w:rFonts w:cs="Arial"/>
            <w:noProof/>
          </w:rPr>
          <w:t>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Struktura Studium Wykonalności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746B3E2E" w14:textId="174C2276" w:rsidR="00E2477E" w:rsidRDefault="00285811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="00E2477E" w:rsidRPr="00547CCD">
          <w:rPr>
            <w:rStyle w:val="Hipercze"/>
            <w:rFonts w:cs="Arial"/>
            <w:noProof/>
          </w:rPr>
          <w:t>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Wstępna analiza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513D6A50" w14:textId="298DDCA1" w:rsidR="00E2477E" w:rsidRDefault="00285811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="00E2477E" w:rsidRPr="00547CCD">
          <w:rPr>
            <w:rStyle w:val="Hipercze"/>
            <w:rFonts w:cs="Arial"/>
            <w:noProof/>
          </w:rPr>
          <w:t>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Wnioski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3C2465CA" w14:textId="4550D50F" w:rsidR="00E2477E" w:rsidRDefault="00285811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="00E2477E" w:rsidRPr="00547CCD">
          <w:rPr>
            <w:rStyle w:val="Hipercze"/>
            <w:rFonts w:cs="Arial"/>
            <w:noProof/>
          </w:rPr>
          <w:t>5.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Definicja celów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_Toc130891061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B61D158" w14:textId="1E5AFB1B" w:rsidR="00E2477E" w:rsidRDefault="00285811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="00E2477E" w:rsidRPr="00547CCD">
          <w:rPr>
            <w:rStyle w:val="Hipercze"/>
            <w:rFonts w:cs="Arial"/>
            <w:noProof/>
          </w:rPr>
          <w:t>6.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Identyfikacja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_Toc130891062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2A90A70" w14:textId="72EC54C6" w:rsidR="00E2477E" w:rsidRDefault="00285811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="00E2477E" w:rsidRPr="00547CCD">
          <w:rPr>
            <w:rStyle w:val="Hipercze"/>
            <w:rFonts w:cs="Arial"/>
            <w:noProof/>
          </w:rPr>
          <w:t>7.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wykonalności, analiza popytu oraz analiza opcji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_Toc130891063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A0252FD" w14:textId="08AD9E5B" w:rsidR="00E2477E" w:rsidRDefault="00285811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="00E2477E" w:rsidRPr="00547CCD">
          <w:rPr>
            <w:rStyle w:val="Hipercze"/>
            <w:rFonts w:cs="Arial"/>
            <w:noProof/>
          </w:rPr>
          <w:t>8.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finansowa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_Toc130891064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063687C2" w14:textId="591F6476" w:rsidR="00E2477E" w:rsidRDefault="00285811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="00E2477E" w:rsidRPr="00547CCD">
          <w:rPr>
            <w:rStyle w:val="Hipercze"/>
            <w:rFonts w:cs="Arial"/>
            <w:noProof/>
          </w:rPr>
          <w:t>9.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kosztów i korzyści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_Toc130891065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7502DAC4" w14:textId="2476EA05" w:rsidR="00E2477E" w:rsidRDefault="00285811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="00E2477E" w:rsidRPr="00547CCD">
          <w:rPr>
            <w:rStyle w:val="Hipercze"/>
            <w:rFonts w:cs="Arial"/>
            <w:noProof/>
          </w:rPr>
          <w:t>10.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_Toc130891066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098F8160" w14:textId="058CE8E4" w:rsidR="00E2477E" w:rsidRDefault="00285811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="00E2477E" w:rsidRPr="00547CCD">
          <w:rPr>
            <w:rStyle w:val="Hipercze"/>
            <w:rFonts w:cs="Arial"/>
            <w:noProof/>
          </w:rPr>
          <w:t>11.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instytucjonalna, w tym trwałość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6162F034" w14:textId="321C25C8" w:rsidR="00E2477E" w:rsidRDefault="00285811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="00E2477E" w:rsidRPr="00547CCD">
          <w:rPr>
            <w:rStyle w:val="Hipercze"/>
            <w:rFonts w:cs="Arial"/>
            <w:noProof/>
          </w:rPr>
          <w:t>12.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Analizy specyficzne dla danego rodzaju projektu/sektora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2BA5DACD" w14:textId="71DAB9DA" w:rsidR="00E2477E" w:rsidRDefault="00285811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="00E2477E" w:rsidRPr="00547CCD">
          <w:rPr>
            <w:rStyle w:val="Hipercze"/>
            <w:rFonts w:cs="Arial"/>
            <w:noProof/>
          </w:rPr>
          <w:t>13.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Pomoc publiczna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14C7B122" w14:textId="27454501" w:rsidR="00E2477E" w:rsidRDefault="00285811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="00E2477E" w:rsidRPr="00547CCD">
          <w:rPr>
            <w:rStyle w:val="Hipercze"/>
            <w:rFonts w:cs="Arial"/>
            <w:noProof/>
          </w:rPr>
          <w:t>14.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oddziaływania na środowisko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_Toc130891070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7645A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2" w:name="_Toc442168430"/>
      <w:bookmarkStart w:id="3" w:name="_Toc442168586"/>
      <w:bookmarkStart w:id="4" w:name="_Toc442168693"/>
      <w:bookmarkStart w:id="5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2"/>
      <w:bookmarkEnd w:id="3"/>
      <w:bookmarkEnd w:id="4"/>
      <w:bookmarkEnd w:id="5"/>
      <w:bookmarkEnd w:id="6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37E6A6D1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na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7D3EDD8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r w:rsidR="7D3EDD80" w:rsidRPr="5D086780">
        <w:rPr>
          <w:rFonts w:cs="Arial"/>
          <w:color w:val="000000" w:themeColor="text1"/>
          <w:sz w:val="20"/>
          <w:szCs w:val="20"/>
        </w:rPr>
        <w:t>MFiPR/2021-2027/15(1)</w:t>
      </w:r>
      <w:r w:rsidR="3B5713FD" w:rsidRPr="5D086780">
        <w:rPr>
          <w:rFonts w:cs="Arial"/>
          <w:color w:val="000000" w:themeColor="text1"/>
          <w:sz w:val="20"/>
          <w:szCs w:val="20"/>
        </w:rPr>
        <w:t>.</w:t>
      </w:r>
    </w:p>
    <w:p w14:paraId="010CF0C2" w14:textId="77777777" w:rsidR="005E51AA" w:rsidRPr="004D29A3" w:rsidRDefault="00285811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="7D3EDD80"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7" w:name="_Toc442168587"/>
      <w:bookmarkStart w:id="8" w:name="_Toc442168694"/>
      <w:bookmarkStart w:id="9" w:name="_Toc442168737"/>
      <w:bookmarkStart w:id="10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7"/>
      <w:bookmarkEnd w:id="8"/>
      <w:bookmarkEnd w:id="9"/>
      <w:bookmarkEnd w:id="10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6E791724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r w:rsidR="0062164D" w:rsidRPr="433B1863">
        <w:rPr>
          <w:sz w:val="20"/>
          <w:szCs w:val="20"/>
        </w:rPr>
        <w:t>MFiPR/2021-2027/15(1)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1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2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F43F08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lastRenderedPageBreak/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3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3"/>
    </w:p>
    <w:p w14:paraId="77DD03A8" w14:textId="0C58873F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(MFiPR/2021-2027/15(1).</w:t>
      </w:r>
    </w:p>
    <w:p w14:paraId="13D8B844" w14:textId="1A65BCCD" w:rsidR="644EA27C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4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4"/>
    </w:p>
    <w:p w14:paraId="7CDC00CE" w14:textId="7FF5E81C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(MFiPR/2021-2027/15(1).</w:t>
      </w:r>
    </w:p>
    <w:p w14:paraId="68CABC14" w14:textId="3FB2124C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5"/>
    </w:p>
    <w:p w14:paraId="112A73C7" w14:textId="3D703E79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6"/>
    </w:p>
    <w:p w14:paraId="1DC25866" w14:textId="14296143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 </w:t>
      </w:r>
    </w:p>
    <w:p w14:paraId="4ED2E7A5" w14:textId="52826305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7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7"/>
    </w:p>
    <w:p w14:paraId="5D028C04" w14:textId="1BF331AC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tym hybrydowych na lata 2021-2027 (MFiPR/2021-2027/15(1). </w:t>
      </w:r>
    </w:p>
    <w:p w14:paraId="0C0D7A37" w14:textId="5DFADAB0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7B778492" w14:textId="479C380C" w:rsidR="00E51BEE" w:rsidRPr="00DA1D4D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8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8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lastRenderedPageBreak/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3EA9CA37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8. “Analizy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 </w:t>
      </w:r>
    </w:p>
    <w:p w14:paraId="698655E8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9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20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289CC93" w14:textId="3497B6FD" w:rsidR="0057645A" w:rsidRPr="0057645A" w:rsidRDefault="29256A80" w:rsidP="0057645A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21" w:name="_Toc130891069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1"/>
    </w:p>
    <w:p w14:paraId="28802EFB" w14:textId="1DB3D4FD" w:rsidR="0057645A" w:rsidRPr="0057645A" w:rsidRDefault="0057645A" w:rsidP="0057645A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podlega/nie podlega zasadom pomocy publicznej na podstawie obowiązujących aktów prawnych i wytycznych.</w:t>
      </w:r>
    </w:p>
    <w:p w14:paraId="77D483B3" w14:textId="08EAD70B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2" w:name="_Toc130891070"/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2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lastRenderedPageBreak/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C83156A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r:id="rId13">
        <w:r w:rsidR="6C9B0BD2" w:rsidRPr="5D086780">
          <w:rPr>
            <w:rFonts w:cs="Arial"/>
            <w:sz w:val="20"/>
            <w:szCs w:val="20"/>
          </w:rPr>
          <w:t>https://klimada2.ios.gov.pl/</w:t>
        </w:r>
      </w:hyperlink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Significant Harm)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1ECA9E09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zachować i rozwijać zieloną infrastrukturę, zwłaszcza drzewa, w całym cyklu projektowym, m.in. przez stosowanie standardów ochrony zieleni (w tym właściwą organizację prac budowlanych): https://www.gov.pl/web/nfosigw/standardy-ochrony-drzew oraz http://drzewa.org.pl/standardy/);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promować praktyki w zakresie zielonych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147595F9" w14:textId="77777777" w:rsidR="00801296" w:rsidRPr="000B706E" w:rsidRDefault="00801296" w:rsidP="00801296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wyjaśnić, czy projekt przyczynia się do łagodzeni</w:t>
      </w:r>
      <w:r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</w:t>
      </w:r>
      <w:r>
        <w:rPr>
          <w:sz w:val="20"/>
          <w:szCs w:val="20"/>
        </w:rPr>
        <w:t xml:space="preserve">klimatu zgodnie z </w:t>
      </w:r>
      <w:r>
        <w:rPr>
          <w:i/>
          <w:iCs/>
          <w:sz w:val="20"/>
          <w:szCs w:val="20"/>
        </w:rPr>
        <w:t>Załącznikiem</w:t>
      </w:r>
      <w:r w:rsidRPr="000B706E">
        <w:rPr>
          <w:i/>
          <w:iCs/>
          <w:sz w:val="20"/>
          <w:szCs w:val="20"/>
        </w:rPr>
        <w:t xml:space="preserve"> 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</w:t>
      </w:r>
      <w:r w:rsidRPr="000B706E">
        <w:rPr>
          <w:i/>
          <w:iCs/>
          <w:sz w:val="20"/>
          <w:szCs w:val="20"/>
        </w:rPr>
        <w:lastRenderedPageBreak/>
        <w:t>środowiskowych</w:t>
      </w:r>
      <w:r>
        <w:rPr>
          <w:i/>
          <w:iCs/>
          <w:sz w:val="20"/>
          <w:szCs w:val="20"/>
        </w:rPr>
        <w:t xml:space="preserve"> do Rozporządzenia Delegowanego Komisji </w:t>
      </w:r>
      <w:r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285811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4" w:history="1">
        <w:r w:rsidR="009D6F85"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80226D">
      <w:headerReference w:type="default" r:id="rId15"/>
      <w:footerReference w:type="default" r:id="rId16"/>
      <w:headerReference w:type="first" r:id="rId17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AB1FC" w14:textId="77777777" w:rsidR="00285811" w:rsidRDefault="00285811" w:rsidP="00FE74CD">
      <w:pPr>
        <w:spacing w:after="0" w:line="240" w:lineRule="auto"/>
      </w:pPr>
      <w:r>
        <w:separator/>
      </w:r>
    </w:p>
  </w:endnote>
  <w:endnote w:type="continuationSeparator" w:id="0">
    <w:p w14:paraId="69DA0E29" w14:textId="77777777" w:rsidR="00285811" w:rsidRDefault="00285811" w:rsidP="00FE74CD">
      <w:pPr>
        <w:spacing w:after="0" w:line="240" w:lineRule="auto"/>
      </w:pPr>
      <w:r>
        <w:continuationSeparator/>
      </w:r>
    </w:p>
  </w:endnote>
  <w:endnote w:type="continuationNotice" w:id="1">
    <w:p w14:paraId="519B3070" w14:textId="77777777" w:rsidR="00285811" w:rsidRDefault="002858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69D6A" w14:textId="4B010DFF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56E6E">
      <w:rPr>
        <w:noProof/>
      </w:rPr>
      <w:t>2</w:t>
    </w:r>
    <w:r>
      <w:fldChar w:fldCharType="end"/>
    </w:r>
    <w:r>
      <w:rPr>
        <w:noProof/>
      </w:rPr>
      <w:t xml:space="preserve"> z </w:t>
    </w:r>
    <w:r w:rsidR="00285811">
      <w:fldChar w:fldCharType="begin"/>
    </w:r>
    <w:r w:rsidR="00285811">
      <w:instrText>NUMPAGES   \* MERGEFORMAT</w:instrText>
    </w:r>
    <w:r w:rsidR="00285811">
      <w:fldChar w:fldCharType="separate"/>
    </w:r>
    <w:r w:rsidR="00E56E6E">
      <w:rPr>
        <w:noProof/>
      </w:rPr>
      <w:t>8</w:t>
    </w:r>
    <w:r w:rsidR="00285811">
      <w:rPr>
        <w:noProof/>
      </w:rPr>
      <w:fldChar w:fldCharType="end"/>
    </w:r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A69D1F" w14:textId="77777777" w:rsidR="00285811" w:rsidRDefault="00285811" w:rsidP="00FE74CD">
      <w:pPr>
        <w:spacing w:after="0" w:line="240" w:lineRule="auto"/>
      </w:pPr>
      <w:r>
        <w:separator/>
      </w:r>
    </w:p>
  </w:footnote>
  <w:footnote w:type="continuationSeparator" w:id="0">
    <w:p w14:paraId="3ADA12C2" w14:textId="77777777" w:rsidR="00285811" w:rsidRDefault="00285811" w:rsidP="00FE74CD">
      <w:pPr>
        <w:spacing w:after="0" w:line="240" w:lineRule="auto"/>
      </w:pPr>
      <w:r>
        <w:continuationSeparator/>
      </w:r>
    </w:p>
  </w:footnote>
  <w:footnote w:type="continuationNotice" w:id="1">
    <w:p w14:paraId="55AFA9A8" w14:textId="77777777" w:rsidR="00285811" w:rsidRDefault="0028581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1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7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2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3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6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7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2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98F03E3"/>
    <w:multiLevelType w:val="multilevel"/>
    <w:tmpl w:val="83A25F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5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38"/>
  </w:num>
  <w:num w:numId="4">
    <w:abstractNumId w:val="36"/>
  </w:num>
  <w:num w:numId="5">
    <w:abstractNumId w:val="39"/>
  </w:num>
  <w:num w:numId="6">
    <w:abstractNumId w:val="43"/>
  </w:num>
  <w:num w:numId="7">
    <w:abstractNumId w:val="7"/>
  </w:num>
  <w:num w:numId="8">
    <w:abstractNumId w:val="14"/>
  </w:num>
  <w:num w:numId="9">
    <w:abstractNumId w:val="32"/>
  </w:num>
  <w:num w:numId="10">
    <w:abstractNumId w:val="42"/>
  </w:num>
  <w:num w:numId="11">
    <w:abstractNumId w:val="33"/>
  </w:num>
  <w:num w:numId="12">
    <w:abstractNumId w:val="28"/>
  </w:num>
  <w:num w:numId="13">
    <w:abstractNumId w:val="21"/>
  </w:num>
  <w:num w:numId="14">
    <w:abstractNumId w:val="37"/>
  </w:num>
  <w:num w:numId="15">
    <w:abstractNumId w:val="29"/>
  </w:num>
  <w:num w:numId="16">
    <w:abstractNumId w:val="13"/>
  </w:num>
  <w:num w:numId="17">
    <w:abstractNumId w:val="15"/>
  </w:num>
  <w:num w:numId="18">
    <w:abstractNumId w:val="2"/>
  </w:num>
  <w:num w:numId="19">
    <w:abstractNumId w:val="34"/>
  </w:num>
  <w:num w:numId="20">
    <w:abstractNumId w:val="35"/>
  </w:num>
  <w:num w:numId="21">
    <w:abstractNumId w:val="3"/>
  </w:num>
  <w:num w:numId="22">
    <w:abstractNumId w:val="23"/>
  </w:num>
  <w:num w:numId="23">
    <w:abstractNumId w:val="26"/>
  </w:num>
  <w:num w:numId="24">
    <w:abstractNumId w:val="9"/>
  </w:num>
  <w:num w:numId="25">
    <w:abstractNumId w:val="30"/>
  </w:num>
  <w:num w:numId="26">
    <w:abstractNumId w:val="18"/>
  </w:num>
  <w:num w:numId="27">
    <w:abstractNumId w:val="24"/>
  </w:num>
  <w:num w:numId="28">
    <w:abstractNumId w:val="20"/>
  </w:num>
  <w:num w:numId="29">
    <w:abstractNumId w:val="16"/>
  </w:num>
  <w:num w:numId="30">
    <w:abstractNumId w:val="0"/>
  </w:num>
  <w:num w:numId="31">
    <w:abstractNumId w:val="11"/>
  </w:num>
  <w:num w:numId="32">
    <w:abstractNumId w:val="5"/>
  </w:num>
  <w:num w:numId="33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40"/>
  </w:num>
  <w:num w:numId="36">
    <w:abstractNumId w:val="10"/>
  </w:num>
  <w:num w:numId="37">
    <w:abstractNumId w:val="25"/>
  </w:num>
  <w:num w:numId="38">
    <w:abstractNumId w:val="27"/>
  </w:num>
  <w:num w:numId="39">
    <w:abstractNumId w:val="41"/>
  </w:num>
  <w:num w:numId="40">
    <w:abstractNumId w:val="4"/>
  </w:num>
  <w:num w:numId="41">
    <w:abstractNumId w:val="1"/>
  </w:num>
  <w:num w:numId="42">
    <w:abstractNumId w:val="12"/>
  </w:num>
  <w:num w:numId="43">
    <w:abstractNumId w:val="22"/>
  </w:num>
  <w:num w:numId="44">
    <w:abstractNumId w:val="17"/>
  </w:num>
  <w:num w:numId="45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8E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11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4872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645A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9B6"/>
    <w:rsid w:val="005A69F4"/>
    <w:rsid w:val="005A6DD2"/>
    <w:rsid w:val="005B0A13"/>
    <w:rsid w:val="005B3014"/>
    <w:rsid w:val="005B3BDD"/>
    <w:rsid w:val="005B3C6A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042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5F9F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296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B42"/>
    <w:rsid w:val="00847381"/>
    <w:rsid w:val="00847817"/>
    <w:rsid w:val="00847CA6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B33"/>
    <w:rsid w:val="00870D88"/>
    <w:rsid w:val="00871C43"/>
    <w:rsid w:val="00872070"/>
    <w:rsid w:val="00872745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69E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2B20"/>
    <w:rsid w:val="009331C3"/>
    <w:rsid w:val="009336D7"/>
    <w:rsid w:val="009365BC"/>
    <w:rsid w:val="00936953"/>
    <w:rsid w:val="00937F75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DCB"/>
    <w:rsid w:val="00957243"/>
    <w:rsid w:val="00957A68"/>
    <w:rsid w:val="00957C70"/>
    <w:rsid w:val="00960A37"/>
    <w:rsid w:val="00963278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294D"/>
    <w:rsid w:val="00B13BA7"/>
    <w:rsid w:val="00B14148"/>
    <w:rsid w:val="00B14DB7"/>
    <w:rsid w:val="00B167D9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2DC5"/>
    <w:rsid w:val="00B53019"/>
    <w:rsid w:val="00B53380"/>
    <w:rsid w:val="00B53459"/>
    <w:rsid w:val="00B53BBD"/>
    <w:rsid w:val="00B53E38"/>
    <w:rsid w:val="00B6073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5618"/>
    <w:rsid w:val="00E0624A"/>
    <w:rsid w:val="00E062CA"/>
    <w:rsid w:val="00E0706D"/>
    <w:rsid w:val="00E0769E"/>
    <w:rsid w:val="00E07FA3"/>
    <w:rsid w:val="00E11D98"/>
    <w:rsid w:val="00E12354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6E6E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5D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5EA0"/>
    <w:rsid w:val="00FB6F75"/>
    <w:rsid w:val="00FB706A"/>
    <w:rsid w:val="00FC37CA"/>
    <w:rsid w:val="00FC4B17"/>
    <w:rsid w:val="00FC50D3"/>
    <w:rsid w:val="00FC6FC4"/>
    <w:rsid w:val="00FC7834"/>
    <w:rsid w:val="00FD0383"/>
    <w:rsid w:val="00FD1C48"/>
    <w:rsid w:val="00FD2B7C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dlamazowsza.eu/dokumenty-list/program-fundusze-europejskie-dla-mazowsza-2021-2027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1AD1E1-21D2-4139-AD16-A70C46548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d67db1a20bb80121144fe7fb552ae93d-2.dotx</Template>
  <TotalTime>0</TotalTime>
  <Pages>8</Pages>
  <Words>2084</Words>
  <Characters>12504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Tyszkiewicz Marcin</cp:lastModifiedBy>
  <cp:revision>4</cp:revision>
  <cp:lastPrinted>2024-01-30T14:43:00Z</cp:lastPrinted>
  <dcterms:created xsi:type="dcterms:W3CDTF">2024-03-21T06:21:00Z</dcterms:created>
  <dcterms:modified xsi:type="dcterms:W3CDTF">2024-03-21T11:02:00Z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