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7B728C85" w14:textId="7D81D711" w:rsidR="00422B17" w:rsidRPr="00AD0342" w:rsidRDefault="00D80597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AD0342">
        <w:rPr>
          <w:rFonts w:asciiTheme="minorHAnsi" w:hAnsiTheme="minorHAnsi" w:cstheme="minorHAnsi"/>
          <w:b/>
          <w:color w:val="000000"/>
          <w:sz w:val="36"/>
          <w:szCs w:val="36"/>
        </w:rPr>
        <w:t>Wskazania do Studium Wykonalności</w:t>
      </w:r>
    </w:p>
    <w:p w14:paraId="3DFE78DC" w14:textId="0A9F5FAD" w:rsidR="000A719D" w:rsidRPr="00AD0342" w:rsidRDefault="062311CA" w:rsidP="000A719D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asciiTheme="minorHAnsi" w:hAnsiTheme="minorHAnsi" w:cstheme="minorHAnsi"/>
          <w:b/>
          <w:bCs/>
          <w:sz w:val="36"/>
          <w:szCs w:val="36"/>
        </w:rPr>
      </w:pPr>
      <w:r w:rsidRPr="00AD0342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>stanowiącego załącznik do wniosku o dofinansowanie projektu</w:t>
      </w:r>
      <w:r w:rsidR="0085381D" w:rsidRPr="00AD0342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 xml:space="preserve"> </w:t>
      </w:r>
      <w:r w:rsidR="00AB75CC" w:rsidRPr="00AD0342">
        <w:rPr>
          <w:rStyle w:val="normaltextrun"/>
          <w:rFonts w:asciiTheme="minorHAnsi" w:hAnsiTheme="minorHAnsi" w:cstheme="minorHAnsi"/>
          <w:b/>
          <w:bCs/>
          <w:sz w:val="36"/>
          <w:szCs w:val="36"/>
        </w:rPr>
        <w:t>realizowanego w programie</w:t>
      </w:r>
    </w:p>
    <w:p w14:paraId="4C7297EA" w14:textId="534FF889" w:rsidR="00422B17" w:rsidRPr="00AD0342" w:rsidRDefault="00422B17" w:rsidP="000A719D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asciiTheme="minorHAnsi" w:hAnsiTheme="minorHAnsi" w:cstheme="minorHAnsi"/>
          <w:b/>
          <w:bCs/>
          <w:sz w:val="36"/>
          <w:szCs w:val="36"/>
        </w:rPr>
      </w:pPr>
      <w:r w:rsidRPr="00AD0342">
        <w:rPr>
          <w:rStyle w:val="normaltextrun"/>
          <w:rFonts w:asciiTheme="minorHAnsi" w:hAnsiTheme="minorHAnsi" w:cstheme="minorHAnsi"/>
          <w:b/>
          <w:bCs/>
          <w:sz w:val="36"/>
          <w:szCs w:val="36"/>
        </w:rPr>
        <w:t>Fundusze Europejskie dla Mazowsza 2021-2027</w:t>
      </w:r>
    </w:p>
    <w:p w14:paraId="364617EB" w14:textId="77777777" w:rsidR="00B167D9" w:rsidRPr="00B167D9" w:rsidRDefault="006C0042" w:rsidP="00B167D9">
      <w:pPr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131638">
        <w:rPr>
          <w:rFonts w:cs="Arial"/>
          <w:b/>
          <w:bCs/>
          <w:sz w:val="32"/>
          <w:szCs w:val="32"/>
        </w:rPr>
        <w:t xml:space="preserve">  </w:t>
      </w:r>
      <w:bookmarkEnd w:id="0"/>
      <w:r w:rsidR="00B167D9" w:rsidRPr="00B167D9">
        <w:rPr>
          <w:rFonts w:cs="Arial"/>
          <w:b/>
          <w:bCs/>
          <w:sz w:val="32"/>
          <w:szCs w:val="32"/>
        </w:rPr>
        <w:t>FEMA.05.01-IP.01-028/24</w:t>
      </w:r>
    </w:p>
    <w:p w14:paraId="3CFA951A" w14:textId="168264B3" w:rsidR="00E84FEE" w:rsidRPr="00E84FEE" w:rsidRDefault="00B167D9" w:rsidP="00B167D9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Priorytet V</w:t>
      </w:r>
    </w:p>
    <w:p w14:paraId="195F23CB" w14:textId="79D9C92B" w:rsidR="00AD0342" w:rsidRDefault="00B167D9" w:rsidP="00E566AB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167D9">
        <w:rPr>
          <w:rFonts w:cs="Arial"/>
          <w:b/>
          <w:sz w:val="32"/>
          <w:szCs w:val="32"/>
        </w:rPr>
        <w:t>Fundusze Europejskie dla wyższej jakości życia na Mazowszu</w:t>
      </w:r>
    </w:p>
    <w:p w14:paraId="24BB75CB" w14:textId="77777777" w:rsidR="00B167D9" w:rsidRDefault="00B167D9" w:rsidP="00E566AB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1DCB309" w14:textId="6C1CB37C" w:rsidR="00E566AB" w:rsidRPr="00AD0342" w:rsidRDefault="00E566AB" w:rsidP="00E566AB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D0342">
        <w:rPr>
          <w:rFonts w:asciiTheme="minorHAnsi" w:hAnsiTheme="minorHAnsi" w:cstheme="minorHAnsi"/>
          <w:b/>
          <w:sz w:val="32"/>
          <w:szCs w:val="32"/>
        </w:rPr>
        <w:t xml:space="preserve">Działanie </w:t>
      </w:r>
      <w:r w:rsidR="00B167D9">
        <w:rPr>
          <w:rFonts w:asciiTheme="minorHAnsi" w:hAnsiTheme="minorHAnsi" w:cstheme="minorHAnsi"/>
          <w:b/>
          <w:sz w:val="32"/>
          <w:szCs w:val="32"/>
        </w:rPr>
        <w:t>5.1</w:t>
      </w:r>
    </w:p>
    <w:p w14:paraId="332817F5" w14:textId="77777777" w:rsidR="00B167D9" w:rsidRPr="00B167D9" w:rsidRDefault="00B167D9" w:rsidP="00B167D9">
      <w:pPr>
        <w:spacing w:after="600"/>
        <w:jc w:val="center"/>
        <w:rPr>
          <w:rFonts w:cs="Calibri"/>
          <w:b/>
          <w:sz w:val="32"/>
          <w:szCs w:val="32"/>
        </w:rPr>
      </w:pPr>
      <w:r w:rsidRPr="00B167D9">
        <w:rPr>
          <w:rFonts w:cs="Calibri"/>
          <w:b/>
          <w:sz w:val="32"/>
          <w:szCs w:val="32"/>
        </w:rPr>
        <w:t xml:space="preserve">Dostępność szkół dla osób ze specjalnymi potrzebami </w:t>
      </w:r>
    </w:p>
    <w:p w14:paraId="04CA2E05" w14:textId="77777777" w:rsidR="00B167D9" w:rsidRDefault="00E566AB" w:rsidP="00B167D9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AD0342">
        <w:rPr>
          <w:rFonts w:asciiTheme="minorHAnsi" w:hAnsiTheme="minorHAnsi" w:cstheme="minorHAnsi"/>
          <w:b/>
          <w:sz w:val="32"/>
          <w:szCs w:val="32"/>
        </w:rPr>
        <w:t>Typ projektów</w:t>
      </w:r>
      <w:r w:rsidRPr="00AD0342">
        <w:rPr>
          <w:rFonts w:asciiTheme="minorHAnsi" w:hAnsiTheme="minorHAnsi" w:cstheme="minorHAnsi"/>
          <w:b/>
          <w:sz w:val="32"/>
          <w:szCs w:val="32"/>
        </w:rPr>
        <w:br/>
      </w:r>
      <w:r w:rsidR="00B167D9" w:rsidRPr="00B167D9">
        <w:rPr>
          <w:rFonts w:cs="Calibri"/>
          <w:b/>
          <w:bCs/>
          <w:sz w:val="32"/>
          <w:szCs w:val="32"/>
        </w:rPr>
        <w:t xml:space="preserve">Dostosowanie szkół ogólnodostępnych do potrzeb osób ze specjalnymi potrzebami edukacyjnymi                                                      </w:t>
      </w:r>
    </w:p>
    <w:p w14:paraId="07A98181" w14:textId="2992EE3C" w:rsidR="00E566AB" w:rsidRPr="00AD0342" w:rsidRDefault="00B167D9" w:rsidP="00B167D9">
      <w:pPr>
        <w:spacing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B167D9">
        <w:rPr>
          <w:rFonts w:cs="Calibri"/>
          <w:b/>
          <w:bCs/>
          <w:sz w:val="32"/>
          <w:szCs w:val="32"/>
        </w:rPr>
        <w:t>(z wyłączeniem edukacji przedszkolnej)</w:t>
      </w:r>
    </w:p>
    <w:p w14:paraId="2035DCB2" w14:textId="77777777" w:rsidR="00E566AB" w:rsidRDefault="00E566AB" w:rsidP="00E566AB">
      <w:pPr>
        <w:spacing w:after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264D7599" w14:textId="77777777" w:rsidR="00AD0342" w:rsidRPr="00AD0342" w:rsidRDefault="00AD0342" w:rsidP="00E566AB">
      <w:pPr>
        <w:spacing w:after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4D606CA8" w14:textId="473B2124" w:rsidR="00E566AB" w:rsidRPr="00AD0342" w:rsidRDefault="00E566AB" w:rsidP="00E566AB">
      <w:pPr>
        <w:spacing w:after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AD0342">
        <w:rPr>
          <w:rFonts w:asciiTheme="minorHAnsi" w:hAnsiTheme="minorHAnsi" w:cstheme="minorHAnsi"/>
          <w:b/>
          <w:bCs/>
          <w:sz w:val="32"/>
          <w:szCs w:val="32"/>
        </w:rPr>
        <w:t>Warszawa, 2</w:t>
      </w:r>
      <w:r w:rsidR="006C0042">
        <w:rPr>
          <w:rFonts w:asciiTheme="minorHAnsi" w:hAnsiTheme="minorHAnsi" w:cstheme="minorHAnsi"/>
          <w:b/>
          <w:bCs/>
          <w:sz w:val="32"/>
          <w:szCs w:val="32"/>
        </w:rPr>
        <w:t>9</w:t>
      </w:r>
      <w:r w:rsidR="009468BD">
        <w:rPr>
          <w:rFonts w:asciiTheme="minorHAnsi" w:hAnsiTheme="minorHAnsi" w:cstheme="minorHAnsi"/>
          <w:b/>
          <w:bCs/>
          <w:sz w:val="32"/>
          <w:szCs w:val="32"/>
        </w:rPr>
        <w:t xml:space="preserve"> marca</w:t>
      </w:r>
      <w:bookmarkStart w:id="1" w:name="_GoBack"/>
      <w:bookmarkEnd w:id="1"/>
      <w:r w:rsidRPr="00AD0342">
        <w:rPr>
          <w:rFonts w:asciiTheme="minorHAnsi" w:hAnsiTheme="minorHAnsi" w:cstheme="minorHAnsi"/>
          <w:b/>
          <w:bCs/>
          <w:sz w:val="32"/>
          <w:szCs w:val="32"/>
        </w:rPr>
        <w:t xml:space="preserve"> 2024 r.</w:t>
      </w:r>
    </w:p>
    <w:p w14:paraId="540B2CCB" w14:textId="746AAC3E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3B5EAA8E" w14:textId="77777777" w:rsidR="0057645A" w:rsidRPr="00A528B9" w:rsidRDefault="0057645A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3D88217B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1E755B88" w:rsidR="00E2477E" w:rsidRDefault="00A43A87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174C2276" w:rsidR="00E2477E" w:rsidRDefault="00A43A87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298DDCA1" w:rsidR="00E2477E" w:rsidRDefault="00A43A87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4550D50F" w:rsidR="00E2477E" w:rsidRDefault="00A43A87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1E5AFB1B" w:rsidR="00E2477E" w:rsidRDefault="00A43A87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72EC54C6" w:rsidR="00E2477E" w:rsidRDefault="00A43A87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08AD9E5B" w:rsidR="00E2477E" w:rsidRDefault="00A43A87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591F6476" w:rsidR="00E2477E" w:rsidRDefault="00A43A87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2476EA05" w:rsidR="00E2477E" w:rsidRDefault="00A43A87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98F8160" w14:textId="058CE8E4" w:rsidR="00E2477E" w:rsidRDefault="00A43A87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321C25C8" w:rsidR="00E2477E" w:rsidRDefault="00A43A87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71DAB9DA" w:rsidR="00E2477E" w:rsidRDefault="00A43A87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27454501" w:rsidR="00E2477E" w:rsidRDefault="00A43A87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2" w:name="_Toc442168430"/>
      <w:bookmarkStart w:id="3" w:name="_Toc442168586"/>
      <w:bookmarkStart w:id="4" w:name="_Toc442168693"/>
      <w:bookmarkStart w:id="5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2"/>
      <w:bookmarkEnd w:id="3"/>
      <w:bookmarkEnd w:id="4"/>
      <w:bookmarkEnd w:id="5"/>
      <w:bookmarkEnd w:id="6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37E6A6D1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A43A87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442168587"/>
      <w:bookmarkStart w:id="8" w:name="_Toc442168694"/>
      <w:bookmarkStart w:id="9" w:name="_Toc442168737"/>
      <w:bookmarkStart w:id="10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7"/>
      <w:bookmarkEnd w:id="8"/>
      <w:bookmarkEnd w:id="9"/>
      <w:bookmarkEnd w:id="10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2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0C58873F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7FF5E81C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6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BF331AC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tym hybrydowych na lata 2021-2027 (MFiPR/2021-2027/15(1).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lastRenderedPageBreak/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EA9CA37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289CC93" w14:textId="3497B6FD" w:rsidR="0057645A" w:rsidRPr="0057645A" w:rsidRDefault="29256A80" w:rsidP="0057645A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21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28802EFB" w14:textId="1DB3D4FD" w:rsidR="0057645A" w:rsidRPr="0057645A" w:rsidRDefault="0057645A" w:rsidP="0057645A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08EAD70B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3089107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lastRenderedPageBreak/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3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147595F9" w14:textId="77777777" w:rsidR="00801296" w:rsidRPr="000B706E" w:rsidRDefault="00801296" w:rsidP="00801296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wyjaśnić, czy projekt przyczynia się do łagodzeni</w:t>
      </w:r>
      <w:r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</w:t>
      </w:r>
      <w:r>
        <w:rPr>
          <w:sz w:val="20"/>
          <w:szCs w:val="20"/>
        </w:rPr>
        <w:t xml:space="preserve">klimatu zgodnie z </w:t>
      </w:r>
      <w:r>
        <w:rPr>
          <w:i/>
          <w:iCs/>
          <w:sz w:val="20"/>
          <w:szCs w:val="20"/>
        </w:rPr>
        <w:t>Załącznikiem</w:t>
      </w:r>
      <w:r w:rsidRPr="000B706E">
        <w:rPr>
          <w:i/>
          <w:iCs/>
          <w:sz w:val="20"/>
          <w:szCs w:val="20"/>
        </w:rPr>
        <w:t xml:space="preserve">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</w:t>
      </w:r>
      <w:r w:rsidRPr="000B706E">
        <w:rPr>
          <w:i/>
          <w:iCs/>
          <w:sz w:val="20"/>
          <w:szCs w:val="20"/>
        </w:rPr>
        <w:lastRenderedPageBreak/>
        <w:t>środowiskowych</w:t>
      </w:r>
      <w:r>
        <w:rPr>
          <w:i/>
          <w:iCs/>
          <w:sz w:val="20"/>
          <w:szCs w:val="20"/>
        </w:rPr>
        <w:t xml:space="preserve"> do Rozporządzenia Delegowanego Komisji </w:t>
      </w:r>
      <w:r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A43A87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4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0226D">
      <w:headerReference w:type="default" r:id="rId15"/>
      <w:footerReference w:type="default" r:id="rId16"/>
      <w:headerReference w:type="first" r:id="rId17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73131" w14:textId="77777777" w:rsidR="00A43A87" w:rsidRDefault="00A43A87" w:rsidP="00FE74CD">
      <w:pPr>
        <w:spacing w:after="0" w:line="240" w:lineRule="auto"/>
      </w:pPr>
      <w:r>
        <w:separator/>
      </w:r>
    </w:p>
  </w:endnote>
  <w:endnote w:type="continuationSeparator" w:id="0">
    <w:p w14:paraId="20F9544A" w14:textId="77777777" w:rsidR="00A43A87" w:rsidRDefault="00A43A87" w:rsidP="00FE74CD">
      <w:pPr>
        <w:spacing w:after="0" w:line="240" w:lineRule="auto"/>
      </w:pPr>
      <w:r>
        <w:continuationSeparator/>
      </w:r>
    </w:p>
  </w:endnote>
  <w:endnote w:type="continuationNotice" w:id="1">
    <w:p w14:paraId="1F6D7AFB" w14:textId="77777777" w:rsidR="00A43A87" w:rsidRDefault="00A43A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60BEB165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68BD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9468B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22DA8" w14:textId="77777777" w:rsidR="00A43A87" w:rsidRDefault="00A43A87" w:rsidP="00FE74CD">
      <w:pPr>
        <w:spacing w:after="0" w:line="240" w:lineRule="auto"/>
      </w:pPr>
      <w:r>
        <w:separator/>
      </w:r>
    </w:p>
  </w:footnote>
  <w:footnote w:type="continuationSeparator" w:id="0">
    <w:p w14:paraId="700C3AEA" w14:textId="77777777" w:rsidR="00A43A87" w:rsidRDefault="00A43A87" w:rsidP="00FE74CD">
      <w:pPr>
        <w:spacing w:after="0" w:line="240" w:lineRule="auto"/>
      </w:pPr>
      <w:r>
        <w:continuationSeparator/>
      </w:r>
    </w:p>
  </w:footnote>
  <w:footnote w:type="continuationNotice" w:id="1">
    <w:p w14:paraId="5FD0D629" w14:textId="77777777" w:rsidR="00A43A87" w:rsidRDefault="00A43A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8"/>
  </w:num>
  <w:num w:numId="4">
    <w:abstractNumId w:val="36"/>
  </w:num>
  <w:num w:numId="5">
    <w:abstractNumId w:val="39"/>
  </w:num>
  <w:num w:numId="6">
    <w:abstractNumId w:val="43"/>
  </w:num>
  <w:num w:numId="7">
    <w:abstractNumId w:val="7"/>
  </w:num>
  <w:num w:numId="8">
    <w:abstractNumId w:val="14"/>
  </w:num>
  <w:num w:numId="9">
    <w:abstractNumId w:val="32"/>
  </w:num>
  <w:num w:numId="10">
    <w:abstractNumId w:val="42"/>
  </w:num>
  <w:num w:numId="11">
    <w:abstractNumId w:val="33"/>
  </w:num>
  <w:num w:numId="12">
    <w:abstractNumId w:val="28"/>
  </w:num>
  <w:num w:numId="13">
    <w:abstractNumId w:val="21"/>
  </w:num>
  <w:num w:numId="14">
    <w:abstractNumId w:val="37"/>
  </w:num>
  <w:num w:numId="15">
    <w:abstractNumId w:val="29"/>
  </w:num>
  <w:num w:numId="16">
    <w:abstractNumId w:val="13"/>
  </w:num>
  <w:num w:numId="17">
    <w:abstractNumId w:val="15"/>
  </w:num>
  <w:num w:numId="18">
    <w:abstractNumId w:val="2"/>
  </w:num>
  <w:num w:numId="19">
    <w:abstractNumId w:val="34"/>
  </w:num>
  <w:num w:numId="20">
    <w:abstractNumId w:val="35"/>
  </w:num>
  <w:num w:numId="21">
    <w:abstractNumId w:val="3"/>
  </w:num>
  <w:num w:numId="22">
    <w:abstractNumId w:val="23"/>
  </w:num>
  <w:num w:numId="23">
    <w:abstractNumId w:val="26"/>
  </w:num>
  <w:num w:numId="24">
    <w:abstractNumId w:val="9"/>
  </w:num>
  <w:num w:numId="25">
    <w:abstractNumId w:val="30"/>
  </w:num>
  <w:num w:numId="26">
    <w:abstractNumId w:val="18"/>
  </w:num>
  <w:num w:numId="27">
    <w:abstractNumId w:val="24"/>
  </w:num>
  <w:num w:numId="28">
    <w:abstractNumId w:val="20"/>
  </w:num>
  <w:num w:numId="29">
    <w:abstractNumId w:val="16"/>
  </w:num>
  <w:num w:numId="30">
    <w:abstractNumId w:val="0"/>
  </w:num>
  <w:num w:numId="31">
    <w:abstractNumId w:val="11"/>
  </w:num>
  <w:num w:numId="32">
    <w:abstractNumId w:val="5"/>
  </w:num>
  <w:num w:numId="3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40"/>
  </w:num>
  <w:num w:numId="36">
    <w:abstractNumId w:val="10"/>
  </w:num>
  <w:num w:numId="37">
    <w:abstractNumId w:val="25"/>
  </w:num>
  <w:num w:numId="38">
    <w:abstractNumId w:val="27"/>
  </w:num>
  <w:num w:numId="39">
    <w:abstractNumId w:val="41"/>
  </w:num>
  <w:num w:numId="40">
    <w:abstractNumId w:val="4"/>
  </w:num>
  <w:num w:numId="41">
    <w:abstractNumId w:val="1"/>
  </w:num>
  <w:num w:numId="42">
    <w:abstractNumId w:val="12"/>
  </w:num>
  <w:num w:numId="43">
    <w:abstractNumId w:val="22"/>
  </w:num>
  <w:num w:numId="44">
    <w:abstractNumId w:val="17"/>
  </w:num>
  <w:num w:numId="45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8E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645A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042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5F9F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296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BD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A87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00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7D9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5D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5EA0"/>
    <w:rsid w:val="00FB6F75"/>
    <w:rsid w:val="00FB706A"/>
    <w:rsid w:val="00FC37CA"/>
    <w:rsid w:val="00FC4B17"/>
    <w:rsid w:val="00FC50D3"/>
    <w:rsid w:val="00FC6FC4"/>
    <w:rsid w:val="00FC783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dlamazowsza.eu/dokumenty-list/program-fundusze-europejskie-dla-mazowsza-2021-2027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7DA8AC-4900-4561-884C-CA76D58A2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0</TotalTime>
  <Pages>8</Pages>
  <Words>2083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3</cp:revision>
  <cp:lastPrinted>2024-01-30T14:43:00Z</cp:lastPrinted>
  <dcterms:created xsi:type="dcterms:W3CDTF">2024-03-21T06:20:00Z</dcterms:created>
  <dcterms:modified xsi:type="dcterms:W3CDTF">2024-03-21T11:02:00Z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